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7" w:rsidRDefault="00F451A7" w:rsidP="00C40C3F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3</w:t>
      </w:r>
    </w:p>
    <w:p w:rsidR="00F451A7" w:rsidRDefault="00F451A7" w:rsidP="00C40C3F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 администрации</w:t>
      </w:r>
    </w:p>
    <w:p w:rsidR="00F451A7" w:rsidRDefault="00F451A7" w:rsidP="00C40C3F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сельского поселения Темрюкского района</w:t>
      </w:r>
    </w:p>
    <w:p w:rsidR="00F451A7" w:rsidRDefault="00F451A7" w:rsidP="00C40C3F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29.12.2020 г.  № 260</w:t>
      </w:r>
    </w:p>
    <w:p w:rsidR="00F451A7" w:rsidRDefault="00F451A7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F451A7" w:rsidRDefault="00F451A7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F451A7" w:rsidRPr="00EA3E68" w:rsidRDefault="00F451A7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F451A7" w:rsidRDefault="00F451A7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F451A7" w:rsidRDefault="00F451A7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F451A7" w:rsidRDefault="00F451A7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F451A7" w:rsidRDefault="00F451A7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района» </w:t>
      </w:r>
    </w:p>
    <w:p w:rsidR="00F451A7" w:rsidRPr="00E764BE" w:rsidRDefault="00F451A7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2020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F451A7" w:rsidRDefault="00F451A7" w:rsidP="00500C4F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05.11.2019 г. № 339</w:t>
      </w:r>
    </w:p>
    <w:p w:rsidR="00F451A7" w:rsidRDefault="00F451A7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451A7" w:rsidRDefault="00F451A7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F451A7" w:rsidRPr="00A74A75" w:rsidRDefault="00F451A7" w:rsidP="00A74A75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A74A75">
        <w:rPr>
          <w:b/>
          <w:sz w:val="28"/>
          <w:szCs w:val="28"/>
        </w:rPr>
        <w:t>Подпрограммы «Обеспечение ведения бухгалтерского учета»</w:t>
      </w:r>
    </w:p>
    <w:p w:rsidR="00F451A7" w:rsidRPr="00E764BE" w:rsidRDefault="00F451A7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F451A7" w:rsidRPr="00E764BE" w:rsidRDefault="00F451A7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на 2020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</w:t>
      </w:r>
    </w:p>
    <w:p w:rsidR="00F451A7" w:rsidRPr="00DE71AE" w:rsidRDefault="00F451A7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F451A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Pr="00074972" w:rsidRDefault="00F451A7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Pr="00074972" w:rsidRDefault="00F451A7" w:rsidP="00580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директор МКУ «Старотитаровская ЦБ»</w:t>
            </w:r>
          </w:p>
        </w:tc>
      </w:tr>
      <w:tr w:rsidR="00F451A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Pr="00E159BA" w:rsidRDefault="00F451A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Default="00F451A7" w:rsidP="00580FD3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F451A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Default="00F451A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451A7" w:rsidRPr="00E159BA" w:rsidRDefault="00F451A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F451A7" w:rsidRPr="00D82A70">
              <w:trPr>
                <w:trHeight w:val="319"/>
              </w:trPr>
              <w:tc>
                <w:tcPr>
                  <w:tcW w:w="0" w:type="auto"/>
                </w:tcPr>
                <w:p w:rsidR="00F451A7" w:rsidRPr="00D82A70" w:rsidRDefault="00F451A7" w:rsidP="00580FD3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F451A7" w:rsidRPr="00D82A70" w:rsidRDefault="00F451A7" w:rsidP="00580F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1A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Default="00F451A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451A7" w:rsidRPr="00E159BA" w:rsidRDefault="00F451A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Pr="00D82A70" w:rsidRDefault="00F451A7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F451A7" w:rsidRPr="00D82A70" w:rsidRDefault="00F451A7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F451A7" w:rsidRPr="00D82A70" w:rsidRDefault="00F451A7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F451A7" w:rsidRPr="00D82A70" w:rsidRDefault="00F451A7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F451A7" w:rsidRPr="00D82A70" w:rsidRDefault="00F451A7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F451A7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Pr="00E159BA" w:rsidRDefault="00F451A7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Pr="004E2CB6" w:rsidRDefault="00F451A7" w:rsidP="0066390C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F451A7" w:rsidRDefault="00F451A7" w:rsidP="0066390C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38A7">
              <w:rPr>
                <w:spacing w:val="-2"/>
                <w:sz w:val="28"/>
                <w:szCs w:val="28"/>
              </w:rPr>
              <w:t xml:space="preserve">эффективная организация бухгалтерского учета в обслуживаемых учреждениях: </w:t>
            </w:r>
            <w:r w:rsidRPr="001A38A7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 МБУ «</w:t>
            </w:r>
            <w:r>
              <w:rPr>
                <w:sz w:val="28"/>
                <w:szCs w:val="28"/>
              </w:rPr>
              <w:t>Культурно-социальный центр</w:t>
            </w:r>
            <w:r w:rsidRPr="001A38A7">
              <w:rPr>
                <w:color w:val="000000"/>
                <w:sz w:val="28"/>
                <w:szCs w:val="28"/>
              </w:rPr>
              <w:t>»</w:t>
            </w:r>
            <w:r w:rsidRPr="009B5A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</w:t>
            </w:r>
            <w:r w:rsidRPr="00EF2CF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МБУ «</w:t>
            </w:r>
            <w:r w:rsidRPr="00EF2CF0">
              <w:rPr>
                <w:color w:val="000000"/>
                <w:sz w:val="28"/>
                <w:szCs w:val="28"/>
              </w:rPr>
              <w:t>Физкультурно-о</w:t>
            </w:r>
            <w:r>
              <w:rPr>
                <w:color w:val="000000"/>
                <w:sz w:val="28"/>
                <w:szCs w:val="28"/>
              </w:rPr>
              <w:t>здоровительный спортивный клуб «Виктория» «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МКУ «ПЭЦ»,</w:t>
            </w:r>
            <w:r w:rsidRPr="001A38A7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МКУ «Центр муниципального заказа»</w:t>
            </w:r>
            <w:r w:rsidRPr="001A38A7">
              <w:rPr>
                <w:color w:val="000000"/>
                <w:sz w:val="28"/>
                <w:szCs w:val="28"/>
              </w:rPr>
              <w:t xml:space="preserve">   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Совет Старотитаровского сельского поселения Темрюкского района;</w:t>
            </w:r>
          </w:p>
          <w:p w:rsidR="00F451A7" w:rsidRPr="00B31F09" w:rsidRDefault="00F451A7" w:rsidP="0066390C">
            <w:pPr>
              <w:rPr>
                <w:sz w:val="28"/>
                <w:szCs w:val="28"/>
              </w:rPr>
            </w:pPr>
          </w:p>
        </w:tc>
      </w:tr>
      <w:tr w:rsidR="00F451A7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Pr="00E159BA" w:rsidRDefault="00F451A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Default="00F451A7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F451A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Default="00F451A7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F451A7" w:rsidRPr="00E159BA" w:rsidRDefault="00F451A7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7" w:rsidRPr="00074972" w:rsidRDefault="00F451A7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 xml:space="preserve">3 501,7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451A7" w:rsidRDefault="00F451A7" w:rsidP="00592A30">
      <w:pPr>
        <w:rPr>
          <w:b/>
          <w:sz w:val="28"/>
          <w:szCs w:val="28"/>
        </w:rPr>
      </w:pPr>
    </w:p>
    <w:p w:rsidR="00F451A7" w:rsidRPr="00450BD5" w:rsidRDefault="00F451A7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F451A7" w:rsidRDefault="00F451A7" w:rsidP="005959DE">
      <w:pPr>
        <w:rPr>
          <w:sz w:val="28"/>
          <w:szCs w:val="28"/>
        </w:rPr>
      </w:pPr>
    </w:p>
    <w:p w:rsidR="00F451A7" w:rsidRDefault="00F451A7" w:rsidP="00401473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3 501,7  тыс. рублей</w:t>
      </w:r>
      <w:r w:rsidRPr="005959DE">
        <w:rPr>
          <w:sz w:val="28"/>
          <w:szCs w:val="28"/>
        </w:rPr>
        <w:t>:</w:t>
      </w:r>
    </w:p>
    <w:p w:rsidR="00F451A7" w:rsidRDefault="00F451A7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F451A7" w:rsidRPr="00463E7C" w:rsidTr="00F0587C">
        <w:tc>
          <w:tcPr>
            <w:tcW w:w="3888" w:type="dxa"/>
            <w:vMerge w:val="restart"/>
            <w:vAlign w:val="center"/>
          </w:tcPr>
          <w:p w:rsidR="00F451A7" w:rsidRPr="00463E7C" w:rsidRDefault="00F451A7" w:rsidP="00F0587C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F451A7" w:rsidRPr="00463E7C" w:rsidRDefault="00F451A7" w:rsidP="00F0587C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F451A7" w:rsidRPr="00463E7C" w:rsidTr="00F0587C">
        <w:tc>
          <w:tcPr>
            <w:tcW w:w="3888" w:type="dxa"/>
            <w:vMerge/>
          </w:tcPr>
          <w:p w:rsidR="00F451A7" w:rsidRPr="00463E7C" w:rsidRDefault="00F451A7" w:rsidP="00F0587C">
            <w:pPr>
              <w:jc w:val="center"/>
            </w:pPr>
          </w:p>
        </w:tc>
        <w:tc>
          <w:tcPr>
            <w:tcW w:w="1006" w:type="dxa"/>
            <w:vMerge w:val="restart"/>
          </w:tcPr>
          <w:p w:rsidR="00F451A7" w:rsidRPr="00463E7C" w:rsidRDefault="00F451A7" w:rsidP="00F0587C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F451A7" w:rsidRPr="00463E7C" w:rsidRDefault="00F451A7" w:rsidP="00F0587C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F451A7" w:rsidRPr="00463E7C" w:rsidTr="00F0587C">
        <w:tc>
          <w:tcPr>
            <w:tcW w:w="3888" w:type="dxa"/>
            <w:vMerge/>
          </w:tcPr>
          <w:p w:rsidR="00F451A7" w:rsidRPr="00463E7C" w:rsidRDefault="00F451A7" w:rsidP="00F0587C">
            <w:pPr>
              <w:jc w:val="center"/>
            </w:pPr>
          </w:p>
        </w:tc>
        <w:tc>
          <w:tcPr>
            <w:tcW w:w="1006" w:type="dxa"/>
            <w:vMerge/>
          </w:tcPr>
          <w:p w:rsidR="00F451A7" w:rsidRPr="00463E7C" w:rsidRDefault="00F451A7" w:rsidP="00F0587C">
            <w:pPr>
              <w:jc w:val="center"/>
            </w:pPr>
          </w:p>
        </w:tc>
        <w:tc>
          <w:tcPr>
            <w:tcW w:w="1403" w:type="dxa"/>
          </w:tcPr>
          <w:p w:rsidR="00F451A7" w:rsidRPr="00463E7C" w:rsidRDefault="00F451A7" w:rsidP="00F0587C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F451A7" w:rsidRPr="00463E7C" w:rsidRDefault="00F451A7" w:rsidP="00F0587C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F451A7" w:rsidRPr="00463E7C" w:rsidRDefault="00F451A7" w:rsidP="00F0587C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F451A7" w:rsidRPr="00463E7C" w:rsidRDefault="00F451A7" w:rsidP="00F0587C">
            <w:pPr>
              <w:jc w:val="center"/>
            </w:pPr>
            <w:r w:rsidRPr="00463E7C">
              <w:t>внебюджетные источники</w:t>
            </w:r>
          </w:p>
        </w:tc>
      </w:tr>
      <w:tr w:rsidR="00F451A7" w:rsidRPr="00463E7C" w:rsidTr="00F0587C">
        <w:tc>
          <w:tcPr>
            <w:tcW w:w="3888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1006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1403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1215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1260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992" w:type="dxa"/>
          </w:tcPr>
          <w:p w:rsidR="00F451A7" w:rsidRPr="00463E7C" w:rsidRDefault="00F451A7" w:rsidP="00F0587C">
            <w:pPr>
              <w:jc w:val="both"/>
            </w:pPr>
          </w:p>
        </w:tc>
      </w:tr>
      <w:tr w:rsidR="00F451A7" w:rsidRPr="00463E7C" w:rsidTr="00F0587C">
        <w:tc>
          <w:tcPr>
            <w:tcW w:w="9764" w:type="dxa"/>
            <w:gridSpan w:val="6"/>
          </w:tcPr>
          <w:p w:rsidR="00F451A7" w:rsidRPr="00E31749" w:rsidRDefault="00F451A7" w:rsidP="00E31749">
            <w:pPr>
              <w:widowControl/>
              <w:autoSpaceDE/>
              <w:adjustRightInd/>
              <w:ind w:left="360"/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E31749">
              <w:t>«Обеспечение ведения бухгалтерского учета»</w:t>
            </w:r>
          </w:p>
          <w:p w:rsidR="00F451A7" w:rsidRPr="00463E7C" w:rsidRDefault="00F451A7" w:rsidP="00F0587C">
            <w:pPr>
              <w:jc w:val="center"/>
            </w:pPr>
          </w:p>
        </w:tc>
      </w:tr>
      <w:tr w:rsidR="00F451A7" w:rsidRPr="00463E7C" w:rsidTr="00F0587C">
        <w:tc>
          <w:tcPr>
            <w:tcW w:w="3888" w:type="dxa"/>
          </w:tcPr>
          <w:p w:rsidR="00F451A7" w:rsidRPr="00463E7C" w:rsidRDefault="00F451A7" w:rsidP="00F0587C">
            <w:pPr>
              <w:jc w:val="both"/>
            </w:pPr>
            <w:r w:rsidRPr="00463E7C">
              <w:t>20</w:t>
            </w:r>
            <w:r>
              <w:t>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1403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1215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1260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992" w:type="dxa"/>
          </w:tcPr>
          <w:p w:rsidR="00F451A7" w:rsidRPr="00463E7C" w:rsidRDefault="00F451A7" w:rsidP="00F0587C">
            <w:pPr>
              <w:jc w:val="both"/>
            </w:pPr>
          </w:p>
        </w:tc>
      </w:tr>
      <w:tr w:rsidR="00F451A7" w:rsidRPr="00463E7C" w:rsidTr="00F0587C">
        <w:tc>
          <w:tcPr>
            <w:tcW w:w="3888" w:type="dxa"/>
          </w:tcPr>
          <w:p w:rsidR="00F451A7" w:rsidRPr="00463E7C" w:rsidRDefault="00F451A7" w:rsidP="00F0587C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F451A7" w:rsidRPr="00463E7C" w:rsidRDefault="00F451A7" w:rsidP="00F0587C">
            <w:pPr>
              <w:jc w:val="center"/>
            </w:pPr>
            <w:r>
              <w:t>3 501,7</w:t>
            </w:r>
          </w:p>
        </w:tc>
        <w:tc>
          <w:tcPr>
            <w:tcW w:w="1403" w:type="dxa"/>
            <w:vAlign w:val="center"/>
          </w:tcPr>
          <w:p w:rsidR="00F451A7" w:rsidRPr="00463E7C" w:rsidRDefault="00F451A7" w:rsidP="00F0587C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F451A7" w:rsidRPr="00463E7C" w:rsidRDefault="00F451A7" w:rsidP="00F0587C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F451A7" w:rsidRPr="00463E7C" w:rsidRDefault="00F451A7" w:rsidP="00F0587C">
            <w:pPr>
              <w:jc w:val="center"/>
            </w:pPr>
            <w:r>
              <w:t>3 501,7</w:t>
            </w:r>
          </w:p>
        </w:tc>
        <w:tc>
          <w:tcPr>
            <w:tcW w:w="992" w:type="dxa"/>
            <w:vAlign w:val="center"/>
          </w:tcPr>
          <w:p w:rsidR="00F451A7" w:rsidRPr="00463E7C" w:rsidRDefault="00F451A7" w:rsidP="00F0587C">
            <w:pPr>
              <w:jc w:val="center"/>
            </w:pPr>
            <w:r w:rsidRPr="00463E7C">
              <w:t>0,0</w:t>
            </w:r>
          </w:p>
        </w:tc>
      </w:tr>
      <w:tr w:rsidR="00F451A7" w:rsidRPr="00463E7C" w:rsidTr="00F0587C">
        <w:tc>
          <w:tcPr>
            <w:tcW w:w="3888" w:type="dxa"/>
          </w:tcPr>
          <w:p w:rsidR="00F451A7" w:rsidRPr="00463E7C" w:rsidRDefault="00F451A7" w:rsidP="00F0587C">
            <w:pPr>
              <w:jc w:val="both"/>
            </w:pPr>
          </w:p>
        </w:tc>
        <w:tc>
          <w:tcPr>
            <w:tcW w:w="1006" w:type="dxa"/>
            <w:vAlign w:val="center"/>
          </w:tcPr>
          <w:p w:rsidR="00F451A7" w:rsidRPr="00463E7C" w:rsidRDefault="00F451A7" w:rsidP="00F0587C">
            <w:pPr>
              <w:jc w:val="center"/>
            </w:pPr>
          </w:p>
        </w:tc>
        <w:tc>
          <w:tcPr>
            <w:tcW w:w="1403" w:type="dxa"/>
            <w:vAlign w:val="center"/>
          </w:tcPr>
          <w:p w:rsidR="00F451A7" w:rsidRPr="00463E7C" w:rsidRDefault="00F451A7" w:rsidP="00F0587C">
            <w:pPr>
              <w:jc w:val="center"/>
            </w:pPr>
          </w:p>
        </w:tc>
        <w:tc>
          <w:tcPr>
            <w:tcW w:w="1215" w:type="dxa"/>
            <w:vAlign w:val="center"/>
          </w:tcPr>
          <w:p w:rsidR="00F451A7" w:rsidRPr="00463E7C" w:rsidRDefault="00F451A7" w:rsidP="00F058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F451A7" w:rsidRPr="00463E7C" w:rsidRDefault="00F451A7" w:rsidP="00F0587C">
            <w:pPr>
              <w:jc w:val="center"/>
            </w:pPr>
          </w:p>
        </w:tc>
        <w:tc>
          <w:tcPr>
            <w:tcW w:w="992" w:type="dxa"/>
            <w:vAlign w:val="center"/>
          </w:tcPr>
          <w:p w:rsidR="00F451A7" w:rsidRPr="00463E7C" w:rsidRDefault="00F451A7" w:rsidP="00F0587C">
            <w:pPr>
              <w:jc w:val="center"/>
            </w:pPr>
          </w:p>
        </w:tc>
      </w:tr>
    </w:tbl>
    <w:p w:rsidR="00F451A7" w:rsidRPr="00D72401" w:rsidRDefault="00F451A7" w:rsidP="00F21401">
      <w:pPr>
        <w:jc w:val="both"/>
        <w:rPr>
          <w:b/>
          <w:sz w:val="28"/>
          <w:szCs w:val="28"/>
        </w:rPr>
      </w:pPr>
    </w:p>
    <w:p w:rsidR="00F451A7" w:rsidRDefault="00F451A7" w:rsidP="00863E3C">
      <w:pPr>
        <w:ind w:firstLine="612"/>
        <w:jc w:val="both"/>
        <w:rPr>
          <w:sz w:val="28"/>
          <w:szCs w:val="28"/>
        </w:rPr>
      </w:pPr>
    </w:p>
    <w:p w:rsidR="00F451A7" w:rsidRPr="00B35E33" w:rsidRDefault="00F451A7" w:rsidP="00863E3C">
      <w:pPr>
        <w:ind w:firstLine="612"/>
        <w:jc w:val="both"/>
        <w:rPr>
          <w:sz w:val="28"/>
          <w:szCs w:val="28"/>
        </w:rPr>
      </w:pPr>
    </w:p>
    <w:p w:rsidR="00F451A7" w:rsidRDefault="00F451A7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F451A7" w:rsidRDefault="00F451A7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    Н.В.Ткаченко</w:t>
      </w:r>
    </w:p>
    <w:p w:rsidR="00F451A7" w:rsidRPr="00B35E33" w:rsidRDefault="00F451A7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F451A7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1A7" w:rsidRDefault="00F451A7">
      <w:r>
        <w:separator/>
      </w:r>
    </w:p>
  </w:endnote>
  <w:endnote w:type="continuationSeparator" w:id="0">
    <w:p w:rsidR="00F451A7" w:rsidRDefault="00F45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1A7" w:rsidRDefault="00F451A7">
      <w:r>
        <w:separator/>
      </w:r>
    </w:p>
  </w:footnote>
  <w:footnote w:type="continuationSeparator" w:id="0">
    <w:p w:rsidR="00F451A7" w:rsidRDefault="00F45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A7" w:rsidRDefault="00F451A7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51A7" w:rsidRDefault="00F451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A7" w:rsidRDefault="00F451A7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451A7" w:rsidRDefault="00F451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85492"/>
    <w:rsid w:val="00090922"/>
    <w:rsid w:val="000B5093"/>
    <w:rsid w:val="000B7BA9"/>
    <w:rsid w:val="000D2CD0"/>
    <w:rsid w:val="000E26B7"/>
    <w:rsid w:val="000F1B7D"/>
    <w:rsid w:val="00106200"/>
    <w:rsid w:val="00117327"/>
    <w:rsid w:val="00120683"/>
    <w:rsid w:val="00121E9A"/>
    <w:rsid w:val="00125077"/>
    <w:rsid w:val="00125973"/>
    <w:rsid w:val="001323D7"/>
    <w:rsid w:val="00134EA5"/>
    <w:rsid w:val="00140F2A"/>
    <w:rsid w:val="001479A5"/>
    <w:rsid w:val="0015594F"/>
    <w:rsid w:val="00175A47"/>
    <w:rsid w:val="00187250"/>
    <w:rsid w:val="00193B88"/>
    <w:rsid w:val="001A3746"/>
    <w:rsid w:val="001A38A7"/>
    <w:rsid w:val="001B706F"/>
    <w:rsid w:val="001F783C"/>
    <w:rsid w:val="0020325D"/>
    <w:rsid w:val="00203B1E"/>
    <w:rsid w:val="00204498"/>
    <w:rsid w:val="00211942"/>
    <w:rsid w:val="00211993"/>
    <w:rsid w:val="00240F56"/>
    <w:rsid w:val="00250461"/>
    <w:rsid w:val="00252E7B"/>
    <w:rsid w:val="002631AE"/>
    <w:rsid w:val="00270B8F"/>
    <w:rsid w:val="0027330E"/>
    <w:rsid w:val="00275CA2"/>
    <w:rsid w:val="002835BE"/>
    <w:rsid w:val="00293FA3"/>
    <w:rsid w:val="00297AC7"/>
    <w:rsid w:val="002C69E1"/>
    <w:rsid w:val="002C7E34"/>
    <w:rsid w:val="002D150D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A31B7"/>
    <w:rsid w:val="003B46AF"/>
    <w:rsid w:val="003C6FA9"/>
    <w:rsid w:val="003D5350"/>
    <w:rsid w:val="003F10B8"/>
    <w:rsid w:val="003F3621"/>
    <w:rsid w:val="003F708F"/>
    <w:rsid w:val="00400668"/>
    <w:rsid w:val="00401473"/>
    <w:rsid w:val="00403F49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3E7C"/>
    <w:rsid w:val="00467BF4"/>
    <w:rsid w:val="00476075"/>
    <w:rsid w:val="00476B6A"/>
    <w:rsid w:val="00481579"/>
    <w:rsid w:val="0048423F"/>
    <w:rsid w:val="004A2C61"/>
    <w:rsid w:val="004B2F0C"/>
    <w:rsid w:val="004B39DF"/>
    <w:rsid w:val="004C4C92"/>
    <w:rsid w:val="004D50B3"/>
    <w:rsid w:val="004E2CB6"/>
    <w:rsid w:val="004E447D"/>
    <w:rsid w:val="004E5069"/>
    <w:rsid w:val="00500C4F"/>
    <w:rsid w:val="005255B2"/>
    <w:rsid w:val="005379F1"/>
    <w:rsid w:val="005432DB"/>
    <w:rsid w:val="00546C7A"/>
    <w:rsid w:val="00551202"/>
    <w:rsid w:val="00553461"/>
    <w:rsid w:val="00555034"/>
    <w:rsid w:val="00556A0B"/>
    <w:rsid w:val="00561601"/>
    <w:rsid w:val="00572209"/>
    <w:rsid w:val="00580DF7"/>
    <w:rsid w:val="00580FD3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2EA"/>
    <w:rsid w:val="005F5341"/>
    <w:rsid w:val="00604C02"/>
    <w:rsid w:val="006054D4"/>
    <w:rsid w:val="00630DC8"/>
    <w:rsid w:val="00636EC7"/>
    <w:rsid w:val="0063741F"/>
    <w:rsid w:val="006500C0"/>
    <w:rsid w:val="00654128"/>
    <w:rsid w:val="0066390C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07C3C"/>
    <w:rsid w:val="00710529"/>
    <w:rsid w:val="0072131A"/>
    <w:rsid w:val="00725E6E"/>
    <w:rsid w:val="007333F2"/>
    <w:rsid w:val="00735F4C"/>
    <w:rsid w:val="007405D9"/>
    <w:rsid w:val="00740F82"/>
    <w:rsid w:val="0074194C"/>
    <w:rsid w:val="0074388F"/>
    <w:rsid w:val="00745575"/>
    <w:rsid w:val="00754C2F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25236"/>
    <w:rsid w:val="00836E5D"/>
    <w:rsid w:val="00837F76"/>
    <w:rsid w:val="008525B5"/>
    <w:rsid w:val="00863E3C"/>
    <w:rsid w:val="00866293"/>
    <w:rsid w:val="008670EC"/>
    <w:rsid w:val="0087304C"/>
    <w:rsid w:val="008778B1"/>
    <w:rsid w:val="0088492F"/>
    <w:rsid w:val="00892052"/>
    <w:rsid w:val="008A13DF"/>
    <w:rsid w:val="008A6962"/>
    <w:rsid w:val="008B30E2"/>
    <w:rsid w:val="008C6CC4"/>
    <w:rsid w:val="008D2CC3"/>
    <w:rsid w:val="008F14F1"/>
    <w:rsid w:val="00903042"/>
    <w:rsid w:val="009178DF"/>
    <w:rsid w:val="00932C16"/>
    <w:rsid w:val="00934DAF"/>
    <w:rsid w:val="00937656"/>
    <w:rsid w:val="0094205E"/>
    <w:rsid w:val="009448D8"/>
    <w:rsid w:val="009465A3"/>
    <w:rsid w:val="00947C1A"/>
    <w:rsid w:val="00951E16"/>
    <w:rsid w:val="00956190"/>
    <w:rsid w:val="009669CE"/>
    <w:rsid w:val="009814F8"/>
    <w:rsid w:val="00996652"/>
    <w:rsid w:val="009A19CF"/>
    <w:rsid w:val="009B5A1A"/>
    <w:rsid w:val="009C2912"/>
    <w:rsid w:val="009C6F19"/>
    <w:rsid w:val="009D0363"/>
    <w:rsid w:val="009D3D75"/>
    <w:rsid w:val="009D7A23"/>
    <w:rsid w:val="009E5C1A"/>
    <w:rsid w:val="00A10B5F"/>
    <w:rsid w:val="00A11181"/>
    <w:rsid w:val="00A22B43"/>
    <w:rsid w:val="00A2343E"/>
    <w:rsid w:val="00A25B58"/>
    <w:rsid w:val="00A42F29"/>
    <w:rsid w:val="00A45619"/>
    <w:rsid w:val="00A45DDA"/>
    <w:rsid w:val="00A54601"/>
    <w:rsid w:val="00A74A75"/>
    <w:rsid w:val="00A9476A"/>
    <w:rsid w:val="00A96BC4"/>
    <w:rsid w:val="00AD129E"/>
    <w:rsid w:val="00AF3ECB"/>
    <w:rsid w:val="00AF616D"/>
    <w:rsid w:val="00B027E8"/>
    <w:rsid w:val="00B071E0"/>
    <w:rsid w:val="00B139B3"/>
    <w:rsid w:val="00B15CD9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4A0D"/>
    <w:rsid w:val="00B95245"/>
    <w:rsid w:val="00B97404"/>
    <w:rsid w:val="00B97497"/>
    <w:rsid w:val="00BA2455"/>
    <w:rsid w:val="00BA79E3"/>
    <w:rsid w:val="00BB3AD0"/>
    <w:rsid w:val="00BC0510"/>
    <w:rsid w:val="00BD2EE3"/>
    <w:rsid w:val="00BF185F"/>
    <w:rsid w:val="00BF651D"/>
    <w:rsid w:val="00BF709F"/>
    <w:rsid w:val="00C07957"/>
    <w:rsid w:val="00C13529"/>
    <w:rsid w:val="00C14B4E"/>
    <w:rsid w:val="00C24D0B"/>
    <w:rsid w:val="00C3241E"/>
    <w:rsid w:val="00C34D97"/>
    <w:rsid w:val="00C40C3F"/>
    <w:rsid w:val="00C46C5B"/>
    <w:rsid w:val="00C50FA3"/>
    <w:rsid w:val="00C53B15"/>
    <w:rsid w:val="00C573A2"/>
    <w:rsid w:val="00C643E9"/>
    <w:rsid w:val="00C707F9"/>
    <w:rsid w:val="00C71EB3"/>
    <w:rsid w:val="00C7471F"/>
    <w:rsid w:val="00C86ADF"/>
    <w:rsid w:val="00C975EA"/>
    <w:rsid w:val="00CA10F7"/>
    <w:rsid w:val="00CA55B7"/>
    <w:rsid w:val="00CA7610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3105E"/>
    <w:rsid w:val="00E31749"/>
    <w:rsid w:val="00E5291C"/>
    <w:rsid w:val="00E55633"/>
    <w:rsid w:val="00E764BE"/>
    <w:rsid w:val="00E80E58"/>
    <w:rsid w:val="00E860F3"/>
    <w:rsid w:val="00EA3E68"/>
    <w:rsid w:val="00EB282D"/>
    <w:rsid w:val="00EB5251"/>
    <w:rsid w:val="00ED187C"/>
    <w:rsid w:val="00ED4BD5"/>
    <w:rsid w:val="00ED6322"/>
    <w:rsid w:val="00ED69D7"/>
    <w:rsid w:val="00EE4B04"/>
    <w:rsid w:val="00EE6C7D"/>
    <w:rsid w:val="00EF2CF0"/>
    <w:rsid w:val="00F0289B"/>
    <w:rsid w:val="00F02FE9"/>
    <w:rsid w:val="00F0338C"/>
    <w:rsid w:val="00F05539"/>
    <w:rsid w:val="00F0587C"/>
    <w:rsid w:val="00F21401"/>
    <w:rsid w:val="00F451A7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D7041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98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3</Pages>
  <Words>505</Words>
  <Characters>2879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50</cp:revision>
  <cp:lastPrinted>2017-10-25T13:03:00Z</cp:lastPrinted>
  <dcterms:created xsi:type="dcterms:W3CDTF">2014-11-12T06:47:00Z</dcterms:created>
  <dcterms:modified xsi:type="dcterms:W3CDTF">2020-12-29T12:29:00Z</dcterms:modified>
</cp:coreProperties>
</file>