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357" w:rsidRPr="00812ED7" w:rsidRDefault="003C7357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bookmarkStart w:id="0" w:name="sub_100"/>
      <w:r>
        <w:rPr>
          <w:bCs/>
          <w:sz w:val="28"/>
          <w:szCs w:val="28"/>
        </w:rPr>
        <w:t>П</w:t>
      </w:r>
      <w:bookmarkEnd w:id="0"/>
      <w:r>
        <w:rPr>
          <w:bCs/>
          <w:sz w:val="28"/>
          <w:szCs w:val="28"/>
        </w:rPr>
        <w:t>РИЛОЖЕНИЕ № 1</w:t>
      </w:r>
    </w:p>
    <w:p w:rsidR="003C7357" w:rsidRPr="00812ED7" w:rsidRDefault="003C7357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hyperlink w:anchor="sub_0" w:history="1">
        <w:r w:rsidRPr="00812ED7">
          <w:rPr>
            <w:bCs/>
            <w:sz w:val="28"/>
            <w:szCs w:val="28"/>
          </w:rPr>
          <w:t>постановлением</w:t>
        </w:r>
      </w:hyperlink>
      <w:r>
        <w:rPr>
          <w:bCs/>
          <w:sz w:val="28"/>
          <w:szCs w:val="28"/>
        </w:rPr>
        <w:t xml:space="preserve"> </w:t>
      </w:r>
      <w:r w:rsidRPr="00812ED7">
        <w:rPr>
          <w:bCs/>
          <w:sz w:val="28"/>
          <w:szCs w:val="28"/>
        </w:rPr>
        <w:t>администрации</w:t>
      </w:r>
    </w:p>
    <w:p w:rsidR="003C7357" w:rsidRPr="00812ED7" w:rsidRDefault="003C7357" w:rsidP="00D93E2C">
      <w:pPr>
        <w:tabs>
          <w:tab w:val="left" w:pos="5040"/>
          <w:tab w:val="left" w:pos="5220"/>
          <w:tab w:val="left" w:pos="5580"/>
        </w:tabs>
        <w:autoSpaceDE w:val="0"/>
        <w:autoSpaceDN w:val="0"/>
        <w:adjustRightInd w:val="0"/>
        <w:ind w:firstLine="414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Старотитаровского се</w:t>
      </w:r>
      <w:r w:rsidRPr="00812ED7">
        <w:rPr>
          <w:bCs/>
          <w:sz w:val="28"/>
          <w:szCs w:val="28"/>
        </w:rPr>
        <w:t>льского</w:t>
      </w:r>
      <w:r>
        <w:rPr>
          <w:bCs/>
          <w:sz w:val="28"/>
          <w:szCs w:val="28"/>
        </w:rPr>
        <w:t xml:space="preserve"> по</w:t>
      </w:r>
      <w:r w:rsidRPr="00812ED7">
        <w:rPr>
          <w:bCs/>
          <w:sz w:val="28"/>
          <w:szCs w:val="28"/>
        </w:rPr>
        <w:t>селения</w:t>
      </w:r>
    </w:p>
    <w:p w:rsidR="003C7357" w:rsidRPr="00812ED7" w:rsidRDefault="003C7357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 xml:space="preserve">Темрюкского </w:t>
      </w:r>
      <w:r w:rsidRPr="00812ED7">
        <w:rPr>
          <w:bCs/>
          <w:sz w:val="28"/>
          <w:szCs w:val="28"/>
        </w:rPr>
        <w:t xml:space="preserve"> района</w:t>
      </w:r>
    </w:p>
    <w:p w:rsidR="003C7357" w:rsidRPr="00812ED7" w:rsidRDefault="003C7357" w:rsidP="00D93E2C">
      <w:pPr>
        <w:autoSpaceDE w:val="0"/>
        <w:autoSpaceDN w:val="0"/>
        <w:adjustRightInd w:val="0"/>
        <w:ind w:firstLine="4678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812ED7">
        <w:rPr>
          <w:bCs/>
          <w:sz w:val="28"/>
          <w:szCs w:val="28"/>
        </w:rPr>
        <w:t xml:space="preserve">т </w:t>
      </w:r>
      <w:r>
        <w:rPr>
          <w:bCs/>
          <w:sz w:val="28"/>
          <w:szCs w:val="28"/>
        </w:rPr>
        <w:t xml:space="preserve">29.12.2020 г. </w:t>
      </w:r>
      <w:r w:rsidRPr="00812ED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258</w:t>
      </w:r>
    </w:p>
    <w:p w:rsidR="003C7357" w:rsidRDefault="003C7357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</w:p>
    <w:p w:rsidR="003C7357" w:rsidRDefault="003C7357" w:rsidP="00E20DC3">
      <w:pPr>
        <w:jc w:val="center"/>
        <w:rPr>
          <w:b/>
          <w:sz w:val="28"/>
          <w:szCs w:val="28"/>
        </w:rPr>
      </w:pPr>
    </w:p>
    <w:p w:rsidR="003C7357" w:rsidRPr="001B7EA2" w:rsidRDefault="003C7357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3C7357" w:rsidRPr="00633E85" w:rsidRDefault="003C7357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на 2020 год</w:t>
      </w:r>
    </w:p>
    <w:p w:rsidR="003C7357" w:rsidRPr="00937B5A" w:rsidRDefault="003C7357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3C7357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Default="003C73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3C7357" w:rsidRDefault="003C7357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Default="003C7357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3C73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Pr="00E159BA" w:rsidRDefault="003C7357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Default="003C7357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3C7357" w:rsidRDefault="003C7357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3C73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Default="003C73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3C7357" w:rsidRPr="00E159BA" w:rsidRDefault="003C73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Default="003C7357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 w:val="28"/>
                <w:szCs w:val="28"/>
              </w:rPr>
              <w:t>она, Темрюкского района, Кубани</w:t>
            </w:r>
          </w:p>
        </w:tc>
      </w:tr>
      <w:tr w:rsidR="003C73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Default="003C7357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3C7357" w:rsidRPr="00E159BA" w:rsidRDefault="003C73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Pr="00E1191E" w:rsidRDefault="003C7357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3C7357" w:rsidRDefault="003C7357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3C7357" w:rsidRDefault="003C7357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3C7357" w:rsidRPr="001262FF" w:rsidRDefault="003C7357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</w:p>
        </w:tc>
      </w:tr>
      <w:tr w:rsidR="003C73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Pr="00E159BA" w:rsidRDefault="003C7357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Pr="00D93E2C" w:rsidRDefault="003C7357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D93E2C">
              <w:rPr>
                <w:sz w:val="28"/>
                <w:szCs w:val="28"/>
              </w:rPr>
              <w:t>ень памяти о россиянах, исполнявший служебный долг за пределами Отечества</w:t>
            </w:r>
            <w:r>
              <w:rPr>
                <w:sz w:val="28"/>
                <w:szCs w:val="28"/>
              </w:rPr>
              <w:t>;</w:t>
            </w:r>
          </w:p>
          <w:p w:rsidR="003C7357" w:rsidRDefault="003C7357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7C7A8D">
              <w:rPr>
                <w:sz w:val="28"/>
                <w:szCs w:val="28"/>
              </w:rPr>
              <w:t>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3C7357" w:rsidRPr="00D93E2C" w:rsidRDefault="003C7357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3E2C">
              <w:rPr>
                <w:sz w:val="28"/>
                <w:szCs w:val="28"/>
              </w:rPr>
              <w:t>приобретение  венков и цветов к траурным мероприятиям</w:t>
            </w:r>
            <w:r>
              <w:rPr>
                <w:sz w:val="28"/>
                <w:szCs w:val="28"/>
              </w:rPr>
              <w:t>;</w:t>
            </w:r>
          </w:p>
          <w:p w:rsidR="003C7357" w:rsidRDefault="003C7357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7C7A8D">
              <w:rPr>
                <w:sz w:val="28"/>
                <w:szCs w:val="28"/>
              </w:rPr>
              <w:t>азработка макета, изготовление и монтаж баннера</w:t>
            </w:r>
            <w:r>
              <w:rPr>
                <w:sz w:val="28"/>
                <w:szCs w:val="28"/>
              </w:rPr>
              <w:t>;</w:t>
            </w:r>
          </w:p>
          <w:p w:rsidR="003C7357" w:rsidRDefault="003C7357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поздравительных открыток;</w:t>
            </w:r>
          </w:p>
          <w:p w:rsidR="003C7357" w:rsidRDefault="003C7357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цветов;</w:t>
            </w:r>
          </w:p>
          <w:p w:rsidR="003C7357" w:rsidRDefault="003C7357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международная акция «Сад памяти»;</w:t>
            </w:r>
          </w:p>
          <w:p w:rsidR="003C7357" w:rsidRPr="007C7A8D" w:rsidRDefault="003C7357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монтаж флагов Российской Федерации</w:t>
            </w:r>
          </w:p>
        </w:tc>
      </w:tr>
      <w:tr w:rsidR="003C73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Pr="00E159BA" w:rsidRDefault="003C73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Pr="008C4260" w:rsidRDefault="003C7357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3C7357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Default="003C7357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3C7357" w:rsidRPr="00E159BA" w:rsidRDefault="003C7357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57" w:rsidRPr="00074972" w:rsidRDefault="003C7357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81,2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3C7357" w:rsidRPr="00C47E0F" w:rsidRDefault="003C7357" w:rsidP="00C47E0F">
      <w:pPr>
        <w:spacing w:line="240" w:lineRule="atLeast"/>
        <w:jc w:val="center"/>
        <w:rPr>
          <w:b/>
          <w:sz w:val="28"/>
          <w:szCs w:val="28"/>
        </w:rPr>
      </w:pPr>
      <w:r w:rsidRPr="0061677C">
        <w:br/>
      </w: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3C7357" w:rsidRDefault="003C7357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C7357" w:rsidRPr="00AD2E60" w:rsidRDefault="003C7357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81,2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3C7357" w:rsidRDefault="003C7357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3C7357" w:rsidRPr="00463E7C" w:rsidTr="00D24DAD">
        <w:tc>
          <w:tcPr>
            <w:tcW w:w="3888" w:type="dxa"/>
            <w:vMerge w:val="restart"/>
            <w:vAlign w:val="center"/>
          </w:tcPr>
          <w:p w:rsidR="003C7357" w:rsidRPr="00463E7C" w:rsidRDefault="003C7357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3C7357" w:rsidRPr="00463E7C" w:rsidRDefault="003C7357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3C7357" w:rsidRPr="00463E7C" w:rsidTr="00D24DAD">
        <w:tc>
          <w:tcPr>
            <w:tcW w:w="3888" w:type="dxa"/>
            <w:vMerge/>
          </w:tcPr>
          <w:p w:rsidR="003C7357" w:rsidRPr="00463E7C" w:rsidRDefault="003C7357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3C7357" w:rsidRPr="00463E7C" w:rsidRDefault="003C7357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3C7357" w:rsidRPr="00463E7C" w:rsidRDefault="003C7357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3C7357" w:rsidRPr="00463E7C" w:rsidTr="00D24DAD">
        <w:tc>
          <w:tcPr>
            <w:tcW w:w="3888" w:type="dxa"/>
            <w:vMerge/>
          </w:tcPr>
          <w:p w:rsidR="003C7357" w:rsidRPr="00463E7C" w:rsidRDefault="003C7357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3C7357" w:rsidRPr="00463E7C" w:rsidRDefault="003C7357" w:rsidP="00D24DAD">
            <w:pPr>
              <w:jc w:val="center"/>
            </w:pPr>
          </w:p>
        </w:tc>
        <w:tc>
          <w:tcPr>
            <w:tcW w:w="1403" w:type="dxa"/>
          </w:tcPr>
          <w:p w:rsidR="003C7357" w:rsidRPr="00463E7C" w:rsidRDefault="003C7357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3C7357" w:rsidRPr="00463E7C" w:rsidRDefault="003C7357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3C7357" w:rsidRPr="00463E7C" w:rsidRDefault="003C7357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3C7357" w:rsidRPr="00463E7C" w:rsidRDefault="003C7357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3C7357" w:rsidRPr="00463E7C" w:rsidTr="00D24DAD">
        <w:tc>
          <w:tcPr>
            <w:tcW w:w="3888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1006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1403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1215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1260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992" w:type="dxa"/>
          </w:tcPr>
          <w:p w:rsidR="003C7357" w:rsidRPr="00463E7C" w:rsidRDefault="003C7357" w:rsidP="00D24DAD">
            <w:pPr>
              <w:jc w:val="both"/>
            </w:pPr>
          </w:p>
        </w:tc>
      </w:tr>
      <w:tr w:rsidR="003C7357" w:rsidRPr="00463E7C" w:rsidTr="00D24DAD">
        <w:tc>
          <w:tcPr>
            <w:tcW w:w="9764" w:type="dxa"/>
            <w:gridSpan w:val="6"/>
          </w:tcPr>
          <w:p w:rsidR="003C7357" w:rsidRPr="00463E7C" w:rsidRDefault="003C7357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3C7357" w:rsidRPr="00463E7C" w:rsidTr="00D24DAD">
        <w:tc>
          <w:tcPr>
            <w:tcW w:w="3888" w:type="dxa"/>
          </w:tcPr>
          <w:p w:rsidR="003C7357" w:rsidRPr="00463E7C" w:rsidRDefault="003C7357" w:rsidP="00D24DAD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1403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1215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1260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992" w:type="dxa"/>
          </w:tcPr>
          <w:p w:rsidR="003C7357" w:rsidRPr="00463E7C" w:rsidRDefault="003C7357" w:rsidP="00D24DAD">
            <w:pPr>
              <w:jc w:val="both"/>
            </w:pPr>
          </w:p>
        </w:tc>
      </w:tr>
      <w:tr w:rsidR="003C7357" w:rsidRPr="00463E7C" w:rsidTr="00D24DAD">
        <w:tc>
          <w:tcPr>
            <w:tcW w:w="3888" w:type="dxa"/>
          </w:tcPr>
          <w:p w:rsidR="003C7357" w:rsidRPr="00463E7C" w:rsidRDefault="003C7357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3C7357" w:rsidRPr="00463E7C" w:rsidRDefault="003C7357" w:rsidP="00D24DAD">
            <w:pPr>
              <w:jc w:val="center"/>
            </w:pPr>
            <w:r>
              <w:t>81,2</w:t>
            </w:r>
          </w:p>
        </w:tc>
        <w:tc>
          <w:tcPr>
            <w:tcW w:w="1403" w:type="dxa"/>
            <w:vAlign w:val="center"/>
          </w:tcPr>
          <w:p w:rsidR="003C7357" w:rsidRPr="00463E7C" w:rsidRDefault="003C7357" w:rsidP="00D24DAD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3C7357" w:rsidRPr="00463E7C" w:rsidRDefault="003C7357" w:rsidP="00D24DAD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3C7357" w:rsidRPr="00463E7C" w:rsidRDefault="003C7357" w:rsidP="00D24DAD">
            <w:pPr>
              <w:jc w:val="center"/>
            </w:pPr>
            <w:r>
              <w:t>81,2</w:t>
            </w:r>
          </w:p>
        </w:tc>
        <w:tc>
          <w:tcPr>
            <w:tcW w:w="992" w:type="dxa"/>
            <w:vAlign w:val="center"/>
          </w:tcPr>
          <w:p w:rsidR="003C7357" w:rsidRPr="00463E7C" w:rsidRDefault="003C7357" w:rsidP="00D24DAD">
            <w:pPr>
              <w:jc w:val="center"/>
            </w:pPr>
            <w:r w:rsidRPr="00463E7C">
              <w:t>0,0</w:t>
            </w:r>
          </w:p>
        </w:tc>
      </w:tr>
      <w:tr w:rsidR="003C7357" w:rsidRPr="00463E7C" w:rsidTr="00D24DAD">
        <w:tc>
          <w:tcPr>
            <w:tcW w:w="3888" w:type="dxa"/>
          </w:tcPr>
          <w:p w:rsidR="003C7357" w:rsidRPr="00463E7C" w:rsidRDefault="003C7357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3C7357" w:rsidRPr="00463E7C" w:rsidRDefault="003C7357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3C7357" w:rsidRPr="00463E7C" w:rsidRDefault="003C7357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3C7357" w:rsidRPr="00463E7C" w:rsidRDefault="003C7357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3C7357" w:rsidRPr="00463E7C" w:rsidRDefault="003C7357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3C7357" w:rsidRPr="00463E7C" w:rsidRDefault="003C7357" w:rsidP="00D24DAD">
            <w:pPr>
              <w:jc w:val="center"/>
            </w:pPr>
          </w:p>
        </w:tc>
      </w:tr>
    </w:tbl>
    <w:p w:rsidR="003C7357" w:rsidRDefault="003C7357" w:rsidP="001211B7"/>
    <w:p w:rsidR="003C7357" w:rsidRDefault="003C7357" w:rsidP="001211B7"/>
    <w:p w:rsidR="003C7357" w:rsidRDefault="003C7357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3C7357" w:rsidRDefault="003C7357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3C7357" w:rsidSect="007929B2">
      <w:headerReference w:type="even" r:id="rId7"/>
      <w:headerReference w:type="default" r:id="rId8"/>
      <w:pgSz w:w="11906" w:h="16838" w:code="9"/>
      <w:pgMar w:top="53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357" w:rsidRDefault="003C7357">
      <w:r>
        <w:separator/>
      </w:r>
    </w:p>
  </w:endnote>
  <w:endnote w:type="continuationSeparator" w:id="0">
    <w:p w:rsidR="003C7357" w:rsidRDefault="003C7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357" w:rsidRDefault="003C7357">
      <w:r>
        <w:separator/>
      </w:r>
    </w:p>
  </w:footnote>
  <w:footnote w:type="continuationSeparator" w:id="0">
    <w:p w:rsidR="003C7357" w:rsidRDefault="003C7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357" w:rsidRDefault="003C7357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7357" w:rsidRDefault="003C73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357" w:rsidRDefault="003C7357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C7357" w:rsidRDefault="003C73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16FFE"/>
    <w:rsid w:val="00033748"/>
    <w:rsid w:val="000359F2"/>
    <w:rsid w:val="00045672"/>
    <w:rsid w:val="0005242A"/>
    <w:rsid w:val="00053ECE"/>
    <w:rsid w:val="00061976"/>
    <w:rsid w:val="00065B7B"/>
    <w:rsid w:val="00074972"/>
    <w:rsid w:val="000769A8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34FA"/>
    <w:rsid w:val="001262FF"/>
    <w:rsid w:val="0013016D"/>
    <w:rsid w:val="00131841"/>
    <w:rsid w:val="00134D3D"/>
    <w:rsid w:val="00144552"/>
    <w:rsid w:val="00153FED"/>
    <w:rsid w:val="00157CDA"/>
    <w:rsid w:val="001617DD"/>
    <w:rsid w:val="0017465C"/>
    <w:rsid w:val="00190A82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72EDB"/>
    <w:rsid w:val="00380815"/>
    <w:rsid w:val="00381C46"/>
    <w:rsid w:val="003914E6"/>
    <w:rsid w:val="003A2CE8"/>
    <w:rsid w:val="003B160C"/>
    <w:rsid w:val="003C7357"/>
    <w:rsid w:val="003F0022"/>
    <w:rsid w:val="003F0129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2A4"/>
    <w:rsid w:val="004524DD"/>
    <w:rsid w:val="0045724B"/>
    <w:rsid w:val="00463E7C"/>
    <w:rsid w:val="00464910"/>
    <w:rsid w:val="00471E8C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E94"/>
    <w:rsid w:val="004B2921"/>
    <w:rsid w:val="004C364D"/>
    <w:rsid w:val="004C4E79"/>
    <w:rsid w:val="004D5DDB"/>
    <w:rsid w:val="004D754D"/>
    <w:rsid w:val="004E2AAD"/>
    <w:rsid w:val="004E374A"/>
    <w:rsid w:val="004E515E"/>
    <w:rsid w:val="00501660"/>
    <w:rsid w:val="0051694D"/>
    <w:rsid w:val="00525D57"/>
    <w:rsid w:val="00526F87"/>
    <w:rsid w:val="005315D2"/>
    <w:rsid w:val="00535879"/>
    <w:rsid w:val="00540585"/>
    <w:rsid w:val="005659DF"/>
    <w:rsid w:val="00565A1F"/>
    <w:rsid w:val="00566B1F"/>
    <w:rsid w:val="00576EC6"/>
    <w:rsid w:val="005804F4"/>
    <w:rsid w:val="00582E27"/>
    <w:rsid w:val="00582EA2"/>
    <w:rsid w:val="005846E6"/>
    <w:rsid w:val="0058687D"/>
    <w:rsid w:val="00586CD5"/>
    <w:rsid w:val="005949EE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0358"/>
    <w:rsid w:val="00671C3F"/>
    <w:rsid w:val="00673BB0"/>
    <w:rsid w:val="00682108"/>
    <w:rsid w:val="006B50C0"/>
    <w:rsid w:val="006B6478"/>
    <w:rsid w:val="006C537C"/>
    <w:rsid w:val="006D1277"/>
    <w:rsid w:val="006E55CE"/>
    <w:rsid w:val="006F2556"/>
    <w:rsid w:val="00710651"/>
    <w:rsid w:val="007142AF"/>
    <w:rsid w:val="007218EF"/>
    <w:rsid w:val="007255F3"/>
    <w:rsid w:val="00734CFA"/>
    <w:rsid w:val="007631C3"/>
    <w:rsid w:val="00770BD1"/>
    <w:rsid w:val="007825BE"/>
    <w:rsid w:val="007847EC"/>
    <w:rsid w:val="007929B2"/>
    <w:rsid w:val="007A6059"/>
    <w:rsid w:val="007C3AE6"/>
    <w:rsid w:val="007C7A8D"/>
    <w:rsid w:val="007D7478"/>
    <w:rsid w:val="00812ED7"/>
    <w:rsid w:val="0082205F"/>
    <w:rsid w:val="00832909"/>
    <w:rsid w:val="0083373A"/>
    <w:rsid w:val="00853D0A"/>
    <w:rsid w:val="008547B3"/>
    <w:rsid w:val="00854B45"/>
    <w:rsid w:val="0085620E"/>
    <w:rsid w:val="008571C5"/>
    <w:rsid w:val="0086147F"/>
    <w:rsid w:val="00887BF3"/>
    <w:rsid w:val="00890826"/>
    <w:rsid w:val="00890D6D"/>
    <w:rsid w:val="00896527"/>
    <w:rsid w:val="008C4260"/>
    <w:rsid w:val="008C436F"/>
    <w:rsid w:val="008C5376"/>
    <w:rsid w:val="008D2950"/>
    <w:rsid w:val="008D7420"/>
    <w:rsid w:val="0090601B"/>
    <w:rsid w:val="00914505"/>
    <w:rsid w:val="00922A9E"/>
    <w:rsid w:val="00926C06"/>
    <w:rsid w:val="00931564"/>
    <w:rsid w:val="00932019"/>
    <w:rsid w:val="00937B5A"/>
    <w:rsid w:val="00992365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67071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D7FD4"/>
    <w:rsid w:val="00AE30AD"/>
    <w:rsid w:val="00AF0C4F"/>
    <w:rsid w:val="00AF55E9"/>
    <w:rsid w:val="00B10FDD"/>
    <w:rsid w:val="00B139DC"/>
    <w:rsid w:val="00B16C73"/>
    <w:rsid w:val="00B27694"/>
    <w:rsid w:val="00B55799"/>
    <w:rsid w:val="00B67D22"/>
    <w:rsid w:val="00B70388"/>
    <w:rsid w:val="00B73CDD"/>
    <w:rsid w:val="00B741A9"/>
    <w:rsid w:val="00BB7ABC"/>
    <w:rsid w:val="00BC795D"/>
    <w:rsid w:val="00BD2886"/>
    <w:rsid w:val="00BE7352"/>
    <w:rsid w:val="00C037B6"/>
    <w:rsid w:val="00C07957"/>
    <w:rsid w:val="00C17E19"/>
    <w:rsid w:val="00C25977"/>
    <w:rsid w:val="00C26C05"/>
    <w:rsid w:val="00C3417C"/>
    <w:rsid w:val="00C426B9"/>
    <w:rsid w:val="00C4514C"/>
    <w:rsid w:val="00C47E0F"/>
    <w:rsid w:val="00C52B4D"/>
    <w:rsid w:val="00C56266"/>
    <w:rsid w:val="00C60704"/>
    <w:rsid w:val="00C7200F"/>
    <w:rsid w:val="00C80EBE"/>
    <w:rsid w:val="00C95FDE"/>
    <w:rsid w:val="00CA1970"/>
    <w:rsid w:val="00CB1E86"/>
    <w:rsid w:val="00CB4FA3"/>
    <w:rsid w:val="00CF0FDA"/>
    <w:rsid w:val="00D04261"/>
    <w:rsid w:val="00D074A9"/>
    <w:rsid w:val="00D10024"/>
    <w:rsid w:val="00D14A19"/>
    <w:rsid w:val="00D24DAD"/>
    <w:rsid w:val="00D26CAD"/>
    <w:rsid w:val="00D346A4"/>
    <w:rsid w:val="00D35EBD"/>
    <w:rsid w:val="00D4308D"/>
    <w:rsid w:val="00D44B3D"/>
    <w:rsid w:val="00D54FD6"/>
    <w:rsid w:val="00D90568"/>
    <w:rsid w:val="00D93E2C"/>
    <w:rsid w:val="00DC38BD"/>
    <w:rsid w:val="00DC7C2A"/>
    <w:rsid w:val="00DD1EF0"/>
    <w:rsid w:val="00DD28E2"/>
    <w:rsid w:val="00DE01A2"/>
    <w:rsid w:val="00DE591E"/>
    <w:rsid w:val="00DF557F"/>
    <w:rsid w:val="00E01450"/>
    <w:rsid w:val="00E031B7"/>
    <w:rsid w:val="00E10EB0"/>
    <w:rsid w:val="00E1191E"/>
    <w:rsid w:val="00E12D16"/>
    <w:rsid w:val="00E159BA"/>
    <w:rsid w:val="00E20DC3"/>
    <w:rsid w:val="00E22B32"/>
    <w:rsid w:val="00E40609"/>
    <w:rsid w:val="00E43569"/>
    <w:rsid w:val="00E46257"/>
    <w:rsid w:val="00E474E8"/>
    <w:rsid w:val="00E622E7"/>
    <w:rsid w:val="00E70E5D"/>
    <w:rsid w:val="00E80D37"/>
    <w:rsid w:val="00E80EED"/>
    <w:rsid w:val="00E85040"/>
    <w:rsid w:val="00EA325A"/>
    <w:rsid w:val="00EB6B45"/>
    <w:rsid w:val="00EC7FD8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52AF1"/>
    <w:rsid w:val="00F6488E"/>
    <w:rsid w:val="00F64AF7"/>
    <w:rsid w:val="00F65A9D"/>
    <w:rsid w:val="00F708FA"/>
    <w:rsid w:val="00F715F7"/>
    <w:rsid w:val="00FA7926"/>
    <w:rsid w:val="00FC0626"/>
    <w:rsid w:val="00FC0AEB"/>
    <w:rsid w:val="00FC3BBA"/>
    <w:rsid w:val="00FD19EB"/>
    <w:rsid w:val="00FD709A"/>
    <w:rsid w:val="00FE10E4"/>
    <w:rsid w:val="00FE5149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25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25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388</Words>
  <Characters>2215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53</cp:revision>
  <cp:lastPrinted>2017-10-24T12:14:00Z</cp:lastPrinted>
  <dcterms:created xsi:type="dcterms:W3CDTF">2017-09-28T11:11:00Z</dcterms:created>
  <dcterms:modified xsi:type="dcterms:W3CDTF">2020-12-29T12:35:00Z</dcterms:modified>
</cp:coreProperties>
</file>