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29.12.2020 г. № 257</w:t>
      </w:r>
    </w:p>
    <w:p w:rsidR="00BD2C2A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2C2A" w:rsidRPr="00BB7DB1" w:rsidRDefault="00BD2C2A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D2C2A" w:rsidRPr="00B73C78" w:rsidRDefault="00BD2C2A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D2C2A" w:rsidRDefault="00BD2C2A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BD2C2A" w:rsidRDefault="00BD2C2A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BD2C2A" w:rsidRDefault="00BD2C2A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BD2C2A" w:rsidRPr="00F971B5" w:rsidRDefault="00BD2C2A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BD2C2A" w:rsidRPr="00F971B5" w:rsidRDefault="00BD2C2A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на 2020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BD2C2A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D2C2A" w:rsidRPr="00CA4C97" w:rsidRDefault="00BD2C2A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05.11.2019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338</w:t>
            </w:r>
          </w:p>
          <w:p w:rsidR="00BD2C2A" w:rsidRDefault="00BD2C2A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D2C2A" w:rsidRDefault="00BD2C2A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D2C2A" w:rsidRPr="00F971B5" w:rsidRDefault="00BD2C2A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2020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D2C2A" w:rsidRDefault="00BD2C2A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260"/>
              <w:gridCol w:w="52"/>
              <w:gridCol w:w="668"/>
              <w:gridCol w:w="180"/>
              <w:gridCol w:w="1260"/>
              <w:gridCol w:w="2160"/>
            </w:tblGrid>
            <w:tr w:rsidR="00BD2C2A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BD2C2A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E5501" w:rsidRDefault="00BD2C2A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BD2C2A" w:rsidRPr="008A308E" w:rsidRDefault="00BD2C2A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BD2C2A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E5501" w:rsidRDefault="00BD2C2A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BD2C2A" w:rsidRPr="00EE5501" w:rsidRDefault="00BD2C2A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D2C2A" w:rsidRPr="00EE5501" w:rsidRDefault="00BD2C2A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BD2C2A" w:rsidRPr="00EE5501" w:rsidRDefault="00BD2C2A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D2C2A" w:rsidRPr="00EE5501" w:rsidRDefault="00BD2C2A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BD2C2A" w:rsidRPr="00EE5501" w:rsidRDefault="00BD2C2A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BD2C2A" w:rsidRPr="008A308E" w:rsidRDefault="00BD2C2A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BD2C2A" w:rsidTr="00E058D9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B45B21" w:rsidRDefault="00BD2C2A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5 889,6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5 889,6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D65B41" w:rsidRDefault="00BD2C2A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BD2C2A" w:rsidRPr="008B3FC1" w:rsidRDefault="00BD2C2A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BD2C2A" w:rsidTr="00E058D9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BD2C2A" w:rsidRPr="00213E07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D65B41" w:rsidRDefault="00BD2C2A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BD2C2A" w:rsidRDefault="00BD2C2A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BD2C2A" w:rsidRPr="00D518EA" w:rsidRDefault="00BD2C2A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E058D9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подписка на периодические издания, автострахование</w:t>
                  </w:r>
                </w:p>
                <w:p w:rsidR="00BD2C2A" w:rsidRPr="00213E07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46,9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46,9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D65B41" w:rsidRDefault="00BD2C2A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BD2C2A" w:rsidRPr="008B3FC1" w:rsidRDefault="00BD2C2A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E058D9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BD2C2A" w:rsidRPr="00213E07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208,2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208,2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D65B41" w:rsidRDefault="00BD2C2A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BD2C2A" w:rsidRPr="008B3FC1" w:rsidRDefault="00BD2C2A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E058D9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213E07" w:rsidRDefault="00BD2C2A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спец оценка условий рабочих мест)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172,1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172,1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D65B41" w:rsidRDefault="00BD2C2A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BD2C2A" w:rsidRPr="008B3FC1" w:rsidRDefault="00BD2C2A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BD2C2A" w:rsidTr="003331D3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6 620,3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6 620,3</w:t>
                  </w: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C2A" w:rsidRPr="00EC544E" w:rsidRDefault="00BD2C2A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D2C2A" w:rsidRDefault="00BD2C2A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D2C2A" w:rsidRPr="00043F79" w:rsidRDefault="00BD2C2A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BD2C2A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BD2C2A" w:rsidRDefault="00BD2C2A" w:rsidP="00D65B41">
            <w:pPr>
              <w:pStyle w:val="a3"/>
              <w:ind w:left="72" w:right="-108" w:hanging="72"/>
            </w:pPr>
          </w:p>
        </w:tc>
      </w:tr>
    </w:tbl>
    <w:p w:rsidR="00BD2C2A" w:rsidRPr="009E3E21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BD2C2A" w:rsidRPr="009E3E21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D2C2A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BD2C2A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D2C2A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D2C2A" w:rsidRDefault="00BD2C2A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2C2A" w:rsidRPr="009E3E21" w:rsidRDefault="00BD2C2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BD2C2A" w:rsidRPr="009E3E21" w:rsidSect="00C619CD">
      <w:headerReference w:type="default" r:id="rId7"/>
      <w:pgSz w:w="16840" w:h="11907" w:orient="landscape" w:code="9"/>
      <w:pgMar w:top="1797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C2A" w:rsidRDefault="00BD2C2A">
      <w:r>
        <w:separator/>
      </w:r>
    </w:p>
  </w:endnote>
  <w:endnote w:type="continuationSeparator" w:id="0">
    <w:p w:rsidR="00BD2C2A" w:rsidRDefault="00BD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C2A" w:rsidRDefault="00BD2C2A">
      <w:r>
        <w:separator/>
      </w:r>
    </w:p>
  </w:footnote>
  <w:footnote w:type="continuationSeparator" w:id="0">
    <w:p w:rsidR="00BD2C2A" w:rsidRDefault="00BD2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2A" w:rsidRDefault="00BD2C2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2C2A" w:rsidRDefault="00BD2C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6685C"/>
    <w:rsid w:val="0008186C"/>
    <w:rsid w:val="00083DC5"/>
    <w:rsid w:val="00091270"/>
    <w:rsid w:val="0009408B"/>
    <w:rsid w:val="000A2DCB"/>
    <w:rsid w:val="000B60A1"/>
    <w:rsid w:val="000C13B0"/>
    <w:rsid w:val="000D18D7"/>
    <w:rsid w:val="000D3DCD"/>
    <w:rsid w:val="000D464E"/>
    <w:rsid w:val="000E625F"/>
    <w:rsid w:val="000E75E6"/>
    <w:rsid w:val="000F4B5E"/>
    <w:rsid w:val="00101F21"/>
    <w:rsid w:val="00103633"/>
    <w:rsid w:val="00105934"/>
    <w:rsid w:val="001135D6"/>
    <w:rsid w:val="00115531"/>
    <w:rsid w:val="00117AE8"/>
    <w:rsid w:val="001329B3"/>
    <w:rsid w:val="00134C5C"/>
    <w:rsid w:val="00141465"/>
    <w:rsid w:val="001424F4"/>
    <w:rsid w:val="001560B5"/>
    <w:rsid w:val="0016276F"/>
    <w:rsid w:val="00162FBA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33D2F"/>
    <w:rsid w:val="00241AD2"/>
    <w:rsid w:val="002442F5"/>
    <w:rsid w:val="00246E75"/>
    <w:rsid w:val="002470D0"/>
    <w:rsid w:val="002569A3"/>
    <w:rsid w:val="002613D3"/>
    <w:rsid w:val="00296AFC"/>
    <w:rsid w:val="002A0B28"/>
    <w:rsid w:val="002C7281"/>
    <w:rsid w:val="002D3993"/>
    <w:rsid w:val="002D7464"/>
    <w:rsid w:val="002E26F0"/>
    <w:rsid w:val="0030427E"/>
    <w:rsid w:val="003234FB"/>
    <w:rsid w:val="00330456"/>
    <w:rsid w:val="003331D3"/>
    <w:rsid w:val="00335FBF"/>
    <w:rsid w:val="00341333"/>
    <w:rsid w:val="00347146"/>
    <w:rsid w:val="00365218"/>
    <w:rsid w:val="00371319"/>
    <w:rsid w:val="003832F3"/>
    <w:rsid w:val="00387BE9"/>
    <w:rsid w:val="0039254F"/>
    <w:rsid w:val="003C70FC"/>
    <w:rsid w:val="003D076F"/>
    <w:rsid w:val="003D7EFE"/>
    <w:rsid w:val="003E661A"/>
    <w:rsid w:val="00402439"/>
    <w:rsid w:val="00403534"/>
    <w:rsid w:val="004123BE"/>
    <w:rsid w:val="00424395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B4179"/>
    <w:rsid w:val="004C1660"/>
    <w:rsid w:val="004C3D5B"/>
    <w:rsid w:val="004C4DB5"/>
    <w:rsid w:val="004D54A5"/>
    <w:rsid w:val="004E1687"/>
    <w:rsid w:val="004F5CD8"/>
    <w:rsid w:val="004F68E2"/>
    <w:rsid w:val="00514CFD"/>
    <w:rsid w:val="00520029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0F69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978EF"/>
    <w:rsid w:val="007A6384"/>
    <w:rsid w:val="007B34C4"/>
    <w:rsid w:val="007B39C8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4570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97948"/>
    <w:rsid w:val="009A0015"/>
    <w:rsid w:val="009A58C1"/>
    <w:rsid w:val="009C247B"/>
    <w:rsid w:val="009C3050"/>
    <w:rsid w:val="009C6C54"/>
    <w:rsid w:val="009C79FC"/>
    <w:rsid w:val="009D4504"/>
    <w:rsid w:val="009D6288"/>
    <w:rsid w:val="009D7D7F"/>
    <w:rsid w:val="009E3D8F"/>
    <w:rsid w:val="009E3E21"/>
    <w:rsid w:val="009E657C"/>
    <w:rsid w:val="009F2DB2"/>
    <w:rsid w:val="009F38FC"/>
    <w:rsid w:val="009F7276"/>
    <w:rsid w:val="00A003D6"/>
    <w:rsid w:val="00A05F87"/>
    <w:rsid w:val="00A10969"/>
    <w:rsid w:val="00A1695C"/>
    <w:rsid w:val="00A2245E"/>
    <w:rsid w:val="00A26DD5"/>
    <w:rsid w:val="00A31B98"/>
    <w:rsid w:val="00A36A1F"/>
    <w:rsid w:val="00A3740B"/>
    <w:rsid w:val="00A47ECC"/>
    <w:rsid w:val="00A571AD"/>
    <w:rsid w:val="00A61F37"/>
    <w:rsid w:val="00A65613"/>
    <w:rsid w:val="00A874EA"/>
    <w:rsid w:val="00A87FA6"/>
    <w:rsid w:val="00AA0281"/>
    <w:rsid w:val="00AA44E6"/>
    <w:rsid w:val="00AB1A21"/>
    <w:rsid w:val="00AD1ACE"/>
    <w:rsid w:val="00AD28C1"/>
    <w:rsid w:val="00AD3B9F"/>
    <w:rsid w:val="00AF1D20"/>
    <w:rsid w:val="00B06BE3"/>
    <w:rsid w:val="00B11BB8"/>
    <w:rsid w:val="00B3734A"/>
    <w:rsid w:val="00B4520A"/>
    <w:rsid w:val="00B45B21"/>
    <w:rsid w:val="00B54883"/>
    <w:rsid w:val="00B6664D"/>
    <w:rsid w:val="00B73C78"/>
    <w:rsid w:val="00B73D0F"/>
    <w:rsid w:val="00B7448D"/>
    <w:rsid w:val="00B76DE8"/>
    <w:rsid w:val="00B8732B"/>
    <w:rsid w:val="00B91C4A"/>
    <w:rsid w:val="00BA1B07"/>
    <w:rsid w:val="00BB2CE2"/>
    <w:rsid w:val="00BB7DB1"/>
    <w:rsid w:val="00BC2657"/>
    <w:rsid w:val="00BD0C0A"/>
    <w:rsid w:val="00BD2C2A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19CD"/>
    <w:rsid w:val="00C63F11"/>
    <w:rsid w:val="00C8736B"/>
    <w:rsid w:val="00C97828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210C"/>
    <w:rsid w:val="00D8394A"/>
    <w:rsid w:val="00D91C0D"/>
    <w:rsid w:val="00D945B2"/>
    <w:rsid w:val="00DA0A23"/>
    <w:rsid w:val="00DA7648"/>
    <w:rsid w:val="00DB0824"/>
    <w:rsid w:val="00DB66F9"/>
    <w:rsid w:val="00DC483E"/>
    <w:rsid w:val="00DC4CC5"/>
    <w:rsid w:val="00DE02F8"/>
    <w:rsid w:val="00E02BC4"/>
    <w:rsid w:val="00E058D9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2C09"/>
    <w:rsid w:val="00EA7C72"/>
    <w:rsid w:val="00EB3538"/>
    <w:rsid w:val="00EC3760"/>
    <w:rsid w:val="00EC544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6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3</Pages>
  <Words>476</Words>
  <Characters>2717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54</cp:revision>
  <cp:lastPrinted>2020-12-28T08:47:00Z</cp:lastPrinted>
  <dcterms:created xsi:type="dcterms:W3CDTF">2014-11-12T06:48:00Z</dcterms:created>
  <dcterms:modified xsi:type="dcterms:W3CDTF">2020-12-29T12:38:00Z</dcterms:modified>
</cp:coreProperties>
</file>