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6C2" w:rsidRPr="00C36DC8" w:rsidRDefault="000906C2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  <w:r>
        <w:rPr>
          <w:rFonts w:ascii="Times New Roman" w:hAnsi="Times New Roman"/>
          <w:spacing w:val="-12"/>
          <w:sz w:val="28"/>
          <w:szCs w:val="28"/>
        </w:rPr>
        <w:t xml:space="preserve"> № 2</w:t>
      </w:r>
    </w:p>
    <w:p w:rsidR="000906C2" w:rsidRPr="00C36DC8" w:rsidRDefault="000906C2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к </w:t>
      </w:r>
      <w:r w:rsidRPr="00C36DC8">
        <w:rPr>
          <w:rFonts w:ascii="Times New Roman" w:hAnsi="Times New Roman"/>
          <w:spacing w:val="-12"/>
          <w:sz w:val="28"/>
          <w:szCs w:val="28"/>
        </w:rPr>
        <w:t>постановлени</w:t>
      </w:r>
      <w:r>
        <w:rPr>
          <w:rFonts w:ascii="Times New Roman" w:hAnsi="Times New Roman"/>
          <w:spacing w:val="-12"/>
          <w:sz w:val="28"/>
          <w:szCs w:val="28"/>
        </w:rPr>
        <w:t>ю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 администрации</w:t>
      </w:r>
    </w:p>
    <w:p w:rsidR="000906C2" w:rsidRPr="00C36DC8" w:rsidRDefault="000906C2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Старотитаровского </w:t>
      </w:r>
      <w:r w:rsidRPr="00C36DC8">
        <w:rPr>
          <w:rFonts w:ascii="Times New Roman" w:hAnsi="Times New Roman"/>
          <w:spacing w:val="-12"/>
          <w:sz w:val="28"/>
          <w:szCs w:val="28"/>
        </w:rPr>
        <w:t>сельского поселения</w:t>
      </w:r>
      <w:r>
        <w:rPr>
          <w:rFonts w:ascii="Times New Roman" w:hAnsi="Times New Roman"/>
          <w:spacing w:val="-12"/>
          <w:sz w:val="28"/>
          <w:szCs w:val="28"/>
        </w:rPr>
        <w:t xml:space="preserve"> </w:t>
      </w: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0906C2" w:rsidRPr="00C36DC8" w:rsidRDefault="000906C2" w:rsidP="00BC1ABE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</w:t>
      </w:r>
      <w:r w:rsidRPr="00C36DC8">
        <w:rPr>
          <w:rFonts w:ascii="Times New Roman" w:hAnsi="Times New Roman"/>
          <w:spacing w:val="-12"/>
          <w:sz w:val="28"/>
          <w:szCs w:val="28"/>
        </w:rPr>
        <w:t>т</w:t>
      </w:r>
      <w:r>
        <w:rPr>
          <w:rFonts w:ascii="Times New Roman" w:hAnsi="Times New Roman"/>
          <w:spacing w:val="-12"/>
          <w:sz w:val="28"/>
          <w:szCs w:val="28"/>
        </w:rPr>
        <w:t xml:space="preserve"> 29.12.2020 г. </w:t>
      </w:r>
      <w:r w:rsidRPr="00C36DC8">
        <w:rPr>
          <w:rFonts w:ascii="Times New Roman" w:hAnsi="Times New Roman"/>
          <w:spacing w:val="-12"/>
          <w:sz w:val="28"/>
          <w:szCs w:val="28"/>
        </w:rPr>
        <w:t xml:space="preserve">№ </w:t>
      </w:r>
      <w:r>
        <w:rPr>
          <w:rFonts w:ascii="Times New Roman" w:hAnsi="Times New Roman"/>
          <w:spacing w:val="-12"/>
          <w:sz w:val="28"/>
          <w:szCs w:val="28"/>
        </w:rPr>
        <w:t>254</w:t>
      </w:r>
    </w:p>
    <w:p w:rsidR="000906C2" w:rsidRDefault="000906C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0906C2" w:rsidRPr="00C3705A" w:rsidRDefault="000906C2" w:rsidP="00485E43">
      <w:pPr>
        <w:pStyle w:val="ConsPlusNormal"/>
        <w:widowControl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0906C2" w:rsidRPr="00B73C78" w:rsidRDefault="000906C2" w:rsidP="00485E43">
      <w:pPr>
        <w:tabs>
          <w:tab w:val="left" w:pos="1008"/>
          <w:tab w:val="left" w:pos="5812"/>
        </w:tabs>
        <w:jc w:val="right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 w:rsidRPr="00B73C78">
        <w:rPr>
          <w:rFonts w:ascii="Times New Roman" w:hAnsi="Times New Roman"/>
          <w:sz w:val="28"/>
          <w:szCs w:val="28"/>
        </w:rPr>
        <w:t>к программе</w:t>
      </w: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0906C2" w:rsidRDefault="000906C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«Развитие физической культуры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  <w:r w:rsidRPr="00145A0B">
        <w:rPr>
          <w:rFonts w:ascii="Times New Roman" w:hAnsi="Times New Roman"/>
          <w:sz w:val="28"/>
          <w:szCs w:val="28"/>
        </w:rPr>
        <w:t xml:space="preserve">и массового спорта на территории </w:t>
      </w:r>
    </w:p>
    <w:p w:rsidR="000906C2" w:rsidRDefault="000906C2" w:rsidP="00485E43">
      <w:pPr>
        <w:jc w:val="right"/>
        <w:rPr>
          <w:rFonts w:ascii="Times New Roman" w:hAnsi="Times New Roman"/>
          <w:sz w:val="28"/>
          <w:szCs w:val="28"/>
        </w:rPr>
      </w:pPr>
      <w:r w:rsidRPr="00145A0B">
        <w:rPr>
          <w:rFonts w:ascii="Times New Roman" w:hAnsi="Times New Roman"/>
          <w:sz w:val="28"/>
          <w:szCs w:val="28"/>
        </w:rPr>
        <w:t>Старотитаровского сельского поселения</w:t>
      </w:r>
    </w:p>
    <w:p w:rsidR="000906C2" w:rsidRPr="00145A0B" w:rsidRDefault="000906C2" w:rsidP="00485E43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Темрюкского района» на 2020</w:t>
      </w:r>
      <w:r w:rsidRPr="00145A0B">
        <w:rPr>
          <w:rFonts w:ascii="Times New Roman" w:hAnsi="Times New Roman"/>
          <w:sz w:val="28"/>
          <w:szCs w:val="28"/>
        </w:rPr>
        <w:t xml:space="preserve"> год</w:t>
      </w:r>
    </w:p>
    <w:p w:rsidR="000906C2" w:rsidRDefault="000906C2" w:rsidP="007A6704">
      <w:pPr>
        <w:shd w:val="clear" w:color="auto" w:fill="FFFFFF"/>
        <w:tabs>
          <w:tab w:val="left" w:pos="1008"/>
        </w:tabs>
        <w:ind w:left="5387"/>
        <w:jc w:val="right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от 05.11.2019 г. № 336</w:t>
      </w:r>
    </w:p>
    <w:p w:rsidR="000906C2" w:rsidRPr="00CC774C" w:rsidRDefault="000906C2" w:rsidP="00485E43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</w:p>
    <w:p w:rsidR="000906C2" w:rsidRPr="00AA03A8" w:rsidRDefault="000906C2" w:rsidP="00AA03A8">
      <w:pPr>
        <w:pStyle w:val="ConsPlusNormal"/>
        <w:widowControl/>
        <w:ind w:firstLine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6C2" w:rsidRPr="00CC774C" w:rsidRDefault="000906C2" w:rsidP="00CC774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774C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</w:t>
      </w:r>
      <w:r>
        <w:rPr>
          <w:rFonts w:ascii="Times New Roman" w:hAnsi="Times New Roman" w:cs="Times New Roman"/>
          <w:b/>
          <w:sz w:val="28"/>
          <w:szCs w:val="28"/>
        </w:rPr>
        <w:t>и муниципальной программы «Развитие физической культуры и массового спорта на территории Старотитаровского сельского поселения Темрюкского района» на 2020 год</w:t>
      </w:r>
    </w:p>
    <w:p w:rsidR="000906C2" w:rsidRPr="00CC774C" w:rsidRDefault="000906C2" w:rsidP="00CC774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9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9960"/>
        <w:gridCol w:w="1800"/>
        <w:gridCol w:w="2340"/>
      </w:tblGrid>
      <w:tr w:rsidR="000906C2" w:rsidRPr="00525A13" w:rsidTr="00C504DD">
        <w:trPr>
          <w:trHeight w:val="83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0906C2" w:rsidRPr="00525A13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525A13" w:rsidRDefault="000906C2" w:rsidP="00C20A12">
            <w:pPr>
              <w:pStyle w:val="a3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525A13" w:rsidRDefault="000906C2" w:rsidP="00481C0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0906C2" w:rsidRPr="00B73C78" w:rsidTr="00485E4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704E08" w:rsidRDefault="000906C2" w:rsidP="00C20A12">
            <w:pPr>
              <w:pStyle w:val="a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410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0906C2" w:rsidRDefault="000906C2" w:rsidP="00F425CC">
            <w:pPr>
              <w:jc w:val="center"/>
              <w:rPr>
                <w:rFonts w:ascii="Times New Roman" w:hAnsi="Times New Roman"/>
                <w:b/>
              </w:rPr>
            </w:pPr>
            <w:r w:rsidRPr="00F425CC">
              <w:rPr>
                <w:rFonts w:ascii="Times New Roman" w:hAnsi="Times New Roman"/>
                <w:b/>
              </w:rPr>
              <w:t xml:space="preserve">Подпрограмма «Совершенствование деятельности МБУ «ФОСК «Виктория» по предоставлению муниципальных услуг» </w:t>
            </w:r>
          </w:p>
          <w:p w:rsidR="000906C2" w:rsidRPr="00F425CC" w:rsidRDefault="000906C2" w:rsidP="00F425C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25CC">
              <w:rPr>
                <w:rFonts w:ascii="Times New Roman" w:hAnsi="Times New Roman"/>
                <w:b/>
              </w:rPr>
              <w:t>на 2020 год</w:t>
            </w:r>
          </w:p>
        </w:tc>
      </w:tr>
      <w:bookmarkEnd w:id="0"/>
      <w:tr w:rsidR="000906C2" w:rsidRPr="00525A13" w:rsidTr="00485E43">
        <w:trPr>
          <w:trHeight w:val="40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выплата заработной 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906C2" w:rsidRPr="00525A13" w:rsidTr="00485E43">
        <w:trPr>
          <w:trHeight w:val="195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  <w:color w:val="000000"/>
                <w:spacing w:val="1"/>
              </w:rPr>
            </w:pPr>
            <w:r w:rsidRPr="00F425CC">
              <w:rPr>
                <w:rFonts w:ascii="Times New Roman" w:hAnsi="Times New Roman"/>
              </w:rPr>
              <w:t>оплата 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906C2" w:rsidRPr="00525A13" w:rsidTr="00F425CC">
        <w:trPr>
          <w:trHeight w:val="393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4"/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оплата коммунальных услуг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уплата налогов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1.5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автоматической пожарной сигнализации и систем оповещения и управления эвакуацией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1.6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обслуживание комплекса технических средств системы видеонаблюдения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1.7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специальная оценка условий рабочих мест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FD76B3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1.8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проведение диспансеризации сотрудников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1.9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спортинвентаря, спортивной формы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190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1.10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хозтоваров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120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приобретение канцтоваров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90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1.12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закупка картриджей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7775EC" w:rsidRDefault="000906C2" w:rsidP="00536646">
            <w:pPr>
              <w:jc w:val="center"/>
              <w:rPr>
                <w:rFonts w:ascii="Times New Roman" w:hAnsi="Times New Roman"/>
              </w:rPr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1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1.13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перезарядка огнетушителей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536646">
            <w:pPr>
              <w:jc w:val="center"/>
            </w:pPr>
            <w:r w:rsidRPr="007775EC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Не менее 8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1.14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rPr>
                <w:rFonts w:ascii="Times New Roman" w:hAnsi="Times New Roman"/>
              </w:rPr>
            </w:pPr>
            <w:r w:rsidRPr="00F425CC">
              <w:rPr>
                <w:rFonts w:ascii="Times New Roman" w:hAnsi="Times New Roman"/>
              </w:rPr>
              <w:t>содержание и обслуживание газонокосилки «Штиль»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425CC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026A04" w:rsidRDefault="000906C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906C2" w:rsidRPr="00525A13" w:rsidTr="00211B64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23750" w:rsidRDefault="000906C2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>
              <w:rPr>
                <w:rStyle w:val="apple-converted-space"/>
                <w:rFonts w:ascii="Times New Roman" w:hAnsi="Times New Roman"/>
                <w:b/>
              </w:rPr>
              <w:t>2.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Pr="00F23750" w:rsidRDefault="000906C2" w:rsidP="000F09CA">
            <w:pPr>
              <w:jc w:val="center"/>
            </w:pPr>
            <w:r w:rsidRPr="00F23750">
              <w:rPr>
                <w:rFonts w:ascii="Times New Roman" w:hAnsi="Times New Roman"/>
                <w:b/>
              </w:rPr>
              <w:t xml:space="preserve">Подпрограмма </w:t>
            </w:r>
            <w:r w:rsidRPr="00F23750">
              <w:rPr>
                <w:rFonts w:ascii="Times New Roman" w:hAnsi="Times New Roman"/>
                <w:b/>
                <w:bCs/>
              </w:rPr>
              <w:t xml:space="preserve"> </w:t>
            </w:r>
            <w:r w:rsidRPr="00F23750">
              <w:rPr>
                <w:rFonts w:ascii="Times New Roman" w:hAnsi="Times New Roman"/>
                <w:b/>
              </w:rPr>
              <w:t>«Развитие массового спорта</w:t>
            </w:r>
            <w:r w:rsidRPr="00F23750">
              <w:rPr>
                <w:rFonts w:ascii="Times New Roman" w:hAnsi="Times New Roman"/>
                <w:b/>
                <w:bCs/>
              </w:rPr>
              <w:t xml:space="preserve"> в Старотитаровском сельском поселении Темрюкского района» на 2020 год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2.1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23750" w:rsidRDefault="000906C2" w:rsidP="002B6DF5">
            <w:pPr>
              <w:rPr>
                <w:rFonts w:ascii="Times New Roman" w:hAnsi="Times New Roman"/>
              </w:rPr>
            </w:pPr>
            <w:r w:rsidRPr="00F23750">
              <w:rPr>
                <w:rFonts w:ascii="Times New Roman" w:hAnsi="Times New Roman"/>
              </w:rPr>
              <w:t>проведение районных спортивно-массовых мероприятий для различных категорий населения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BB03D8">
            <w:pPr>
              <w:jc w:val="center"/>
            </w:pPr>
            <w:r w:rsidRPr="004B5736">
              <w:rPr>
                <w:rFonts w:ascii="Times New Roman" w:hAnsi="Times New Roman"/>
              </w:rPr>
              <w:t>шт.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026A04" w:rsidRDefault="000906C2" w:rsidP="002B6DF5">
            <w:pPr>
              <w:rPr>
                <w:rFonts w:ascii="Times New Roman" w:hAnsi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</w:tr>
      <w:tr w:rsidR="000906C2" w:rsidRPr="00525A13" w:rsidTr="00532557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F763E4" w:rsidRDefault="000906C2" w:rsidP="00C20A12">
            <w:pPr>
              <w:jc w:val="center"/>
              <w:rPr>
                <w:rStyle w:val="apple-converted-space"/>
                <w:rFonts w:ascii="Times New Roman" w:hAnsi="Times New Roman"/>
                <w:b/>
              </w:rPr>
            </w:pPr>
            <w:r w:rsidRPr="00F763E4">
              <w:rPr>
                <w:rStyle w:val="apple-converted-space"/>
                <w:rFonts w:ascii="Times New Roman" w:hAnsi="Times New Roman"/>
                <w:b/>
              </w:rPr>
              <w:t>3.</w:t>
            </w:r>
          </w:p>
        </w:tc>
        <w:tc>
          <w:tcPr>
            <w:tcW w:w="141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0F09CA">
            <w:pPr>
              <w:jc w:val="center"/>
              <w:rPr>
                <w:rFonts w:ascii="Times New Roman" w:hAnsi="Times New Roman"/>
                <w:b/>
              </w:rPr>
            </w:pPr>
            <w:r w:rsidRPr="00F763E4">
              <w:rPr>
                <w:rFonts w:ascii="Times New Roman" w:hAnsi="Times New Roman"/>
                <w:b/>
                <w:bCs/>
              </w:rPr>
              <w:t>П</w:t>
            </w:r>
            <w:r w:rsidRPr="00F763E4">
              <w:rPr>
                <w:rFonts w:ascii="Times New Roman" w:hAnsi="Times New Roman"/>
                <w:b/>
              </w:rPr>
              <w:t>одпрограмма «Создание условий для занятия физической культурой и спортом на территории Старотитаровского сельского поселения Темрюкского района» на 2020 год</w:t>
            </w:r>
          </w:p>
          <w:p w:rsidR="000906C2" w:rsidRPr="00051D95" w:rsidRDefault="000906C2" w:rsidP="000F09CA">
            <w:pPr>
              <w:jc w:val="center"/>
            </w:pPr>
          </w:p>
        </w:tc>
      </w:tr>
      <w:tr w:rsidR="000906C2" w:rsidRPr="00525A13" w:rsidTr="00485E43">
        <w:trPr>
          <w:trHeight w:val="350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C20A12">
            <w:pPr>
              <w:jc w:val="center"/>
              <w:rPr>
                <w:rStyle w:val="apple-converted-space"/>
                <w:rFonts w:ascii="Times New Roman" w:hAnsi="Times New Roman"/>
              </w:rPr>
            </w:pPr>
            <w:r>
              <w:rPr>
                <w:rStyle w:val="apple-converted-space"/>
                <w:rFonts w:ascii="Times New Roman" w:hAnsi="Times New Roman"/>
              </w:rPr>
              <w:t>3.1</w:t>
            </w:r>
          </w:p>
        </w:tc>
        <w:tc>
          <w:tcPr>
            <w:tcW w:w="9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Pr="00D97877" w:rsidRDefault="000906C2" w:rsidP="002B6DF5">
            <w:pPr>
              <w:rPr>
                <w:rFonts w:ascii="Times New Roman" w:hAnsi="Times New Roman"/>
              </w:rPr>
            </w:pPr>
            <w:r w:rsidRPr="00D97877">
              <w:rPr>
                <w:rFonts w:ascii="Times New Roman" w:hAnsi="Times New Roman"/>
              </w:rPr>
              <w:t>текущий ремонт фасадов здания МБУ ФОСК «Виктория»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ед.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906C2" w:rsidRDefault="000906C2" w:rsidP="002B6DF5">
            <w:pPr>
              <w:pStyle w:val="a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0906C2" w:rsidRDefault="000906C2" w:rsidP="0085453F">
      <w:pPr>
        <w:rPr>
          <w:rFonts w:ascii="Times New Roman" w:hAnsi="Times New Roman"/>
          <w:sz w:val="28"/>
          <w:szCs w:val="28"/>
        </w:rPr>
      </w:pPr>
    </w:p>
    <w:p w:rsidR="000906C2" w:rsidRDefault="000906C2" w:rsidP="0085453F">
      <w:pPr>
        <w:rPr>
          <w:rFonts w:ascii="Times New Roman" w:hAnsi="Times New Roman"/>
          <w:sz w:val="28"/>
          <w:szCs w:val="28"/>
        </w:rPr>
      </w:pPr>
    </w:p>
    <w:p w:rsidR="000906C2" w:rsidRDefault="000906C2" w:rsidP="0085453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Директор МБУ  ФОСК «Виктория»</w:t>
      </w:r>
    </w:p>
    <w:p w:rsidR="000906C2" w:rsidRDefault="000906C2" w:rsidP="0085453F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4D4870">
        <w:rPr>
          <w:rFonts w:ascii="Times New Roman" w:hAnsi="Times New Roman"/>
          <w:sz w:val="28"/>
          <w:szCs w:val="28"/>
        </w:rPr>
        <w:t xml:space="preserve">таротитаровского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906C2" w:rsidRDefault="000906C2" w:rsidP="009D337A">
      <w:pPr>
        <w:pStyle w:val="BodyText"/>
        <w:spacing w:after="0"/>
        <w:ind w:right="-82"/>
        <w:jc w:val="both"/>
        <w:rPr>
          <w:rFonts w:ascii="Times New Roman" w:hAnsi="Times New Roman"/>
          <w:sz w:val="28"/>
          <w:szCs w:val="28"/>
        </w:rPr>
      </w:pPr>
      <w:r w:rsidRPr="004D4870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А.Н.Бойко</w:t>
      </w:r>
    </w:p>
    <w:sectPr w:rsidR="000906C2" w:rsidSect="009D337A">
      <w:headerReference w:type="default" r:id="rId7"/>
      <w:pgSz w:w="16840" w:h="11907" w:orient="landscape" w:code="9"/>
      <w:pgMar w:top="1797" w:right="902" w:bottom="899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6C2" w:rsidRDefault="000906C2">
      <w:r>
        <w:separator/>
      </w:r>
    </w:p>
  </w:endnote>
  <w:endnote w:type="continuationSeparator" w:id="0">
    <w:p w:rsidR="000906C2" w:rsidRDefault="000906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6C2" w:rsidRDefault="000906C2">
      <w:r>
        <w:separator/>
      </w:r>
    </w:p>
  </w:footnote>
  <w:footnote w:type="continuationSeparator" w:id="0">
    <w:p w:rsidR="000906C2" w:rsidRDefault="000906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06C2" w:rsidRDefault="000906C2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906C2" w:rsidRDefault="000906C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0765C"/>
    <w:rsid w:val="00026A04"/>
    <w:rsid w:val="00031545"/>
    <w:rsid w:val="00040A62"/>
    <w:rsid w:val="00051D95"/>
    <w:rsid w:val="0006685C"/>
    <w:rsid w:val="000726A5"/>
    <w:rsid w:val="000759BE"/>
    <w:rsid w:val="00083DC5"/>
    <w:rsid w:val="000906C2"/>
    <w:rsid w:val="00094359"/>
    <w:rsid w:val="000A3C6E"/>
    <w:rsid w:val="000C13B0"/>
    <w:rsid w:val="000D4DBF"/>
    <w:rsid w:val="000D4F22"/>
    <w:rsid w:val="000E625F"/>
    <w:rsid w:val="000E75E6"/>
    <w:rsid w:val="000F09CA"/>
    <w:rsid w:val="001047A9"/>
    <w:rsid w:val="00105934"/>
    <w:rsid w:val="00106736"/>
    <w:rsid w:val="00112F6D"/>
    <w:rsid w:val="00115531"/>
    <w:rsid w:val="00117AE8"/>
    <w:rsid w:val="00125FD1"/>
    <w:rsid w:val="001329B3"/>
    <w:rsid w:val="00134C5C"/>
    <w:rsid w:val="00141465"/>
    <w:rsid w:val="001424F4"/>
    <w:rsid w:val="00145A0B"/>
    <w:rsid w:val="001560B5"/>
    <w:rsid w:val="00166536"/>
    <w:rsid w:val="001710EE"/>
    <w:rsid w:val="00172545"/>
    <w:rsid w:val="00175306"/>
    <w:rsid w:val="0018401A"/>
    <w:rsid w:val="001903B9"/>
    <w:rsid w:val="001A603E"/>
    <w:rsid w:val="001B3704"/>
    <w:rsid w:val="001E134E"/>
    <w:rsid w:val="001E2ECE"/>
    <w:rsid w:val="001E6845"/>
    <w:rsid w:val="001F331C"/>
    <w:rsid w:val="001F6CFA"/>
    <w:rsid w:val="00203A4F"/>
    <w:rsid w:val="00207A02"/>
    <w:rsid w:val="00211B64"/>
    <w:rsid w:val="00225EA4"/>
    <w:rsid w:val="00234A77"/>
    <w:rsid w:val="00245972"/>
    <w:rsid w:val="00254740"/>
    <w:rsid w:val="002569A3"/>
    <w:rsid w:val="002613D3"/>
    <w:rsid w:val="00277AD8"/>
    <w:rsid w:val="00291A18"/>
    <w:rsid w:val="0029386C"/>
    <w:rsid w:val="002B530D"/>
    <w:rsid w:val="002B6DF5"/>
    <w:rsid w:val="002B71F0"/>
    <w:rsid w:val="002E26F0"/>
    <w:rsid w:val="002F0BC6"/>
    <w:rsid w:val="0030008F"/>
    <w:rsid w:val="0030427E"/>
    <w:rsid w:val="00306CE1"/>
    <w:rsid w:val="003322EB"/>
    <w:rsid w:val="00335C04"/>
    <w:rsid w:val="003364DB"/>
    <w:rsid w:val="00341333"/>
    <w:rsid w:val="00347146"/>
    <w:rsid w:val="00350D0F"/>
    <w:rsid w:val="00361515"/>
    <w:rsid w:val="00365218"/>
    <w:rsid w:val="00380FD1"/>
    <w:rsid w:val="003832F3"/>
    <w:rsid w:val="0039007B"/>
    <w:rsid w:val="003A3E56"/>
    <w:rsid w:val="003B2794"/>
    <w:rsid w:val="003B3C0E"/>
    <w:rsid w:val="003C5491"/>
    <w:rsid w:val="003D5A4C"/>
    <w:rsid w:val="003D7EFE"/>
    <w:rsid w:val="003E0EDA"/>
    <w:rsid w:val="003E553F"/>
    <w:rsid w:val="003F61B9"/>
    <w:rsid w:val="00402439"/>
    <w:rsid w:val="00413351"/>
    <w:rsid w:val="00434466"/>
    <w:rsid w:val="0043595F"/>
    <w:rsid w:val="00436F6E"/>
    <w:rsid w:val="004432CD"/>
    <w:rsid w:val="00447FF9"/>
    <w:rsid w:val="004725AA"/>
    <w:rsid w:val="00481C03"/>
    <w:rsid w:val="00483098"/>
    <w:rsid w:val="00485E43"/>
    <w:rsid w:val="00491DD4"/>
    <w:rsid w:val="004A7082"/>
    <w:rsid w:val="004B3210"/>
    <w:rsid w:val="004B5736"/>
    <w:rsid w:val="004C1660"/>
    <w:rsid w:val="004C4FE7"/>
    <w:rsid w:val="004D4870"/>
    <w:rsid w:val="004F5CD8"/>
    <w:rsid w:val="00500079"/>
    <w:rsid w:val="00514CFD"/>
    <w:rsid w:val="00525A13"/>
    <w:rsid w:val="00530099"/>
    <w:rsid w:val="005324F3"/>
    <w:rsid w:val="00532557"/>
    <w:rsid w:val="00536646"/>
    <w:rsid w:val="00536F29"/>
    <w:rsid w:val="00557C5E"/>
    <w:rsid w:val="00561E7E"/>
    <w:rsid w:val="00566848"/>
    <w:rsid w:val="00571B3C"/>
    <w:rsid w:val="0057575A"/>
    <w:rsid w:val="005800AC"/>
    <w:rsid w:val="00594020"/>
    <w:rsid w:val="005A1C38"/>
    <w:rsid w:val="005A3755"/>
    <w:rsid w:val="005B302E"/>
    <w:rsid w:val="005B68A3"/>
    <w:rsid w:val="005C0FC6"/>
    <w:rsid w:val="005C5B42"/>
    <w:rsid w:val="005D0C53"/>
    <w:rsid w:val="005D70B2"/>
    <w:rsid w:val="005E37F3"/>
    <w:rsid w:val="00603C46"/>
    <w:rsid w:val="0061479A"/>
    <w:rsid w:val="00615189"/>
    <w:rsid w:val="00624DB5"/>
    <w:rsid w:val="00641EE8"/>
    <w:rsid w:val="00654BFA"/>
    <w:rsid w:val="00656CCF"/>
    <w:rsid w:val="00657BA3"/>
    <w:rsid w:val="00665D47"/>
    <w:rsid w:val="00677AB3"/>
    <w:rsid w:val="00690880"/>
    <w:rsid w:val="006A2D00"/>
    <w:rsid w:val="006C0876"/>
    <w:rsid w:val="006C1908"/>
    <w:rsid w:val="006D12E0"/>
    <w:rsid w:val="006E3797"/>
    <w:rsid w:val="006F193B"/>
    <w:rsid w:val="007020E4"/>
    <w:rsid w:val="00703C6F"/>
    <w:rsid w:val="00704E08"/>
    <w:rsid w:val="007079C9"/>
    <w:rsid w:val="00721334"/>
    <w:rsid w:val="00733B8C"/>
    <w:rsid w:val="007428FA"/>
    <w:rsid w:val="00745E50"/>
    <w:rsid w:val="00754E4A"/>
    <w:rsid w:val="00766BC3"/>
    <w:rsid w:val="007720C8"/>
    <w:rsid w:val="007769A7"/>
    <w:rsid w:val="007775EC"/>
    <w:rsid w:val="0078186A"/>
    <w:rsid w:val="00791DE4"/>
    <w:rsid w:val="007927BB"/>
    <w:rsid w:val="007A6384"/>
    <w:rsid w:val="007A6704"/>
    <w:rsid w:val="007B4194"/>
    <w:rsid w:val="007C03F1"/>
    <w:rsid w:val="007C695A"/>
    <w:rsid w:val="007D4730"/>
    <w:rsid w:val="007F1424"/>
    <w:rsid w:val="007F7CF8"/>
    <w:rsid w:val="008011C8"/>
    <w:rsid w:val="0080492C"/>
    <w:rsid w:val="008078F2"/>
    <w:rsid w:val="00820110"/>
    <w:rsid w:val="00823D09"/>
    <w:rsid w:val="00830C34"/>
    <w:rsid w:val="00834B40"/>
    <w:rsid w:val="00850011"/>
    <w:rsid w:val="008528C5"/>
    <w:rsid w:val="0085453F"/>
    <w:rsid w:val="00857DFE"/>
    <w:rsid w:val="008620B5"/>
    <w:rsid w:val="00863CB7"/>
    <w:rsid w:val="008716F1"/>
    <w:rsid w:val="00897D68"/>
    <w:rsid w:val="008A3907"/>
    <w:rsid w:val="008C2FBB"/>
    <w:rsid w:val="008D0570"/>
    <w:rsid w:val="008D47F5"/>
    <w:rsid w:val="008E418F"/>
    <w:rsid w:val="008F1DDB"/>
    <w:rsid w:val="008F1FBE"/>
    <w:rsid w:val="008F3336"/>
    <w:rsid w:val="008F523A"/>
    <w:rsid w:val="00904020"/>
    <w:rsid w:val="00905D6D"/>
    <w:rsid w:val="0091283C"/>
    <w:rsid w:val="009156D9"/>
    <w:rsid w:val="00944798"/>
    <w:rsid w:val="00947ED6"/>
    <w:rsid w:val="009561E5"/>
    <w:rsid w:val="00957A20"/>
    <w:rsid w:val="009678E8"/>
    <w:rsid w:val="00981ABD"/>
    <w:rsid w:val="00987B0F"/>
    <w:rsid w:val="009978AC"/>
    <w:rsid w:val="009B353F"/>
    <w:rsid w:val="009B3CD3"/>
    <w:rsid w:val="009D0725"/>
    <w:rsid w:val="009D337A"/>
    <w:rsid w:val="009D4504"/>
    <w:rsid w:val="009D6288"/>
    <w:rsid w:val="009E3D0B"/>
    <w:rsid w:val="009E657C"/>
    <w:rsid w:val="009E769C"/>
    <w:rsid w:val="009F4E06"/>
    <w:rsid w:val="009F7097"/>
    <w:rsid w:val="00A02454"/>
    <w:rsid w:val="00A03C86"/>
    <w:rsid w:val="00A1695C"/>
    <w:rsid w:val="00A20387"/>
    <w:rsid w:val="00A36A1F"/>
    <w:rsid w:val="00A3740B"/>
    <w:rsid w:val="00A619B9"/>
    <w:rsid w:val="00A63292"/>
    <w:rsid w:val="00A64653"/>
    <w:rsid w:val="00A646A6"/>
    <w:rsid w:val="00A8753B"/>
    <w:rsid w:val="00A87FA6"/>
    <w:rsid w:val="00A93F62"/>
    <w:rsid w:val="00A94A1D"/>
    <w:rsid w:val="00AA03A8"/>
    <w:rsid w:val="00B017E7"/>
    <w:rsid w:val="00B06BE3"/>
    <w:rsid w:val="00B073C0"/>
    <w:rsid w:val="00B12F0C"/>
    <w:rsid w:val="00B201D1"/>
    <w:rsid w:val="00B24C0F"/>
    <w:rsid w:val="00B32552"/>
    <w:rsid w:val="00B35504"/>
    <w:rsid w:val="00B40A40"/>
    <w:rsid w:val="00B44281"/>
    <w:rsid w:val="00B460A7"/>
    <w:rsid w:val="00B61B60"/>
    <w:rsid w:val="00B6664D"/>
    <w:rsid w:val="00B73C78"/>
    <w:rsid w:val="00B73D0F"/>
    <w:rsid w:val="00B76DE8"/>
    <w:rsid w:val="00B77342"/>
    <w:rsid w:val="00B8732B"/>
    <w:rsid w:val="00B934EE"/>
    <w:rsid w:val="00BA6DF6"/>
    <w:rsid w:val="00BB03D8"/>
    <w:rsid w:val="00BC1ABE"/>
    <w:rsid w:val="00BD417C"/>
    <w:rsid w:val="00BE6E99"/>
    <w:rsid w:val="00C00096"/>
    <w:rsid w:val="00C0098D"/>
    <w:rsid w:val="00C02651"/>
    <w:rsid w:val="00C20A12"/>
    <w:rsid w:val="00C2404C"/>
    <w:rsid w:val="00C30BB7"/>
    <w:rsid w:val="00C35519"/>
    <w:rsid w:val="00C36DC8"/>
    <w:rsid w:val="00C3705A"/>
    <w:rsid w:val="00C504DD"/>
    <w:rsid w:val="00C602BF"/>
    <w:rsid w:val="00C726C7"/>
    <w:rsid w:val="00CB1012"/>
    <w:rsid w:val="00CB296B"/>
    <w:rsid w:val="00CB4542"/>
    <w:rsid w:val="00CB61F0"/>
    <w:rsid w:val="00CC774C"/>
    <w:rsid w:val="00CD22B3"/>
    <w:rsid w:val="00CE33A2"/>
    <w:rsid w:val="00D03505"/>
    <w:rsid w:val="00D1359C"/>
    <w:rsid w:val="00D17CCC"/>
    <w:rsid w:val="00D20D24"/>
    <w:rsid w:val="00D222A7"/>
    <w:rsid w:val="00D22CF8"/>
    <w:rsid w:val="00D33AD3"/>
    <w:rsid w:val="00D43877"/>
    <w:rsid w:val="00D5786B"/>
    <w:rsid w:val="00D6160D"/>
    <w:rsid w:val="00D64B68"/>
    <w:rsid w:val="00D66E15"/>
    <w:rsid w:val="00D77749"/>
    <w:rsid w:val="00D804C8"/>
    <w:rsid w:val="00D808E2"/>
    <w:rsid w:val="00D908AE"/>
    <w:rsid w:val="00D9736F"/>
    <w:rsid w:val="00D97877"/>
    <w:rsid w:val="00DA0A23"/>
    <w:rsid w:val="00DA1849"/>
    <w:rsid w:val="00DA4B9A"/>
    <w:rsid w:val="00DA6AE8"/>
    <w:rsid w:val="00DC12AA"/>
    <w:rsid w:val="00DC12F9"/>
    <w:rsid w:val="00DD3931"/>
    <w:rsid w:val="00DE02F8"/>
    <w:rsid w:val="00DE3939"/>
    <w:rsid w:val="00DF12E9"/>
    <w:rsid w:val="00E159BA"/>
    <w:rsid w:val="00E26412"/>
    <w:rsid w:val="00E268D6"/>
    <w:rsid w:val="00E3323E"/>
    <w:rsid w:val="00E34530"/>
    <w:rsid w:val="00E420C1"/>
    <w:rsid w:val="00E43EB1"/>
    <w:rsid w:val="00E72D28"/>
    <w:rsid w:val="00E81459"/>
    <w:rsid w:val="00E82D20"/>
    <w:rsid w:val="00E85CCB"/>
    <w:rsid w:val="00E86F36"/>
    <w:rsid w:val="00E90159"/>
    <w:rsid w:val="00EA7C72"/>
    <w:rsid w:val="00EC3760"/>
    <w:rsid w:val="00EC3CEF"/>
    <w:rsid w:val="00ED639C"/>
    <w:rsid w:val="00ED6B33"/>
    <w:rsid w:val="00EE372C"/>
    <w:rsid w:val="00EF4EEB"/>
    <w:rsid w:val="00F031F6"/>
    <w:rsid w:val="00F17F62"/>
    <w:rsid w:val="00F23750"/>
    <w:rsid w:val="00F251DE"/>
    <w:rsid w:val="00F27F5A"/>
    <w:rsid w:val="00F374C5"/>
    <w:rsid w:val="00F4148A"/>
    <w:rsid w:val="00F41761"/>
    <w:rsid w:val="00F425CC"/>
    <w:rsid w:val="00F45829"/>
    <w:rsid w:val="00F5103F"/>
    <w:rsid w:val="00F62AD5"/>
    <w:rsid w:val="00F62EDA"/>
    <w:rsid w:val="00F6779C"/>
    <w:rsid w:val="00F763E4"/>
    <w:rsid w:val="00F8036E"/>
    <w:rsid w:val="00FA18FF"/>
    <w:rsid w:val="00FA2A00"/>
    <w:rsid w:val="00FA62FA"/>
    <w:rsid w:val="00FA6A7A"/>
    <w:rsid w:val="00FD078A"/>
    <w:rsid w:val="00FD7228"/>
    <w:rsid w:val="00FD76B3"/>
    <w:rsid w:val="00FF3353"/>
    <w:rsid w:val="00FF51D6"/>
    <w:rsid w:val="00FF5D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  <w:rPr>
      <w:rFonts w:cs="Times New Roman"/>
    </w:rPr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">
    <w:name w:val="Цветовое выделение"/>
    <w:uiPriority w:val="99"/>
    <w:rsid w:val="000E625F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0E625F"/>
    <w:rPr>
      <w:rFonts w:cs="Times New Roman"/>
      <w:bCs/>
      <w:color w:val="106BBE"/>
    </w:rPr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Times New Roman"/>
      <w:sz w:val="24"/>
      <w:szCs w:val="24"/>
    </w:rPr>
  </w:style>
  <w:style w:type="paragraph" w:customStyle="1" w:styleId="2">
    <w:name w:val="Знак2"/>
    <w:basedOn w:val="Normal"/>
    <w:uiPriority w:val="99"/>
    <w:rsid w:val="00FA2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Знак3"/>
    <w:basedOn w:val="Normal"/>
    <w:uiPriority w:val="99"/>
    <w:rsid w:val="007F142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Абзац списка1"/>
    <w:basedOn w:val="Normal"/>
    <w:uiPriority w:val="99"/>
    <w:rsid w:val="00E3323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4">
    <w:name w:val="Знак4"/>
    <w:basedOn w:val="Normal"/>
    <w:uiPriority w:val="99"/>
    <w:rsid w:val="00E3323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9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29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293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293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29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0293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029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9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166</TotalTime>
  <Pages>2</Pages>
  <Words>384</Words>
  <Characters>2195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1</cp:lastModifiedBy>
  <cp:revision>60</cp:revision>
  <cp:lastPrinted>2015-11-10T07:00:00Z</cp:lastPrinted>
  <dcterms:created xsi:type="dcterms:W3CDTF">2014-11-12T06:42:00Z</dcterms:created>
  <dcterms:modified xsi:type="dcterms:W3CDTF">2020-12-29T11:46:00Z</dcterms:modified>
</cp:coreProperties>
</file>