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077" w:rsidRPr="00D865F9" w:rsidRDefault="00450077" w:rsidP="00DE56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865F9">
        <w:rPr>
          <w:rFonts w:ascii="Times New Roman" w:hAnsi="Times New Roman"/>
          <w:sz w:val="28"/>
          <w:szCs w:val="28"/>
        </w:rPr>
        <w:t>Приложение 5</w:t>
      </w:r>
    </w:p>
    <w:p w:rsidR="00450077" w:rsidRPr="00D865F9" w:rsidRDefault="00450077" w:rsidP="00DE56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865F9">
        <w:rPr>
          <w:rFonts w:ascii="Times New Roman" w:hAnsi="Times New Roman"/>
          <w:sz w:val="28"/>
          <w:szCs w:val="28"/>
        </w:rPr>
        <w:t xml:space="preserve">к Административному регламенту «Выдача </w:t>
      </w:r>
    </w:p>
    <w:p w:rsidR="00450077" w:rsidRPr="00D865F9" w:rsidRDefault="00450077" w:rsidP="00DE56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865F9">
        <w:rPr>
          <w:rFonts w:ascii="Times New Roman" w:hAnsi="Times New Roman"/>
          <w:sz w:val="28"/>
          <w:szCs w:val="28"/>
        </w:rPr>
        <w:t>порубочного билета</w:t>
      </w:r>
    </w:p>
    <w:p w:rsidR="00450077" w:rsidRPr="00D865F9" w:rsidRDefault="00450077" w:rsidP="00DE56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865F9">
        <w:rPr>
          <w:rFonts w:ascii="Times New Roman" w:hAnsi="Times New Roman"/>
          <w:sz w:val="28"/>
          <w:szCs w:val="28"/>
        </w:rPr>
        <w:t xml:space="preserve">  на территории Старотитаровского </w:t>
      </w:r>
    </w:p>
    <w:p w:rsidR="00450077" w:rsidRPr="00D865F9" w:rsidRDefault="00450077" w:rsidP="00DE56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865F9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</w:p>
    <w:p w:rsidR="00450077" w:rsidRPr="00D865F9" w:rsidRDefault="00450077" w:rsidP="00CA6154">
      <w:pPr>
        <w:spacing w:line="200" w:lineRule="atLeast"/>
        <w:ind w:firstLine="544"/>
        <w:jc w:val="right"/>
        <w:rPr>
          <w:rFonts w:ascii="Times New Roman" w:hAnsi="Times New Roman"/>
          <w:sz w:val="28"/>
          <w:szCs w:val="28"/>
        </w:rPr>
      </w:pPr>
    </w:p>
    <w:p w:rsidR="00450077" w:rsidRPr="00D865F9" w:rsidRDefault="00450077" w:rsidP="00CA6154">
      <w:pPr>
        <w:spacing w:line="200" w:lineRule="atLeast"/>
        <w:ind w:firstLine="544"/>
        <w:jc w:val="center"/>
        <w:rPr>
          <w:rFonts w:ascii="Times New Roman" w:hAnsi="Times New Roman"/>
          <w:b/>
          <w:sz w:val="28"/>
          <w:szCs w:val="28"/>
        </w:rPr>
      </w:pPr>
      <w:r w:rsidRPr="00D865F9">
        <w:rPr>
          <w:rFonts w:ascii="Times New Roman" w:hAnsi="Times New Roman"/>
          <w:b/>
          <w:sz w:val="28"/>
          <w:szCs w:val="28"/>
        </w:rPr>
        <w:t>Блок-схема</w:t>
      </w:r>
    </w:p>
    <w:p w:rsidR="00450077" w:rsidRPr="00D865F9" w:rsidRDefault="00450077" w:rsidP="00CA6154">
      <w:pPr>
        <w:spacing w:line="200" w:lineRule="atLeast"/>
        <w:ind w:firstLine="544"/>
        <w:jc w:val="center"/>
        <w:rPr>
          <w:rFonts w:ascii="Times New Roman" w:hAnsi="Times New Roman"/>
          <w:b/>
          <w:sz w:val="28"/>
          <w:szCs w:val="28"/>
        </w:rPr>
      </w:pPr>
      <w:r w:rsidRPr="00D865F9">
        <w:rPr>
          <w:rFonts w:ascii="Times New Roman" w:hAnsi="Times New Roman"/>
          <w:b/>
          <w:sz w:val="28"/>
          <w:szCs w:val="28"/>
        </w:rPr>
        <w:t xml:space="preserve">последовательности административных процедур </w:t>
      </w:r>
    </w:p>
    <w:p w:rsidR="00450077" w:rsidRPr="00D865F9" w:rsidRDefault="00450077" w:rsidP="00CA6154">
      <w:pPr>
        <w:spacing w:line="200" w:lineRule="atLeast"/>
        <w:ind w:firstLine="544"/>
        <w:jc w:val="center"/>
        <w:rPr>
          <w:rFonts w:ascii="Times New Roman" w:hAnsi="Times New Roman"/>
          <w:b/>
          <w:sz w:val="28"/>
          <w:szCs w:val="28"/>
        </w:rPr>
      </w:pPr>
      <w:r w:rsidRPr="00D865F9">
        <w:rPr>
          <w:rFonts w:ascii="Times New Roman" w:hAnsi="Times New Roman"/>
          <w:b/>
          <w:sz w:val="28"/>
          <w:szCs w:val="28"/>
        </w:rPr>
        <w:t xml:space="preserve">при исполнении муниципальной услуги </w:t>
      </w:r>
    </w:p>
    <w:p w:rsidR="00450077" w:rsidRPr="00D865F9" w:rsidRDefault="00450077" w:rsidP="00D865F9">
      <w:pPr>
        <w:spacing w:line="200" w:lineRule="atLeast"/>
        <w:ind w:firstLine="544"/>
        <w:jc w:val="center"/>
        <w:rPr>
          <w:rFonts w:ascii="Times New Roman" w:hAnsi="Times New Roman"/>
          <w:b/>
          <w:sz w:val="28"/>
          <w:szCs w:val="28"/>
        </w:rPr>
      </w:pPr>
      <w:r w:rsidRPr="00D865F9">
        <w:rPr>
          <w:rFonts w:ascii="Times New Roman" w:hAnsi="Times New Roman"/>
          <w:b/>
          <w:sz w:val="28"/>
          <w:szCs w:val="28"/>
        </w:rPr>
        <w:t>по выдаче порубочного билета</w:t>
      </w:r>
    </w:p>
    <w:p w:rsidR="00450077" w:rsidRPr="00D865F9" w:rsidRDefault="00450077" w:rsidP="00CA6154">
      <w:pPr>
        <w:spacing w:line="200" w:lineRule="atLeast"/>
        <w:ind w:firstLine="544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8.2pt;margin-top:12.6pt;width:99.25pt;height:29.15pt;z-index:251654656;mso-wrap-distance-left:9.05pt;mso-wrap-distance-right:9.05pt" strokeweight="5.05pt">
            <v:fill color2="black"/>
            <v:stroke linestyle="thickThin"/>
            <v:textbox inset="0,0,0,0">
              <w:txbxContent>
                <w:p w:rsidR="00450077" w:rsidRPr="00D865F9" w:rsidRDefault="00450077" w:rsidP="00CA6154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D865F9">
                    <w:rPr>
                      <w:rFonts w:ascii="Times New Roman" w:hAnsi="Times New Roman"/>
                      <w:sz w:val="26"/>
                      <w:szCs w:val="26"/>
                    </w:rPr>
                    <w:t>ЗАЯВИТЕЛЬ</w:t>
                  </w:r>
                </w:p>
              </w:txbxContent>
            </v:textbox>
          </v:shape>
        </w:pict>
      </w:r>
    </w:p>
    <w:p w:rsidR="00450077" w:rsidRPr="00D865F9" w:rsidRDefault="00450077" w:rsidP="00D865F9">
      <w:pPr>
        <w:spacing w:line="200" w:lineRule="atLeast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_x0000_s1027" style="position:absolute;left:0;text-align:left;z-index:251657728" from="246.95pt,13.3pt" to="246.95pt,54.55pt" strokeweight="1.59mm">
            <v:stroke endarrow="block" joinstyle="miter"/>
          </v:line>
        </w:pict>
      </w:r>
    </w:p>
    <w:p w:rsidR="00450077" w:rsidRPr="00D865F9" w:rsidRDefault="00450077" w:rsidP="00D865F9">
      <w:pPr>
        <w:spacing w:line="200" w:lineRule="atLeast"/>
        <w:jc w:val="both"/>
        <w:rPr>
          <w:rFonts w:ascii="Times New Roman" w:hAnsi="Times New Roman"/>
          <w:sz w:val="28"/>
          <w:szCs w:val="28"/>
        </w:rPr>
      </w:pPr>
    </w:p>
    <w:p w:rsidR="00450077" w:rsidRPr="00D865F9" w:rsidRDefault="00450077" w:rsidP="00CA6154">
      <w:pPr>
        <w:spacing w:line="200" w:lineRule="atLeast"/>
        <w:ind w:firstLine="544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28" type="#_x0000_t202" style="position:absolute;left:0;text-align:left;margin-left:46.95pt;margin-top:9.5pt;width:391.65pt;height:78.15pt;z-index:251655680;mso-wrap-distance-left:9.05pt;mso-wrap-distance-right:9.05pt" strokeweight="1.1pt">
            <v:fill color2="black"/>
            <v:stroke linestyle="thinThin"/>
            <v:textbox inset="3.6pt,0,3.6pt,0">
              <w:txbxContent>
                <w:p w:rsidR="00450077" w:rsidRPr="00D865F9" w:rsidRDefault="00450077" w:rsidP="00CA6154">
                  <w:pPr>
                    <w:spacing w:line="200" w:lineRule="atLeast"/>
                    <w:ind w:firstLine="544"/>
                    <w:jc w:val="both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D865F9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Прием и регистрация заявления на получение порубочного билета и прилагаемых к нему документов и материалов</w:t>
                  </w:r>
                </w:p>
                <w:p w:rsidR="00450077" w:rsidRPr="00D865F9" w:rsidRDefault="00450077" w:rsidP="00CA6154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D865F9">
                    <w:rPr>
                      <w:rFonts w:ascii="Times New Roman" w:hAnsi="Times New Roman"/>
                      <w:sz w:val="26"/>
                      <w:szCs w:val="26"/>
                    </w:rPr>
                    <w:t xml:space="preserve"> (п. 3.4. административного регламента)</w:t>
                  </w:r>
                </w:p>
              </w:txbxContent>
            </v:textbox>
          </v:shape>
        </w:pict>
      </w:r>
    </w:p>
    <w:p w:rsidR="00450077" w:rsidRPr="00D865F9" w:rsidRDefault="00450077" w:rsidP="00CA6154">
      <w:pPr>
        <w:spacing w:line="200" w:lineRule="atLeast"/>
        <w:ind w:firstLine="544"/>
        <w:jc w:val="both"/>
        <w:rPr>
          <w:rFonts w:ascii="Times New Roman" w:hAnsi="Times New Roman"/>
          <w:sz w:val="28"/>
          <w:szCs w:val="28"/>
        </w:rPr>
      </w:pPr>
    </w:p>
    <w:p w:rsidR="00450077" w:rsidRPr="00D865F9" w:rsidRDefault="00450077" w:rsidP="00D865F9">
      <w:pPr>
        <w:spacing w:line="200" w:lineRule="atLeast"/>
        <w:jc w:val="both"/>
        <w:rPr>
          <w:rFonts w:ascii="Times New Roman" w:hAnsi="Times New Roman"/>
          <w:sz w:val="28"/>
          <w:szCs w:val="28"/>
        </w:rPr>
      </w:pPr>
    </w:p>
    <w:p w:rsidR="00450077" w:rsidRPr="00D865F9" w:rsidRDefault="00450077" w:rsidP="00CA6154">
      <w:pPr>
        <w:spacing w:line="200" w:lineRule="atLeast"/>
        <w:ind w:firstLine="544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_x0000_s1029" style="position:absolute;left:0;text-align:left;z-index:251658752" from="246.05pt,13.85pt" to="246.05pt,60.35pt" strokeweight="1.59mm">
            <v:stroke endarrow="block" joinstyle="miter"/>
          </v:line>
        </w:pict>
      </w:r>
    </w:p>
    <w:p w:rsidR="00450077" w:rsidRPr="00D865F9" w:rsidRDefault="00450077" w:rsidP="00D865F9">
      <w:pPr>
        <w:spacing w:line="200" w:lineRule="atLeast"/>
        <w:jc w:val="both"/>
        <w:rPr>
          <w:rFonts w:ascii="Times New Roman" w:hAnsi="Times New Roman"/>
          <w:sz w:val="28"/>
          <w:szCs w:val="28"/>
        </w:rPr>
      </w:pPr>
    </w:p>
    <w:p w:rsidR="00450077" w:rsidRPr="00D865F9" w:rsidRDefault="00450077" w:rsidP="00CA6154">
      <w:pPr>
        <w:spacing w:line="200" w:lineRule="atLeast"/>
        <w:ind w:firstLine="544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30" type="#_x0000_t202" style="position:absolute;left:0;text-align:left;margin-left:40.2pt;margin-top:1.3pt;width:404.4pt;height:81.15pt;z-index:251656704;mso-wrap-distance-left:9.05pt;mso-wrap-distance-right:9.05pt" strokeweight="1.1pt">
            <v:fill color2="black"/>
            <v:stroke linestyle="thinThin"/>
            <v:textbox inset="3.6pt,0,3.6pt,0">
              <w:txbxContent>
                <w:p w:rsidR="00450077" w:rsidRPr="00D865F9" w:rsidRDefault="00450077" w:rsidP="00CA6154">
                  <w:pPr>
                    <w:jc w:val="center"/>
                    <w:rPr>
                      <w:rFonts w:ascii="Times New Roman" w:hAnsi="Times New Roman"/>
                      <w:b/>
                      <w:sz w:val="26"/>
                    </w:rPr>
                  </w:pPr>
                  <w:r w:rsidRPr="00D865F9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Рассмотрение заявки и приложенных к ней документов, материалов и подготовка разрешения или решения об отказе в выдаче порубочного билета</w:t>
                  </w:r>
                  <w:r w:rsidRPr="00D865F9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Pr="00D865F9">
                    <w:rPr>
                      <w:rFonts w:ascii="Times New Roman" w:hAnsi="Times New Roman"/>
                      <w:b/>
                      <w:sz w:val="26"/>
                    </w:rPr>
                    <w:t xml:space="preserve"> </w:t>
                  </w:r>
                </w:p>
                <w:p w:rsidR="00450077" w:rsidRPr="00D865F9" w:rsidRDefault="00450077" w:rsidP="00CA6154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D865F9">
                    <w:rPr>
                      <w:rFonts w:ascii="Times New Roman" w:hAnsi="Times New Roman"/>
                      <w:sz w:val="26"/>
                      <w:szCs w:val="26"/>
                    </w:rPr>
                    <w:t>(п. 3.5. административного регламента)</w:t>
                  </w:r>
                </w:p>
                <w:p w:rsidR="00450077" w:rsidRDefault="00450077" w:rsidP="00CA6154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450077" w:rsidRPr="00D865F9" w:rsidRDefault="00450077" w:rsidP="00CA6154">
      <w:pPr>
        <w:spacing w:line="200" w:lineRule="atLeast"/>
        <w:ind w:firstLine="544"/>
        <w:jc w:val="both"/>
        <w:rPr>
          <w:rFonts w:ascii="Times New Roman" w:hAnsi="Times New Roman"/>
          <w:sz w:val="28"/>
          <w:szCs w:val="28"/>
        </w:rPr>
      </w:pPr>
    </w:p>
    <w:p w:rsidR="00450077" w:rsidRPr="00D865F9" w:rsidRDefault="00450077" w:rsidP="00D865F9">
      <w:pPr>
        <w:spacing w:line="200" w:lineRule="atLeast"/>
        <w:jc w:val="both"/>
        <w:rPr>
          <w:rFonts w:ascii="Times New Roman" w:hAnsi="Times New Roman"/>
          <w:sz w:val="28"/>
          <w:szCs w:val="28"/>
        </w:rPr>
      </w:pPr>
    </w:p>
    <w:p w:rsidR="00450077" w:rsidRPr="00D865F9" w:rsidRDefault="00450077" w:rsidP="00CA6154">
      <w:pPr>
        <w:spacing w:line="200" w:lineRule="atLeast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_x0000_s1031" style="position:absolute;left:0;text-align:left;z-index:251659776" from="243.8pt,8.35pt" to="243.8pt,54.8pt" strokeweight="1.59mm">
            <v:stroke endarrow="block" joinstyle="miter"/>
          </v:line>
        </w:pict>
      </w:r>
    </w:p>
    <w:p w:rsidR="00450077" w:rsidRPr="00D865F9" w:rsidRDefault="00450077" w:rsidP="00D865F9">
      <w:pPr>
        <w:spacing w:line="200" w:lineRule="atLeast"/>
        <w:jc w:val="both"/>
        <w:rPr>
          <w:rFonts w:ascii="Times New Roman" w:hAnsi="Times New Roman"/>
          <w:sz w:val="28"/>
          <w:szCs w:val="28"/>
        </w:rPr>
      </w:pPr>
    </w:p>
    <w:p w:rsidR="00450077" w:rsidRPr="00D865F9" w:rsidRDefault="00450077" w:rsidP="00CA6154">
      <w:pPr>
        <w:spacing w:line="200" w:lineRule="atLeast"/>
        <w:ind w:firstLine="544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32" type="#_x0000_t202" style="position:absolute;left:0;text-align:left;margin-left:43.95pt;margin-top:7.25pt;width:398.4pt;height:71.4pt;z-index:251660800;mso-wrap-distance-left:9.05pt;mso-wrap-distance-right:9.05pt" strokeweight="1.1pt">
            <v:fill color2="black"/>
            <v:stroke linestyle="thinThin"/>
            <v:textbox inset="3.6pt,0,3.6pt,0">
              <w:txbxContent>
                <w:p w:rsidR="00450077" w:rsidRPr="00D865F9" w:rsidRDefault="00450077" w:rsidP="00CA6154">
                  <w:pPr>
                    <w:spacing w:line="200" w:lineRule="atLeast"/>
                    <w:ind w:firstLine="544"/>
                    <w:jc w:val="both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D865F9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Выдача заявителю лично разрешения или решения об отказе в выдаче порубочного билета </w:t>
                  </w:r>
                </w:p>
                <w:p w:rsidR="00450077" w:rsidRPr="00D865F9" w:rsidRDefault="00450077" w:rsidP="00CA6154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D865F9">
                    <w:rPr>
                      <w:rFonts w:ascii="Times New Roman" w:hAnsi="Times New Roman"/>
                      <w:sz w:val="26"/>
                      <w:szCs w:val="26"/>
                    </w:rPr>
                    <w:t>(п. 3.6. административного регламента)</w:t>
                  </w:r>
                </w:p>
                <w:p w:rsidR="00450077" w:rsidRDefault="00450077" w:rsidP="00CA6154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450077" w:rsidRPr="00D865F9" w:rsidRDefault="00450077" w:rsidP="00CA6154">
      <w:pPr>
        <w:spacing w:line="200" w:lineRule="atLeast"/>
        <w:ind w:firstLine="544"/>
        <w:jc w:val="both"/>
        <w:rPr>
          <w:rFonts w:ascii="Times New Roman" w:hAnsi="Times New Roman"/>
          <w:sz w:val="28"/>
          <w:szCs w:val="28"/>
        </w:rPr>
      </w:pPr>
    </w:p>
    <w:p w:rsidR="00450077" w:rsidRPr="00D865F9" w:rsidRDefault="00450077" w:rsidP="00CA6154">
      <w:pPr>
        <w:spacing w:line="200" w:lineRule="atLeast"/>
        <w:ind w:firstLine="544"/>
        <w:jc w:val="both"/>
        <w:rPr>
          <w:rFonts w:ascii="Times New Roman" w:hAnsi="Times New Roman"/>
          <w:sz w:val="28"/>
          <w:szCs w:val="28"/>
        </w:rPr>
      </w:pPr>
    </w:p>
    <w:p w:rsidR="00450077" w:rsidRPr="004965CB" w:rsidRDefault="00450077" w:rsidP="00CA6154">
      <w:pPr>
        <w:spacing w:line="200" w:lineRule="atLeast"/>
        <w:ind w:firstLine="544"/>
        <w:jc w:val="both"/>
        <w:rPr>
          <w:sz w:val="28"/>
          <w:szCs w:val="28"/>
        </w:rPr>
      </w:pPr>
    </w:p>
    <w:p w:rsidR="00450077" w:rsidRPr="000E1301" w:rsidRDefault="00450077" w:rsidP="00D865F9">
      <w:pPr>
        <w:rPr>
          <w:sz w:val="26"/>
          <w:szCs w:val="26"/>
        </w:rPr>
      </w:pPr>
    </w:p>
    <w:p w:rsidR="00450077" w:rsidRDefault="00450077"/>
    <w:sectPr w:rsidR="00450077" w:rsidSect="004A6820">
      <w:headerReference w:type="even" r:id="rId6"/>
      <w:headerReference w:type="default" r:id="rId7"/>
      <w:pgSz w:w="11906" w:h="16838"/>
      <w:pgMar w:top="720" w:right="567" w:bottom="68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077" w:rsidRDefault="00450077" w:rsidP="003D1162">
      <w:pPr>
        <w:spacing w:after="0" w:line="240" w:lineRule="auto"/>
      </w:pPr>
      <w:r>
        <w:separator/>
      </w:r>
    </w:p>
  </w:endnote>
  <w:endnote w:type="continuationSeparator" w:id="1">
    <w:p w:rsidR="00450077" w:rsidRDefault="00450077" w:rsidP="003D1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077" w:rsidRDefault="00450077" w:rsidP="003D1162">
      <w:pPr>
        <w:spacing w:after="0" w:line="240" w:lineRule="auto"/>
      </w:pPr>
      <w:r>
        <w:separator/>
      </w:r>
    </w:p>
  </w:footnote>
  <w:footnote w:type="continuationSeparator" w:id="1">
    <w:p w:rsidR="00450077" w:rsidRDefault="00450077" w:rsidP="003D1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077" w:rsidRDefault="00450077" w:rsidP="00EE32C4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450077" w:rsidRDefault="0045007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077" w:rsidRDefault="00450077" w:rsidP="00EE32C4">
    <w:pPr>
      <w:framePr w:wrap="around" w:vAnchor="text" w:hAnchor="margin" w:xAlign="center" w:y="1"/>
    </w:pPr>
    <w:fldSimple w:instr="PAGE  ">
      <w:r>
        <w:rPr>
          <w:noProof/>
        </w:rPr>
        <w:t>2</w:t>
      </w:r>
    </w:fldSimple>
  </w:p>
  <w:p w:rsidR="00450077" w:rsidRDefault="00450077" w:rsidP="00126088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154"/>
    <w:rsid w:val="000E1301"/>
    <w:rsid w:val="00126088"/>
    <w:rsid w:val="003D1162"/>
    <w:rsid w:val="003F7589"/>
    <w:rsid w:val="00450077"/>
    <w:rsid w:val="004965CB"/>
    <w:rsid w:val="004A6820"/>
    <w:rsid w:val="00507E6D"/>
    <w:rsid w:val="00C97359"/>
    <w:rsid w:val="00CA6154"/>
    <w:rsid w:val="00D865F9"/>
    <w:rsid w:val="00DE562D"/>
    <w:rsid w:val="00EE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16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44</Words>
  <Characters>252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Loner-XP</cp:lastModifiedBy>
  <cp:revision>4</cp:revision>
  <cp:lastPrinted>2016-02-15T13:32:00Z</cp:lastPrinted>
  <dcterms:created xsi:type="dcterms:W3CDTF">2015-10-29T16:04:00Z</dcterms:created>
  <dcterms:modified xsi:type="dcterms:W3CDTF">2016-02-15T13:35:00Z</dcterms:modified>
</cp:coreProperties>
</file>