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D5" w:rsidRPr="00A51F58" w:rsidRDefault="00284AD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84AD5" w:rsidRPr="00A51F58" w:rsidRDefault="00284AD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84AD5" w:rsidRDefault="00284AD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284AD5" w:rsidRDefault="00284AD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284AD5" w:rsidRPr="00A51F58" w:rsidRDefault="00284AD5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Старотитаровского сельского поселения Темрюкского района А.Г.Титаренко</w:t>
      </w:r>
    </w:p>
    <w:p w:rsidR="00284AD5" w:rsidRDefault="00284AD5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Ивановой </w:t>
      </w:r>
      <w:r>
        <w:rPr>
          <w:rFonts w:ascii="Times New Roman" w:hAnsi="Times New Roman" w:cs="Times New Roman"/>
          <w:i/>
          <w:iCs/>
          <w:sz w:val="28"/>
          <w:szCs w:val="28"/>
        </w:rPr>
        <w:t>Александры Валерьевны,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284AD5" w:rsidRPr="00C10D19" w:rsidRDefault="00284AD5" w:rsidP="000236B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Темрюкский район, с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. С</w:t>
      </w:r>
      <w:r>
        <w:rPr>
          <w:rFonts w:ascii="Times New Roman" w:hAnsi="Times New Roman" w:cs="Times New Roman"/>
          <w:i/>
          <w:iCs/>
          <w:sz w:val="28"/>
          <w:szCs w:val="28"/>
        </w:rPr>
        <w:t>таротитаровская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ул.</w:t>
      </w:r>
      <w:r>
        <w:rPr>
          <w:rFonts w:ascii="Times New Roman" w:hAnsi="Times New Roman" w:cs="Times New Roman"/>
          <w:i/>
          <w:iCs/>
          <w:sz w:val="28"/>
          <w:szCs w:val="28"/>
        </w:rPr>
        <w:t>Ленина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д.</w:t>
      </w:r>
      <w:r>
        <w:rPr>
          <w:rFonts w:ascii="Times New Roman" w:hAnsi="Times New Roman" w:cs="Times New Roman"/>
          <w:i/>
          <w:iCs/>
          <w:sz w:val="28"/>
          <w:szCs w:val="28"/>
        </w:rPr>
        <w:t>ХХ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284AD5" w:rsidRDefault="00284AD5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8 918</w:t>
      </w:r>
      <w:r>
        <w:rPr>
          <w:rFonts w:ascii="Times New Roman" w:hAnsi="Times New Roman" w:cs="Times New Roman"/>
          <w:i/>
          <w:iCs/>
          <w:sz w:val="28"/>
          <w:szCs w:val="28"/>
        </w:rPr>
        <w:t> 555 55 55</w:t>
      </w: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Pr="00C10D19" w:rsidRDefault="00284AD5" w:rsidP="000236BE">
      <w:pPr>
        <w:pStyle w:val="NoSpacing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Прошу Вас дать разрешение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вступление в брак с Петровым Николаем Алексеевичем, 20 октября 1991 года рождения, в связи с тем, что мы находимся в фактически брачных отношениях и ожидаем рождение ребенка. </w:t>
      </w: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18 » января 2015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    </w:t>
      </w:r>
      <w:r>
        <w:rPr>
          <w:rFonts w:ascii="Times New Roman" w:hAnsi="Times New Roman" w:cs="Times New Roman"/>
          <w:i/>
          <w:iCs/>
          <w:sz w:val="28"/>
          <w:szCs w:val="28"/>
        </w:rPr>
        <w:t>А.В.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Иванова</w:t>
      </w: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подпись              расшифровка</w:t>
      </w: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Pr="00670476" w:rsidRDefault="00284AD5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4AD5" w:rsidRPr="00434107" w:rsidRDefault="00284AD5" w:rsidP="000236B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284AD5" w:rsidRPr="00670476" w:rsidRDefault="00284AD5" w:rsidP="008F0D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F0D74"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отдела администрации Старотитаровского сельского поселения Темрюкского района ___________________________</w:t>
      </w:r>
    </w:p>
    <w:p w:rsidR="00284AD5" w:rsidRDefault="00284AD5" w:rsidP="008F0D74"/>
    <w:p w:rsidR="00284AD5" w:rsidRDefault="00284AD5" w:rsidP="008F0D74"/>
    <w:p w:rsidR="00284AD5" w:rsidRDefault="00284AD5" w:rsidP="008F0D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284AD5" w:rsidRDefault="00284AD5" w:rsidP="008F0D74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А.Г.Титаренко</w:t>
      </w:r>
    </w:p>
    <w:p w:rsidR="00284AD5" w:rsidRDefault="00284AD5" w:rsidP="008F0D74">
      <w:pPr>
        <w:pStyle w:val="NoSpacing"/>
      </w:pPr>
    </w:p>
    <w:sectPr w:rsidR="00284AD5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36BE"/>
    <w:rsid w:val="00244957"/>
    <w:rsid w:val="00257CBB"/>
    <w:rsid w:val="00284AD5"/>
    <w:rsid w:val="003513F6"/>
    <w:rsid w:val="003E6E81"/>
    <w:rsid w:val="0043287A"/>
    <w:rsid w:val="00434107"/>
    <w:rsid w:val="004F3D9B"/>
    <w:rsid w:val="004F3E4B"/>
    <w:rsid w:val="00525820"/>
    <w:rsid w:val="00670476"/>
    <w:rsid w:val="00677942"/>
    <w:rsid w:val="00831FE6"/>
    <w:rsid w:val="008F0D74"/>
    <w:rsid w:val="00973586"/>
    <w:rsid w:val="009B0F0A"/>
    <w:rsid w:val="009C2D9B"/>
    <w:rsid w:val="00A265C5"/>
    <w:rsid w:val="00A51F58"/>
    <w:rsid w:val="00B11C26"/>
    <w:rsid w:val="00C10D19"/>
    <w:rsid w:val="00E86C7D"/>
    <w:rsid w:val="00EB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5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94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175</Words>
  <Characters>1001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13</cp:revision>
  <cp:lastPrinted>2014-11-25T17:39:00Z</cp:lastPrinted>
  <dcterms:created xsi:type="dcterms:W3CDTF">2011-05-31T12:55:00Z</dcterms:created>
  <dcterms:modified xsi:type="dcterms:W3CDTF">2014-11-25T17:39:00Z</dcterms:modified>
</cp:coreProperties>
</file>