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73A" w:rsidRPr="0071417E" w:rsidRDefault="0090773A" w:rsidP="004013A4">
      <w:pPr>
        <w:tabs>
          <w:tab w:val="left" w:pos="3960"/>
          <w:tab w:val="left" w:pos="4500"/>
          <w:tab w:val="left" w:pos="8460"/>
          <w:tab w:val="left" w:pos="864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noProof/>
        </w:rPr>
        <w:pict>
          <v:group id="_x0000_s1026" style="position:absolute;left:0;text-align:left;margin-left:274.05pt;margin-top:-3.55pt;width:54.5pt;height:75.25pt;z-index:251658240;mso-wrap-distance-left:7in;mso-wrap-distance-top:24.5pt;mso-wrap-distance-right:7in;mso-position-horizontal-relative:page;mso-position-vertical-relative:page" coordorigin="3446,1949" coordsize="4570,708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3446;top:3351;width:4570;height:5684;mso-wrap-edited:f" o:allowincell="f">
              <v:imagedata r:id="rId4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5606;top:1949;width:96;height:480;mso-wrap-edited:f" o:allowincell="f" filled="f" strokecolor="white" strokeweight="0">
              <v:textbox inset="0,0,0,0">
                <w:txbxContent>
                  <w:p w:rsidR="0090773A" w:rsidRDefault="0090773A" w:rsidP="0071417E">
                    <w:pPr>
                      <w:pStyle w:val="Style2"/>
                      <w:widowControl/>
                      <w:ind w:right="173"/>
                      <w:jc w:val="center"/>
                      <w:rPr>
                        <w:rStyle w:val="FontStyle11"/>
                      </w:rPr>
                    </w:pPr>
                    <w:r>
                      <w:rPr>
                        <w:rStyle w:val="FontStyle11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Pr="0071417E">
        <w:rPr>
          <w:rFonts w:ascii="Times New Roman" w:hAnsi="Times New Roman"/>
          <w:b/>
          <w:bCs/>
          <w:sz w:val="28"/>
          <w:szCs w:val="28"/>
        </w:rPr>
        <w:t>АДМИНИСТРАЦИЯ  СТАРОТИТАРОВСКОГО СЕЛЬСКОГО ПОСЕЛЕНИЯ ТЕМРЮКСКОГО РАЙОНА</w:t>
      </w:r>
    </w:p>
    <w:p w:rsidR="0090773A" w:rsidRPr="0071417E" w:rsidRDefault="0090773A" w:rsidP="004013A4">
      <w:pPr>
        <w:pStyle w:val="Heading2"/>
        <w:tabs>
          <w:tab w:val="left" w:pos="3240"/>
          <w:tab w:val="left" w:pos="3420"/>
          <w:tab w:val="left" w:pos="4500"/>
          <w:tab w:val="left" w:pos="4680"/>
          <w:tab w:val="left" w:pos="5940"/>
          <w:tab w:val="left" w:pos="6120"/>
          <w:tab w:val="left" w:pos="6300"/>
        </w:tabs>
        <w:spacing w:before="0" w:line="240" w:lineRule="auto"/>
        <w:rPr>
          <w:sz w:val="28"/>
          <w:szCs w:val="28"/>
        </w:rPr>
      </w:pPr>
      <w:bookmarkStart w:id="0" w:name="_Toc257877478"/>
      <w:r w:rsidRPr="0071417E">
        <w:rPr>
          <w:sz w:val="28"/>
          <w:szCs w:val="28"/>
        </w:rPr>
        <w:t>ПОСТАНОВЛЕНИЕ</w:t>
      </w:r>
      <w:bookmarkEnd w:id="0"/>
    </w:p>
    <w:p w:rsidR="0090773A" w:rsidRPr="0071417E" w:rsidRDefault="0090773A" w:rsidP="004013A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0773A" w:rsidRPr="0071417E" w:rsidRDefault="0090773A" w:rsidP="004013A4">
      <w:pPr>
        <w:tabs>
          <w:tab w:val="left" w:pos="540"/>
          <w:tab w:val="left" w:pos="8460"/>
          <w:tab w:val="left" w:pos="864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Pr="0071417E">
        <w:rPr>
          <w:rFonts w:ascii="Times New Roman" w:hAnsi="Times New Roman"/>
          <w:b/>
          <w:sz w:val="28"/>
          <w:szCs w:val="28"/>
        </w:rPr>
        <w:t>т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013A4">
        <w:rPr>
          <w:rFonts w:ascii="Times New Roman" w:hAnsi="Times New Roman"/>
          <w:sz w:val="28"/>
          <w:szCs w:val="28"/>
          <w:u w:val="single"/>
        </w:rPr>
        <w:t>_</w:t>
      </w:r>
      <w:r>
        <w:rPr>
          <w:rFonts w:ascii="Times New Roman" w:hAnsi="Times New Roman"/>
          <w:sz w:val="28"/>
          <w:szCs w:val="28"/>
          <w:u w:val="single"/>
        </w:rPr>
        <w:t>26.01.2016 года</w:t>
      </w:r>
      <w:r w:rsidRPr="004013A4">
        <w:rPr>
          <w:rFonts w:ascii="Times New Roman" w:hAnsi="Times New Roman"/>
          <w:sz w:val="28"/>
          <w:szCs w:val="28"/>
          <w:u w:val="single"/>
        </w:rPr>
        <w:t>_</w:t>
      </w:r>
      <w:r w:rsidRPr="004013A4">
        <w:rPr>
          <w:rFonts w:ascii="Times New Roman" w:hAnsi="Times New Roman"/>
          <w:sz w:val="28"/>
          <w:szCs w:val="28"/>
        </w:rPr>
        <w:t xml:space="preserve">   </w:t>
      </w:r>
      <w:r w:rsidRPr="0071417E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№_</w:t>
      </w:r>
      <w:r>
        <w:rPr>
          <w:rFonts w:ascii="Times New Roman" w:hAnsi="Times New Roman"/>
          <w:b/>
          <w:sz w:val="28"/>
          <w:szCs w:val="28"/>
          <w:u w:val="single"/>
        </w:rPr>
        <w:t>11</w:t>
      </w:r>
      <w:r w:rsidRPr="0071417E">
        <w:rPr>
          <w:rFonts w:ascii="Times New Roman" w:hAnsi="Times New Roman"/>
          <w:b/>
          <w:sz w:val="28"/>
          <w:szCs w:val="28"/>
        </w:rPr>
        <w:t>_</w:t>
      </w:r>
    </w:p>
    <w:p w:rsidR="0090773A" w:rsidRPr="0071417E" w:rsidRDefault="0090773A" w:rsidP="004013A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1417E">
        <w:rPr>
          <w:rFonts w:ascii="Times New Roman" w:hAnsi="Times New Roman"/>
          <w:sz w:val="28"/>
          <w:szCs w:val="28"/>
        </w:rPr>
        <w:t>станица Старотитаровская</w:t>
      </w:r>
    </w:p>
    <w:p w:rsidR="0090773A" w:rsidRPr="0071417E" w:rsidRDefault="0090773A" w:rsidP="0071417E">
      <w:pPr>
        <w:jc w:val="both"/>
        <w:rPr>
          <w:rFonts w:ascii="Times New Roman" w:hAnsi="Times New Roman"/>
          <w:sz w:val="28"/>
          <w:szCs w:val="28"/>
        </w:rPr>
      </w:pPr>
    </w:p>
    <w:p w:rsidR="0090773A" w:rsidRPr="0071417E" w:rsidRDefault="0090773A" w:rsidP="004013A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1417E">
        <w:rPr>
          <w:rFonts w:ascii="Times New Roman" w:hAnsi="Times New Roman"/>
          <w:b/>
          <w:sz w:val="28"/>
          <w:szCs w:val="28"/>
        </w:rPr>
        <w:t>Об утверждении административного регламента  предоставления</w:t>
      </w:r>
    </w:p>
    <w:p w:rsidR="0090773A" w:rsidRPr="0071417E" w:rsidRDefault="0090773A" w:rsidP="004013A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1417E">
        <w:rPr>
          <w:rFonts w:ascii="Times New Roman" w:hAnsi="Times New Roman"/>
          <w:b/>
          <w:sz w:val="28"/>
          <w:szCs w:val="28"/>
        </w:rPr>
        <w:t>муниципальной услуги «Регистрация и учет заявлений граждан, нуждающихся в получении садовых, огородных или дачных земельных участков»</w:t>
      </w:r>
    </w:p>
    <w:p w:rsidR="0090773A" w:rsidRPr="0071417E" w:rsidRDefault="0090773A" w:rsidP="004013A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0773A" w:rsidRPr="0071417E" w:rsidRDefault="0090773A" w:rsidP="004013A4">
      <w:pPr>
        <w:pStyle w:val="Heading1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0773A" w:rsidRPr="0071417E" w:rsidRDefault="0090773A" w:rsidP="004013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1417E">
        <w:rPr>
          <w:rFonts w:ascii="Times New Roman" w:hAnsi="Times New Roman"/>
          <w:sz w:val="28"/>
          <w:szCs w:val="28"/>
        </w:rPr>
        <w:t>В соответствии с требованиями Федерального закона от 27 июля 2010 года № 210-ФЗ «Об организации предоставления государственных и муниципальных услуг», постановлением Правительства Российской Федерации от 16 мая 2011года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Уставом Старотитаровского сельского поселения Темрюкского района                              п о с т а н о в л я ю:</w:t>
      </w:r>
    </w:p>
    <w:p w:rsidR="0090773A" w:rsidRPr="0071417E" w:rsidRDefault="0090773A" w:rsidP="004013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1417E">
        <w:rPr>
          <w:rFonts w:ascii="Times New Roman" w:hAnsi="Times New Roman"/>
          <w:sz w:val="28"/>
          <w:szCs w:val="28"/>
        </w:rPr>
        <w:t>1.Утвердить административный регламент предоставления муниципальной услуги «Регистрация и учет заявлений граждан, нуждающихся в получении садовых, огородных или дачных земельных участков» согласно приложению.</w:t>
      </w:r>
    </w:p>
    <w:p w:rsidR="0090773A" w:rsidRDefault="0090773A" w:rsidP="004013A4">
      <w:pPr>
        <w:pStyle w:val="msonormalcxspmiddle"/>
        <w:tabs>
          <w:tab w:val="left" w:pos="1985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71417E">
        <w:rPr>
          <w:sz w:val="28"/>
          <w:szCs w:val="28"/>
        </w:rPr>
        <w:t>2. Общему отделу (Пелипенко) разместить (обнародовать) настоящее постановление на официальном сайте Старотитаровского сельского поселения Темрюкского района в информационно-телекоммуникационной сети «Интернет».</w:t>
      </w:r>
    </w:p>
    <w:p w:rsidR="0090773A" w:rsidRPr="0071417E" w:rsidRDefault="0090773A" w:rsidP="004013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1417E">
        <w:rPr>
          <w:rFonts w:ascii="Times New Roman" w:hAnsi="Times New Roman"/>
          <w:sz w:val="28"/>
          <w:szCs w:val="28"/>
        </w:rPr>
        <w:t>3. Постановление администрации Старотитаровского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71417E">
        <w:rPr>
          <w:rFonts w:ascii="Times New Roman" w:hAnsi="Times New Roman"/>
          <w:sz w:val="28"/>
          <w:szCs w:val="28"/>
        </w:rPr>
        <w:t>Темрюкского района от 13 ноября 2015 года № 413</w:t>
      </w:r>
      <w:r>
        <w:rPr>
          <w:sz w:val="28"/>
          <w:szCs w:val="28"/>
        </w:rPr>
        <w:t xml:space="preserve"> «</w:t>
      </w:r>
      <w:r w:rsidRPr="0071417E">
        <w:rPr>
          <w:rFonts w:ascii="Times New Roman" w:hAnsi="Times New Roman"/>
          <w:sz w:val="28"/>
          <w:szCs w:val="28"/>
        </w:rPr>
        <w:t>Об утверждении административного регламента  предоставления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71417E">
        <w:rPr>
          <w:rFonts w:ascii="Times New Roman" w:hAnsi="Times New Roman"/>
          <w:sz w:val="28"/>
          <w:szCs w:val="28"/>
        </w:rPr>
        <w:t>муниципальной услуги «Регистрация и учет заявлений граждан, нуждающихся в получении садовых, огородных или дачных земельных участков»</w:t>
      </w:r>
      <w:r>
        <w:rPr>
          <w:rFonts w:ascii="Times New Roman" w:hAnsi="Times New Roman"/>
          <w:sz w:val="28"/>
          <w:szCs w:val="28"/>
        </w:rPr>
        <w:t xml:space="preserve"> считать утратившим силу.</w:t>
      </w:r>
    </w:p>
    <w:p w:rsidR="0090773A" w:rsidRPr="0071417E" w:rsidRDefault="0090773A" w:rsidP="004013A4">
      <w:pPr>
        <w:pStyle w:val="msonormalcxspmiddle"/>
        <w:tabs>
          <w:tab w:val="left" w:pos="1985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71417E">
        <w:rPr>
          <w:sz w:val="28"/>
          <w:szCs w:val="28"/>
        </w:rPr>
        <w:t>3. Контроль за выполнением настоящего постановления оставляю за собой.</w:t>
      </w:r>
    </w:p>
    <w:p w:rsidR="0090773A" w:rsidRPr="0071417E" w:rsidRDefault="0090773A" w:rsidP="004013A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1417E">
        <w:rPr>
          <w:rFonts w:ascii="Times New Roman" w:hAnsi="Times New Roman"/>
          <w:sz w:val="28"/>
          <w:szCs w:val="28"/>
        </w:rPr>
        <w:t>4. Постановление вступает в силу со дня его обнародования.</w:t>
      </w:r>
    </w:p>
    <w:p w:rsidR="0090773A" w:rsidRPr="0071417E" w:rsidRDefault="0090773A" w:rsidP="004013A4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90773A" w:rsidRPr="0071417E" w:rsidRDefault="0090773A" w:rsidP="004013A4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90773A" w:rsidRPr="0071417E" w:rsidRDefault="0090773A" w:rsidP="004013A4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90773A" w:rsidRPr="0071417E" w:rsidRDefault="0090773A" w:rsidP="004013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417E">
        <w:rPr>
          <w:rFonts w:ascii="Times New Roman" w:hAnsi="Times New Roman"/>
          <w:sz w:val="28"/>
          <w:szCs w:val="28"/>
        </w:rPr>
        <w:t>Глава Старотитаровского сельского</w:t>
      </w:r>
    </w:p>
    <w:p w:rsidR="0090773A" w:rsidRPr="0071417E" w:rsidRDefault="0090773A" w:rsidP="004013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417E">
        <w:rPr>
          <w:rFonts w:ascii="Times New Roman" w:hAnsi="Times New Roman"/>
          <w:sz w:val="28"/>
          <w:szCs w:val="28"/>
        </w:rPr>
        <w:t>поселения Темрюкского района                                                      А.Г.Титаренко</w:t>
      </w:r>
    </w:p>
    <w:p w:rsidR="0090773A" w:rsidRPr="00AD3FB2" w:rsidRDefault="0090773A" w:rsidP="00AD3FB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3FB2">
        <w:rPr>
          <w:rFonts w:ascii="Times New Roman" w:hAnsi="Times New Roman"/>
          <w:b/>
          <w:sz w:val="28"/>
          <w:szCs w:val="28"/>
        </w:rPr>
        <w:t>ЛИСТ  СОГЛАСОВАНИЯ</w:t>
      </w:r>
    </w:p>
    <w:p w:rsidR="0090773A" w:rsidRPr="00AD3FB2" w:rsidRDefault="0090773A" w:rsidP="00AD3FB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D3FB2">
        <w:rPr>
          <w:rFonts w:ascii="Times New Roman" w:hAnsi="Times New Roman"/>
          <w:sz w:val="28"/>
          <w:szCs w:val="28"/>
        </w:rPr>
        <w:t>проекта постановления  администрации Старотитаровского сельского             поселения Темрюкского района</w:t>
      </w:r>
    </w:p>
    <w:p w:rsidR="0090773A" w:rsidRPr="00AD3FB2" w:rsidRDefault="0090773A" w:rsidP="00AD3FB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D3FB2">
        <w:rPr>
          <w:rFonts w:ascii="Times New Roman" w:hAnsi="Times New Roman"/>
          <w:sz w:val="28"/>
          <w:szCs w:val="28"/>
        </w:rPr>
        <w:t>от _______________   № _____________</w:t>
      </w:r>
    </w:p>
    <w:p w:rsidR="0090773A" w:rsidRPr="00AD3FB2" w:rsidRDefault="0090773A" w:rsidP="00AD3FB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D3FB2">
        <w:rPr>
          <w:rFonts w:ascii="Times New Roman" w:hAnsi="Times New Roman"/>
          <w:sz w:val="28"/>
          <w:szCs w:val="28"/>
        </w:rPr>
        <w:t>«Об утверждении административного регламента предоставления</w:t>
      </w:r>
    </w:p>
    <w:p w:rsidR="0090773A" w:rsidRPr="00AD3FB2" w:rsidRDefault="0090773A" w:rsidP="00AD3FB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3FB2">
        <w:rPr>
          <w:rFonts w:ascii="Times New Roman" w:hAnsi="Times New Roman"/>
          <w:sz w:val="28"/>
          <w:szCs w:val="28"/>
        </w:rPr>
        <w:t>муниципальной услуги «Регистрация и учет заявлений граждан, нуждающихся в получении садовых, огородных или дачных земельных участков</w:t>
      </w:r>
      <w:r w:rsidRPr="00AD3FB2">
        <w:rPr>
          <w:rFonts w:ascii="Times New Roman" w:hAnsi="Times New Roman"/>
          <w:b/>
          <w:sz w:val="28"/>
          <w:szCs w:val="28"/>
        </w:rPr>
        <w:t>»</w:t>
      </w:r>
      <w:r w:rsidRPr="00AD3FB2">
        <w:rPr>
          <w:rFonts w:ascii="Times New Roman" w:hAnsi="Times New Roman"/>
          <w:bCs/>
          <w:sz w:val="28"/>
          <w:szCs w:val="28"/>
        </w:rPr>
        <w:t>»</w:t>
      </w:r>
    </w:p>
    <w:p w:rsidR="0090773A" w:rsidRPr="00AD3FB2" w:rsidRDefault="0090773A" w:rsidP="00AD3FB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0773A" w:rsidRPr="00AD3FB2" w:rsidRDefault="0090773A" w:rsidP="00AD3FB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0773A" w:rsidRPr="00AD3FB2" w:rsidRDefault="0090773A" w:rsidP="00AD3FB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0773A" w:rsidRPr="00AD3FB2" w:rsidRDefault="0090773A" w:rsidP="00AD3FB2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D3FB2">
        <w:rPr>
          <w:rFonts w:ascii="Times New Roman" w:hAnsi="Times New Roman"/>
          <w:sz w:val="28"/>
          <w:szCs w:val="28"/>
        </w:rPr>
        <w:t>Проект подготовлен и внесен:</w:t>
      </w:r>
    </w:p>
    <w:p w:rsidR="0090773A" w:rsidRPr="00AD3FB2" w:rsidRDefault="0090773A" w:rsidP="00AD3FB2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D3FB2">
        <w:rPr>
          <w:rFonts w:ascii="Times New Roman" w:hAnsi="Times New Roman"/>
          <w:sz w:val="28"/>
          <w:szCs w:val="28"/>
        </w:rPr>
        <w:t xml:space="preserve">Ведущий специалист отдела </w:t>
      </w:r>
    </w:p>
    <w:p w:rsidR="0090773A" w:rsidRPr="00AD3FB2" w:rsidRDefault="0090773A" w:rsidP="00AD3FB2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D3FB2">
        <w:rPr>
          <w:rFonts w:ascii="Times New Roman" w:hAnsi="Times New Roman"/>
          <w:sz w:val="28"/>
          <w:szCs w:val="28"/>
        </w:rPr>
        <w:t>земельно- имущественных отношений</w:t>
      </w:r>
    </w:p>
    <w:p w:rsidR="0090773A" w:rsidRPr="00AD3FB2" w:rsidRDefault="0090773A" w:rsidP="00AD3FB2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D3FB2">
        <w:rPr>
          <w:rFonts w:ascii="Times New Roman" w:hAnsi="Times New Roman"/>
          <w:sz w:val="28"/>
          <w:szCs w:val="28"/>
        </w:rPr>
        <w:t>и вопросов жилищно-коммунального хозяйства</w:t>
      </w:r>
    </w:p>
    <w:p w:rsidR="0090773A" w:rsidRPr="00AD3FB2" w:rsidRDefault="0090773A" w:rsidP="00AD3FB2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D3FB2"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90773A" w:rsidRPr="00AD3FB2" w:rsidRDefault="0090773A" w:rsidP="00AD3FB2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D3FB2"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  А.А. Мартынюк</w:t>
      </w:r>
    </w:p>
    <w:p w:rsidR="0090773A" w:rsidRPr="00AD3FB2" w:rsidRDefault="0090773A" w:rsidP="00AD3FB2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0773A" w:rsidRPr="00AD3FB2" w:rsidRDefault="0090773A" w:rsidP="00AD3FB2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0773A" w:rsidRPr="00AD3FB2" w:rsidRDefault="0090773A" w:rsidP="00AD3FB2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D3FB2">
        <w:rPr>
          <w:rFonts w:ascii="Times New Roman" w:hAnsi="Times New Roman"/>
          <w:sz w:val="28"/>
          <w:szCs w:val="28"/>
        </w:rPr>
        <w:t>Проект согласован:</w:t>
      </w:r>
    </w:p>
    <w:p w:rsidR="0090773A" w:rsidRPr="00AD3FB2" w:rsidRDefault="0090773A" w:rsidP="00AD3FB2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D3FB2">
        <w:rPr>
          <w:rFonts w:ascii="Times New Roman" w:hAnsi="Times New Roman"/>
          <w:sz w:val="28"/>
          <w:szCs w:val="28"/>
        </w:rPr>
        <w:t xml:space="preserve">Начальник отдела земельно- </w:t>
      </w:r>
    </w:p>
    <w:p w:rsidR="0090773A" w:rsidRPr="00AD3FB2" w:rsidRDefault="0090773A" w:rsidP="00AD3FB2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D3FB2">
        <w:rPr>
          <w:rFonts w:ascii="Times New Roman" w:hAnsi="Times New Roman"/>
          <w:sz w:val="28"/>
          <w:szCs w:val="28"/>
        </w:rPr>
        <w:t>имущественных отношений</w:t>
      </w:r>
    </w:p>
    <w:p w:rsidR="0090773A" w:rsidRPr="00AD3FB2" w:rsidRDefault="0090773A" w:rsidP="00AD3FB2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D3FB2">
        <w:rPr>
          <w:rFonts w:ascii="Times New Roman" w:hAnsi="Times New Roman"/>
          <w:sz w:val="28"/>
          <w:szCs w:val="28"/>
        </w:rPr>
        <w:t>и вопросов жилищно-коммунального хозяйства</w:t>
      </w:r>
    </w:p>
    <w:p w:rsidR="0090773A" w:rsidRPr="00AD3FB2" w:rsidRDefault="0090773A" w:rsidP="00AD3FB2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D3FB2"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90773A" w:rsidRPr="00AD3FB2" w:rsidRDefault="0090773A" w:rsidP="00AD3FB2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D3FB2">
        <w:rPr>
          <w:rFonts w:ascii="Times New Roman" w:hAnsi="Times New Roman"/>
          <w:sz w:val="28"/>
          <w:szCs w:val="28"/>
        </w:rPr>
        <w:t xml:space="preserve">сельского поселения Темрюкского района                                        Е.М.Зимина                            </w:t>
      </w:r>
    </w:p>
    <w:p w:rsidR="0090773A" w:rsidRPr="00AD3FB2" w:rsidRDefault="0090773A" w:rsidP="00AD3FB2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0773A" w:rsidRPr="00AD3FB2" w:rsidRDefault="0090773A" w:rsidP="00AD3FB2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0773A" w:rsidRPr="00AD3FB2" w:rsidRDefault="0090773A" w:rsidP="00AD3FB2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D3FB2">
        <w:rPr>
          <w:rFonts w:ascii="Times New Roman" w:hAnsi="Times New Roman"/>
          <w:sz w:val="28"/>
          <w:szCs w:val="28"/>
        </w:rPr>
        <w:t xml:space="preserve">Ведущий специалист отдела </w:t>
      </w:r>
    </w:p>
    <w:p w:rsidR="0090773A" w:rsidRPr="00AD3FB2" w:rsidRDefault="0090773A" w:rsidP="00AD3FB2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D3FB2">
        <w:rPr>
          <w:rFonts w:ascii="Times New Roman" w:hAnsi="Times New Roman"/>
          <w:sz w:val="28"/>
          <w:szCs w:val="28"/>
        </w:rPr>
        <w:t>земельно- имущественных отношений</w:t>
      </w:r>
    </w:p>
    <w:p w:rsidR="0090773A" w:rsidRPr="00AD3FB2" w:rsidRDefault="0090773A" w:rsidP="00AD3FB2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D3FB2">
        <w:rPr>
          <w:rFonts w:ascii="Times New Roman" w:hAnsi="Times New Roman"/>
          <w:sz w:val="28"/>
          <w:szCs w:val="28"/>
        </w:rPr>
        <w:t>и вопросов жилищно-коммунального хозяйства</w:t>
      </w:r>
    </w:p>
    <w:p w:rsidR="0090773A" w:rsidRPr="00AD3FB2" w:rsidRDefault="0090773A" w:rsidP="00AD3FB2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D3FB2"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90773A" w:rsidRPr="00AD3FB2" w:rsidRDefault="0090773A" w:rsidP="00AD3FB2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D3FB2"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     В.Г. Василенко</w:t>
      </w:r>
    </w:p>
    <w:p w:rsidR="0090773A" w:rsidRPr="00AD3FB2" w:rsidRDefault="0090773A" w:rsidP="00AD3F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0773A" w:rsidRPr="00AD3FB2" w:rsidRDefault="0090773A" w:rsidP="00AD3F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0773A" w:rsidRPr="00AD3FB2" w:rsidRDefault="0090773A" w:rsidP="00AD3F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D3FB2">
        <w:rPr>
          <w:rFonts w:ascii="Times New Roman" w:hAnsi="Times New Roman"/>
          <w:sz w:val="28"/>
          <w:szCs w:val="28"/>
        </w:rPr>
        <w:t>Начальником общего отдела</w:t>
      </w:r>
    </w:p>
    <w:p w:rsidR="0090773A" w:rsidRPr="00AD3FB2" w:rsidRDefault="0090773A" w:rsidP="00AD3F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D3FB2">
        <w:rPr>
          <w:rFonts w:ascii="Times New Roman" w:hAnsi="Times New Roman"/>
          <w:sz w:val="28"/>
          <w:szCs w:val="28"/>
        </w:rPr>
        <w:t xml:space="preserve">администрации Старотитаровского </w:t>
      </w:r>
    </w:p>
    <w:p w:rsidR="0090773A" w:rsidRPr="00AD3FB2" w:rsidRDefault="0090773A" w:rsidP="00AD3F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D3FB2"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   О.Н.Пелипенко</w:t>
      </w:r>
    </w:p>
    <w:p w:rsidR="0090773A" w:rsidRPr="00AD3FB2" w:rsidRDefault="0090773A" w:rsidP="00AD3FB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0773A" w:rsidRPr="00AD3FB2" w:rsidRDefault="0090773A" w:rsidP="00AD3FB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0773A" w:rsidRPr="00AD3FB2" w:rsidRDefault="0090773A" w:rsidP="00AD3FB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D3FB2">
        <w:rPr>
          <w:rFonts w:ascii="Times New Roman" w:hAnsi="Times New Roman"/>
          <w:sz w:val="28"/>
          <w:szCs w:val="28"/>
        </w:rPr>
        <w:t>Директор МКУ «ПЭЦ»</w:t>
      </w:r>
    </w:p>
    <w:p w:rsidR="0090773A" w:rsidRPr="00AD3FB2" w:rsidRDefault="0090773A" w:rsidP="00AD3FB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D3FB2">
        <w:rPr>
          <w:rFonts w:ascii="Times New Roman" w:hAnsi="Times New Roman"/>
          <w:sz w:val="28"/>
          <w:szCs w:val="28"/>
        </w:rPr>
        <w:t xml:space="preserve">Старотитаровского сельского поселения </w:t>
      </w:r>
    </w:p>
    <w:p w:rsidR="0090773A" w:rsidRPr="00AD3FB2" w:rsidRDefault="0090773A" w:rsidP="00AD3FB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D3FB2">
        <w:rPr>
          <w:rFonts w:ascii="Times New Roman" w:hAnsi="Times New Roman"/>
          <w:sz w:val="28"/>
          <w:szCs w:val="28"/>
        </w:rPr>
        <w:t>Темрюкского района                                                                         И.А.Петренко</w:t>
      </w:r>
    </w:p>
    <w:p w:rsidR="0090773A" w:rsidRPr="00AD3FB2" w:rsidRDefault="0090773A" w:rsidP="00AD3FB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0773A" w:rsidRPr="00AD3FB2" w:rsidRDefault="0090773A" w:rsidP="00AD3F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0773A" w:rsidRDefault="0090773A"/>
    <w:sectPr w:rsidR="0090773A" w:rsidSect="009A58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417E"/>
    <w:rsid w:val="004013A4"/>
    <w:rsid w:val="00430E7F"/>
    <w:rsid w:val="005061AC"/>
    <w:rsid w:val="0071417E"/>
    <w:rsid w:val="0090773A"/>
    <w:rsid w:val="009507E0"/>
    <w:rsid w:val="00984B03"/>
    <w:rsid w:val="009A58DD"/>
    <w:rsid w:val="009C3AD6"/>
    <w:rsid w:val="00AD3FB2"/>
    <w:rsid w:val="00B05043"/>
    <w:rsid w:val="00C23450"/>
    <w:rsid w:val="00F51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58DD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71417E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1417E"/>
    <w:pPr>
      <w:keepNext/>
      <w:shd w:val="clear" w:color="auto" w:fill="FFFFFF"/>
      <w:spacing w:before="216" w:after="0" w:line="252" w:lineRule="exact"/>
      <w:jc w:val="center"/>
      <w:outlineLvl w:val="1"/>
    </w:pPr>
    <w:rPr>
      <w:rFonts w:ascii="Times New Roman" w:hAnsi="Times New Roman"/>
      <w:b/>
      <w:bCs/>
      <w:color w:val="000000"/>
      <w:spacing w:val="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1417E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71417E"/>
    <w:rPr>
      <w:rFonts w:ascii="Times New Roman" w:hAnsi="Times New Roman" w:cs="Times New Roman"/>
      <w:b/>
      <w:bCs/>
      <w:color w:val="000000"/>
      <w:spacing w:val="6"/>
      <w:shd w:val="clear" w:color="auto" w:fill="FFFFFF"/>
    </w:rPr>
  </w:style>
  <w:style w:type="paragraph" w:customStyle="1" w:styleId="a">
    <w:name w:val="Знак Знак Знак Знак Знак Знак Знак Знак Знак Знак"/>
    <w:basedOn w:val="Normal"/>
    <w:uiPriority w:val="99"/>
    <w:rsid w:val="0071417E"/>
    <w:pPr>
      <w:spacing w:before="100" w:beforeAutospacing="1" w:after="100" w:afterAutospacing="1" w:line="240" w:lineRule="auto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">
    <w:name w:val="Style2"/>
    <w:basedOn w:val="Normal"/>
    <w:uiPriority w:val="99"/>
    <w:rsid w:val="0071417E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hAnsi="Franklin Gothic Medium"/>
      <w:sz w:val="24"/>
      <w:szCs w:val="24"/>
    </w:rPr>
  </w:style>
  <w:style w:type="character" w:customStyle="1" w:styleId="FontStyle11">
    <w:name w:val="Font Style11"/>
    <w:basedOn w:val="DefaultParagraphFont"/>
    <w:uiPriority w:val="99"/>
    <w:rsid w:val="0071417E"/>
    <w:rPr>
      <w:rFonts w:ascii="Franklin Gothic Medium" w:hAnsi="Franklin Gothic Medium" w:cs="Franklin Gothic Medium"/>
      <w:sz w:val="42"/>
      <w:szCs w:val="42"/>
    </w:rPr>
  </w:style>
  <w:style w:type="paragraph" w:customStyle="1" w:styleId="msonormalcxspmiddle">
    <w:name w:val="msonormalcxspmiddle"/>
    <w:basedOn w:val="Normal"/>
    <w:uiPriority w:val="99"/>
    <w:rsid w:val="0071417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</TotalTime>
  <Pages>2</Pages>
  <Words>499</Words>
  <Characters>2846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Loner-XP</cp:lastModifiedBy>
  <cp:revision>5</cp:revision>
  <cp:lastPrinted>2016-01-22T07:19:00Z</cp:lastPrinted>
  <dcterms:created xsi:type="dcterms:W3CDTF">2015-12-22T16:49:00Z</dcterms:created>
  <dcterms:modified xsi:type="dcterms:W3CDTF">2016-01-26T11:37:00Z</dcterms:modified>
</cp:coreProperties>
</file>