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A08" w:rsidRPr="005C0DC7" w:rsidRDefault="00055A08" w:rsidP="00882300">
      <w:pPr>
        <w:pageBreakBefore/>
        <w:ind w:left="4536"/>
        <w:jc w:val="center"/>
        <w:rPr>
          <w:sz w:val="28"/>
          <w:szCs w:val="28"/>
        </w:rPr>
      </w:pPr>
      <w:r w:rsidRPr="005C0DC7">
        <w:rPr>
          <w:sz w:val="28"/>
          <w:szCs w:val="28"/>
        </w:rPr>
        <w:t>Приложение № 3</w:t>
      </w:r>
    </w:p>
    <w:p w:rsidR="00055A08" w:rsidRPr="005C0DC7" w:rsidRDefault="00055A08" w:rsidP="00882300">
      <w:pPr>
        <w:pStyle w:val="ConsPlusNormal"/>
        <w:tabs>
          <w:tab w:val="left" w:pos="1620"/>
        </w:tabs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5C0DC7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</w:t>
      </w:r>
      <w:r w:rsidRPr="002A011A">
        <w:rPr>
          <w:rFonts w:ascii="Times New Roman" w:hAnsi="Times New Roman" w:cs="Times New Roman"/>
          <w:sz w:val="28"/>
          <w:szCs w:val="28"/>
        </w:rPr>
        <w:t>Предоставление разрешения на  условно разрешенный вид использования земельного участка или объекта капитального строительства</w:t>
      </w:r>
      <w:r w:rsidRPr="005C0DC7">
        <w:rPr>
          <w:rFonts w:ascii="Times New Roman" w:hAnsi="Times New Roman"/>
          <w:sz w:val="28"/>
          <w:szCs w:val="28"/>
        </w:rPr>
        <w:t>»</w:t>
      </w:r>
    </w:p>
    <w:p w:rsidR="00055A08" w:rsidRPr="005C0DC7" w:rsidRDefault="00055A08" w:rsidP="00882300">
      <w:pPr>
        <w:pStyle w:val="ConsPlusNormal"/>
        <w:tabs>
          <w:tab w:val="left" w:pos="1620"/>
        </w:tabs>
        <w:ind w:left="4395" w:firstLine="0"/>
        <w:jc w:val="center"/>
        <w:rPr>
          <w:rFonts w:ascii="Times New Roman" w:hAnsi="Times New Roman"/>
          <w:sz w:val="28"/>
          <w:szCs w:val="28"/>
        </w:rPr>
      </w:pPr>
    </w:p>
    <w:p w:rsidR="00055A08" w:rsidRPr="005C0DC7" w:rsidRDefault="00055A08" w:rsidP="00882300">
      <w:pPr>
        <w:ind w:left="4962" w:hanging="4962"/>
        <w:jc w:val="center"/>
        <w:rPr>
          <w:b/>
          <w:bCs/>
          <w:sz w:val="28"/>
          <w:szCs w:val="28"/>
        </w:rPr>
      </w:pPr>
      <w:r w:rsidRPr="005C0DC7">
        <w:rPr>
          <w:b/>
          <w:bCs/>
          <w:sz w:val="28"/>
          <w:szCs w:val="28"/>
        </w:rPr>
        <w:t>БЛОК-СХЕМА</w:t>
      </w:r>
    </w:p>
    <w:p w:rsidR="00055A08" w:rsidRPr="005C0DC7" w:rsidRDefault="00055A08" w:rsidP="00882300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C0DC7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055A08" w:rsidRDefault="00055A08" w:rsidP="00882300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C0DC7">
        <w:rPr>
          <w:rFonts w:ascii="Times New Roman" w:hAnsi="Times New Roman"/>
          <w:b/>
          <w:sz w:val="28"/>
          <w:szCs w:val="28"/>
        </w:rPr>
        <w:t>«</w:t>
      </w:r>
      <w:r w:rsidRPr="00E5239F">
        <w:rPr>
          <w:rFonts w:ascii="Times New Roman" w:hAnsi="Times New Roman"/>
          <w:b/>
          <w:sz w:val="28"/>
          <w:szCs w:val="28"/>
        </w:rPr>
        <w:t>Выдача разрешения на условно разрешенный вид использования земельного участка или объекта капитального строительства</w:t>
      </w:r>
      <w:r w:rsidRPr="005C0DC7">
        <w:rPr>
          <w:rFonts w:ascii="Times New Roman" w:hAnsi="Times New Roman"/>
          <w:b/>
          <w:sz w:val="28"/>
          <w:szCs w:val="28"/>
        </w:rPr>
        <w:t xml:space="preserve">» </w:t>
      </w:r>
    </w:p>
    <w:p w:rsidR="00055A08" w:rsidRPr="00B05477" w:rsidRDefault="00055A08" w:rsidP="00882300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55A08" w:rsidRPr="00B05477" w:rsidRDefault="00055A08" w:rsidP="00882300">
      <w:pPr>
        <w:jc w:val="center"/>
        <w:rPr>
          <w:rStyle w:val="a"/>
          <w:b w:val="0"/>
          <w:bCs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12.2pt;margin-top:7.1pt;width:462.25pt;height:20.8pt;z-index:251646976">
            <v:textbox style="mso-next-textbox:#_x0000_s1026">
              <w:txbxContent>
                <w:p w:rsidR="00055A08" w:rsidRPr="00B05477" w:rsidRDefault="00055A08" w:rsidP="00882300">
                  <w:r w:rsidRPr="00B05477">
                    <w:t>прием и первичная проверка заявления и приложенных к нему документов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jc w:val="center"/>
        <w:rPr>
          <w:color w:val="000000"/>
          <w:sz w:val="28"/>
          <w:szCs w:val="28"/>
        </w:rPr>
      </w:pPr>
      <w:r>
        <w:rPr>
          <w:noProof/>
        </w:rPr>
        <w:pict>
          <v:line id="_x0000_s1027" style="position:absolute;left:0;text-align:left;z-index:251658240" from="234.45pt,11.8pt" to="234.45pt,23.35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28" style="position:absolute;margin-left:12.2pt;margin-top:7.25pt;width:462.25pt;height:34.55pt;z-index:251657216">
            <v:textbox style="mso-next-textbox:#_x0000_s1028">
              <w:txbxContent>
                <w:p w:rsidR="00055A08" w:rsidRPr="00B05477" w:rsidRDefault="00055A08" w:rsidP="00882300">
                  <w:pPr>
                    <w:jc w:val="center"/>
                  </w:pPr>
                  <w:r w:rsidRPr="00B05477">
                    <w:t xml:space="preserve">выдача заявителю расписки в получении документов (в случае поступления заявления в МУК «МФЦ») 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line id="_x0000_s1029" style="position:absolute;z-index:251652096" from="234.95pt,9.1pt" to="235.4pt,20.55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30" style="position:absolute;margin-left:12.2pt;margin-top:4.45pt;width:462pt;height:22.2pt;z-index:251648000">
            <v:textbox style="mso-next-textbox:#_x0000_s1030">
              <w:txbxContent>
                <w:p w:rsidR="00055A08" w:rsidRPr="00B05477" w:rsidRDefault="00055A08" w:rsidP="00882300">
                  <w:pPr>
                    <w:jc w:val="center"/>
                  </w:pPr>
                  <w:r w:rsidRPr="00B05477">
                    <w:t>передача заявления в Администрацию (если заявление принято в МКУ «МФЦ»)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line id="_x0000_s1031" style="position:absolute;z-index:251660288" from="234.9pt,10.55pt" to="235.4pt,23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32" style="position:absolute;margin-left:12.2pt;margin-top:6.95pt;width:462.25pt;height:19.65pt;z-index:251659264">
            <v:textbox style="mso-next-textbox:#_x0000_s1032">
              <w:txbxContent>
                <w:p w:rsidR="00055A08" w:rsidRPr="00B05477" w:rsidRDefault="00055A08" w:rsidP="00882300">
                  <w:r w:rsidRPr="00B05477">
                    <w:t>регистрация заявления о предоставлении муниципальной услуги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line id="_x0000_s1033" style="position:absolute;flip:x;z-index:251662336" from="234.95pt,10.5pt" to="235.4pt,22.1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34" style="position:absolute;margin-left:12.2pt;margin-top:6pt;width:462pt;height:36pt;z-index:251649024">
            <v:textbox style="mso-next-textbox:#_x0000_s1034">
              <w:txbxContent>
                <w:p w:rsidR="00055A08" w:rsidRPr="00B05477" w:rsidRDefault="00055A08" w:rsidP="00882300">
                  <w:pPr>
                    <w:jc w:val="center"/>
                  </w:pPr>
                  <w:r w:rsidRPr="00B05477">
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line id="_x0000_s1035" style="position:absolute;flip:x;z-index:251655168" from="235.4pt,9.8pt" to="235.4pt,20.65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36" style="position:absolute;margin-left:12.2pt;margin-top:4.55pt;width:462.25pt;height:23.8pt;z-index:251651072">
            <v:textbox style="mso-next-textbox:#_x0000_s1036">
              <w:txbxContent>
                <w:p w:rsidR="00055A08" w:rsidRPr="00B05477" w:rsidRDefault="00055A08" w:rsidP="00882300">
                  <w:pPr>
                    <w:jc w:val="center"/>
                  </w:pPr>
                  <w:r w:rsidRPr="00B05477">
                    <w:t>проведение комиссии по землепользованию и застройке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37" style="position:absolute;margin-left:250.95pt;margin-top:15.55pt;width:223.5pt;height:104.3pt;z-index:251663360">
            <v:textbox style="mso-next-textbox:#_x0000_s1037">
              <w:txbxContent>
                <w:p w:rsidR="00055A08" w:rsidRPr="00B05477" w:rsidRDefault="00055A08" w:rsidP="00882300">
                  <w:pPr>
                    <w:ind w:left="-142" w:right="-99"/>
                    <w:jc w:val="center"/>
                  </w:pPr>
                  <w:r w:rsidRPr="00B05477">
                    <w:rPr>
                      <w:color w:val="000000"/>
                    </w:rPr>
                    <w:t xml:space="preserve">подготовка, согласование и утверждение постановления Администрации об отказе в </w:t>
                  </w:r>
                  <w:r w:rsidRPr="00B05477">
                    <w:t>разрешении на условно разрешенный вид использования земельного участка или объекта капитального строительства</w:t>
                  </w:r>
                </w:p>
                <w:p w:rsidR="00055A08" w:rsidRPr="00535CDC" w:rsidRDefault="00055A08" w:rsidP="00882300"/>
              </w:txbxContent>
            </v:textbox>
          </v:rect>
        </w:pict>
      </w:r>
      <w:r>
        <w:rPr>
          <w:noProof/>
        </w:rPr>
        <w:pict>
          <v:rect id="_x0000_s1038" style="position:absolute;margin-left:12.2pt;margin-top:15.55pt;width:222.25pt;height:104.3pt;z-index:251664384">
            <v:textbox style="mso-next-textbox:#_x0000_s1038">
              <w:txbxContent>
                <w:p w:rsidR="00055A08" w:rsidRPr="00B05477" w:rsidRDefault="00055A08" w:rsidP="00882300">
                  <w:pPr>
                    <w:ind w:left="-284" w:right="-161"/>
                    <w:jc w:val="center"/>
                  </w:pPr>
                  <w:r w:rsidRPr="00B05477">
                    <w:rPr>
                      <w:color w:val="000000"/>
                    </w:rPr>
                    <w:t xml:space="preserve">подготовка, согласование и утверждение постановления Администрации об утверждении </w:t>
                  </w:r>
                  <w:r w:rsidRPr="00B05477">
                    <w:t>разрешения на условно разрешенный вид использования земельного участка или объекта капитального строительства</w:t>
                  </w:r>
                </w:p>
                <w:p w:rsidR="00055A08" w:rsidRPr="0031241E" w:rsidRDefault="00055A08" w:rsidP="00882300"/>
              </w:txbxContent>
            </v:textbox>
          </v:rect>
        </w:pict>
      </w:r>
      <w:r>
        <w:rPr>
          <w:noProof/>
        </w:rPr>
        <w:pict>
          <v:line id="_x0000_s1039" style="position:absolute;z-index:251665408" from="357.45pt,2.35pt" to="357.45pt,15.55pt">
            <v:stroke endarrow="block"/>
          </v:line>
        </w:pict>
      </w:r>
      <w:r>
        <w:rPr>
          <w:noProof/>
        </w:rPr>
        <w:pict>
          <v:line id="_x0000_s1040" style="position:absolute;z-index:251661312" from="133.65pt,2.35pt" to="133.65pt,15.55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line id="_x0000_s1041" style="position:absolute;flip:x;z-index:251668480" from="460.2pt,9.65pt" to="460.2pt,83.2pt">
            <v:stroke endarrow="block"/>
          </v:line>
        </w:pict>
      </w:r>
      <w:r>
        <w:rPr>
          <w:noProof/>
        </w:rPr>
        <w:pict>
          <v:line id="_x0000_s1042" style="position:absolute;flip:x;z-index:251667456" from="32.7pt,9.65pt" to="32.7pt,80.7pt">
            <v:stroke endarrow="block"/>
          </v:line>
        </w:pict>
      </w:r>
      <w:r>
        <w:rPr>
          <w:noProof/>
        </w:rPr>
        <w:pict>
          <v:line id="_x0000_s1043" style="position:absolute;flip:x;z-index:251654144" from="133.65pt,7.15pt" to="133.65pt,19.7pt">
            <v:stroke endarrow="block"/>
          </v:line>
        </w:pict>
      </w:r>
      <w:r>
        <w:rPr>
          <w:noProof/>
        </w:rPr>
        <w:pict>
          <v:line id="_x0000_s1044" style="position:absolute;z-index:251666432" from="357.45pt,7.15pt" to="357.45pt,22.2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45" style="position:absolute;margin-left:53.7pt;margin-top:3.6pt;width:389.25pt;height:46.75pt;z-index:251650048">
            <v:textbox style="mso-next-textbox:#_x0000_s1045">
              <w:txbxContent>
                <w:p w:rsidR="00055A08" w:rsidRPr="00B05477" w:rsidRDefault="00055A08" w:rsidP="00882300">
                  <w:pPr>
                    <w:jc w:val="center"/>
                  </w:pPr>
                  <w:r w:rsidRPr="00B05477">
                    <w:t>передача постановления Администрации об разрешения на условно разрешенный вид использования земельного участка или объекта капитального строительства или отказа в МКУ «МФЦ»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line id="_x0000_s1046" style="position:absolute;flip:x;z-index:251653120" from="241.2pt,1.75pt" to="241.2pt,16.3pt">
            <v:stroke endarrow="block"/>
          </v:line>
        </w:pict>
      </w:r>
    </w:p>
    <w:p w:rsidR="00055A08" w:rsidRPr="00B05477" w:rsidRDefault="00055A08" w:rsidP="00882300">
      <w:pPr>
        <w:rPr>
          <w:sz w:val="28"/>
          <w:szCs w:val="28"/>
        </w:rPr>
      </w:pPr>
      <w:r>
        <w:rPr>
          <w:noProof/>
        </w:rPr>
        <w:pict>
          <v:rect id="_x0000_s1047" style="position:absolute;margin-left:12.2pt;margin-top:.2pt;width:462.25pt;height:26.9pt;z-index:251656192">
            <v:textbox style="mso-next-textbox:#_x0000_s1047">
              <w:txbxContent>
                <w:p w:rsidR="00055A08" w:rsidRPr="00B05477" w:rsidRDefault="00055A08" w:rsidP="00882300">
                  <w:pPr>
                    <w:jc w:val="center"/>
                  </w:pPr>
                  <w:r w:rsidRPr="00B05477">
                    <w:t>выдача (направление) заявителю результата оказания муниципальной услуги</w:t>
                  </w:r>
                </w:p>
              </w:txbxContent>
            </v:textbox>
          </v:rect>
        </w:pict>
      </w:r>
    </w:p>
    <w:p w:rsidR="00055A08" w:rsidRPr="00B05477" w:rsidRDefault="00055A08" w:rsidP="00882300">
      <w:pPr>
        <w:rPr>
          <w:sz w:val="28"/>
          <w:szCs w:val="28"/>
        </w:rPr>
      </w:pPr>
    </w:p>
    <w:p w:rsidR="00055A08" w:rsidRDefault="00055A08"/>
    <w:sectPr w:rsidR="00055A08" w:rsidSect="001E7E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300"/>
    <w:rsid w:val="0000070F"/>
    <w:rsid w:val="00001534"/>
    <w:rsid w:val="00001D82"/>
    <w:rsid w:val="000035B1"/>
    <w:rsid w:val="00004C24"/>
    <w:rsid w:val="0000613B"/>
    <w:rsid w:val="00012092"/>
    <w:rsid w:val="00013E20"/>
    <w:rsid w:val="0001464C"/>
    <w:rsid w:val="00014813"/>
    <w:rsid w:val="000162FC"/>
    <w:rsid w:val="00016435"/>
    <w:rsid w:val="000179F6"/>
    <w:rsid w:val="00017C0C"/>
    <w:rsid w:val="00020EA0"/>
    <w:rsid w:val="00021C46"/>
    <w:rsid w:val="000224D5"/>
    <w:rsid w:val="0002282C"/>
    <w:rsid w:val="0002471E"/>
    <w:rsid w:val="00025716"/>
    <w:rsid w:val="00025C2A"/>
    <w:rsid w:val="00026C80"/>
    <w:rsid w:val="000306CC"/>
    <w:rsid w:val="00032741"/>
    <w:rsid w:val="00032D42"/>
    <w:rsid w:val="00034711"/>
    <w:rsid w:val="00034F0C"/>
    <w:rsid w:val="000350F9"/>
    <w:rsid w:val="000358E7"/>
    <w:rsid w:val="000361DA"/>
    <w:rsid w:val="000402AB"/>
    <w:rsid w:val="000427D5"/>
    <w:rsid w:val="000428A7"/>
    <w:rsid w:val="00042A75"/>
    <w:rsid w:val="00043332"/>
    <w:rsid w:val="00044D48"/>
    <w:rsid w:val="00045474"/>
    <w:rsid w:val="00046202"/>
    <w:rsid w:val="00047234"/>
    <w:rsid w:val="000502B4"/>
    <w:rsid w:val="0005034E"/>
    <w:rsid w:val="00050E45"/>
    <w:rsid w:val="00051BF2"/>
    <w:rsid w:val="00052338"/>
    <w:rsid w:val="00052B1D"/>
    <w:rsid w:val="00053ACC"/>
    <w:rsid w:val="00055A08"/>
    <w:rsid w:val="00055A80"/>
    <w:rsid w:val="00057C42"/>
    <w:rsid w:val="00057E36"/>
    <w:rsid w:val="000622FA"/>
    <w:rsid w:val="00064441"/>
    <w:rsid w:val="000700E9"/>
    <w:rsid w:val="0007099D"/>
    <w:rsid w:val="00071486"/>
    <w:rsid w:val="000738D1"/>
    <w:rsid w:val="00074516"/>
    <w:rsid w:val="00074E5E"/>
    <w:rsid w:val="00075DD4"/>
    <w:rsid w:val="000800BF"/>
    <w:rsid w:val="00081C7A"/>
    <w:rsid w:val="00081DE0"/>
    <w:rsid w:val="0008357F"/>
    <w:rsid w:val="000851E3"/>
    <w:rsid w:val="00086D9C"/>
    <w:rsid w:val="00086EED"/>
    <w:rsid w:val="00087954"/>
    <w:rsid w:val="00090AE5"/>
    <w:rsid w:val="00091948"/>
    <w:rsid w:val="000937B2"/>
    <w:rsid w:val="0009413C"/>
    <w:rsid w:val="00094186"/>
    <w:rsid w:val="000953CF"/>
    <w:rsid w:val="000955E1"/>
    <w:rsid w:val="00095F48"/>
    <w:rsid w:val="00096984"/>
    <w:rsid w:val="00096F5C"/>
    <w:rsid w:val="000A3E45"/>
    <w:rsid w:val="000A4985"/>
    <w:rsid w:val="000A4A51"/>
    <w:rsid w:val="000A4B28"/>
    <w:rsid w:val="000A50A1"/>
    <w:rsid w:val="000A6306"/>
    <w:rsid w:val="000A72DA"/>
    <w:rsid w:val="000B0670"/>
    <w:rsid w:val="000B0959"/>
    <w:rsid w:val="000B1482"/>
    <w:rsid w:val="000B4272"/>
    <w:rsid w:val="000B44C8"/>
    <w:rsid w:val="000B50AC"/>
    <w:rsid w:val="000B6C87"/>
    <w:rsid w:val="000C1BC5"/>
    <w:rsid w:val="000C1EF2"/>
    <w:rsid w:val="000C3054"/>
    <w:rsid w:val="000C3C9C"/>
    <w:rsid w:val="000C527A"/>
    <w:rsid w:val="000C557F"/>
    <w:rsid w:val="000C78E3"/>
    <w:rsid w:val="000C797E"/>
    <w:rsid w:val="000D0422"/>
    <w:rsid w:val="000D114A"/>
    <w:rsid w:val="000D199E"/>
    <w:rsid w:val="000D4DAD"/>
    <w:rsid w:val="000D5182"/>
    <w:rsid w:val="000D7F13"/>
    <w:rsid w:val="000E081F"/>
    <w:rsid w:val="000E1458"/>
    <w:rsid w:val="000E1948"/>
    <w:rsid w:val="000E28C2"/>
    <w:rsid w:val="000E3163"/>
    <w:rsid w:val="000E4268"/>
    <w:rsid w:val="000E486D"/>
    <w:rsid w:val="000E4DB3"/>
    <w:rsid w:val="000E5B28"/>
    <w:rsid w:val="000F03C9"/>
    <w:rsid w:val="000F1590"/>
    <w:rsid w:val="000F3AA4"/>
    <w:rsid w:val="000F3F36"/>
    <w:rsid w:val="000F4C6D"/>
    <w:rsid w:val="000F5F4F"/>
    <w:rsid w:val="000F5FF4"/>
    <w:rsid w:val="000F6372"/>
    <w:rsid w:val="000F6525"/>
    <w:rsid w:val="000F7B5D"/>
    <w:rsid w:val="00102DAF"/>
    <w:rsid w:val="00111A57"/>
    <w:rsid w:val="00113211"/>
    <w:rsid w:val="001166DA"/>
    <w:rsid w:val="001175E9"/>
    <w:rsid w:val="00123763"/>
    <w:rsid w:val="001250A9"/>
    <w:rsid w:val="00125960"/>
    <w:rsid w:val="001265BB"/>
    <w:rsid w:val="001322F2"/>
    <w:rsid w:val="00137E6A"/>
    <w:rsid w:val="001410CF"/>
    <w:rsid w:val="00143777"/>
    <w:rsid w:val="00144D40"/>
    <w:rsid w:val="00144E65"/>
    <w:rsid w:val="00145535"/>
    <w:rsid w:val="00146E26"/>
    <w:rsid w:val="0014700C"/>
    <w:rsid w:val="0014707D"/>
    <w:rsid w:val="00147615"/>
    <w:rsid w:val="00150EB3"/>
    <w:rsid w:val="001519EB"/>
    <w:rsid w:val="0015232D"/>
    <w:rsid w:val="00154DBB"/>
    <w:rsid w:val="001568CD"/>
    <w:rsid w:val="00157642"/>
    <w:rsid w:val="00157AE1"/>
    <w:rsid w:val="001601CD"/>
    <w:rsid w:val="00160C2B"/>
    <w:rsid w:val="0016219D"/>
    <w:rsid w:val="00164096"/>
    <w:rsid w:val="00167CB2"/>
    <w:rsid w:val="00170E65"/>
    <w:rsid w:val="00171097"/>
    <w:rsid w:val="001725B9"/>
    <w:rsid w:val="00181F78"/>
    <w:rsid w:val="001824F1"/>
    <w:rsid w:val="0018366D"/>
    <w:rsid w:val="00184757"/>
    <w:rsid w:val="00191134"/>
    <w:rsid w:val="00191703"/>
    <w:rsid w:val="001937CC"/>
    <w:rsid w:val="0019590F"/>
    <w:rsid w:val="00196114"/>
    <w:rsid w:val="0019730B"/>
    <w:rsid w:val="001A0BAC"/>
    <w:rsid w:val="001A1AF0"/>
    <w:rsid w:val="001A2A11"/>
    <w:rsid w:val="001A6272"/>
    <w:rsid w:val="001A67A4"/>
    <w:rsid w:val="001A6EA9"/>
    <w:rsid w:val="001B03EA"/>
    <w:rsid w:val="001B2BAC"/>
    <w:rsid w:val="001B3389"/>
    <w:rsid w:val="001B3611"/>
    <w:rsid w:val="001B3852"/>
    <w:rsid w:val="001B483A"/>
    <w:rsid w:val="001B4F10"/>
    <w:rsid w:val="001B4FD5"/>
    <w:rsid w:val="001B67DA"/>
    <w:rsid w:val="001B6AD9"/>
    <w:rsid w:val="001C33EA"/>
    <w:rsid w:val="001C3E36"/>
    <w:rsid w:val="001C4BD0"/>
    <w:rsid w:val="001C6B0C"/>
    <w:rsid w:val="001C7918"/>
    <w:rsid w:val="001D025B"/>
    <w:rsid w:val="001D1A80"/>
    <w:rsid w:val="001D6514"/>
    <w:rsid w:val="001D656F"/>
    <w:rsid w:val="001D6B6C"/>
    <w:rsid w:val="001E1562"/>
    <w:rsid w:val="001E2D1A"/>
    <w:rsid w:val="001E301D"/>
    <w:rsid w:val="001E46CE"/>
    <w:rsid w:val="001E51B4"/>
    <w:rsid w:val="001E5925"/>
    <w:rsid w:val="001E6902"/>
    <w:rsid w:val="001E6D92"/>
    <w:rsid w:val="001E7E7E"/>
    <w:rsid w:val="001F0F28"/>
    <w:rsid w:val="001F4C36"/>
    <w:rsid w:val="001F6A3F"/>
    <w:rsid w:val="001F734E"/>
    <w:rsid w:val="00200A79"/>
    <w:rsid w:val="00200AD9"/>
    <w:rsid w:val="00200B2F"/>
    <w:rsid w:val="00200E58"/>
    <w:rsid w:val="00200EDE"/>
    <w:rsid w:val="0020130F"/>
    <w:rsid w:val="00201FCB"/>
    <w:rsid w:val="00203B0D"/>
    <w:rsid w:val="00204C32"/>
    <w:rsid w:val="0021056B"/>
    <w:rsid w:val="002109AF"/>
    <w:rsid w:val="0021456F"/>
    <w:rsid w:val="0021637A"/>
    <w:rsid w:val="00217F92"/>
    <w:rsid w:val="002208CD"/>
    <w:rsid w:val="002215F3"/>
    <w:rsid w:val="00223997"/>
    <w:rsid w:val="00225D59"/>
    <w:rsid w:val="0023064A"/>
    <w:rsid w:val="00230822"/>
    <w:rsid w:val="002312B7"/>
    <w:rsid w:val="002317DB"/>
    <w:rsid w:val="00233B63"/>
    <w:rsid w:val="00233C1B"/>
    <w:rsid w:val="00234E86"/>
    <w:rsid w:val="00236863"/>
    <w:rsid w:val="00240965"/>
    <w:rsid w:val="00244F51"/>
    <w:rsid w:val="002450F5"/>
    <w:rsid w:val="0024547B"/>
    <w:rsid w:val="002455C4"/>
    <w:rsid w:val="002468FC"/>
    <w:rsid w:val="002478F9"/>
    <w:rsid w:val="00250185"/>
    <w:rsid w:val="00252A83"/>
    <w:rsid w:val="00255B34"/>
    <w:rsid w:val="00262A3F"/>
    <w:rsid w:val="00263D2C"/>
    <w:rsid w:val="00263FFE"/>
    <w:rsid w:val="00264BDF"/>
    <w:rsid w:val="00264CEA"/>
    <w:rsid w:val="00265DCB"/>
    <w:rsid w:val="00267F32"/>
    <w:rsid w:val="00270934"/>
    <w:rsid w:val="002726C8"/>
    <w:rsid w:val="00273B09"/>
    <w:rsid w:val="00274CEF"/>
    <w:rsid w:val="00276245"/>
    <w:rsid w:val="00276D31"/>
    <w:rsid w:val="002815B3"/>
    <w:rsid w:val="00282140"/>
    <w:rsid w:val="0028737F"/>
    <w:rsid w:val="0029592F"/>
    <w:rsid w:val="00296936"/>
    <w:rsid w:val="00297949"/>
    <w:rsid w:val="002A011A"/>
    <w:rsid w:val="002A0C59"/>
    <w:rsid w:val="002A1205"/>
    <w:rsid w:val="002A1C09"/>
    <w:rsid w:val="002A1EF1"/>
    <w:rsid w:val="002A2CE4"/>
    <w:rsid w:val="002A2EC5"/>
    <w:rsid w:val="002A3D67"/>
    <w:rsid w:val="002A4A28"/>
    <w:rsid w:val="002A50B2"/>
    <w:rsid w:val="002A5AF1"/>
    <w:rsid w:val="002A77C2"/>
    <w:rsid w:val="002B08F7"/>
    <w:rsid w:val="002B1C20"/>
    <w:rsid w:val="002B205F"/>
    <w:rsid w:val="002B4A5E"/>
    <w:rsid w:val="002B72CB"/>
    <w:rsid w:val="002B77AE"/>
    <w:rsid w:val="002C0140"/>
    <w:rsid w:val="002C019B"/>
    <w:rsid w:val="002C0BF4"/>
    <w:rsid w:val="002C302B"/>
    <w:rsid w:val="002C3159"/>
    <w:rsid w:val="002C47DA"/>
    <w:rsid w:val="002C54D5"/>
    <w:rsid w:val="002C5F2A"/>
    <w:rsid w:val="002C60A2"/>
    <w:rsid w:val="002C64DD"/>
    <w:rsid w:val="002C6E09"/>
    <w:rsid w:val="002D03F9"/>
    <w:rsid w:val="002D248D"/>
    <w:rsid w:val="002D46C0"/>
    <w:rsid w:val="002D560F"/>
    <w:rsid w:val="002D5C8E"/>
    <w:rsid w:val="002D637D"/>
    <w:rsid w:val="002D6822"/>
    <w:rsid w:val="002D6978"/>
    <w:rsid w:val="002E0F54"/>
    <w:rsid w:val="002E1C24"/>
    <w:rsid w:val="002E3489"/>
    <w:rsid w:val="002E5502"/>
    <w:rsid w:val="002E5FA0"/>
    <w:rsid w:val="002E6AF0"/>
    <w:rsid w:val="002E7839"/>
    <w:rsid w:val="002F049D"/>
    <w:rsid w:val="002F3CCB"/>
    <w:rsid w:val="002F5ABB"/>
    <w:rsid w:val="002F649D"/>
    <w:rsid w:val="002F66DB"/>
    <w:rsid w:val="003001DD"/>
    <w:rsid w:val="003008C3"/>
    <w:rsid w:val="00305821"/>
    <w:rsid w:val="00306C1D"/>
    <w:rsid w:val="003077D0"/>
    <w:rsid w:val="0031084F"/>
    <w:rsid w:val="00311AEF"/>
    <w:rsid w:val="0031241E"/>
    <w:rsid w:val="00312B76"/>
    <w:rsid w:val="00314787"/>
    <w:rsid w:val="00316CDF"/>
    <w:rsid w:val="00316D6D"/>
    <w:rsid w:val="00317064"/>
    <w:rsid w:val="0031794D"/>
    <w:rsid w:val="00320F27"/>
    <w:rsid w:val="0032159C"/>
    <w:rsid w:val="00321757"/>
    <w:rsid w:val="00322D82"/>
    <w:rsid w:val="003245F1"/>
    <w:rsid w:val="00327393"/>
    <w:rsid w:val="00327A99"/>
    <w:rsid w:val="00331A7F"/>
    <w:rsid w:val="003349E2"/>
    <w:rsid w:val="0033557A"/>
    <w:rsid w:val="00336BD3"/>
    <w:rsid w:val="00336E70"/>
    <w:rsid w:val="0033707B"/>
    <w:rsid w:val="00340FCF"/>
    <w:rsid w:val="00342CC5"/>
    <w:rsid w:val="00344CA8"/>
    <w:rsid w:val="00344EA8"/>
    <w:rsid w:val="0034528B"/>
    <w:rsid w:val="003455D6"/>
    <w:rsid w:val="00346A20"/>
    <w:rsid w:val="00346C08"/>
    <w:rsid w:val="00350F74"/>
    <w:rsid w:val="0035392E"/>
    <w:rsid w:val="00353F1E"/>
    <w:rsid w:val="0035404D"/>
    <w:rsid w:val="00354C6C"/>
    <w:rsid w:val="00354E0A"/>
    <w:rsid w:val="00356AB7"/>
    <w:rsid w:val="00357A84"/>
    <w:rsid w:val="00362387"/>
    <w:rsid w:val="003626FE"/>
    <w:rsid w:val="0036352B"/>
    <w:rsid w:val="00363AFA"/>
    <w:rsid w:val="00364673"/>
    <w:rsid w:val="00365306"/>
    <w:rsid w:val="00370766"/>
    <w:rsid w:val="00370E66"/>
    <w:rsid w:val="003724E0"/>
    <w:rsid w:val="003737FA"/>
    <w:rsid w:val="003762B9"/>
    <w:rsid w:val="0037672B"/>
    <w:rsid w:val="00376EA3"/>
    <w:rsid w:val="003774EE"/>
    <w:rsid w:val="00377588"/>
    <w:rsid w:val="003806E2"/>
    <w:rsid w:val="003828F3"/>
    <w:rsid w:val="00383D14"/>
    <w:rsid w:val="00383D24"/>
    <w:rsid w:val="00383F45"/>
    <w:rsid w:val="00384561"/>
    <w:rsid w:val="0038492D"/>
    <w:rsid w:val="003854DD"/>
    <w:rsid w:val="00385E75"/>
    <w:rsid w:val="003907B4"/>
    <w:rsid w:val="00390B7E"/>
    <w:rsid w:val="0039404C"/>
    <w:rsid w:val="003942AD"/>
    <w:rsid w:val="00397E5D"/>
    <w:rsid w:val="003A02DA"/>
    <w:rsid w:val="003A2B08"/>
    <w:rsid w:val="003A356C"/>
    <w:rsid w:val="003A433A"/>
    <w:rsid w:val="003A444D"/>
    <w:rsid w:val="003A62AC"/>
    <w:rsid w:val="003A66EA"/>
    <w:rsid w:val="003A7000"/>
    <w:rsid w:val="003A7778"/>
    <w:rsid w:val="003B04B1"/>
    <w:rsid w:val="003B0C6D"/>
    <w:rsid w:val="003B1FF8"/>
    <w:rsid w:val="003B28F3"/>
    <w:rsid w:val="003B2B94"/>
    <w:rsid w:val="003B2F33"/>
    <w:rsid w:val="003B30D9"/>
    <w:rsid w:val="003B71E9"/>
    <w:rsid w:val="003C0703"/>
    <w:rsid w:val="003C2FD8"/>
    <w:rsid w:val="003C42BE"/>
    <w:rsid w:val="003C59A0"/>
    <w:rsid w:val="003C6DCD"/>
    <w:rsid w:val="003D105E"/>
    <w:rsid w:val="003D30C4"/>
    <w:rsid w:val="003D31F9"/>
    <w:rsid w:val="003D3D00"/>
    <w:rsid w:val="003D3F91"/>
    <w:rsid w:val="003D4C98"/>
    <w:rsid w:val="003D4F12"/>
    <w:rsid w:val="003D5919"/>
    <w:rsid w:val="003D79D8"/>
    <w:rsid w:val="003E03B8"/>
    <w:rsid w:val="003E1ABB"/>
    <w:rsid w:val="003E20B0"/>
    <w:rsid w:val="003E2777"/>
    <w:rsid w:val="003E380E"/>
    <w:rsid w:val="003E6B49"/>
    <w:rsid w:val="003E72E7"/>
    <w:rsid w:val="003E7A1E"/>
    <w:rsid w:val="003F0174"/>
    <w:rsid w:val="003F1021"/>
    <w:rsid w:val="003F2F77"/>
    <w:rsid w:val="003F33EF"/>
    <w:rsid w:val="00400C42"/>
    <w:rsid w:val="0040253A"/>
    <w:rsid w:val="00402A83"/>
    <w:rsid w:val="0040315C"/>
    <w:rsid w:val="00407201"/>
    <w:rsid w:val="004130C1"/>
    <w:rsid w:val="00414AB8"/>
    <w:rsid w:val="00416981"/>
    <w:rsid w:val="004170F5"/>
    <w:rsid w:val="0041759B"/>
    <w:rsid w:val="004175EF"/>
    <w:rsid w:val="004203AC"/>
    <w:rsid w:val="004233A7"/>
    <w:rsid w:val="00425B4D"/>
    <w:rsid w:val="00426239"/>
    <w:rsid w:val="00431485"/>
    <w:rsid w:val="004324E3"/>
    <w:rsid w:val="00432C15"/>
    <w:rsid w:val="00432D6D"/>
    <w:rsid w:val="004333DC"/>
    <w:rsid w:val="00433666"/>
    <w:rsid w:val="00433A47"/>
    <w:rsid w:val="00433AB6"/>
    <w:rsid w:val="0043605F"/>
    <w:rsid w:val="00437031"/>
    <w:rsid w:val="004401BC"/>
    <w:rsid w:val="00440B5D"/>
    <w:rsid w:val="00440E93"/>
    <w:rsid w:val="00444B8F"/>
    <w:rsid w:val="00446EDD"/>
    <w:rsid w:val="00447AAC"/>
    <w:rsid w:val="00452C6D"/>
    <w:rsid w:val="004556B2"/>
    <w:rsid w:val="0045645E"/>
    <w:rsid w:val="004615FA"/>
    <w:rsid w:val="00463DE9"/>
    <w:rsid w:val="00464238"/>
    <w:rsid w:val="0046543D"/>
    <w:rsid w:val="0046590E"/>
    <w:rsid w:val="004659F1"/>
    <w:rsid w:val="00467140"/>
    <w:rsid w:val="00467DD3"/>
    <w:rsid w:val="004716A9"/>
    <w:rsid w:val="00471DC5"/>
    <w:rsid w:val="0047320C"/>
    <w:rsid w:val="0047580D"/>
    <w:rsid w:val="00477011"/>
    <w:rsid w:val="00481359"/>
    <w:rsid w:val="004823D1"/>
    <w:rsid w:val="00490BE7"/>
    <w:rsid w:val="004910F1"/>
    <w:rsid w:val="00495556"/>
    <w:rsid w:val="00496231"/>
    <w:rsid w:val="004A08E0"/>
    <w:rsid w:val="004A08F8"/>
    <w:rsid w:val="004A1F5A"/>
    <w:rsid w:val="004A244F"/>
    <w:rsid w:val="004A579F"/>
    <w:rsid w:val="004A5F26"/>
    <w:rsid w:val="004A77C7"/>
    <w:rsid w:val="004A7A0F"/>
    <w:rsid w:val="004A7A12"/>
    <w:rsid w:val="004B1FF6"/>
    <w:rsid w:val="004B44B3"/>
    <w:rsid w:val="004B4E45"/>
    <w:rsid w:val="004C14A4"/>
    <w:rsid w:val="004C1FE5"/>
    <w:rsid w:val="004C2838"/>
    <w:rsid w:val="004C3DE3"/>
    <w:rsid w:val="004C46B1"/>
    <w:rsid w:val="004C65A9"/>
    <w:rsid w:val="004C7276"/>
    <w:rsid w:val="004D2764"/>
    <w:rsid w:val="004D2E78"/>
    <w:rsid w:val="004D6EB2"/>
    <w:rsid w:val="004E1EE1"/>
    <w:rsid w:val="004E277E"/>
    <w:rsid w:val="004E3CB4"/>
    <w:rsid w:val="004E4E35"/>
    <w:rsid w:val="004E5945"/>
    <w:rsid w:val="004E674D"/>
    <w:rsid w:val="004E6E07"/>
    <w:rsid w:val="004E740C"/>
    <w:rsid w:val="004E7AF7"/>
    <w:rsid w:val="004F0575"/>
    <w:rsid w:val="004F18DF"/>
    <w:rsid w:val="004F49CF"/>
    <w:rsid w:val="004F578B"/>
    <w:rsid w:val="004F5902"/>
    <w:rsid w:val="004F7A75"/>
    <w:rsid w:val="005006DC"/>
    <w:rsid w:val="00501B28"/>
    <w:rsid w:val="00503B61"/>
    <w:rsid w:val="0050541B"/>
    <w:rsid w:val="0050610E"/>
    <w:rsid w:val="0050797A"/>
    <w:rsid w:val="00510238"/>
    <w:rsid w:val="00510597"/>
    <w:rsid w:val="005127DB"/>
    <w:rsid w:val="005131F8"/>
    <w:rsid w:val="005134B8"/>
    <w:rsid w:val="00514BE5"/>
    <w:rsid w:val="005162F5"/>
    <w:rsid w:val="0052069D"/>
    <w:rsid w:val="00520953"/>
    <w:rsid w:val="00521154"/>
    <w:rsid w:val="00521F50"/>
    <w:rsid w:val="00524CF3"/>
    <w:rsid w:val="0052636E"/>
    <w:rsid w:val="00527A5E"/>
    <w:rsid w:val="00527C27"/>
    <w:rsid w:val="00530D37"/>
    <w:rsid w:val="005331B0"/>
    <w:rsid w:val="00534061"/>
    <w:rsid w:val="00535CDC"/>
    <w:rsid w:val="00536ECC"/>
    <w:rsid w:val="0053721B"/>
    <w:rsid w:val="00537FC8"/>
    <w:rsid w:val="00540A0E"/>
    <w:rsid w:val="00540AFA"/>
    <w:rsid w:val="005416B2"/>
    <w:rsid w:val="00541E91"/>
    <w:rsid w:val="005431AE"/>
    <w:rsid w:val="00544CBF"/>
    <w:rsid w:val="0054568B"/>
    <w:rsid w:val="005468B1"/>
    <w:rsid w:val="00550C7F"/>
    <w:rsid w:val="00551149"/>
    <w:rsid w:val="00551461"/>
    <w:rsid w:val="00553D1B"/>
    <w:rsid w:val="005563DE"/>
    <w:rsid w:val="00560334"/>
    <w:rsid w:val="005614CB"/>
    <w:rsid w:val="00562164"/>
    <w:rsid w:val="00562283"/>
    <w:rsid w:val="005624ED"/>
    <w:rsid w:val="00562972"/>
    <w:rsid w:val="00564055"/>
    <w:rsid w:val="00564DCA"/>
    <w:rsid w:val="00571F4B"/>
    <w:rsid w:val="00572C54"/>
    <w:rsid w:val="00573172"/>
    <w:rsid w:val="00573D11"/>
    <w:rsid w:val="0057571F"/>
    <w:rsid w:val="00576207"/>
    <w:rsid w:val="00576A09"/>
    <w:rsid w:val="00576D15"/>
    <w:rsid w:val="00580C09"/>
    <w:rsid w:val="005813CD"/>
    <w:rsid w:val="00581A48"/>
    <w:rsid w:val="00582C46"/>
    <w:rsid w:val="0058322F"/>
    <w:rsid w:val="005837B9"/>
    <w:rsid w:val="00583FC7"/>
    <w:rsid w:val="0058574F"/>
    <w:rsid w:val="0059050A"/>
    <w:rsid w:val="005939C4"/>
    <w:rsid w:val="00593CAF"/>
    <w:rsid w:val="005946E7"/>
    <w:rsid w:val="005A01B7"/>
    <w:rsid w:val="005A0CD1"/>
    <w:rsid w:val="005A14C3"/>
    <w:rsid w:val="005A3FFE"/>
    <w:rsid w:val="005A7593"/>
    <w:rsid w:val="005A7D28"/>
    <w:rsid w:val="005B0D22"/>
    <w:rsid w:val="005B1250"/>
    <w:rsid w:val="005B1587"/>
    <w:rsid w:val="005B1819"/>
    <w:rsid w:val="005B1BAF"/>
    <w:rsid w:val="005B4EF4"/>
    <w:rsid w:val="005B647E"/>
    <w:rsid w:val="005C0DC7"/>
    <w:rsid w:val="005C28D0"/>
    <w:rsid w:val="005C29EA"/>
    <w:rsid w:val="005C2E6D"/>
    <w:rsid w:val="005C5432"/>
    <w:rsid w:val="005C7778"/>
    <w:rsid w:val="005D049A"/>
    <w:rsid w:val="005D12C0"/>
    <w:rsid w:val="005D17CB"/>
    <w:rsid w:val="005D1915"/>
    <w:rsid w:val="005D3CCC"/>
    <w:rsid w:val="005D41CD"/>
    <w:rsid w:val="005D4E78"/>
    <w:rsid w:val="005D52FE"/>
    <w:rsid w:val="005D706D"/>
    <w:rsid w:val="005E0827"/>
    <w:rsid w:val="005E0BBA"/>
    <w:rsid w:val="005E23D0"/>
    <w:rsid w:val="005E24D2"/>
    <w:rsid w:val="005E3499"/>
    <w:rsid w:val="005E3F21"/>
    <w:rsid w:val="005E5BF5"/>
    <w:rsid w:val="005E6171"/>
    <w:rsid w:val="005F1029"/>
    <w:rsid w:val="005F1776"/>
    <w:rsid w:val="005F1F00"/>
    <w:rsid w:val="005F2F16"/>
    <w:rsid w:val="005F7FDE"/>
    <w:rsid w:val="00602763"/>
    <w:rsid w:val="00603E11"/>
    <w:rsid w:val="006041B3"/>
    <w:rsid w:val="00604205"/>
    <w:rsid w:val="006078B9"/>
    <w:rsid w:val="00610684"/>
    <w:rsid w:val="00611B28"/>
    <w:rsid w:val="00616079"/>
    <w:rsid w:val="00620296"/>
    <w:rsid w:val="0062069F"/>
    <w:rsid w:val="0062091D"/>
    <w:rsid w:val="006212F8"/>
    <w:rsid w:val="006229DF"/>
    <w:rsid w:val="0062446A"/>
    <w:rsid w:val="00624514"/>
    <w:rsid w:val="00625C76"/>
    <w:rsid w:val="006270B1"/>
    <w:rsid w:val="00630210"/>
    <w:rsid w:val="006302F1"/>
    <w:rsid w:val="0063094F"/>
    <w:rsid w:val="006313D4"/>
    <w:rsid w:val="00631658"/>
    <w:rsid w:val="00633850"/>
    <w:rsid w:val="00634AC6"/>
    <w:rsid w:val="006370DF"/>
    <w:rsid w:val="006371A0"/>
    <w:rsid w:val="00637C1F"/>
    <w:rsid w:val="0064069A"/>
    <w:rsid w:val="006418BB"/>
    <w:rsid w:val="00643861"/>
    <w:rsid w:val="00644A28"/>
    <w:rsid w:val="00644E36"/>
    <w:rsid w:val="00644E51"/>
    <w:rsid w:val="00647712"/>
    <w:rsid w:val="006478D9"/>
    <w:rsid w:val="00651DC7"/>
    <w:rsid w:val="00652401"/>
    <w:rsid w:val="006525FA"/>
    <w:rsid w:val="006529F3"/>
    <w:rsid w:val="0065506C"/>
    <w:rsid w:val="00656B03"/>
    <w:rsid w:val="0066011A"/>
    <w:rsid w:val="006615F0"/>
    <w:rsid w:val="00661E96"/>
    <w:rsid w:val="00663FBE"/>
    <w:rsid w:val="0066430B"/>
    <w:rsid w:val="00664BA7"/>
    <w:rsid w:val="00665BA5"/>
    <w:rsid w:val="00666C87"/>
    <w:rsid w:val="006709B7"/>
    <w:rsid w:val="00672C34"/>
    <w:rsid w:val="00673E79"/>
    <w:rsid w:val="00674113"/>
    <w:rsid w:val="00675716"/>
    <w:rsid w:val="00675827"/>
    <w:rsid w:val="00680456"/>
    <w:rsid w:val="00680467"/>
    <w:rsid w:val="00680DEE"/>
    <w:rsid w:val="006837D6"/>
    <w:rsid w:val="00685CCF"/>
    <w:rsid w:val="00691353"/>
    <w:rsid w:val="00691CC1"/>
    <w:rsid w:val="00692076"/>
    <w:rsid w:val="006934B3"/>
    <w:rsid w:val="006936F6"/>
    <w:rsid w:val="006944F9"/>
    <w:rsid w:val="00694862"/>
    <w:rsid w:val="00696361"/>
    <w:rsid w:val="00697B8B"/>
    <w:rsid w:val="006A01BB"/>
    <w:rsid w:val="006A06A1"/>
    <w:rsid w:val="006A1055"/>
    <w:rsid w:val="006A1136"/>
    <w:rsid w:val="006A12B1"/>
    <w:rsid w:val="006A2EB9"/>
    <w:rsid w:val="006A3E6B"/>
    <w:rsid w:val="006A5486"/>
    <w:rsid w:val="006A64C8"/>
    <w:rsid w:val="006A7402"/>
    <w:rsid w:val="006B0106"/>
    <w:rsid w:val="006B1F13"/>
    <w:rsid w:val="006B2F85"/>
    <w:rsid w:val="006B3FD9"/>
    <w:rsid w:val="006B7D17"/>
    <w:rsid w:val="006C148E"/>
    <w:rsid w:val="006C1774"/>
    <w:rsid w:val="006C2073"/>
    <w:rsid w:val="006C207E"/>
    <w:rsid w:val="006C28E3"/>
    <w:rsid w:val="006C2DEC"/>
    <w:rsid w:val="006C311D"/>
    <w:rsid w:val="006C3C85"/>
    <w:rsid w:val="006C5A0E"/>
    <w:rsid w:val="006C5AAF"/>
    <w:rsid w:val="006C5F8A"/>
    <w:rsid w:val="006C68B1"/>
    <w:rsid w:val="006D0780"/>
    <w:rsid w:val="006D09A1"/>
    <w:rsid w:val="006D3CEF"/>
    <w:rsid w:val="006D6D77"/>
    <w:rsid w:val="006D702E"/>
    <w:rsid w:val="006D7AC3"/>
    <w:rsid w:val="006E0332"/>
    <w:rsid w:val="006E38EE"/>
    <w:rsid w:val="006E4229"/>
    <w:rsid w:val="006E4301"/>
    <w:rsid w:val="006E6A35"/>
    <w:rsid w:val="006E7354"/>
    <w:rsid w:val="006E77EA"/>
    <w:rsid w:val="006E7945"/>
    <w:rsid w:val="006F06F5"/>
    <w:rsid w:val="006F15FE"/>
    <w:rsid w:val="006F32C9"/>
    <w:rsid w:val="006F345C"/>
    <w:rsid w:val="006F3D09"/>
    <w:rsid w:val="006F4013"/>
    <w:rsid w:val="006F483C"/>
    <w:rsid w:val="006F75CF"/>
    <w:rsid w:val="007015D4"/>
    <w:rsid w:val="00703E2E"/>
    <w:rsid w:val="00706247"/>
    <w:rsid w:val="007066D7"/>
    <w:rsid w:val="0070702F"/>
    <w:rsid w:val="00712D24"/>
    <w:rsid w:val="0071415B"/>
    <w:rsid w:val="007179F5"/>
    <w:rsid w:val="00720D74"/>
    <w:rsid w:val="007215D9"/>
    <w:rsid w:val="00722236"/>
    <w:rsid w:val="00722AD3"/>
    <w:rsid w:val="00722B1E"/>
    <w:rsid w:val="007239B4"/>
    <w:rsid w:val="00723AAD"/>
    <w:rsid w:val="00724310"/>
    <w:rsid w:val="0072485C"/>
    <w:rsid w:val="0073130A"/>
    <w:rsid w:val="0073137C"/>
    <w:rsid w:val="00731E78"/>
    <w:rsid w:val="00733B9F"/>
    <w:rsid w:val="00733BC6"/>
    <w:rsid w:val="00737A9C"/>
    <w:rsid w:val="00737E19"/>
    <w:rsid w:val="007407A1"/>
    <w:rsid w:val="00741504"/>
    <w:rsid w:val="00741674"/>
    <w:rsid w:val="00743046"/>
    <w:rsid w:val="00744D8A"/>
    <w:rsid w:val="007456AD"/>
    <w:rsid w:val="007471E9"/>
    <w:rsid w:val="00752C9A"/>
    <w:rsid w:val="00753A2E"/>
    <w:rsid w:val="007567B6"/>
    <w:rsid w:val="00756B98"/>
    <w:rsid w:val="007571E3"/>
    <w:rsid w:val="00760015"/>
    <w:rsid w:val="00760330"/>
    <w:rsid w:val="00760871"/>
    <w:rsid w:val="00760FB5"/>
    <w:rsid w:val="00761CC9"/>
    <w:rsid w:val="007622DF"/>
    <w:rsid w:val="0076257F"/>
    <w:rsid w:val="007656DE"/>
    <w:rsid w:val="00765960"/>
    <w:rsid w:val="007660E1"/>
    <w:rsid w:val="00766957"/>
    <w:rsid w:val="00766E0E"/>
    <w:rsid w:val="0077058B"/>
    <w:rsid w:val="0077456D"/>
    <w:rsid w:val="00774B93"/>
    <w:rsid w:val="00776BC5"/>
    <w:rsid w:val="007778F2"/>
    <w:rsid w:val="00780BCB"/>
    <w:rsid w:val="007827D4"/>
    <w:rsid w:val="0078294F"/>
    <w:rsid w:val="00782E1D"/>
    <w:rsid w:val="0078373F"/>
    <w:rsid w:val="00786101"/>
    <w:rsid w:val="007902CF"/>
    <w:rsid w:val="007904BB"/>
    <w:rsid w:val="0079139E"/>
    <w:rsid w:val="007918D3"/>
    <w:rsid w:val="0079245F"/>
    <w:rsid w:val="00792744"/>
    <w:rsid w:val="00792FAE"/>
    <w:rsid w:val="0079630F"/>
    <w:rsid w:val="007967EE"/>
    <w:rsid w:val="007A0372"/>
    <w:rsid w:val="007A211B"/>
    <w:rsid w:val="007A233E"/>
    <w:rsid w:val="007B082B"/>
    <w:rsid w:val="007B3CF9"/>
    <w:rsid w:val="007B47B7"/>
    <w:rsid w:val="007B4A05"/>
    <w:rsid w:val="007B4CF5"/>
    <w:rsid w:val="007B55D3"/>
    <w:rsid w:val="007B5933"/>
    <w:rsid w:val="007B59EA"/>
    <w:rsid w:val="007B7A68"/>
    <w:rsid w:val="007C14A3"/>
    <w:rsid w:val="007C3125"/>
    <w:rsid w:val="007C3DCF"/>
    <w:rsid w:val="007C3DE5"/>
    <w:rsid w:val="007C417E"/>
    <w:rsid w:val="007C5534"/>
    <w:rsid w:val="007C5CEC"/>
    <w:rsid w:val="007D0381"/>
    <w:rsid w:val="007D06FB"/>
    <w:rsid w:val="007D2EBA"/>
    <w:rsid w:val="007D2F9F"/>
    <w:rsid w:val="007D424B"/>
    <w:rsid w:val="007D515C"/>
    <w:rsid w:val="007D5AE3"/>
    <w:rsid w:val="007E024E"/>
    <w:rsid w:val="007E4453"/>
    <w:rsid w:val="007E5D0A"/>
    <w:rsid w:val="007E6F8F"/>
    <w:rsid w:val="007E7BF6"/>
    <w:rsid w:val="007F1090"/>
    <w:rsid w:val="007F1588"/>
    <w:rsid w:val="007F27D0"/>
    <w:rsid w:val="007F349C"/>
    <w:rsid w:val="007F36C0"/>
    <w:rsid w:val="007F607D"/>
    <w:rsid w:val="007F6AFC"/>
    <w:rsid w:val="007F77AF"/>
    <w:rsid w:val="00801F67"/>
    <w:rsid w:val="00802B0D"/>
    <w:rsid w:val="008031ED"/>
    <w:rsid w:val="008035EC"/>
    <w:rsid w:val="008041B4"/>
    <w:rsid w:val="00811A1D"/>
    <w:rsid w:val="00811C9A"/>
    <w:rsid w:val="008159D7"/>
    <w:rsid w:val="00815CBC"/>
    <w:rsid w:val="008213BF"/>
    <w:rsid w:val="00822515"/>
    <w:rsid w:val="00822CB3"/>
    <w:rsid w:val="008238B2"/>
    <w:rsid w:val="00825995"/>
    <w:rsid w:val="0082745F"/>
    <w:rsid w:val="008314F9"/>
    <w:rsid w:val="008320A2"/>
    <w:rsid w:val="0083367A"/>
    <w:rsid w:val="008354D6"/>
    <w:rsid w:val="008367D6"/>
    <w:rsid w:val="00836938"/>
    <w:rsid w:val="00841B00"/>
    <w:rsid w:val="00842BE3"/>
    <w:rsid w:val="008434E3"/>
    <w:rsid w:val="00843733"/>
    <w:rsid w:val="00846650"/>
    <w:rsid w:val="00847B41"/>
    <w:rsid w:val="008508B0"/>
    <w:rsid w:val="00850F23"/>
    <w:rsid w:val="00852277"/>
    <w:rsid w:val="00852A4A"/>
    <w:rsid w:val="00854347"/>
    <w:rsid w:val="00854DF7"/>
    <w:rsid w:val="00854EDA"/>
    <w:rsid w:val="00855F25"/>
    <w:rsid w:val="008566D6"/>
    <w:rsid w:val="00860B61"/>
    <w:rsid w:val="00862A62"/>
    <w:rsid w:val="00864A82"/>
    <w:rsid w:val="00864DED"/>
    <w:rsid w:val="00865260"/>
    <w:rsid w:val="008656AA"/>
    <w:rsid w:val="00865917"/>
    <w:rsid w:val="00867201"/>
    <w:rsid w:val="00867FE5"/>
    <w:rsid w:val="00872E21"/>
    <w:rsid w:val="00874307"/>
    <w:rsid w:val="00876DD4"/>
    <w:rsid w:val="008772C2"/>
    <w:rsid w:val="00877374"/>
    <w:rsid w:val="00880915"/>
    <w:rsid w:val="00881934"/>
    <w:rsid w:val="00882300"/>
    <w:rsid w:val="00883167"/>
    <w:rsid w:val="00884869"/>
    <w:rsid w:val="0088526D"/>
    <w:rsid w:val="008927D8"/>
    <w:rsid w:val="00893D30"/>
    <w:rsid w:val="0089482F"/>
    <w:rsid w:val="0089620C"/>
    <w:rsid w:val="00896D1D"/>
    <w:rsid w:val="00896FBE"/>
    <w:rsid w:val="00897DAD"/>
    <w:rsid w:val="008A596B"/>
    <w:rsid w:val="008A5C80"/>
    <w:rsid w:val="008B0F74"/>
    <w:rsid w:val="008B12A5"/>
    <w:rsid w:val="008B4420"/>
    <w:rsid w:val="008B6C45"/>
    <w:rsid w:val="008B76FF"/>
    <w:rsid w:val="008B7889"/>
    <w:rsid w:val="008C3599"/>
    <w:rsid w:val="008C4089"/>
    <w:rsid w:val="008C4314"/>
    <w:rsid w:val="008C5636"/>
    <w:rsid w:val="008C7179"/>
    <w:rsid w:val="008D05EF"/>
    <w:rsid w:val="008D0DB5"/>
    <w:rsid w:val="008D13C6"/>
    <w:rsid w:val="008D2297"/>
    <w:rsid w:val="008D27FA"/>
    <w:rsid w:val="008D4BF1"/>
    <w:rsid w:val="008E1844"/>
    <w:rsid w:val="008E3EC4"/>
    <w:rsid w:val="008E43A3"/>
    <w:rsid w:val="008E5369"/>
    <w:rsid w:val="008E56BE"/>
    <w:rsid w:val="008E6271"/>
    <w:rsid w:val="008E6835"/>
    <w:rsid w:val="008E7732"/>
    <w:rsid w:val="008E7E38"/>
    <w:rsid w:val="008E7F59"/>
    <w:rsid w:val="008F204B"/>
    <w:rsid w:val="008F2271"/>
    <w:rsid w:val="008F4B96"/>
    <w:rsid w:val="008F6544"/>
    <w:rsid w:val="00900EDB"/>
    <w:rsid w:val="009011D4"/>
    <w:rsid w:val="0090252D"/>
    <w:rsid w:val="0090386A"/>
    <w:rsid w:val="00905222"/>
    <w:rsid w:val="0090629F"/>
    <w:rsid w:val="0091271D"/>
    <w:rsid w:val="00915173"/>
    <w:rsid w:val="009174BE"/>
    <w:rsid w:val="009212F1"/>
    <w:rsid w:val="009224EE"/>
    <w:rsid w:val="009259B0"/>
    <w:rsid w:val="00926492"/>
    <w:rsid w:val="00926B0F"/>
    <w:rsid w:val="00930948"/>
    <w:rsid w:val="0093107F"/>
    <w:rsid w:val="009314B7"/>
    <w:rsid w:val="009321C6"/>
    <w:rsid w:val="00934E67"/>
    <w:rsid w:val="00935351"/>
    <w:rsid w:val="009353DC"/>
    <w:rsid w:val="00935943"/>
    <w:rsid w:val="00936567"/>
    <w:rsid w:val="00940637"/>
    <w:rsid w:val="00943456"/>
    <w:rsid w:val="00945288"/>
    <w:rsid w:val="009476CC"/>
    <w:rsid w:val="00954C0C"/>
    <w:rsid w:val="00956D79"/>
    <w:rsid w:val="00956ED9"/>
    <w:rsid w:val="00962146"/>
    <w:rsid w:val="009621D3"/>
    <w:rsid w:val="009631B5"/>
    <w:rsid w:val="009649EB"/>
    <w:rsid w:val="00965917"/>
    <w:rsid w:val="00966886"/>
    <w:rsid w:val="00966C91"/>
    <w:rsid w:val="00966D01"/>
    <w:rsid w:val="00967B93"/>
    <w:rsid w:val="00967CBE"/>
    <w:rsid w:val="00970D92"/>
    <w:rsid w:val="00974774"/>
    <w:rsid w:val="00975265"/>
    <w:rsid w:val="009755BA"/>
    <w:rsid w:val="009770A4"/>
    <w:rsid w:val="009839E4"/>
    <w:rsid w:val="00983C5B"/>
    <w:rsid w:val="0098573A"/>
    <w:rsid w:val="0098726C"/>
    <w:rsid w:val="00990175"/>
    <w:rsid w:val="0099019C"/>
    <w:rsid w:val="009905C5"/>
    <w:rsid w:val="00991369"/>
    <w:rsid w:val="00991717"/>
    <w:rsid w:val="00991BFE"/>
    <w:rsid w:val="00993953"/>
    <w:rsid w:val="00993AFE"/>
    <w:rsid w:val="00997FA5"/>
    <w:rsid w:val="009A2388"/>
    <w:rsid w:val="009A32A5"/>
    <w:rsid w:val="009A41CF"/>
    <w:rsid w:val="009A5C60"/>
    <w:rsid w:val="009A6A0D"/>
    <w:rsid w:val="009A6ED4"/>
    <w:rsid w:val="009B0BCD"/>
    <w:rsid w:val="009B2EB6"/>
    <w:rsid w:val="009B632A"/>
    <w:rsid w:val="009B7543"/>
    <w:rsid w:val="009C19D4"/>
    <w:rsid w:val="009C1EC4"/>
    <w:rsid w:val="009C21E2"/>
    <w:rsid w:val="009C23FD"/>
    <w:rsid w:val="009C2B82"/>
    <w:rsid w:val="009C35D6"/>
    <w:rsid w:val="009C3EC7"/>
    <w:rsid w:val="009C4941"/>
    <w:rsid w:val="009C71EF"/>
    <w:rsid w:val="009D15AE"/>
    <w:rsid w:val="009D2635"/>
    <w:rsid w:val="009D53BE"/>
    <w:rsid w:val="009D7C6D"/>
    <w:rsid w:val="009E49E1"/>
    <w:rsid w:val="009E568D"/>
    <w:rsid w:val="009E6FD0"/>
    <w:rsid w:val="009E7FDB"/>
    <w:rsid w:val="009F050F"/>
    <w:rsid w:val="009F0AB1"/>
    <w:rsid w:val="009F12BC"/>
    <w:rsid w:val="009F1E0F"/>
    <w:rsid w:val="009F2440"/>
    <w:rsid w:val="009F462C"/>
    <w:rsid w:val="009F7E29"/>
    <w:rsid w:val="00A006F3"/>
    <w:rsid w:val="00A00B8F"/>
    <w:rsid w:val="00A00DB1"/>
    <w:rsid w:val="00A01DB0"/>
    <w:rsid w:val="00A033FC"/>
    <w:rsid w:val="00A03623"/>
    <w:rsid w:val="00A04F19"/>
    <w:rsid w:val="00A05AB6"/>
    <w:rsid w:val="00A064E0"/>
    <w:rsid w:val="00A07340"/>
    <w:rsid w:val="00A078D5"/>
    <w:rsid w:val="00A111C4"/>
    <w:rsid w:val="00A12AA5"/>
    <w:rsid w:val="00A139C4"/>
    <w:rsid w:val="00A153E3"/>
    <w:rsid w:val="00A16B9E"/>
    <w:rsid w:val="00A17CC3"/>
    <w:rsid w:val="00A17EB6"/>
    <w:rsid w:val="00A202C6"/>
    <w:rsid w:val="00A20C9E"/>
    <w:rsid w:val="00A2297C"/>
    <w:rsid w:val="00A22B22"/>
    <w:rsid w:val="00A247A1"/>
    <w:rsid w:val="00A26613"/>
    <w:rsid w:val="00A26A0A"/>
    <w:rsid w:val="00A30CFA"/>
    <w:rsid w:val="00A319D3"/>
    <w:rsid w:val="00A31FD3"/>
    <w:rsid w:val="00A32E20"/>
    <w:rsid w:val="00A34926"/>
    <w:rsid w:val="00A36F38"/>
    <w:rsid w:val="00A37318"/>
    <w:rsid w:val="00A40192"/>
    <w:rsid w:val="00A4190B"/>
    <w:rsid w:val="00A42656"/>
    <w:rsid w:val="00A44709"/>
    <w:rsid w:val="00A4499C"/>
    <w:rsid w:val="00A44E65"/>
    <w:rsid w:val="00A44FDD"/>
    <w:rsid w:val="00A474B3"/>
    <w:rsid w:val="00A53064"/>
    <w:rsid w:val="00A5315A"/>
    <w:rsid w:val="00A53CF1"/>
    <w:rsid w:val="00A63C44"/>
    <w:rsid w:val="00A63D1B"/>
    <w:rsid w:val="00A66F92"/>
    <w:rsid w:val="00A70BD6"/>
    <w:rsid w:val="00A7505B"/>
    <w:rsid w:val="00A7589B"/>
    <w:rsid w:val="00A803C0"/>
    <w:rsid w:val="00A807E7"/>
    <w:rsid w:val="00A819D6"/>
    <w:rsid w:val="00A843F0"/>
    <w:rsid w:val="00A86F6B"/>
    <w:rsid w:val="00A87184"/>
    <w:rsid w:val="00A914A1"/>
    <w:rsid w:val="00A917EB"/>
    <w:rsid w:val="00A9404B"/>
    <w:rsid w:val="00A954A0"/>
    <w:rsid w:val="00A97560"/>
    <w:rsid w:val="00AA0A07"/>
    <w:rsid w:val="00AA32BA"/>
    <w:rsid w:val="00AA4CEC"/>
    <w:rsid w:val="00AA5FA5"/>
    <w:rsid w:val="00AA6047"/>
    <w:rsid w:val="00AB13E8"/>
    <w:rsid w:val="00AB1A22"/>
    <w:rsid w:val="00AB2B6A"/>
    <w:rsid w:val="00AB2F52"/>
    <w:rsid w:val="00AB3C4F"/>
    <w:rsid w:val="00AB576D"/>
    <w:rsid w:val="00AC12A2"/>
    <w:rsid w:val="00AC4226"/>
    <w:rsid w:val="00AC49B3"/>
    <w:rsid w:val="00AC4A33"/>
    <w:rsid w:val="00AC595E"/>
    <w:rsid w:val="00AD16B3"/>
    <w:rsid w:val="00AD2309"/>
    <w:rsid w:val="00AD4DFD"/>
    <w:rsid w:val="00AD71B2"/>
    <w:rsid w:val="00AE1037"/>
    <w:rsid w:val="00AE1946"/>
    <w:rsid w:val="00AE1A33"/>
    <w:rsid w:val="00AE35F0"/>
    <w:rsid w:val="00AE514E"/>
    <w:rsid w:val="00AE536E"/>
    <w:rsid w:val="00AF1F57"/>
    <w:rsid w:val="00AF2194"/>
    <w:rsid w:val="00AF6D93"/>
    <w:rsid w:val="00AF79BE"/>
    <w:rsid w:val="00B0073E"/>
    <w:rsid w:val="00B05477"/>
    <w:rsid w:val="00B0619E"/>
    <w:rsid w:val="00B076E2"/>
    <w:rsid w:val="00B11441"/>
    <w:rsid w:val="00B11A12"/>
    <w:rsid w:val="00B11E03"/>
    <w:rsid w:val="00B12910"/>
    <w:rsid w:val="00B13737"/>
    <w:rsid w:val="00B1434D"/>
    <w:rsid w:val="00B14C1A"/>
    <w:rsid w:val="00B211F8"/>
    <w:rsid w:val="00B228AD"/>
    <w:rsid w:val="00B22DFA"/>
    <w:rsid w:val="00B23E55"/>
    <w:rsid w:val="00B24342"/>
    <w:rsid w:val="00B25144"/>
    <w:rsid w:val="00B25F68"/>
    <w:rsid w:val="00B3290B"/>
    <w:rsid w:val="00B33FA6"/>
    <w:rsid w:val="00B35D98"/>
    <w:rsid w:val="00B425C3"/>
    <w:rsid w:val="00B42A4F"/>
    <w:rsid w:val="00B4495B"/>
    <w:rsid w:val="00B44D3D"/>
    <w:rsid w:val="00B5188F"/>
    <w:rsid w:val="00B51E49"/>
    <w:rsid w:val="00B52EC6"/>
    <w:rsid w:val="00B531FF"/>
    <w:rsid w:val="00B54D0F"/>
    <w:rsid w:val="00B63813"/>
    <w:rsid w:val="00B6386C"/>
    <w:rsid w:val="00B70454"/>
    <w:rsid w:val="00B7176B"/>
    <w:rsid w:val="00B73085"/>
    <w:rsid w:val="00B73DA5"/>
    <w:rsid w:val="00B741C4"/>
    <w:rsid w:val="00B74EC6"/>
    <w:rsid w:val="00B80FD8"/>
    <w:rsid w:val="00B8271F"/>
    <w:rsid w:val="00B82ACF"/>
    <w:rsid w:val="00B83EA9"/>
    <w:rsid w:val="00B86FA8"/>
    <w:rsid w:val="00B94CBF"/>
    <w:rsid w:val="00B956DA"/>
    <w:rsid w:val="00B96826"/>
    <w:rsid w:val="00B96FC8"/>
    <w:rsid w:val="00BA0696"/>
    <w:rsid w:val="00BA114B"/>
    <w:rsid w:val="00BA23BD"/>
    <w:rsid w:val="00BA3B4D"/>
    <w:rsid w:val="00BA4615"/>
    <w:rsid w:val="00BA4907"/>
    <w:rsid w:val="00BA4A24"/>
    <w:rsid w:val="00BA4C25"/>
    <w:rsid w:val="00BA70C7"/>
    <w:rsid w:val="00BA7CA3"/>
    <w:rsid w:val="00BB07AB"/>
    <w:rsid w:val="00BB1554"/>
    <w:rsid w:val="00BB279B"/>
    <w:rsid w:val="00BB4991"/>
    <w:rsid w:val="00BB519B"/>
    <w:rsid w:val="00BB6D3C"/>
    <w:rsid w:val="00BB7E55"/>
    <w:rsid w:val="00BC14B1"/>
    <w:rsid w:val="00BC1D6B"/>
    <w:rsid w:val="00BC27E3"/>
    <w:rsid w:val="00BC48CC"/>
    <w:rsid w:val="00BC6A2F"/>
    <w:rsid w:val="00BC6D6C"/>
    <w:rsid w:val="00BC740D"/>
    <w:rsid w:val="00BD0419"/>
    <w:rsid w:val="00BD2CB7"/>
    <w:rsid w:val="00BD42F3"/>
    <w:rsid w:val="00BD4D3D"/>
    <w:rsid w:val="00BD6730"/>
    <w:rsid w:val="00BE0A7A"/>
    <w:rsid w:val="00BE15C8"/>
    <w:rsid w:val="00BE4F3E"/>
    <w:rsid w:val="00BE654D"/>
    <w:rsid w:val="00BF0B0A"/>
    <w:rsid w:val="00BF0DFB"/>
    <w:rsid w:val="00BF0E4E"/>
    <w:rsid w:val="00BF0ED3"/>
    <w:rsid w:val="00BF0FAE"/>
    <w:rsid w:val="00BF0FEE"/>
    <w:rsid w:val="00BF421F"/>
    <w:rsid w:val="00BF4809"/>
    <w:rsid w:val="00BF4A96"/>
    <w:rsid w:val="00BF5885"/>
    <w:rsid w:val="00BF5D2A"/>
    <w:rsid w:val="00BF66FA"/>
    <w:rsid w:val="00C00DE4"/>
    <w:rsid w:val="00C01F30"/>
    <w:rsid w:val="00C0295D"/>
    <w:rsid w:val="00C029C1"/>
    <w:rsid w:val="00C03A75"/>
    <w:rsid w:val="00C04357"/>
    <w:rsid w:val="00C07D21"/>
    <w:rsid w:val="00C12903"/>
    <w:rsid w:val="00C13088"/>
    <w:rsid w:val="00C130EF"/>
    <w:rsid w:val="00C13169"/>
    <w:rsid w:val="00C14E48"/>
    <w:rsid w:val="00C15D1B"/>
    <w:rsid w:val="00C16917"/>
    <w:rsid w:val="00C2049B"/>
    <w:rsid w:val="00C234AC"/>
    <w:rsid w:val="00C23803"/>
    <w:rsid w:val="00C23D3F"/>
    <w:rsid w:val="00C25EE5"/>
    <w:rsid w:val="00C2782A"/>
    <w:rsid w:val="00C31C23"/>
    <w:rsid w:val="00C31DFC"/>
    <w:rsid w:val="00C33733"/>
    <w:rsid w:val="00C33F89"/>
    <w:rsid w:val="00C35CBB"/>
    <w:rsid w:val="00C3605D"/>
    <w:rsid w:val="00C36407"/>
    <w:rsid w:val="00C36898"/>
    <w:rsid w:val="00C36E0E"/>
    <w:rsid w:val="00C37E2A"/>
    <w:rsid w:val="00C40472"/>
    <w:rsid w:val="00C42577"/>
    <w:rsid w:val="00C452FF"/>
    <w:rsid w:val="00C45AE2"/>
    <w:rsid w:val="00C50246"/>
    <w:rsid w:val="00C5087C"/>
    <w:rsid w:val="00C53511"/>
    <w:rsid w:val="00C539E8"/>
    <w:rsid w:val="00C53C91"/>
    <w:rsid w:val="00C55014"/>
    <w:rsid w:val="00C554C6"/>
    <w:rsid w:val="00C556B8"/>
    <w:rsid w:val="00C56027"/>
    <w:rsid w:val="00C56C8D"/>
    <w:rsid w:val="00C570FB"/>
    <w:rsid w:val="00C574C6"/>
    <w:rsid w:val="00C6049B"/>
    <w:rsid w:val="00C60AF3"/>
    <w:rsid w:val="00C61160"/>
    <w:rsid w:val="00C624B0"/>
    <w:rsid w:val="00C63563"/>
    <w:rsid w:val="00C658CC"/>
    <w:rsid w:val="00C66841"/>
    <w:rsid w:val="00C704BC"/>
    <w:rsid w:val="00C72621"/>
    <w:rsid w:val="00C734A9"/>
    <w:rsid w:val="00C73636"/>
    <w:rsid w:val="00C73BC7"/>
    <w:rsid w:val="00C74D0E"/>
    <w:rsid w:val="00C80E5B"/>
    <w:rsid w:val="00C81396"/>
    <w:rsid w:val="00C833F9"/>
    <w:rsid w:val="00C8533D"/>
    <w:rsid w:val="00C859BB"/>
    <w:rsid w:val="00C91384"/>
    <w:rsid w:val="00C913F3"/>
    <w:rsid w:val="00C91831"/>
    <w:rsid w:val="00C92DF1"/>
    <w:rsid w:val="00C954CC"/>
    <w:rsid w:val="00C963CA"/>
    <w:rsid w:val="00C97464"/>
    <w:rsid w:val="00C97B9B"/>
    <w:rsid w:val="00C97E0C"/>
    <w:rsid w:val="00CA0A68"/>
    <w:rsid w:val="00CA2425"/>
    <w:rsid w:val="00CA2A0C"/>
    <w:rsid w:val="00CA33FC"/>
    <w:rsid w:val="00CA3C76"/>
    <w:rsid w:val="00CA3DF7"/>
    <w:rsid w:val="00CA55AD"/>
    <w:rsid w:val="00CA700D"/>
    <w:rsid w:val="00CA7AAD"/>
    <w:rsid w:val="00CB021D"/>
    <w:rsid w:val="00CB131F"/>
    <w:rsid w:val="00CB137A"/>
    <w:rsid w:val="00CB13FE"/>
    <w:rsid w:val="00CB23F6"/>
    <w:rsid w:val="00CB2D21"/>
    <w:rsid w:val="00CB3200"/>
    <w:rsid w:val="00CB41DF"/>
    <w:rsid w:val="00CB60C7"/>
    <w:rsid w:val="00CB74C2"/>
    <w:rsid w:val="00CC027E"/>
    <w:rsid w:val="00CC33B2"/>
    <w:rsid w:val="00CC48AF"/>
    <w:rsid w:val="00CC4BC0"/>
    <w:rsid w:val="00CC57AA"/>
    <w:rsid w:val="00CC6E6D"/>
    <w:rsid w:val="00CC7B8F"/>
    <w:rsid w:val="00CD0CEA"/>
    <w:rsid w:val="00CD1B66"/>
    <w:rsid w:val="00CD46C4"/>
    <w:rsid w:val="00CD5E7E"/>
    <w:rsid w:val="00CE1D58"/>
    <w:rsid w:val="00CE56EB"/>
    <w:rsid w:val="00CE57B6"/>
    <w:rsid w:val="00CE7A49"/>
    <w:rsid w:val="00CF0129"/>
    <w:rsid w:val="00CF0B29"/>
    <w:rsid w:val="00CF1CED"/>
    <w:rsid w:val="00CF1FF2"/>
    <w:rsid w:val="00CF252F"/>
    <w:rsid w:val="00CF27F2"/>
    <w:rsid w:val="00CF434B"/>
    <w:rsid w:val="00CF61DC"/>
    <w:rsid w:val="00D00DF0"/>
    <w:rsid w:val="00D016CE"/>
    <w:rsid w:val="00D01EE0"/>
    <w:rsid w:val="00D04752"/>
    <w:rsid w:val="00D04AEE"/>
    <w:rsid w:val="00D1160F"/>
    <w:rsid w:val="00D16321"/>
    <w:rsid w:val="00D178EC"/>
    <w:rsid w:val="00D21010"/>
    <w:rsid w:val="00D21D8B"/>
    <w:rsid w:val="00D22F4E"/>
    <w:rsid w:val="00D235A1"/>
    <w:rsid w:val="00D25875"/>
    <w:rsid w:val="00D26353"/>
    <w:rsid w:val="00D26AA3"/>
    <w:rsid w:val="00D27F35"/>
    <w:rsid w:val="00D30AFC"/>
    <w:rsid w:val="00D31470"/>
    <w:rsid w:val="00D34000"/>
    <w:rsid w:val="00D358C2"/>
    <w:rsid w:val="00D358F1"/>
    <w:rsid w:val="00D35B8E"/>
    <w:rsid w:val="00D37B2A"/>
    <w:rsid w:val="00D40517"/>
    <w:rsid w:val="00D40FD3"/>
    <w:rsid w:val="00D41140"/>
    <w:rsid w:val="00D411A6"/>
    <w:rsid w:val="00D444E5"/>
    <w:rsid w:val="00D463F3"/>
    <w:rsid w:val="00D47B34"/>
    <w:rsid w:val="00D5303B"/>
    <w:rsid w:val="00D553E0"/>
    <w:rsid w:val="00D57B07"/>
    <w:rsid w:val="00D57C6F"/>
    <w:rsid w:val="00D61499"/>
    <w:rsid w:val="00D61E69"/>
    <w:rsid w:val="00D6256C"/>
    <w:rsid w:val="00D63C24"/>
    <w:rsid w:val="00D65298"/>
    <w:rsid w:val="00D65558"/>
    <w:rsid w:val="00D65B58"/>
    <w:rsid w:val="00D66985"/>
    <w:rsid w:val="00D7314E"/>
    <w:rsid w:val="00D735D9"/>
    <w:rsid w:val="00D73C61"/>
    <w:rsid w:val="00D814C2"/>
    <w:rsid w:val="00D81D7C"/>
    <w:rsid w:val="00D822E2"/>
    <w:rsid w:val="00D833B4"/>
    <w:rsid w:val="00D83674"/>
    <w:rsid w:val="00D84AE7"/>
    <w:rsid w:val="00D85BF1"/>
    <w:rsid w:val="00D85F20"/>
    <w:rsid w:val="00D872C4"/>
    <w:rsid w:val="00D873A4"/>
    <w:rsid w:val="00D90E01"/>
    <w:rsid w:val="00D94CE1"/>
    <w:rsid w:val="00D963B0"/>
    <w:rsid w:val="00D97B52"/>
    <w:rsid w:val="00DA127C"/>
    <w:rsid w:val="00DA27EE"/>
    <w:rsid w:val="00DA3DC4"/>
    <w:rsid w:val="00DA4FFA"/>
    <w:rsid w:val="00DA55FF"/>
    <w:rsid w:val="00DA7977"/>
    <w:rsid w:val="00DB2513"/>
    <w:rsid w:val="00DB2CA0"/>
    <w:rsid w:val="00DB327D"/>
    <w:rsid w:val="00DB3717"/>
    <w:rsid w:val="00DB57A8"/>
    <w:rsid w:val="00DB5DD2"/>
    <w:rsid w:val="00DB7D3B"/>
    <w:rsid w:val="00DC01BE"/>
    <w:rsid w:val="00DC339C"/>
    <w:rsid w:val="00DC36CD"/>
    <w:rsid w:val="00DC552E"/>
    <w:rsid w:val="00DC625F"/>
    <w:rsid w:val="00DC67EA"/>
    <w:rsid w:val="00DC7378"/>
    <w:rsid w:val="00DD0A9E"/>
    <w:rsid w:val="00DD16D7"/>
    <w:rsid w:val="00DD33B1"/>
    <w:rsid w:val="00DD4359"/>
    <w:rsid w:val="00DD6184"/>
    <w:rsid w:val="00DE02B2"/>
    <w:rsid w:val="00DE11D0"/>
    <w:rsid w:val="00DE129C"/>
    <w:rsid w:val="00DE19B2"/>
    <w:rsid w:val="00DE1F56"/>
    <w:rsid w:val="00DE200E"/>
    <w:rsid w:val="00DE2560"/>
    <w:rsid w:val="00DE2DC5"/>
    <w:rsid w:val="00DE6642"/>
    <w:rsid w:val="00DE793C"/>
    <w:rsid w:val="00DF05D0"/>
    <w:rsid w:val="00DF1846"/>
    <w:rsid w:val="00DF1898"/>
    <w:rsid w:val="00DF36E4"/>
    <w:rsid w:val="00DF5DD1"/>
    <w:rsid w:val="00DF784C"/>
    <w:rsid w:val="00DF7CC8"/>
    <w:rsid w:val="00E03500"/>
    <w:rsid w:val="00E03A3C"/>
    <w:rsid w:val="00E03F4A"/>
    <w:rsid w:val="00E040E8"/>
    <w:rsid w:val="00E11300"/>
    <w:rsid w:val="00E11BBB"/>
    <w:rsid w:val="00E11FD1"/>
    <w:rsid w:val="00E122EC"/>
    <w:rsid w:val="00E13D49"/>
    <w:rsid w:val="00E14557"/>
    <w:rsid w:val="00E14E05"/>
    <w:rsid w:val="00E23990"/>
    <w:rsid w:val="00E242A8"/>
    <w:rsid w:val="00E24F63"/>
    <w:rsid w:val="00E274C3"/>
    <w:rsid w:val="00E30451"/>
    <w:rsid w:val="00E306FF"/>
    <w:rsid w:val="00E3081E"/>
    <w:rsid w:val="00E3208B"/>
    <w:rsid w:val="00E32A27"/>
    <w:rsid w:val="00E3600C"/>
    <w:rsid w:val="00E3631D"/>
    <w:rsid w:val="00E37358"/>
    <w:rsid w:val="00E37584"/>
    <w:rsid w:val="00E37675"/>
    <w:rsid w:val="00E377E7"/>
    <w:rsid w:val="00E42176"/>
    <w:rsid w:val="00E4336B"/>
    <w:rsid w:val="00E443CF"/>
    <w:rsid w:val="00E4528D"/>
    <w:rsid w:val="00E45402"/>
    <w:rsid w:val="00E45A6A"/>
    <w:rsid w:val="00E464C8"/>
    <w:rsid w:val="00E47248"/>
    <w:rsid w:val="00E50436"/>
    <w:rsid w:val="00E50ABA"/>
    <w:rsid w:val="00E51AEE"/>
    <w:rsid w:val="00E5239F"/>
    <w:rsid w:val="00E526FD"/>
    <w:rsid w:val="00E52D69"/>
    <w:rsid w:val="00E55118"/>
    <w:rsid w:val="00E60434"/>
    <w:rsid w:val="00E60C85"/>
    <w:rsid w:val="00E61CF7"/>
    <w:rsid w:val="00E61F60"/>
    <w:rsid w:val="00E658A7"/>
    <w:rsid w:val="00E66F97"/>
    <w:rsid w:val="00E702FC"/>
    <w:rsid w:val="00E7141E"/>
    <w:rsid w:val="00E7388F"/>
    <w:rsid w:val="00E77A9F"/>
    <w:rsid w:val="00E77C30"/>
    <w:rsid w:val="00E80719"/>
    <w:rsid w:val="00E80C8A"/>
    <w:rsid w:val="00E82616"/>
    <w:rsid w:val="00E83C39"/>
    <w:rsid w:val="00E843FF"/>
    <w:rsid w:val="00E85858"/>
    <w:rsid w:val="00E875BF"/>
    <w:rsid w:val="00E87617"/>
    <w:rsid w:val="00E90A5E"/>
    <w:rsid w:val="00E917D0"/>
    <w:rsid w:val="00E919DA"/>
    <w:rsid w:val="00E95182"/>
    <w:rsid w:val="00E95CAE"/>
    <w:rsid w:val="00E9642C"/>
    <w:rsid w:val="00E96858"/>
    <w:rsid w:val="00EA058A"/>
    <w:rsid w:val="00EA1118"/>
    <w:rsid w:val="00EA1857"/>
    <w:rsid w:val="00EA2468"/>
    <w:rsid w:val="00EA34A4"/>
    <w:rsid w:val="00EA36E9"/>
    <w:rsid w:val="00EA3B99"/>
    <w:rsid w:val="00EA41EF"/>
    <w:rsid w:val="00EA5D58"/>
    <w:rsid w:val="00EA639A"/>
    <w:rsid w:val="00EB2679"/>
    <w:rsid w:val="00EB2E86"/>
    <w:rsid w:val="00EB3770"/>
    <w:rsid w:val="00EB5148"/>
    <w:rsid w:val="00EB6A52"/>
    <w:rsid w:val="00EB6D3B"/>
    <w:rsid w:val="00EC01F6"/>
    <w:rsid w:val="00EC03B3"/>
    <w:rsid w:val="00EC310B"/>
    <w:rsid w:val="00EC32A2"/>
    <w:rsid w:val="00EC4779"/>
    <w:rsid w:val="00EC5E4D"/>
    <w:rsid w:val="00ED0008"/>
    <w:rsid w:val="00ED0154"/>
    <w:rsid w:val="00ED0BAF"/>
    <w:rsid w:val="00ED123E"/>
    <w:rsid w:val="00ED183E"/>
    <w:rsid w:val="00ED3DBF"/>
    <w:rsid w:val="00ED44E1"/>
    <w:rsid w:val="00ED482E"/>
    <w:rsid w:val="00ED5942"/>
    <w:rsid w:val="00ED64C1"/>
    <w:rsid w:val="00ED6FC3"/>
    <w:rsid w:val="00ED7777"/>
    <w:rsid w:val="00ED7969"/>
    <w:rsid w:val="00EE016A"/>
    <w:rsid w:val="00EE110E"/>
    <w:rsid w:val="00EE124A"/>
    <w:rsid w:val="00EE16A5"/>
    <w:rsid w:val="00EE2EC9"/>
    <w:rsid w:val="00EE4B33"/>
    <w:rsid w:val="00EE4BB7"/>
    <w:rsid w:val="00EE5995"/>
    <w:rsid w:val="00EE5E89"/>
    <w:rsid w:val="00EE6836"/>
    <w:rsid w:val="00EF0EB4"/>
    <w:rsid w:val="00EF1D94"/>
    <w:rsid w:val="00EF23B3"/>
    <w:rsid w:val="00EF31C6"/>
    <w:rsid w:val="00EF5FF1"/>
    <w:rsid w:val="00F011BE"/>
    <w:rsid w:val="00F02DD2"/>
    <w:rsid w:val="00F03117"/>
    <w:rsid w:val="00F03522"/>
    <w:rsid w:val="00F05545"/>
    <w:rsid w:val="00F07BA5"/>
    <w:rsid w:val="00F121FC"/>
    <w:rsid w:val="00F130CD"/>
    <w:rsid w:val="00F13717"/>
    <w:rsid w:val="00F16731"/>
    <w:rsid w:val="00F212DE"/>
    <w:rsid w:val="00F21776"/>
    <w:rsid w:val="00F21BC1"/>
    <w:rsid w:val="00F222DF"/>
    <w:rsid w:val="00F22D9A"/>
    <w:rsid w:val="00F23BE3"/>
    <w:rsid w:val="00F23BED"/>
    <w:rsid w:val="00F23F09"/>
    <w:rsid w:val="00F2426C"/>
    <w:rsid w:val="00F244EB"/>
    <w:rsid w:val="00F261EE"/>
    <w:rsid w:val="00F30845"/>
    <w:rsid w:val="00F3270F"/>
    <w:rsid w:val="00F37C88"/>
    <w:rsid w:val="00F43B1C"/>
    <w:rsid w:val="00F46C30"/>
    <w:rsid w:val="00F47379"/>
    <w:rsid w:val="00F50141"/>
    <w:rsid w:val="00F50F6C"/>
    <w:rsid w:val="00F513B9"/>
    <w:rsid w:val="00F51870"/>
    <w:rsid w:val="00F527B9"/>
    <w:rsid w:val="00F53A34"/>
    <w:rsid w:val="00F53FCF"/>
    <w:rsid w:val="00F55C61"/>
    <w:rsid w:val="00F5784D"/>
    <w:rsid w:val="00F64708"/>
    <w:rsid w:val="00F6554F"/>
    <w:rsid w:val="00F65AF3"/>
    <w:rsid w:val="00F6675B"/>
    <w:rsid w:val="00F66B1B"/>
    <w:rsid w:val="00F718F0"/>
    <w:rsid w:val="00F73510"/>
    <w:rsid w:val="00F73833"/>
    <w:rsid w:val="00F74D98"/>
    <w:rsid w:val="00F75496"/>
    <w:rsid w:val="00F75E10"/>
    <w:rsid w:val="00F762BF"/>
    <w:rsid w:val="00F77C61"/>
    <w:rsid w:val="00F80559"/>
    <w:rsid w:val="00F80BD6"/>
    <w:rsid w:val="00F82C8A"/>
    <w:rsid w:val="00F83B8B"/>
    <w:rsid w:val="00F84212"/>
    <w:rsid w:val="00F84317"/>
    <w:rsid w:val="00F84BB4"/>
    <w:rsid w:val="00F865B0"/>
    <w:rsid w:val="00F86831"/>
    <w:rsid w:val="00F87ABE"/>
    <w:rsid w:val="00F9279B"/>
    <w:rsid w:val="00F93CA9"/>
    <w:rsid w:val="00FA0938"/>
    <w:rsid w:val="00FA3D8F"/>
    <w:rsid w:val="00FA5778"/>
    <w:rsid w:val="00FA5DF5"/>
    <w:rsid w:val="00FA6824"/>
    <w:rsid w:val="00FB3BF9"/>
    <w:rsid w:val="00FB574F"/>
    <w:rsid w:val="00FB5F5F"/>
    <w:rsid w:val="00FB692F"/>
    <w:rsid w:val="00FB6A9A"/>
    <w:rsid w:val="00FC396D"/>
    <w:rsid w:val="00FC61AB"/>
    <w:rsid w:val="00FC6B5F"/>
    <w:rsid w:val="00FD024D"/>
    <w:rsid w:val="00FD2146"/>
    <w:rsid w:val="00FD27E4"/>
    <w:rsid w:val="00FD2DB1"/>
    <w:rsid w:val="00FD5146"/>
    <w:rsid w:val="00FD570B"/>
    <w:rsid w:val="00FD6AA5"/>
    <w:rsid w:val="00FD7099"/>
    <w:rsid w:val="00FD7102"/>
    <w:rsid w:val="00FD7812"/>
    <w:rsid w:val="00FE1137"/>
    <w:rsid w:val="00FE1B91"/>
    <w:rsid w:val="00FE1CB5"/>
    <w:rsid w:val="00FF376C"/>
    <w:rsid w:val="00FF3BBA"/>
    <w:rsid w:val="00FF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3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230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882300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64</Words>
  <Characters>367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Loner-XP</cp:lastModifiedBy>
  <cp:revision>3</cp:revision>
  <dcterms:created xsi:type="dcterms:W3CDTF">2015-11-24T09:56:00Z</dcterms:created>
  <dcterms:modified xsi:type="dcterms:W3CDTF">2015-11-24T11:56:00Z</dcterms:modified>
</cp:coreProperties>
</file>