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3C" w:rsidRDefault="00A83D3C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A83D3C" w:rsidRDefault="00A83D3C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83D3C" w:rsidRDefault="00A83D3C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A83D3C" w:rsidRDefault="00A83D3C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A83D3C" w:rsidRPr="00BB7DB1" w:rsidRDefault="00A83D3C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13.06.2018 г. № 95</w:t>
      </w:r>
    </w:p>
    <w:p w:rsidR="00A83D3C" w:rsidRDefault="00A83D3C" w:rsidP="00AA5B5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A83D3C" w:rsidRPr="00BB7DB1" w:rsidRDefault="00A83D3C" w:rsidP="00AA5B5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83D3C" w:rsidRPr="00B73C78" w:rsidRDefault="00A83D3C" w:rsidP="00AA5B58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A83D3C" w:rsidRDefault="00A83D3C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«Сохранение, использование и охрана</w:t>
      </w:r>
    </w:p>
    <w:p w:rsidR="00A83D3C" w:rsidRDefault="00A83D3C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объектов культурного наследия</w:t>
      </w:r>
    </w:p>
    <w:p w:rsidR="00A83D3C" w:rsidRDefault="00A83D3C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(памятников истории и культуры)</w:t>
      </w:r>
    </w:p>
    <w:p w:rsidR="00A83D3C" w:rsidRDefault="00A83D3C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местного значения, расположенных</w:t>
      </w:r>
    </w:p>
    <w:p w:rsidR="00A83D3C" w:rsidRDefault="00A83D3C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на территории   Старотитаровского </w:t>
      </w:r>
    </w:p>
    <w:p w:rsidR="00A83D3C" w:rsidRDefault="00A83D3C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83D3C" w:rsidRPr="00764D18" w:rsidRDefault="00A83D3C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Темрюкского района» на 201</w:t>
      </w:r>
      <w:r>
        <w:rPr>
          <w:rFonts w:ascii="Times New Roman" w:hAnsi="Times New Roman"/>
          <w:sz w:val="28"/>
          <w:szCs w:val="28"/>
        </w:rPr>
        <w:t>8</w:t>
      </w:r>
      <w:r w:rsidRPr="00764D18">
        <w:rPr>
          <w:rFonts w:ascii="Times New Roman" w:hAnsi="Times New Roman"/>
          <w:sz w:val="28"/>
          <w:szCs w:val="28"/>
        </w:rPr>
        <w:t xml:space="preserve"> год</w:t>
      </w:r>
    </w:p>
    <w:p w:rsidR="00A83D3C" w:rsidRPr="00764D18" w:rsidRDefault="00A83D3C" w:rsidP="00AA5B58">
      <w:pPr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A83D3C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83D3C" w:rsidRPr="00631DB2" w:rsidRDefault="00A83D3C" w:rsidP="00764D18">
            <w:pPr>
              <w:tabs>
                <w:tab w:val="left" w:pos="426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A83D3C" w:rsidRPr="00AD6EBC" w:rsidRDefault="00A83D3C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A83D3C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3D3C" w:rsidRDefault="00A83D3C" w:rsidP="00AD6EBC">
            <w:pPr>
              <w:pStyle w:val="a3"/>
              <w:jc w:val="center"/>
            </w:pPr>
          </w:p>
        </w:tc>
      </w:tr>
      <w:tr w:rsidR="00A83D3C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C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83D3C" w:rsidRPr="003E661A" w:rsidRDefault="00A83D3C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83D3C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83D3C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F70133" w:rsidRDefault="00A83D3C" w:rsidP="001453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</w:t>
            </w:r>
            <w:r w:rsidRPr="00F70133">
              <w:rPr>
                <w:sz w:val="24"/>
                <w:szCs w:val="24"/>
              </w:rPr>
              <w:t xml:space="preserve"> 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нравственно-патриотического духа населения станицы. </w:t>
            </w:r>
          </w:p>
          <w:p w:rsidR="00A83D3C" w:rsidRPr="00794FC8" w:rsidRDefault="00A83D3C" w:rsidP="00F7013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A83D3C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Default="00A83D3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83D3C" w:rsidRPr="002C7281" w:rsidRDefault="00A83D3C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F70133" w:rsidRDefault="00A83D3C" w:rsidP="00F7013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охрана  в соответствии с установленными требованиями объектов культурного наследия (памятники истории и культуры), имеющих историческое, культовое, культурное или природоохранное значение, и мест захоронений.</w:t>
            </w:r>
          </w:p>
          <w:p w:rsidR="00A83D3C" w:rsidRPr="00794FC8" w:rsidRDefault="00A83D3C" w:rsidP="00794FC8">
            <w:pPr>
              <w:pStyle w:val="a3"/>
              <w:rPr>
                <w:rFonts w:ascii="Times New Roman" w:hAnsi="Times New Roman"/>
              </w:rPr>
            </w:pPr>
          </w:p>
        </w:tc>
      </w:tr>
      <w:tr w:rsidR="00A83D3C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3D3C" w:rsidRPr="00794FC8" w:rsidRDefault="00A83D3C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94FC8" w:rsidRDefault="00A83D3C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Pr="00794FC8" w:rsidRDefault="00A83D3C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Pr="00794FC8" w:rsidRDefault="00A83D3C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A83D3C" w:rsidRPr="00794FC8" w:rsidRDefault="00A83D3C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94FC8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Pr="00794FC8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94FC8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Pr="00794FC8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F70133" w:rsidRDefault="00A83D3C" w:rsidP="00F70133">
            <w:pPr>
              <w:jc w:val="both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Косметический ремонт и ремон</w:t>
            </w:r>
            <w:r>
              <w:rPr>
                <w:rFonts w:ascii="Times New Roman" w:hAnsi="Times New Roman"/>
              </w:rPr>
              <w:t>т объектов культурного наследия</w:t>
            </w:r>
          </w:p>
          <w:p w:rsidR="00A83D3C" w:rsidRPr="00794FC8" w:rsidRDefault="00A83D3C" w:rsidP="00F70133">
            <w:pPr>
              <w:jc w:val="both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94FC8" w:rsidRDefault="00A83D3C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A83D3C" w:rsidRPr="00794FC8" w:rsidRDefault="00A83D3C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A83D3C" w:rsidRPr="00794FC8" w:rsidRDefault="00A83D3C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83D3C" w:rsidTr="00794FC8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3D3C" w:rsidRDefault="00A83D3C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94FC8" w:rsidRDefault="00A83D3C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Pr="00794FC8" w:rsidRDefault="00A83D3C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83D3C" w:rsidRPr="00794FC8" w:rsidRDefault="00A83D3C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Default="00A83D3C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83D3C" w:rsidRDefault="00A83D3C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83D3C" w:rsidRDefault="00A83D3C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83D3C" w:rsidRPr="00794FC8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Pr="00794FC8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Default="00A83D3C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83D3C" w:rsidRDefault="00A83D3C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83D3C" w:rsidRDefault="00A83D3C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83D3C" w:rsidRPr="00794FC8" w:rsidRDefault="00A83D3C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Pr="00794FC8">
              <w:rPr>
                <w:rFonts w:ascii="Times New Roman" w:hAnsi="Times New Roman"/>
              </w:rPr>
              <w:t>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A3041" w:rsidRDefault="00A83D3C" w:rsidP="00794FC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Оформление</w:t>
            </w:r>
            <w:r w:rsidRPr="007A3041">
              <w:rPr>
                <w:rFonts w:ascii="Times New Roman" w:hAnsi="Times New Roman"/>
              </w:rPr>
              <w:t xml:space="preserve"> землеустроительной документации под объектами культурного наследия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94FC8" w:rsidRDefault="00A83D3C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83D3C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C" w:rsidRPr="003E661A" w:rsidRDefault="00A83D3C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Default="00A83D3C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94FC8" w:rsidRDefault="00A83D3C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Default="00A83D3C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Default="00A83D3C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bookmarkStart w:id="1" w:name="_GoBack"/>
            <w:bookmarkEnd w:id="1"/>
            <w:r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94FC8" w:rsidRDefault="00A83D3C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D3C" w:rsidRPr="00794FC8" w:rsidRDefault="00A83D3C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A83D3C" w:rsidRDefault="00A83D3C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83D3C" w:rsidRDefault="00A83D3C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83D3C" w:rsidRDefault="00A83D3C" w:rsidP="00B45B21">
      <w:pPr>
        <w:pStyle w:val="BodyText"/>
        <w:spacing w:after="0"/>
        <w:ind w:right="-142"/>
        <w:jc w:val="both"/>
      </w:pPr>
    </w:p>
    <w:p w:rsidR="00A83D3C" w:rsidRDefault="00A83D3C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администрации</w:t>
      </w:r>
    </w:p>
    <w:p w:rsidR="00A83D3C" w:rsidRDefault="00A83D3C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A83D3C" w:rsidRDefault="00A83D3C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Я. И. Хвостик</w:t>
      </w:r>
    </w:p>
    <w:p w:rsidR="00A83D3C" w:rsidRDefault="00A83D3C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D3C" w:rsidRDefault="00A83D3C" w:rsidP="00AA5B58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83D3C" w:rsidRDefault="00A83D3C" w:rsidP="00B45B21">
      <w:pPr>
        <w:pStyle w:val="BodyText"/>
        <w:spacing w:after="0"/>
        <w:ind w:right="-142"/>
        <w:jc w:val="both"/>
      </w:pPr>
    </w:p>
    <w:sectPr w:rsidR="00A83D3C" w:rsidSect="00AA5B58">
      <w:headerReference w:type="default" r:id="rId7"/>
      <w:pgSz w:w="16840" w:h="11907" w:orient="landscape" w:code="9"/>
      <w:pgMar w:top="71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D3C" w:rsidRDefault="00A83D3C">
      <w:r>
        <w:separator/>
      </w:r>
    </w:p>
  </w:endnote>
  <w:endnote w:type="continuationSeparator" w:id="0">
    <w:p w:rsidR="00A83D3C" w:rsidRDefault="00A83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D3C" w:rsidRDefault="00A83D3C">
      <w:r>
        <w:separator/>
      </w:r>
    </w:p>
  </w:footnote>
  <w:footnote w:type="continuationSeparator" w:id="0">
    <w:p w:rsidR="00A83D3C" w:rsidRDefault="00A83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3C" w:rsidRDefault="00A83D3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83D3C" w:rsidRDefault="00A83D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C753B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53BA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1A85"/>
    <w:rsid w:val="001A603E"/>
    <w:rsid w:val="001B091E"/>
    <w:rsid w:val="001B1B7D"/>
    <w:rsid w:val="001E134E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D75FB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A13F5"/>
    <w:rsid w:val="003C6883"/>
    <w:rsid w:val="003D076F"/>
    <w:rsid w:val="003D7EFE"/>
    <w:rsid w:val="003E661A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13B7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1DB2"/>
    <w:rsid w:val="00635BC1"/>
    <w:rsid w:val="006455A5"/>
    <w:rsid w:val="00654BFA"/>
    <w:rsid w:val="00656CCF"/>
    <w:rsid w:val="006637A3"/>
    <w:rsid w:val="00665D47"/>
    <w:rsid w:val="00677AB3"/>
    <w:rsid w:val="00682D28"/>
    <w:rsid w:val="006F5A4F"/>
    <w:rsid w:val="007020E4"/>
    <w:rsid w:val="00703C6F"/>
    <w:rsid w:val="00705888"/>
    <w:rsid w:val="00735685"/>
    <w:rsid w:val="007509B6"/>
    <w:rsid w:val="00764D18"/>
    <w:rsid w:val="00791DE4"/>
    <w:rsid w:val="00794FC8"/>
    <w:rsid w:val="007A3041"/>
    <w:rsid w:val="007A6384"/>
    <w:rsid w:val="007B34C4"/>
    <w:rsid w:val="007C25FB"/>
    <w:rsid w:val="007C3B8D"/>
    <w:rsid w:val="007F3398"/>
    <w:rsid w:val="00820110"/>
    <w:rsid w:val="00830C34"/>
    <w:rsid w:val="00834480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7C3"/>
    <w:rsid w:val="009561E5"/>
    <w:rsid w:val="00956BF9"/>
    <w:rsid w:val="00957A20"/>
    <w:rsid w:val="00966AAD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D3C"/>
    <w:rsid w:val="00A83FE2"/>
    <w:rsid w:val="00A874EA"/>
    <w:rsid w:val="00A87FA6"/>
    <w:rsid w:val="00AA0281"/>
    <w:rsid w:val="00AA1E5A"/>
    <w:rsid w:val="00AA5B58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BE1A95"/>
    <w:rsid w:val="00C07246"/>
    <w:rsid w:val="00C1017B"/>
    <w:rsid w:val="00C12D44"/>
    <w:rsid w:val="00C21300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464C"/>
    <w:rsid w:val="00DA0A23"/>
    <w:rsid w:val="00DA78A9"/>
    <w:rsid w:val="00DC4CC5"/>
    <w:rsid w:val="00DC670B"/>
    <w:rsid w:val="00DE02F8"/>
    <w:rsid w:val="00DE7A2C"/>
    <w:rsid w:val="00DF4581"/>
    <w:rsid w:val="00E04F2F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0133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29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29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29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2</Pages>
  <Words>333</Words>
  <Characters>1901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18</cp:revision>
  <cp:lastPrinted>2014-12-09T12:10:00Z</cp:lastPrinted>
  <dcterms:created xsi:type="dcterms:W3CDTF">2014-11-12T06:48:00Z</dcterms:created>
  <dcterms:modified xsi:type="dcterms:W3CDTF">2018-06-13T13:14:00Z</dcterms:modified>
</cp:coreProperties>
</file>