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2C" w:rsidRDefault="0018422C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18422C" w:rsidRPr="00EA3E68" w:rsidRDefault="0018422C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18422C" w:rsidRPr="00EA3E68" w:rsidRDefault="0018422C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18422C" w:rsidRDefault="0018422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18422C" w:rsidRDefault="0018422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18422C" w:rsidRDefault="0018422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18422C" w:rsidRDefault="0018422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8422C" w:rsidRPr="00E873C7" w:rsidRDefault="0018422C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8422C" w:rsidRPr="00E764BE" w:rsidRDefault="0018422C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18422C" w:rsidRDefault="0018422C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8422C" w:rsidRDefault="0018422C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8422C" w:rsidRDefault="0018422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18422C" w:rsidRPr="00AE5A1D" w:rsidRDefault="0018422C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18422C" w:rsidRPr="00E764BE" w:rsidRDefault="0018422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18422C" w:rsidRDefault="0018422C" w:rsidP="00F21401">
      <w:pPr>
        <w:rPr>
          <w:sz w:val="28"/>
          <w:szCs w:val="28"/>
        </w:rPr>
      </w:pPr>
    </w:p>
    <w:p w:rsidR="0018422C" w:rsidRDefault="0018422C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18422C" w:rsidRDefault="0018422C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8422C" w:rsidRDefault="0018422C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18422C" w:rsidRDefault="0018422C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18422C" w:rsidRDefault="0018422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18422C" w:rsidRDefault="0018422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18422C" w:rsidRDefault="0018422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18422C" w:rsidRDefault="0018422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18422C" w:rsidRDefault="0018422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18422C" w:rsidRDefault="0018422C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18422C" w:rsidRDefault="0018422C" w:rsidP="00592A30">
      <w:pPr>
        <w:widowControl/>
        <w:autoSpaceDE/>
        <w:adjustRightInd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18422C" w:rsidRDefault="0018422C" w:rsidP="00592A30">
      <w:pPr>
        <w:widowControl/>
        <w:autoSpaceDE/>
        <w:adjustRightInd/>
        <w:rPr>
          <w:b/>
          <w:sz w:val="28"/>
          <w:szCs w:val="28"/>
        </w:rPr>
      </w:pPr>
    </w:p>
    <w:p w:rsidR="0018422C" w:rsidRDefault="0018422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18422C" w:rsidRPr="00AE5A1D" w:rsidRDefault="0018422C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18422C" w:rsidRDefault="0018422C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18422C" w:rsidRPr="00E764BE" w:rsidRDefault="0018422C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8422C" w:rsidRPr="00DE71AE" w:rsidRDefault="0018422C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18422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074972" w:rsidRDefault="0018422C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074972" w:rsidRDefault="0018422C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Старотитаровского сельского поселения Темрюкского района; МКУ «Производственно-эксплуатационный центр»</w:t>
            </w:r>
          </w:p>
        </w:tc>
      </w:tr>
      <w:tr w:rsidR="0018422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E159BA" w:rsidRDefault="0018422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Default="0018422C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18422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Default="0018422C" w:rsidP="006B1EF7">
            <w:pPr>
              <w:rPr>
                <w:sz w:val="28"/>
                <w:szCs w:val="28"/>
              </w:rPr>
            </w:pPr>
          </w:p>
          <w:p w:rsidR="0018422C" w:rsidRDefault="0018422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8422C" w:rsidRPr="00E159BA" w:rsidRDefault="0018422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18422C" w:rsidRPr="00D82A70" w:rsidTr="00634F6B">
              <w:trPr>
                <w:trHeight w:val="319"/>
              </w:trPr>
              <w:tc>
                <w:tcPr>
                  <w:tcW w:w="0" w:type="auto"/>
                  <w:tcBorders>
                    <w:right w:val="nil"/>
                  </w:tcBorders>
                </w:tcPr>
                <w:p w:rsidR="0018422C" w:rsidRPr="00D82A70" w:rsidRDefault="0018422C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18422C" w:rsidRDefault="0018422C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- повышения качества</w:t>
            </w:r>
          </w:p>
          <w:p w:rsidR="0018422C" w:rsidRDefault="0018422C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18422C" w:rsidRDefault="0018422C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18422C" w:rsidRDefault="0018422C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18422C" w:rsidRDefault="0018422C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18422C" w:rsidRDefault="0018422C" w:rsidP="00E435D5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18422C" w:rsidRPr="00E435D5" w:rsidRDefault="0018422C" w:rsidP="00E435D5">
            <w:pPr>
              <w:pStyle w:val="BodyText"/>
            </w:pPr>
            <w:r w:rsidRPr="007C3367">
              <w:t>Учреждению в оперативное управление</w:t>
            </w:r>
          </w:p>
        </w:tc>
      </w:tr>
      <w:tr w:rsidR="0018422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Default="0018422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8422C" w:rsidRPr="00E159BA" w:rsidRDefault="0018422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Default="0018422C" w:rsidP="00303B42">
            <w:pPr>
              <w:jc w:val="both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18422C" w:rsidRDefault="0018422C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18422C" w:rsidRDefault="0018422C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18422C" w:rsidRDefault="0018422C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18422C" w:rsidRDefault="0018422C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18422C" w:rsidRDefault="0018422C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18422C" w:rsidRPr="00D82A70" w:rsidRDefault="0018422C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18422C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E159BA" w:rsidRDefault="0018422C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B31F09" w:rsidRDefault="0018422C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18422C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E159BA" w:rsidRDefault="0018422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Default="0018422C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8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18422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Default="0018422C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18422C" w:rsidRDefault="0018422C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18422C" w:rsidRPr="00E159BA" w:rsidRDefault="0018422C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0D6C4E" w:rsidRDefault="0018422C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 </w:t>
            </w:r>
            <w:r w:rsidRPr="0044585E">
              <w:rPr>
                <w:sz w:val="28"/>
                <w:szCs w:val="28"/>
              </w:rPr>
              <w:t>5520,6</w:t>
            </w:r>
            <w:r>
              <w:rPr>
                <w:sz w:val="28"/>
                <w:szCs w:val="28"/>
              </w:rPr>
              <w:t xml:space="preserve">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18422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E159BA" w:rsidRDefault="0018422C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C" w:rsidRPr="00074972" w:rsidRDefault="0018422C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18422C" w:rsidRPr="00074972" w:rsidRDefault="0018422C" w:rsidP="006B1EF7">
            <w:pPr>
              <w:rPr>
                <w:sz w:val="28"/>
                <w:szCs w:val="28"/>
              </w:rPr>
            </w:pPr>
          </w:p>
        </w:tc>
      </w:tr>
    </w:tbl>
    <w:p w:rsidR="0018422C" w:rsidRDefault="0018422C" w:rsidP="00592A30">
      <w:pPr>
        <w:rPr>
          <w:b/>
          <w:sz w:val="28"/>
          <w:szCs w:val="28"/>
        </w:rPr>
      </w:pPr>
    </w:p>
    <w:p w:rsidR="0018422C" w:rsidRDefault="0018422C" w:rsidP="00C50FA3">
      <w:pPr>
        <w:jc w:val="center"/>
        <w:rPr>
          <w:b/>
          <w:sz w:val="28"/>
          <w:szCs w:val="28"/>
        </w:rPr>
      </w:pPr>
    </w:p>
    <w:p w:rsidR="0018422C" w:rsidRPr="00C07957" w:rsidRDefault="0018422C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18422C" w:rsidRPr="00D72401" w:rsidRDefault="0018422C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8422C" w:rsidRPr="00D72401" w:rsidRDefault="0018422C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18422C" w:rsidRDefault="0018422C" w:rsidP="005A3A59">
      <w:pPr>
        <w:pStyle w:val="ConsPlusNormal"/>
        <w:widowControl/>
        <w:ind w:left="360" w:firstLine="0"/>
        <w:jc w:val="center"/>
        <w:outlineLvl w:val="1"/>
      </w:pPr>
    </w:p>
    <w:p w:rsidR="0018422C" w:rsidRDefault="0018422C" w:rsidP="004E2CB6">
      <w:pPr>
        <w:pStyle w:val="Default"/>
        <w:ind w:firstLine="720"/>
        <w:jc w:val="both"/>
        <w:rPr>
          <w:sz w:val="28"/>
          <w:szCs w:val="28"/>
        </w:rPr>
      </w:pPr>
    </w:p>
    <w:p w:rsidR="0018422C" w:rsidRDefault="0018422C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18422C" w:rsidRDefault="0018422C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18422C" w:rsidRPr="007C3367" w:rsidRDefault="0018422C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18422C" w:rsidRPr="007C3367" w:rsidRDefault="0018422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18422C" w:rsidRPr="007C3367" w:rsidRDefault="0018422C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18422C" w:rsidRPr="007C3367" w:rsidRDefault="0018422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18422C" w:rsidRPr="007C3367" w:rsidRDefault="0018422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18422C" w:rsidRPr="007C3367" w:rsidRDefault="0018422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18422C" w:rsidRPr="007C3367" w:rsidRDefault="0018422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18422C" w:rsidRDefault="0018422C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18422C" w:rsidRPr="00034B3B" w:rsidRDefault="0018422C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 xml:space="preserve"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только-целевой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18422C" w:rsidRPr="00D72401" w:rsidRDefault="0018422C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18422C" w:rsidRPr="00F21401" w:rsidRDefault="0018422C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8422C" w:rsidRDefault="0018422C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18422C" w:rsidRPr="00B8387C" w:rsidRDefault="0018422C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18422C" w:rsidRDefault="0018422C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18422C" w:rsidRDefault="0018422C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18422C" w:rsidRDefault="0018422C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18422C" w:rsidRDefault="0018422C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18422C" w:rsidRDefault="0018422C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18422C" w:rsidRDefault="0018422C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18422C" w:rsidRDefault="0018422C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18422C" w:rsidRPr="00E435D5" w:rsidRDefault="0018422C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18422C" w:rsidRPr="00E873C7" w:rsidRDefault="0018422C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18422C" w:rsidRPr="00B8387C" w:rsidRDefault="0018422C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18422C" w:rsidRPr="002631AE" w:rsidRDefault="0018422C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2018</w:t>
      </w:r>
      <w:r w:rsidRPr="002631AE">
        <w:rPr>
          <w:color w:val="auto"/>
        </w:rPr>
        <w:t xml:space="preserve"> год. </w:t>
      </w:r>
    </w:p>
    <w:p w:rsidR="0018422C" w:rsidRPr="002631AE" w:rsidRDefault="0018422C" w:rsidP="00450BD5">
      <w:pPr>
        <w:pStyle w:val="14"/>
        <w:spacing w:after="0"/>
        <w:rPr>
          <w:color w:val="auto"/>
        </w:rPr>
      </w:pPr>
    </w:p>
    <w:p w:rsidR="0018422C" w:rsidRPr="002631AE" w:rsidRDefault="0018422C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 xml:space="preserve">муниципальной </w:t>
      </w:r>
      <w:r w:rsidRPr="002631AE">
        <w:rPr>
          <w:b/>
          <w:sz w:val="28"/>
          <w:szCs w:val="28"/>
        </w:rPr>
        <w:t>подпрограммы</w:t>
      </w:r>
    </w:p>
    <w:p w:rsidR="0018422C" w:rsidRPr="002631AE" w:rsidRDefault="0018422C" w:rsidP="00450BD5">
      <w:pPr>
        <w:jc w:val="center"/>
        <w:rPr>
          <w:sz w:val="28"/>
          <w:szCs w:val="28"/>
        </w:rPr>
      </w:pPr>
    </w:p>
    <w:p w:rsidR="0018422C" w:rsidRPr="002631AE" w:rsidRDefault="0018422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18422C" w:rsidRPr="002631AE" w:rsidRDefault="0018422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18422C" w:rsidRPr="00476075" w:rsidRDefault="0018422C" w:rsidP="00450BD5">
      <w:pPr>
        <w:jc w:val="center"/>
        <w:rPr>
          <w:sz w:val="28"/>
          <w:szCs w:val="28"/>
        </w:rPr>
      </w:pPr>
    </w:p>
    <w:p w:rsidR="0018422C" w:rsidRPr="00450BD5" w:rsidRDefault="0018422C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18422C" w:rsidRDefault="0018422C" w:rsidP="005959DE">
      <w:pPr>
        <w:rPr>
          <w:sz w:val="28"/>
          <w:szCs w:val="28"/>
        </w:rPr>
      </w:pPr>
    </w:p>
    <w:p w:rsidR="0018422C" w:rsidRDefault="0018422C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44585E">
        <w:rPr>
          <w:sz w:val="28"/>
          <w:szCs w:val="28"/>
        </w:rPr>
        <w:t>5520,6</w:t>
      </w:r>
      <w:r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18422C" w:rsidRDefault="0018422C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4585E">
        <w:rPr>
          <w:sz w:val="28"/>
          <w:szCs w:val="28"/>
        </w:rPr>
        <w:t>5520,6</w:t>
      </w:r>
      <w:r>
        <w:rPr>
          <w:sz w:val="28"/>
          <w:szCs w:val="28"/>
        </w:rPr>
        <w:t xml:space="preserve"> тыс. </w:t>
      </w:r>
      <w:r w:rsidRPr="005959DE">
        <w:rPr>
          <w:sz w:val="28"/>
          <w:szCs w:val="28"/>
        </w:rPr>
        <w:t>рублей:</w:t>
      </w:r>
    </w:p>
    <w:p w:rsidR="0018422C" w:rsidRDefault="0018422C" w:rsidP="00F21401">
      <w:pPr>
        <w:jc w:val="both"/>
        <w:rPr>
          <w:sz w:val="28"/>
          <w:szCs w:val="28"/>
        </w:rPr>
      </w:pPr>
    </w:p>
    <w:p w:rsidR="0018422C" w:rsidRDefault="0018422C" w:rsidP="00F21401">
      <w:pPr>
        <w:jc w:val="both"/>
        <w:rPr>
          <w:sz w:val="28"/>
          <w:szCs w:val="28"/>
        </w:rPr>
      </w:pPr>
    </w:p>
    <w:p w:rsidR="0018422C" w:rsidRDefault="0018422C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18422C" w:rsidRPr="00FF0F61" w:rsidTr="00FF0F61">
        <w:tc>
          <w:tcPr>
            <w:tcW w:w="5328" w:type="dxa"/>
            <w:vMerge w:val="restart"/>
          </w:tcPr>
          <w:p w:rsidR="0018422C" w:rsidRDefault="0018422C" w:rsidP="00546C7A">
            <w:r w:rsidRPr="00E1548A">
              <w:t>Наименование мероприятия</w:t>
            </w:r>
          </w:p>
          <w:p w:rsidR="0018422C" w:rsidRPr="00FF0F61" w:rsidRDefault="0018422C" w:rsidP="00546C7A">
            <w:pPr>
              <w:rPr>
                <w:b/>
              </w:rPr>
            </w:pPr>
          </w:p>
        </w:tc>
        <w:tc>
          <w:tcPr>
            <w:tcW w:w="1399" w:type="dxa"/>
            <w:vMerge w:val="restart"/>
          </w:tcPr>
          <w:p w:rsidR="0018422C" w:rsidRPr="00FF0F61" w:rsidRDefault="0018422C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18422C" w:rsidRPr="00FF0F61" w:rsidRDefault="0018422C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18422C" w:rsidRPr="00E1548A" w:rsidTr="00FF0F61">
        <w:tc>
          <w:tcPr>
            <w:tcW w:w="5328" w:type="dxa"/>
            <w:vMerge/>
          </w:tcPr>
          <w:p w:rsidR="0018422C" w:rsidRPr="00E1548A" w:rsidRDefault="0018422C" w:rsidP="00546C7A"/>
        </w:tc>
        <w:tc>
          <w:tcPr>
            <w:tcW w:w="1399" w:type="dxa"/>
            <w:vMerge/>
          </w:tcPr>
          <w:p w:rsidR="0018422C" w:rsidRPr="00E1548A" w:rsidRDefault="0018422C" w:rsidP="00546C7A"/>
        </w:tc>
        <w:tc>
          <w:tcPr>
            <w:tcW w:w="2921" w:type="dxa"/>
          </w:tcPr>
          <w:p w:rsidR="0018422C" w:rsidRPr="00E1548A" w:rsidRDefault="0018422C" w:rsidP="00FF0F61">
            <w:pPr>
              <w:jc w:val="center"/>
            </w:pPr>
            <w:r>
              <w:t xml:space="preserve">2018 </w:t>
            </w:r>
            <w:r w:rsidRPr="00E1548A">
              <w:t xml:space="preserve"> год</w:t>
            </w:r>
          </w:p>
        </w:tc>
      </w:tr>
      <w:tr w:rsidR="0018422C" w:rsidRPr="00E1548A" w:rsidTr="00FF0F61">
        <w:tc>
          <w:tcPr>
            <w:tcW w:w="5328" w:type="dxa"/>
          </w:tcPr>
          <w:p w:rsidR="0018422C" w:rsidRPr="00CC0530" w:rsidRDefault="0018422C" w:rsidP="00FF0F61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CC0530">
              <w:rPr>
                <w:color w:val="auto"/>
                <w:sz w:val="24"/>
                <w:szCs w:val="24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399" w:type="dxa"/>
          </w:tcPr>
          <w:p w:rsidR="0018422C" w:rsidRPr="00371E4C" w:rsidRDefault="0018422C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18422C" w:rsidRPr="0044585E" w:rsidRDefault="0018422C" w:rsidP="00FF0F61">
            <w:pPr>
              <w:jc w:val="center"/>
            </w:pPr>
            <w:r w:rsidRPr="0044585E">
              <w:t xml:space="preserve">5520,6 </w:t>
            </w:r>
          </w:p>
        </w:tc>
      </w:tr>
    </w:tbl>
    <w:p w:rsidR="0018422C" w:rsidRPr="00D72401" w:rsidRDefault="0018422C" w:rsidP="00F21401">
      <w:pPr>
        <w:jc w:val="both"/>
        <w:rPr>
          <w:b/>
          <w:sz w:val="28"/>
          <w:szCs w:val="28"/>
        </w:rPr>
      </w:pPr>
    </w:p>
    <w:p w:rsidR="0018422C" w:rsidRPr="00D72401" w:rsidRDefault="0018422C" w:rsidP="00863E3C">
      <w:pPr>
        <w:jc w:val="center"/>
        <w:rPr>
          <w:b/>
          <w:sz w:val="28"/>
          <w:szCs w:val="28"/>
        </w:rPr>
      </w:pPr>
      <w:bookmarkStart w:id="0" w:name="sub_4150"/>
    </w:p>
    <w:p w:rsidR="0018422C" w:rsidRDefault="0018422C" w:rsidP="00BE239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18422C" w:rsidRPr="00D72401" w:rsidRDefault="0018422C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18422C" w:rsidRPr="00380815" w:rsidRDefault="0018422C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</w:t>
      </w:r>
      <w:r>
        <w:rPr>
          <w:rFonts w:ascii="Times New Roman" w:hAnsi="Times New Roman" w:cs="Times New Roman"/>
          <w:sz w:val="28"/>
          <w:szCs w:val="28"/>
        </w:rPr>
        <w:t>которым оценивается выполнение под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18422C" w:rsidRDefault="0018422C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E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>выполнение расходных обязательств в полном объеме и решение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074972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.</w:t>
      </w:r>
    </w:p>
    <w:p w:rsidR="0018422C" w:rsidRDefault="0018422C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-повышение качества и количества предоставляемых функций МКУ </w:t>
      </w:r>
      <w:r w:rsidRPr="002631AE">
        <w:rPr>
          <w:sz w:val="28"/>
          <w:szCs w:val="28"/>
        </w:rPr>
        <w:t>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</w:t>
      </w:r>
    </w:p>
    <w:p w:rsidR="0018422C" w:rsidRDefault="0018422C" w:rsidP="00863E3C">
      <w:pPr>
        <w:jc w:val="center"/>
        <w:rPr>
          <w:b/>
          <w:sz w:val="28"/>
          <w:szCs w:val="28"/>
        </w:rPr>
      </w:pPr>
    </w:p>
    <w:p w:rsidR="0018422C" w:rsidRPr="00592A30" w:rsidRDefault="0018422C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18422C" w:rsidRDefault="0018422C" w:rsidP="00863E3C">
      <w:pPr>
        <w:jc w:val="center"/>
        <w:rPr>
          <w:b/>
          <w:sz w:val="28"/>
          <w:szCs w:val="28"/>
        </w:rPr>
      </w:pPr>
    </w:p>
    <w:p w:rsidR="0018422C" w:rsidRPr="00B35E33" w:rsidRDefault="0018422C" w:rsidP="00863E3C">
      <w:pPr>
        <w:jc w:val="center"/>
        <w:rPr>
          <w:b/>
          <w:sz w:val="28"/>
          <w:szCs w:val="28"/>
        </w:rPr>
      </w:pPr>
    </w:p>
    <w:p w:rsidR="0018422C" w:rsidRDefault="0018422C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18422C" w:rsidRPr="00357DF8" w:rsidRDefault="0018422C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18422C" w:rsidRPr="001F783C" w:rsidRDefault="0018422C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18422C" w:rsidRPr="00357DF8" w:rsidRDefault="0018422C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18422C" w:rsidRDefault="0018422C" w:rsidP="00863E3C">
      <w:pPr>
        <w:ind w:firstLine="612"/>
        <w:jc w:val="both"/>
        <w:rPr>
          <w:sz w:val="28"/>
          <w:szCs w:val="28"/>
        </w:rPr>
      </w:pPr>
    </w:p>
    <w:p w:rsidR="0018422C" w:rsidRDefault="0018422C" w:rsidP="00863E3C">
      <w:pPr>
        <w:ind w:firstLine="612"/>
        <w:jc w:val="both"/>
        <w:rPr>
          <w:sz w:val="28"/>
          <w:szCs w:val="28"/>
        </w:rPr>
      </w:pPr>
    </w:p>
    <w:p w:rsidR="0018422C" w:rsidRPr="00B35E33" w:rsidRDefault="0018422C" w:rsidP="00863E3C">
      <w:pPr>
        <w:ind w:firstLine="612"/>
        <w:jc w:val="both"/>
        <w:rPr>
          <w:sz w:val="28"/>
          <w:szCs w:val="28"/>
        </w:rPr>
      </w:pPr>
    </w:p>
    <w:p w:rsidR="0018422C" w:rsidRDefault="0018422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18422C" w:rsidRPr="00B35E33" w:rsidRDefault="0018422C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18422C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22C" w:rsidRDefault="0018422C">
      <w:r>
        <w:separator/>
      </w:r>
    </w:p>
  </w:endnote>
  <w:endnote w:type="continuationSeparator" w:id="0">
    <w:p w:rsidR="0018422C" w:rsidRDefault="00184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22C" w:rsidRDefault="0018422C">
      <w:r>
        <w:separator/>
      </w:r>
    </w:p>
  </w:footnote>
  <w:footnote w:type="continuationSeparator" w:id="0">
    <w:p w:rsidR="0018422C" w:rsidRDefault="00184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22C" w:rsidRDefault="0018422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22C" w:rsidRDefault="001842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22C" w:rsidRDefault="0018422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18422C" w:rsidRDefault="001842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101FA9"/>
    <w:rsid w:val="00117327"/>
    <w:rsid w:val="00125077"/>
    <w:rsid w:val="00125973"/>
    <w:rsid w:val="00140F2A"/>
    <w:rsid w:val="0015594F"/>
    <w:rsid w:val="00162686"/>
    <w:rsid w:val="00175A47"/>
    <w:rsid w:val="00175BF6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631AE"/>
    <w:rsid w:val="00275E95"/>
    <w:rsid w:val="002835BE"/>
    <w:rsid w:val="00283F70"/>
    <w:rsid w:val="00297AC7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74ACB"/>
    <w:rsid w:val="00476075"/>
    <w:rsid w:val="00476B6A"/>
    <w:rsid w:val="00481579"/>
    <w:rsid w:val="0048423F"/>
    <w:rsid w:val="004A2C61"/>
    <w:rsid w:val="004A4DCA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4F6B"/>
    <w:rsid w:val="00636EC7"/>
    <w:rsid w:val="0063741F"/>
    <w:rsid w:val="00654128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6B45"/>
    <w:rsid w:val="00800F2D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2E5C"/>
    <w:rsid w:val="009E5C1A"/>
    <w:rsid w:val="00A10B5F"/>
    <w:rsid w:val="00A11181"/>
    <w:rsid w:val="00A2343E"/>
    <w:rsid w:val="00A25B58"/>
    <w:rsid w:val="00A42F29"/>
    <w:rsid w:val="00A45DDA"/>
    <w:rsid w:val="00A57CA6"/>
    <w:rsid w:val="00A61933"/>
    <w:rsid w:val="00A638CD"/>
    <w:rsid w:val="00A9476A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6162"/>
    <w:rsid w:val="00B6050B"/>
    <w:rsid w:val="00B77312"/>
    <w:rsid w:val="00B8387C"/>
    <w:rsid w:val="00B92890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D6053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42D"/>
    <w:rsid w:val="00F276E7"/>
    <w:rsid w:val="00F44AAC"/>
    <w:rsid w:val="00F47EBB"/>
    <w:rsid w:val="00F57C8A"/>
    <w:rsid w:val="00F60E7D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5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5</Pages>
  <Words>1284</Words>
  <Characters>7322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Общий отдел</cp:lastModifiedBy>
  <cp:revision>31</cp:revision>
  <cp:lastPrinted>2017-10-25T13:10:00Z</cp:lastPrinted>
  <dcterms:created xsi:type="dcterms:W3CDTF">2014-11-12T06:47:00Z</dcterms:created>
  <dcterms:modified xsi:type="dcterms:W3CDTF">2017-10-25T13:12:00Z</dcterms:modified>
</cp:coreProperties>
</file>