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C9" w:rsidRPr="00C3705A" w:rsidRDefault="007079C9" w:rsidP="00CC774C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079C9" w:rsidRPr="00B73C78" w:rsidRDefault="007079C9" w:rsidP="00DD3931">
      <w:pPr>
        <w:tabs>
          <w:tab w:val="left" w:pos="1008"/>
          <w:tab w:val="left" w:pos="5812"/>
        </w:tabs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7079C9" w:rsidRDefault="007079C9" w:rsidP="00DD39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7079C9" w:rsidRDefault="007079C9" w:rsidP="00DD3931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7079C9" w:rsidRPr="00145A0B" w:rsidRDefault="007079C9" w:rsidP="00DD3931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2016 год</w:t>
      </w:r>
    </w:p>
    <w:p w:rsidR="007079C9" w:rsidRPr="00CC774C" w:rsidRDefault="007079C9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079C9" w:rsidRDefault="007079C9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079C9" w:rsidRPr="00AA03A8" w:rsidRDefault="007079C9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9C9" w:rsidRPr="00CC774C" w:rsidRDefault="007079C9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района»на 2016 год</w:t>
      </w:r>
    </w:p>
    <w:p w:rsidR="007079C9" w:rsidRPr="00CC774C" w:rsidRDefault="007079C9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7079C9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79C9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79C9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25A13" w:rsidRDefault="007079C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Pr="00525A13" w:rsidRDefault="007079C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079C9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704E08" w:rsidRDefault="007079C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079C9" w:rsidRPr="00CC774C" w:rsidRDefault="007079C9" w:rsidP="006F19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массового спорта на территории Старотитаровского сельского поселения Темрюкского района»на 2016 год</w:t>
            </w:r>
          </w:p>
        </w:tc>
      </w:tr>
      <w:bookmarkEnd w:id="0"/>
      <w:tr w:rsidR="007079C9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4A7082" w:rsidRDefault="007079C9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4A7082">
              <w:rPr>
                <w:rFonts w:ascii="Times New Roman" w:hAnsi="Times New Roman"/>
                <w:color w:val="000000"/>
              </w:rPr>
              <w:t>-улучшение обеспечения материально-технической базы учреждения.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079C9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5C5B42" w:rsidRDefault="007079C9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-д</w:t>
            </w: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2B6DF5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Default="007079C9" w:rsidP="002B6DF5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079C9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D66E15" w:rsidRDefault="007079C9" w:rsidP="002B6D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  <w:p w:rsidR="007079C9" w:rsidRPr="00D66E15" w:rsidRDefault="007079C9" w:rsidP="002B6D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B73C78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Pr="00B73C78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:rsidR="007079C9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Pr="00026A04" w:rsidRDefault="007079C9" w:rsidP="002B6DF5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9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9C9" w:rsidRDefault="007079C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</w:tbl>
    <w:p w:rsidR="007079C9" w:rsidRDefault="007079C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079C9" w:rsidRDefault="007079C9" w:rsidP="0010673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079C9" w:rsidRDefault="007079C9" w:rsidP="0010673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7079C9" w:rsidRDefault="007079C9" w:rsidP="0010673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Н.Л. Иващенко</w:t>
      </w:r>
    </w:p>
    <w:p w:rsidR="007079C9" w:rsidRDefault="007079C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79C9" w:rsidRDefault="007079C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079C9" w:rsidRDefault="007079C9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7079C9" w:rsidRDefault="007079C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79C9" w:rsidRPr="00481C03" w:rsidRDefault="007079C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А.Н.Бойко</w:t>
      </w:r>
    </w:p>
    <w:p w:rsidR="007079C9" w:rsidRDefault="007079C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079C9" w:rsidRPr="00481C03" w:rsidRDefault="007079C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7079C9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9C9" w:rsidRDefault="007079C9">
      <w:r>
        <w:separator/>
      </w:r>
    </w:p>
  </w:endnote>
  <w:endnote w:type="continuationSeparator" w:id="0">
    <w:p w:rsidR="007079C9" w:rsidRDefault="00707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9C9" w:rsidRDefault="007079C9">
      <w:r>
        <w:separator/>
      </w:r>
    </w:p>
  </w:footnote>
  <w:footnote w:type="continuationSeparator" w:id="0">
    <w:p w:rsidR="007079C9" w:rsidRDefault="00707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9C9" w:rsidRDefault="007079C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079C9" w:rsidRDefault="007079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A7082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6F29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C0876"/>
    <w:rsid w:val="006D12E0"/>
    <w:rsid w:val="006F193B"/>
    <w:rsid w:val="007020E4"/>
    <w:rsid w:val="00703C6F"/>
    <w:rsid w:val="00704E08"/>
    <w:rsid w:val="007079C9"/>
    <w:rsid w:val="00733B8C"/>
    <w:rsid w:val="00754E4A"/>
    <w:rsid w:val="007769A7"/>
    <w:rsid w:val="0078186A"/>
    <w:rsid w:val="00791DE4"/>
    <w:rsid w:val="007927BB"/>
    <w:rsid w:val="007A638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A0A23"/>
    <w:rsid w:val="00DA1849"/>
    <w:rsid w:val="00DC12AA"/>
    <w:rsid w:val="00DC12F9"/>
    <w:rsid w:val="00DD3931"/>
    <w:rsid w:val="00DE02F8"/>
    <w:rsid w:val="00E159BA"/>
    <w:rsid w:val="00E26412"/>
    <w:rsid w:val="00E268D6"/>
    <w:rsid w:val="00E3323E"/>
    <w:rsid w:val="00E34530"/>
    <w:rsid w:val="00E420C1"/>
    <w:rsid w:val="00E43EB1"/>
    <w:rsid w:val="00E81459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17F62"/>
    <w:rsid w:val="00F27F5A"/>
    <w:rsid w:val="00F374C5"/>
    <w:rsid w:val="00F4148A"/>
    <w:rsid w:val="00F41761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Абзац списка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83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3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3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279</Words>
  <Characters>1594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2015-11-10T07:00:00Z</cp:lastPrinted>
  <dcterms:created xsi:type="dcterms:W3CDTF">2014-11-12T06:42:00Z</dcterms:created>
  <dcterms:modified xsi:type="dcterms:W3CDTF">2016-10-17T13:52:00Z</dcterms:modified>
</cp:coreProperties>
</file>