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CA" w:rsidRDefault="00DE47CA" w:rsidP="00D2435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E47CA" w:rsidRDefault="00DE47CA" w:rsidP="00D24353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DE47CA" w:rsidRDefault="00DE47CA" w:rsidP="00D24353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DE47CA" w:rsidRDefault="00DE47CA" w:rsidP="00D24353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DE47CA" w:rsidRDefault="00DE47CA" w:rsidP="00D24353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 № _____</w:t>
      </w:r>
    </w:p>
    <w:p w:rsidR="00DE47CA" w:rsidRDefault="00DE47CA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47CA" w:rsidRPr="00BB7DB1" w:rsidRDefault="00DE47CA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DE47CA" w:rsidRPr="00B73C78" w:rsidRDefault="00DE47CA" w:rsidP="00EA1CC0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DE47CA" w:rsidRDefault="00DE47CA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</w:p>
    <w:p w:rsidR="00DE47CA" w:rsidRDefault="00DE47CA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DE47CA" w:rsidRDefault="00DE47CA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DE47CA" w:rsidRPr="00145A0B" w:rsidRDefault="00DE47CA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sz w:val="28"/>
          <w:szCs w:val="28"/>
        </w:rPr>
        <w:t>7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DE47CA" w:rsidRDefault="00DE47CA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DE47CA" w:rsidRPr="00F971B5" w:rsidRDefault="00DE47CA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DE47CA" w:rsidRPr="00226246" w:rsidRDefault="00DE47CA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DE47CA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E47CA" w:rsidRPr="008964CE" w:rsidRDefault="00DE47CA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программы  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>«Развитие физической культуры и массового спорта на территории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DE47CA" w:rsidRPr="008141E6" w:rsidRDefault="00DE47CA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47CA" w:rsidRPr="00226246" w:rsidRDefault="00DE47CA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E47CA" w:rsidTr="00A6635E">
        <w:trPr>
          <w:gridAfter w:val="2"/>
          <w:wAfter w:w="429" w:type="dxa"/>
        </w:trPr>
        <w:tc>
          <w:tcPr>
            <w:tcW w:w="14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47CA" w:rsidRDefault="00DE47CA" w:rsidP="00CF476E">
            <w:pPr>
              <w:pStyle w:val="a3"/>
            </w:pPr>
          </w:p>
        </w:tc>
      </w:tr>
      <w:tr w:rsidR="00DE47CA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7C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DE47CA" w:rsidRPr="003E661A" w:rsidRDefault="00DE47C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E47C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E47C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7CA" w:rsidRPr="00F2166C" w:rsidRDefault="00DE47CA" w:rsidP="00F2166C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  <w:p w:rsidR="00DE47CA" w:rsidRPr="00F2166C" w:rsidRDefault="00DE47CA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-повышение качества и доступности муниципальных услуг сферы физической культуры для всех категорий потребителей;</w:t>
            </w:r>
          </w:p>
          <w:p w:rsidR="00DE47CA" w:rsidRPr="00F2166C" w:rsidRDefault="00DE47CA" w:rsidP="00F2166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-обеспечение условий для развития физической культуры и массового спорта;</w:t>
            </w:r>
          </w:p>
          <w:p w:rsidR="00DE47CA" w:rsidRPr="00F2166C" w:rsidRDefault="00DE47CA" w:rsidP="00F2166C">
            <w:pPr>
              <w:snapToGrid w:val="0"/>
              <w:jc w:val="both"/>
              <w:rPr>
                <w:rFonts w:ascii="Times New Roman" w:hAnsi="Times New Roman"/>
                <w:spacing w:val="1"/>
              </w:rPr>
            </w:pPr>
            <w:r w:rsidRPr="00F2166C">
              <w:rPr>
                <w:rFonts w:ascii="Times New Roman" w:hAnsi="Times New Roman"/>
              </w:rPr>
              <w:t>-развитие массового спорта в Старотитаровском сельском поселении Темрюкского района.</w:t>
            </w:r>
          </w:p>
          <w:p w:rsidR="00DE47CA" w:rsidRPr="00F2166C" w:rsidRDefault="00DE47CA" w:rsidP="00F2166C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E47C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Default="00DE47C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E47CA" w:rsidRPr="002C7281" w:rsidRDefault="00DE47CA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7CA" w:rsidRPr="00F2166C" w:rsidRDefault="00DE47CA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сохранение и развитие кадрового потенциала учреждения;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укрепление материально-технической базы: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 xml:space="preserve"> приобретение спортивного инвентаря и оборудования;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проведение мероприятий по ремонту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 спортивных залов;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улучшение сферы услуг физкультурно-оздорови-тельной и спортивной направленности;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повышение интереса жителей городского поселения к занятием физической культурой и спортом.</w:t>
            </w:r>
          </w:p>
          <w:p w:rsidR="00DE47CA" w:rsidRPr="00F2166C" w:rsidRDefault="00DE47CA" w:rsidP="00F2166C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DE47CA" w:rsidRPr="00F2166C" w:rsidRDefault="00DE47CA" w:rsidP="00F2166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DE47CA" w:rsidRPr="00F2166C" w:rsidRDefault="00DE47CA" w:rsidP="00F2166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DE47CA" w:rsidRPr="00F2166C" w:rsidRDefault="00DE47C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DE47CA" w:rsidRPr="002442F5" w:rsidTr="00EE29D9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917482" w:rsidRDefault="00DE47CA" w:rsidP="002B6DF5">
            <w:pPr>
              <w:shd w:val="clear" w:color="auto" w:fill="FFFFFF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917482">
              <w:rPr>
                <w:rFonts w:ascii="Times New Roman" w:hAnsi="Times New Roman"/>
              </w:rPr>
              <w:t>Совершенствование деятельности МБУ «ФОСК «Виктория» по предоставлению муниципальных услуг»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B45B21" w:rsidRDefault="00DE47CA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CA" w:rsidRPr="00974A9B" w:rsidRDefault="00DE47C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4747,8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CA" w:rsidRPr="00974A9B" w:rsidRDefault="00DE47C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4747,8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B45B21" w:rsidRDefault="00DE47C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7CA" w:rsidRPr="002442F5" w:rsidRDefault="00DE47C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E47CA" w:rsidRPr="00C3522A" w:rsidTr="00EE29D9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3E661A" w:rsidRDefault="00DE47C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7CA" w:rsidRPr="00917482" w:rsidRDefault="00DE47CA" w:rsidP="002B6DF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 w:rsidRPr="00917482">
              <w:rPr>
                <w:rFonts w:ascii="Times New Roman" w:hAnsi="Times New Roman"/>
              </w:rPr>
              <w:t>«Развитие массового спорта</w:t>
            </w:r>
            <w:r w:rsidRPr="00917482">
              <w:rPr>
                <w:rFonts w:ascii="Times New Roman" w:hAnsi="Times New Roman"/>
                <w:bCs/>
              </w:rPr>
              <w:t xml:space="preserve"> в Старотитаровском сельском поселении Темрюкского района»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B45B21" w:rsidRDefault="00DE47CA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CA" w:rsidRPr="00974A9B" w:rsidRDefault="00DE47C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94,5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CA" w:rsidRPr="00974A9B" w:rsidRDefault="00DE47C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94,5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B45B21" w:rsidRDefault="00DE47CA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E47CA" w:rsidRDefault="00DE47C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DE47CA" w:rsidRDefault="00DE47C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DE47CA" w:rsidRPr="00C3522A" w:rsidRDefault="00DE47C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E47CA" w:rsidRPr="00C3522A" w:rsidTr="00EA1CC0">
        <w:trPr>
          <w:gridAfter w:val="1"/>
          <w:wAfter w:w="411" w:type="dxa"/>
          <w:trHeight w:val="6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Default="00DE47CA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2939C8" w:rsidRDefault="00DE47CA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2939C8">
              <w:rPr>
                <w:rFonts w:ascii="Times New Roman" w:hAnsi="Times New Roman"/>
                <w:b/>
              </w:rPr>
              <w:t>Итого по программе: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B45B21" w:rsidRDefault="00DE47CA" w:rsidP="00335C0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974A9B" w:rsidRDefault="00DE47C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4842,3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Pr="00974A9B" w:rsidRDefault="00DE47C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4842,3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CA" w:rsidRDefault="00DE47CA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7CA" w:rsidRDefault="00DE47CA" w:rsidP="00335C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DE47CA" w:rsidRDefault="00DE47CA" w:rsidP="008A7A3B">
      <w:pPr>
        <w:rPr>
          <w:rFonts w:ascii="Times New Roman" w:hAnsi="Times New Roman"/>
          <w:sz w:val="28"/>
          <w:szCs w:val="28"/>
        </w:rPr>
      </w:pPr>
    </w:p>
    <w:p w:rsidR="00DE47CA" w:rsidRDefault="00DE47CA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DE47CA" w:rsidRDefault="00DE47CA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DE47CA" w:rsidRDefault="00DE47CA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Я.И. Хвостик</w:t>
      </w:r>
    </w:p>
    <w:p w:rsidR="00DE47CA" w:rsidRDefault="00DE47CA" w:rsidP="008A7A3B">
      <w:pPr>
        <w:rPr>
          <w:rFonts w:ascii="Times New Roman" w:hAnsi="Times New Roman"/>
          <w:sz w:val="28"/>
          <w:szCs w:val="28"/>
        </w:rPr>
      </w:pPr>
    </w:p>
    <w:p w:rsidR="00DE47CA" w:rsidRDefault="00DE47CA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</w:t>
      </w:r>
    </w:p>
    <w:p w:rsidR="00DE47CA" w:rsidRDefault="00DE47C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47CA" w:rsidRPr="00481C03" w:rsidRDefault="00DE47C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А.Н.Бойко                         </w:t>
      </w:r>
    </w:p>
    <w:p w:rsidR="00DE47CA" w:rsidRPr="00CF6306" w:rsidRDefault="00DE47CA" w:rsidP="00B45B21">
      <w:pPr>
        <w:pStyle w:val="BodyText"/>
        <w:spacing w:after="0"/>
        <w:ind w:right="-142"/>
        <w:jc w:val="both"/>
      </w:pPr>
    </w:p>
    <w:sectPr w:rsidR="00DE47CA" w:rsidRPr="00CF6306" w:rsidSect="00D24353">
      <w:headerReference w:type="default" r:id="rId7"/>
      <w:pgSz w:w="16840" w:h="11907" w:orient="landscape" w:code="9"/>
      <w:pgMar w:top="18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7CA" w:rsidRDefault="00DE47CA">
      <w:r>
        <w:separator/>
      </w:r>
    </w:p>
  </w:endnote>
  <w:endnote w:type="continuationSeparator" w:id="0">
    <w:p w:rsidR="00DE47CA" w:rsidRDefault="00DE4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7CA" w:rsidRDefault="00DE47CA">
      <w:r>
        <w:separator/>
      </w:r>
    </w:p>
  </w:footnote>
  <w:footnote w:type="continuationSeparator" w:id="0">
    <w:p w:rsidR="00DE47CA" w:rsidRDefault="00DE4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CA" w:rsidRDefault="00DE47C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E47CA" w:rsidRDefault="00DE47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A0D"/>
    <w:rsid w:val="00025196"/>
    <w:rsid w:val="0003015C"/>
    <w:rsid w:val="00037020"/>
    <w:rsid w:val="00043F79"/>
    <w:rsid w:val="00052B35"/>
    <w:rsid w:val="00054B0F"/>
    <w:rsid w:val="00062DA8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A0B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8262A"/>
    <w:rsid w:val="002939C8"/>
    <w:rsid w:val="002B6DF5"/>
    <w:rsid w:val="002C7281"/>
    <w:rsid w:val="002C7FF8"/>
    <w:rsid w:val="002D7464"/>
    <w:rsid w:val="002E26F0"/>
    <w:rsid w:val="00300ABA"/>
    <w:rsid w:val="0030427E"/>
    <w:rsid w:val="00322586"/>
    <w:rsid w:val="00335C04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B10BA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3ECC"/>
    <w:rsid w:val="004D4870"/>
    <w:rsid w:val="004F5CD8"/>
    <w:rsid w:val="004F68E2"/>
    <w:rsid w:val="00514CFD"/>
    <w:rsid w:val="00525A13"/>
    <w:rsid w:val="00545138"/>
    <w:rsid w:val="005469F5"/>
    <w:rsid w:val="00561E7E"/>
    <w:rsid w:val="00566848"/>
    <w:rsid w:val="0056739C"/>
    <w:rsid w:val="00571B3C"/>
    <w:rsid w:val="0057575A"/>
    <w:rsid w:val="00594020"/>
    <w:rsid w:val="005964ED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70C4A"/>
    <w:rsid w:val="00791DE4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64CE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17482"/>
    <w:rsid w:val="00924534"/>
    <w:rsid w:val="00926A44"/>
    <w:rsid w:val="0094354E"/>
    <w:rsid w:val="00944798"/>
    <w:rsid w:val="009561E5"/>
    <w:rsid w:val="00956BF9"/>
    <w:rsid w:val="00957A20"/>
    <w:rsid w:val="00974A9B"/>
    <w:rsid w:val="00983138"/>
    <w:rsid w:val="009860E4"/>
    <w:rsid w:val="009879A6"/>
    <w:rsid w:val="00987B0F"/>
    <w:rsid w:val="009A0015"/>
    <w:rsid w:val="009A07D8"/>
    <w:rsid w:val="009D4504"/>
    <w:rsid w:val="009D6288"/>
    <w:rsid w:val="009D67EC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623BB"/>
    <w:rsid w:val="00C72370"/>
    <w:rsid w:val="00C8736B"/>
    <w:rsid w:val="00CB0034"/>
    <w:rsid w:val="00CB61F0"/>
    <w:rsid w:val="00CF45F3"/>
    <w:rsid w:val="00CF476E"/>
    <w:rsid w:val="00CF6306"/>
    <w:rsid w:val="00CF6FBF"/>
    <w:rsid w:val="00CF7D26"/>
    <w:rsid w:val="00D04D63"/>
    <w:rsid w:val="00D20D24"/>
    <w:rsid w:val="00D22CF8"/>
    <w:rsid w:val="00D24353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47CA"/>
    <w:rsid w:val="00DF4581"/>
    <w:rsid w:val="00E159BA"/>
    <w:rsid w:val="00E208FD"/>
    <w:rsid w:val="00E26412"/>
    <w:rsid w:val="00E3644B"/>
    <w:rsid w:val="00E43EB1"/>
    <w:rsid w:val="00E600BB"/>
    <w:rsid w:val="00E76568"/>
    <w:rsid w:val="00E77F78"/>
    <w:rsid w:val="00E82D20"/>
    <w:rsid w:val="00E86F36"/>
    <w:rsid w:val="00E87CC5"/>
    <w:rsid w:val="00E9156E"/>
    <w:rsid w:val="00E91F45"/>
    <w:rsid w:val="00E97E49"/>
    <w:rsid w:val="00EA1CC0"/>
    <w:rsid w:val="00EA7C72"/>
    <w:rsid w:val="00EC3760"/>
    <w:rsid w:val="00ED744E"/>
    <w:rsid w:val="00EE29D9"/>
    <w:rsid w:val="00EE372C"/>
    <w:rsid w:val="00EF5882"/>
    <w:rsid w:val="00EF60EA"/>
    <w:rsid w:val="00F062A2"/>
    <w:rsid w:val="00F117D0"/>
    <w:rsid w:val="00F2166C"/>
    <w:rsid w:val="00F2247D"/>
    <w:rsid w:val="00F374C5"/>
    <w:rsid w:val="00F4148A"/>
    <w:rsid w:val="00F73017"/>
    <w:rsid w:val="00F82152"/>
    <w:rsid w:val="00F85EEB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2</Pages>
  <Words>472</Words>
  <Characters>2694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36</cp:revision>
  <cp:lastPrinted>2014-12-12T09:08:00Z</cp:lastPrinted>
  <dcterms:created xsi:type="dcterms:W3CDTF">2014-11-12T06:48:00Z</dcterms:created>
  <dcterms:modified xsi:type="dcterms:W3CDTF">2017-12-28T14:59:00Z</dcterms:modified>
</cp:coreProperties>
</file>