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26" w:rsidRDefault="005E7C2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C26" w:rsidRPr="00013494" w:rsidRDefault="005E7C26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1</w:t>
      </w:r>
    </w:p>
    <w:p w:rsidR="005E7C26" w:rsidRPr="00013494" w:rsidRDefault="005E7C26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5E7C26" w:rsidRPr="00013494" w:rsidRDefault="005E7C26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5E7C26" w:rsidRPr="00013494" w:rsidRDefault="005E7C26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5E7C26" w:rsidRPr="00013494" w:rsidRDefault="005E7C26" w:rsidP="0001349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013494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_______________</w:t>
      </w:r>
      <w:r w:rsidRPr="00013494">
        <w:rPr>
          <w:rFonts w:ascii="Times New Roman" w:hAnsi="Times New Roman"/>
          <w:spacing w:val="-12"/>
          <w:sz w:val="28"/>
          <w:szCs w:val="28"/>
        </w:rPr>
        <w:t xml:space="preserve"> №</w:t>
      </w:r>
      <w:r>
        <w:rPr>
          <w:rFonts w:ascii="Times New Roman" w:hAnsi="Times New Roman"/>
          <w:spacing w:val="-12"/>
          <w:sz w:val="28"/>
          <w:szCs w:val="28"/>
        </w:rPr>
        <w:t xml:space="preserve"> ______</w:t>
      </w:r>
    </w:p>
    <w:p w:rsidR="005E7C26" w:rsidRDefault="005E7C2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C26" w:rsidRDefault="005E7C2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7C26" w:rsidRPr="00BB7DB1" w:rsidRDefault="005E7C2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5E7C26" w:rsidRPr="00B73C78" w:rsidRDefault="005E7C26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5E7C26" w:rsidRDefault="005E7C26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5E7C26" w:rsidRDefault="005E7C26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5E7C26" w:rsidRDefault="005E7C26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5E7C26" w:rsidRPr="00F971B5" w:rsidRDefault="005E7C26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5E7C26" w:rsidRPr="00F971B5" w:rsidRDefault="005E7C26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5E7C26" w:rsidRDefault="005E7C26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E7C26" w:rsidRDefault="005E7C26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E7C26" w:rsidRPr="00B73C78" w:rsidRDefault="005E7C26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5E7C26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E7C26" w:rsidRPr="008A369A" w:rsidRDefault="005E7C26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5E7C26" w:rsidRDefault="005E7C26" w:rsidP="00043F7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2017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5E7C26" w:rsidRPr="00043F79" w:rsidRDefault="005E7C26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5E7C26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E7C26" w:rsidRDefault="005E7C26" w:rsidP="00CF476E">
            <w:pPr>
              <w:pStyle w:val="a3"/>
            </w:pPr>
          </w:p>
        </w:tc>
      </w:tr>
      <w:tr w:rsidR="005E7C26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C26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5E7C26" w:rsidRPr="003E661A" w:rsidRDefault="005E7C26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E7C2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E7C2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C26" w:rsidRPr="00692EDC" w:rsidRDefault="005E7C26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5E7C26" w:rsidRPr="00692EDC" w:rsidRDefault="005E7C26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5E7C26" w:rsidRPr="00692EDC" w:rsidRDefault="005E7C26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5E7C26" w:rsidRPr="00692EDC" w:rsidRDefault="005E7C26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качественного выполнения мероприятий в сфере закупок товаров, работ и услуг.</w:t>
            </w:r>
          </w:p>
          <w:p w:rsidR="005E7C26" w:rsidRPr="00692EDC" w:rsidRDefault="005E7C26" w:rsidP="008A369A">
            <w:pPr>
              <w:pStyle w:val="Default"/>
              <w:ind w:right="-82"/>
              <w:jc w:val="both"/>
            </w:pPr>
          </w:p>
          <w:p w:rsidR="005E7C26" w:rsidRPr="00692EDC" w:rsidRDefault="005E7C26" w:rsidP="008A369A">
            <w:pPr>
              <w:rPr>
                <w:rFonts w:ascii="Times New Roman" w:hAnsi="Times New Roman"/>
              </w:rPr>
            </w:pPr>
          </w:p>
        </w:tc>
      </w:tr>
      <w:tr w:rsidR="005E7C2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Default="005E7C26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5E7C26" w:rsidRPr="002C7281" w:rsidRDefault="005E7C26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C26" w:rsidRPr="00692EDC" w:rsidRDefault="005E7C26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5E7C26" w:rsidRPr="00692EDC" w:rsidRDefault="005E7C26" w:rsidP="00692EDC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  <w:p w:rsidR="005E7C26" w:rsidRPr="00692EDC" w:rsidRDefault="005E7C26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5E7C2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B45B21" w:rsidRDefault="005E7C26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B45B21" w:rsidRDefault="005E7C26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канц.товары,налоги,обучение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C26" w:rsidRPr="002442F5" w:rsidRDefault="005E7C26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5E7C26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C26" w:rsidRPr="008A369A" w:rsidRDefault="005E7C26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B45B21" w:rsidRDefault="005E7C26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B45B21" w:rsidRDefault="005E7C2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E7C26" w:rsidRDefault="005E7C26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5E7C26" w:rsidRDefault="005E7C26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5E7C26" w:rsidRPr="00C3522A" w:rsidRDefault="005E7C26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5E7C26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Default="005E7C26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C26" w:rsidRPr="008A369A" w:rsidRDefault="005E7C26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B45B21" w:rsidRDefault="005E7C26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B45B21" w:rsidRDefault="005E7C2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E7C26" w:rsidRDefault="005E7C26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5E7C26" w:rsidRDefault="005E7C26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5E7C26" w:rsidRDefault="005E7C26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5E7C2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3E661A" w:rsidRDefault="005E7C26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C3522A" w:rsidRDefault="005E7C26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C3522A" w:rsidRDefault="005E7C26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7552,5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8A369A" w:rsidRDefault="005E7C26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7552,5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C26" w:rsidRPr="00C3522A" w:rsidRDefault="005E7C26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C26" w:rsidRPr="00C3522A" w:rsidRDefault="005E7C26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5E7C2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7C26" w:rsidRPr="003E661A" w:rsidRDefault="005E7C2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7C26" w:rsidRDefault="005E7C26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5E7C26" w:rsidRDefault="005E7C26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Т.И. Опарина</w:t>
      </w:r>
    </w:p>
    <w:p w:rsidR="005E7C26" w:rsidRDefault="005E7C26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E7C26" w:rsidRDefault="005E7C26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E7C26" w:rsidRDefault="005E7C26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E7C26" w:rsidRDefault="005E7C26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5E7C26" w:rsidRDefault="005E7C26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5E7C26" w:rsidRDefault="005E7C26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Я.И. Хвостик</w:t>
      </w:r>
    </w:p>
    <w:p w:rsidR="005E7C26" w:rsidRDefault="005E7C26" w:rsidP="0001349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5E7C26" w:rsidRDefault="005E7C26" w:rsidP="00BB4894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sectPr w:rsidR="005E7C2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C26" w:rsidRDefault="005E7C26">
      <w:r>
        <w:separator/>
      </w:r>
    </w:p>
  </w:endnote>
  <w:endnote w:type="continuationSeparator" w:id="0">
    <w:p w:rsidR="005E7C26" w:rsidRDefault="005E7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C26" w:rsidRDefault="005E7C26">
      <w:r>
        <w:separator/>
      </w:r>
    </w:p>
  </w:footnote>
  <w:footnote w:type="continuationSeparator" w:id="0">
    <w:p w:rsidR="005E7C26" w:rsidRDefault="005E7C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26" w:rsidRDefault="005E7C2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E7C26" w:rsidRDefault="005E7C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494"/>
    <w:rsid w:val="00025196"/>
    <w:rsid w:val="00025F36"/>
    <w:rsid w:val="0003015C"/>
    <w:rsid w:val="00043F79"/>
    <w:rsid w:val="00052B35"/>
    <w:rsid w:val="000532D9"/>
    <w:rsid w:val="00054B0F"/>
    <w:rsid w:val="00060AC9"/>
    <w:rsid w:val="0006685C"/>
    <w:rsid w:val="00083DC5"/>
    <w:rsid w:val="00091270"/>
    <w:rsid w:val="0009408B"/>
    <w:rsid w:val="000A2DCB"/>
    <w:rsid w:val="000C13B0"/>
    <w:rsid w:val="000D464E"/>
    <w:rsid w:val="000E1D51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EDB"/>
    <w:rsid w:val="00166536"/>
    <w:rsid w:val="001710EE"/>
    <w:rsid w:val="00175306"/>
    <w:rsid w:val="001822E9"/>
    <w:rsid w:val="00182E9C"/>
    <w:rsid w:val="00183233"/>
    <w:rsid w:val="0018401A"/>
    <w:rsid w:val="00191C88"/>
    <w:rsid w:val="00193238"/>
    <w:rsid w:val="001A603E"/>
    <w:rsid w:val="001B6ACE"/>
    <w:rsid w:val="001C3D1A"/>
    <w:rsid w:val="001D2C73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48F2"/>
    <w:rsid w:val="002D7464"/>
    <w:rsid w:val="002E26F0"/>
    <w:rsid w:val="0030427E"/>
    <w:rsid w:val="00335FBF"/>
    <w:rsid w:val="00341333"/>
    <w:rsid w:val="003451E0"/>
    <w:rsid w:val="00347146"/>
    <w:rsid w:val="003556C7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0D95"/>
    <w:rsid w:val="00402439"/>
    <w:rsid w:val="004123BE"/>
    <w:rsid w:val="00434466"/>
    <w:rsid w:val="0043639D"/>
    <w:rsid w:val="004432CD"/>
    <w:rsid w:val="004510A5"/>
    <w:rsid w:val="00466211"/>
    <w:rsid w:val="0046755D"/>
    <w:rsid w:val="004721A3"/>
    <w:rsid w:val="004725AA"/>
    <w:rsid w:val="004740A7"/>
    <w:rsid w:val="00486E18"/>
    <w:rsid w:val="004A0993"/>
    <w:rsid w:val="004B2BE8"/>
    <w:rsid w:val="004C1660"/>
    <w:rsid w:val="004E5B37"/>
    <w:rsid w:val="004F5CD8"/>
    <w:rsid w:val="005007C0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8475C"/>
    <w:rsid w:val="00594020"/>
    <w:rsid w:val="005A29BE"/>
    <w:rsid w:val="005D0C53"/>
    <w:rsid w:val="005D70B2"/>
    <w:rsid w:val="005E37F3"/>
    <w:rsid w:val="005E7C26"/>
    <w:rsid w:val="005F45E0"/>
    <w:rsid w:val="005F495F"/>
    <w:rsid w:val="00605ABB"/>
    <w:rsid w:val="00624DB5"/>
    <w:rsid w:val="00634D45"/>
    <w:rsid w:val="00635BC1"/>
    <w:rsid w:val="006455A5"/>
    <w:rsid w:val="006548E1"/>
    <w:rsid w:val="00654BFA"/>
    <w:rsid w:val="00656CCF"/>
    <w:rsid w:val="006637A3"/>
    <w:rsid w:val="00665D47"/>
    <w:rsid w:val="00675651"/>
    <w:rsid w:val="00677AB3"/>
    <w:rsid w:val="00692EDC"/>
    <w:rsid w:val="006C0715"/>
    <w:rsid w:val="007020E4"/>
    <w:rsid w:val="00703C6F"/>
    <w:rsid w:val="00705888"/>
    <w:rsid w:val="00735685"/>
    <w:rsid w:val="0077655E"/>
    <w:rsid w:val="00791DE4"/>
    <w:rsid w:val="007A566E"/>
    <w:rsid w:val="007A6384"/>
    <w:rsid w:val="007B34C4"/>
    <w:rsid w:val="007C3B8D"/>
    <w:rsid w:val="007F3398"/>
    <w:rsid w:val="0080236A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70936"/>
    <w:rsid w:val="00983138"/>
    <w:rsid w:val="009855E4"/>
    <w:rsid w:val="009860E4"/>
    <w:rsid w:val="00987B0F"/>
    <w:rsid w:val="009B337C"/>
    <w:rsid w:val="009B7265"/>
    <w:rsid w:val="009C0680"/>
    <w:rsid w:val="009D4504"/>
    <w:rsid w:val="009D6288"/>
    <w:rsid w:val="009D7D7F"/>
    <w:rsid w:val="009E0583"/>
    <w:rsid w:val="009E657C"/>
    <w:rsid w:val="009F1AA6"/>
    <w:rsid w:val="009F7276"/>
    <w:rsid w:val="00A05AB3"/>
    <w:rsid w:val="00A10969"/>
    <w:rsid w:val="00A1695C"/>
    <w:rsid w:val="00A3309A"/>
    <w:rsid w:val="00A36A1F"/>
    <w:rsid w:val="00A3740B"/>
    <w:rsid w:val="00A65613"/>
    <w:rsid w:val="00A874EA"/>
    <w:rsid w:val="00A87FA6"/>
    <w:rsid w:val="00AA0281"/>
    <w:rsid w:val="00AC571D"/>
    <w:rsid w:val="00AD3B9F"/>
    <w:rsid w:val="00AD4134"/>
    <w:rsid w:val="00AE67FF"/>
    <w:rsid w:val="00AF1D20"/>
    <w:rsid w:val="00B06BE3"/>
    <w:rsid w:val="00B100C2"/>
    <w:rsid w:val="00B11BB8"/>
    <w:rsid w:val="00B12106"/>
    <w:rsid w:val="00B12C33"/>
    <w:rsid w:val="00B45B21"/>
    <w:rsid w:val="00B54883"/>
    <w:rsid w:val="00B6664D"/>
    <w:rsid w:val="00B73C78"/>
    <w:rsid w:val="00B73D0F"/>
    <w:rsid w:val="00B75550"/>
    <w:rsid w:val="00B76DE8"/>
    <w:rsid w:val="00B8732B"/>
    <w:rsid w:val="00B91C4A"/>
    <w:rsid w:val="00BA15C4"/>
    <w:rsid w:val="00BB4894"/>
    <w:rsid w:val="00BB7DB1"/>
    <w:rsid w:val="00BC2657"/>
    <w:rsid w:val="00BC7FF7"/>
    <w:rsid w:val="00C07246"/>
    <w:rsid w:val="00C12D44"/>
    <w:rsid w:val="00C133CF"/>
    <w:rsid w:val="00C1348B"/>
    <w:rsid w:val="00C21465"/>
    <w:rsid w:val="00C30BB7"/>
    <w:rsid w:val="00C3175E"/>
    <w:rsid w:val="00C3522A"/>
    <w:rsid w:val="00C3705A"/>
    <w:rsid w:val="00C602BF"/>
    <w:rsid w:val="00C67EBC"/>
    <w:rsid w:val="00C8736B"/>
    <w:rsid w:val="00C96E94"/>
    <w:rsid w:val="00CB61F0"/>
    <w:rsid w:val="00CD0397"/>
    <w:rsid w:val="00CE4459"/>
    <w:rsid w:val="00CE6E8C"/>
    <w:rsid w:val="00CF476E"/>
    <w:rsid w:val="00CF6306"/>
    <w:rsid w:val="00CF6FBF"/>
    <w:rsid w:val="00D115D3"/>
    <w:rsid w:val="00D20D24"/>
    <w:rsid w:val="00D22CF8"/>
    <w:rsid w:val="00D24F55"/>
    <w:rsid w:val="00D33AD3"/>
    <w:rsid w:val="00D36B7B"/>
    <w:rsid w:val="00D43877"/>
    <w:rsid w:val="00D56070"/>
    <w:rsid w:val="00D61C1E"/>
    <w:rsid w:val="00D64B68"/>
    <w:rsid w:val="00D745DB"/>
    <w:rsid w:val="00D808E2"/>
    <w:rsid w:val="00D91C0D"/>
    <w:rsid w:val="00DA0A23"/>
    <w:rsid w:val="00DA3233"/>
    <w:rsid w:val="00DC4CC5"/>
    <w:rsid w:val="00DE02F8"/>
    <w:rsid w:val="00DE39C6"/>
    <w:rsid w:val="00E159BA"/>
    <w:rsid w:val="00E26412"/>
    <w:rsid w:val="00E43EB1"/>
    <w:rsid w:val="00E5496F"/>
    <w:rsid w:val="00E600BB"/>
    <w:rsid w:val="00E76568"/>
    <w:rsid w:val="00E82D20"/>
    <w:rsid w:val="00E86F36"/>
    <w:rsid w:val="00E9156E"/>
    <w:rsid w:val="00E91742"/>
    <w:rsid w:val="00EA3DFD"/>
    <w:rsid w:val="00EA7C72"/>
    <w:rsid w:val="00EC3760"/>
    <w:rsid w:val="00ED435B"/>
    <w:rsid w:val="00ED744E"/>
    <w:rsid w:val="00EE372C"/>
    <w:rsid w:val="00EF5882"/>
    <w:rsid w:val="00F00CCE"/>
    <w:rsid w:val="00F117D0"/>
    <w:rsid w:val="00F20531"/>
    <w:rsid w:val="00F2247D"/>
    <w:rsid w:val="00F374C5"/>
    <w:rsid w:val="00F4148A"/>
    <w:rsid w:val="00F80F76"/>
    <w:rsid w:val="00F86102"/>
    <w:rsid w:val="00F971B5"/>
    <w:rsid w:val="00FA18FF"/>
    <w:rsid w:val="00FA62FA"/>
    <w:rsid w:val="00FA6A7A"/>
    <w:rsid w:val="00FB197C"/>
    <w:rsid w:val="00FB4B61"/>
    <w:rsid w:val="00FB4CFD"/>
    <w:rsid w:val="00FD3663"/>
    <w:rsid w:val="00FD7228"/>
    <w:rsid w:val="00FD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4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94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4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4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3</Pages>
  <Words>457</Words>
  <Characters>2608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2014-11-26T08:44:00Z</cp:lastPrinted>
  <dcterms:created xsi:type="dcterms:W3CDTF">2014-11-12T06:48:00Z</dcterms:created>
  <dcterms:modified xsi:type="dcterms:W3CDTF">2017-12-28T10:48:00Z</dcterms:modified>
</cp:coreProperties>
</file>