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25" w:rsidRPr="00B1660A" w:rsidRDefault="00D23625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B1660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4</w:t>
      </w:r>
    </w:p>
    <w:p w:rsidR="00D23625" w:rsidRPr="00B1660A" w:rsidRDefault="00D23625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B1660A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D23625" w:rsidRPr="00B1660A" w:rsidRDefault="00D23625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B1660A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D23625" w:rsidRPr="00B1660A" w:rsidRDefault="00D23625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B1660A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D23625" w:rsidRPr="00B1660A" w:rsidRDefault="00D23625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B1660A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11.12.2017 г. № 275</w:t>
      </w:r>
    </w:p>
    <w:p w:rsidR="00D23625" w:rsidRDefault="00D23625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3625" w:rsidRPr="00BB7DB1" w:rsidRDefault="00D23625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23625" w:rsidRDefault="00D23625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23625" w:rsidRDefault="00D23625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D23625" w:rsidRDefault="00D23625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D23625" w:rsidRPr="006373AD" w:rsidRDefault="00D23625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17.10.2017 г. № 387</w:t>
      </w:r>
    </w:p>
    <w:p w:rsidR="00D23625" w:rsidRDefault="00D23625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D23625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23625" w:rsidRPr="00B82881" w:rsidRDefault="00D23625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D23625" w:rsidRPr="00B82881" w:rsidRDefault="00D23625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лении Темрюкского района на 2017</w:t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23625" w:rsidRPr="003B7FD2" w:rsidRDefault="00D23625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23625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3625" w:rsidRDefault="00D23625" w:rsidP="00CF476E">
            <w:pPr>
              <w:pStyle w:val="a3"/>
            </w:pPr>
          </w:p>
        </w:tc>
      </w:tr>
      <w:tr w:rsidR="00D23625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625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D23625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Pr="003E661A" w:rsidRDefault="00D23625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D23625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D23625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Pr="001D3174" w:rsidRDefault="00D23625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</w:p>
          <w:p w:rsidR="00D23625" w:rsidRPr="001D3174" w:rsidRDefault="00D23625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D23625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D23625" w:rsidRPr="002C7281" w:rsidRDefault="00D23625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Pr="001D3174" w:rsidRDefault="00D23625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D23625" w:rsidRPr="001D3174" w:rsidRDefault="00D23625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D23625" w:rsidRPr="001D3174" w:rsidRDefault="00D23625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D23625" w:rsidRPr="001D3174" w:rsidRDefault="00D23625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D23625" w:rsidRPr="001D3174" w:rsidRDefault="00D23625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D23625" w:rsidRPr="001D3174" w:rsidRDefault="00D23625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работ по закладке, обработке и содержанию садов, парков и других зеленых насаждений;</w:t>
            </w:r>
          </w:p>
          <w:p w:rsidR="00D23625" w:rsidRPr="001D3174" w:rsidRDefault="00D23625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D23625" w:rsidRPr="00B17668" w:rsidRDefault="00D23625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D23625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45B21" w:rsidRDefault="00D23625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4B45B8" w:rsidRDefault="00D23625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45B21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4454,9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45B21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4454,9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45B21" w:rsidRDefault="00D2362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Pr="002442F5" w:rsidRDefault="00D2362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D23625" w:rsidTr="00B82881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45B21" w:rsidRDefault="00D23625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45B21" w:rsidRDefault="00D23625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C046B" w:rsidRDefault="00D23625" w:rsidP="00A874EA">
            <w:pPr>
              <w:pStyle w:val="a3"/>
              <w:rPr>
                <w:rFonts w:ascii="Times New Roman" w:hAnsi="Times New Roman"/>
              </w:rPr>
            </w:pPr>
            <w:r w:rsidRPr="003C046B">
              <w:rPr>
                <w:rFonts w:ascii="Times New Roman" w:hAnsi="Times New Roman"/>
              </w:rPr>
              <w:t>Автострахование, прохождение медицинского осмотра, прочие услуги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Default="00D2362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D23625" w:rsidTr="00B82881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82881" w:rsidRDefault="00D23625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82881" w:rsidRDefault="00D23625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тех. осмотра, техосмотр, предрейсовый медосмотр, выпуск на линию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Default="00D2362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D23625" w:rsidTr="00E87CD4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82881" w:rsidRDefault="00D23625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45B21" w:rsidRDefault="00D23625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Default="00D23625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 товары,</w:t>
            </w:r>
          </w:p>
          <w:p w:rsidR="00D23625" w:rsidRDefault="00D23625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 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Default="00D2362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D23625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AA0F40" w:rsidRDefault="00D23625" w:rsidP="0016276F">
            <w:pPr>
              <w:pStyle w:val="a4"/>
              <w:rPr>
                <w:rFonts w:ascii="Times New Roman" w:hAnsi="Times New Roman"/>
              </w:rPr>
            </w:pPr>
            <w:r w:rsidRPr="00AA0F4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B45B21" w:rsidRDefault="00D23625" w:rsidP="006F039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D4134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D4134" w:rsidRDefault="00D23625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C3522A" w:rsidRDefault="00D23625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Pr="00C3522A" w:rsidRDefault="00D23625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D23625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3E661A" w:rsidRDefault="00D23625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C3522A" w:rsidRDefault="00D23625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C3522A" w:rsidRDefault="00D23625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C3522A" w:rsidRDefault="00D23625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4769,4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C3522A" w:rsidRDefault="00D23625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4769,4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25" w:rsidRPr="00C3522A" w:rsidRDefault="00D23625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625" w:rsidRPr="00C3522A" w:rsidRDefault="00D23625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D23625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3625" w:rsidRPr="003E661A" w:rsidRDefault="00D23625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3625" w:rsidRDefault="00D236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D23625" w:rsidRDefault="00D23625" w:rsidP="00CD1EAD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D1EAD">
        <w:rPr>
          <w:rFonts w:ascii="Times New Roman" w:hAnsi="Times New Roman"/>
          <w:sz w:val="28"/>
          <w:szCs w:val="28"/>
        </w:rPr>
        <w:t xml:space="preserve">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CD1EAD">
        <w:rPr>
          <w:rFonts w:ascii="Times New Roman" w:hAnsi="Times New Roman"/>
          <w:sz w:val="28"/>
          <w:szCs w:val="28"/>
        </w:rPr>
        <w:t xml:space="preserve">           И.А.Петренко</w:t>
      </w:r>
    </w:p>
    <w:p w:rsidR="00D23625" w:rsidRDefault="00D23625" w:rsidP="00CD1EAD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D23625" w:rsidRDefault="00D23625" w:rsidP="00B1660A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D23625" w:rsidRDefault="00D23625" w:rsidP="00B1660A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D23625" w:rsidRDefault="00D23625" w:rsidP="00B1660A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Я.И. Хвостик</w:t>
      </w:r>
    </w:p>
    <w:p w:rsidR="00D23625" w:rsidRPr="00CF6306" w:rsidRDefault="00D23625" w:rsidP="00B45B21">
      <w:pPr>
        <w:pStyle w:val="BodyText"/>
        <w:spacing w:after="0"/>
        <w:ind w:right="-142"/>
        <w:jc w:val="both"/>
      </w:pPr>
    </w:p>
    <w:sectPr w:rsidR="00D23625" w:rsidRPr="00CF6306" w:rsidSect="00ED32D9">
      <w:headerReference w:type="default" r:id="rId7"/>
      <w:pgSz w:w="16840" w:h="11907" w:orient="landscape" w:code="9"/>
      <w:pgMar w:top="540" w:right="567" w:bottom="4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625" w:rsidRDefault="00D23625">
      <w:r>
        <w:separator/>
      </w:r>
    </w:p>
  </w:endnote>
  <w:endnote w:type="continuationSeparator" w:id="0">
    <w:p w:rsidR="00D23625" w:rsidRDefault="00D23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625" w:rsidRDefault="00D23625">
      <w:r>
        <w:separator/>
      </w:r>
    </w:p>
  </w:footnote>
  <w:footnote w:type="continuationSeparator" w:id="0">
    <w:p w:rsidR="00D23625" w:rsidRDefault="00D23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625" w:rsidRDefault="00D2362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23625" w:rsidRDefault="00D236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52B35"/>
    <w:rsid w:val="0006685C"/>
    <w:rsid w:val="00077245"/>
    <w:rsid w:val="00083DC5"/>
    <w:rsid w:val="00091270"/>
    <w:rsid w:val="000A2DCB"/>
    <w:rsid w:val="000B4149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2F2C"/>
    <w:rsid w:val="00174F81"/>
    <w:rsid w:val="00175306"/>
    <w:rsid w:val="001822E9"/>
    <w:rsid w:val="00182E9C"/>
    <w:rsid w:val="0018401A"/>
    <w:rsid w:val="00191C88"/>
    <w:rsid w:val="001A603E"/>
    <w:rsid w:val="001A6FFC"/>
    <w:rsid w:val="001D3174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671C6"/>
    <w:rsid w:val="002774C8"/>
    <w:rsid w:val="002827CF"/>
    <w:rsid w:val="002A6DFA"/>
    <w:rsid w:val="002C7281"/>
    <w:rsid w:val="002D7464"/>
    <w:rsid w:val="002E26F0"/>
    <w:rsid w:val="0030427E"/>
    <w:rsid w:val="00341333"/>
    <w:rsid w:val="00347146"/>
    <w:rsid w:val="00364237"/>
    <w:rsid w:val="00365218"/>
    <w:rsid w:val="00371319"/>
    <w:rsid w:val="003832F3"/>
    <w:rsid w:val="00387BE9"/>
    <w:rsid w:val="0039254F"/>
    <w:rsid w:val="00394914"/>
    <w:rsid w:val="003B7FD2"/>
    <w:rsid w:val="003C046B"/>
    <w:rsid w:val="003C17D2"/>
    <w:rsid w:val="003D076F"/>
    <w:rsid w:val="003D4134"/>
    <w:rsid w:val="003D7EFE"/>
    <w:rsid w:val="003E661A"/>
    <w:rsid w:val="00402439"/>
    <w:rsid w:val="004123BE"/>
    <w:rsid w:val="004157A2"/>
    <w:rsid w:val="00432600"/>
    <w:rsid w:val="00434466"/>
    <w:rsid w:val="004344FE"/>
    <w:rsid w:val="004432CD"/>
    <w:rsid w:val="00444903"/>
    <w:rsid w:val="004510A5"/>
    <w:rsid w:val="004721A3"/>
    <w:rsid w:val="004725AA"/>
    <w:rsid w:val="004740A7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4869"/>
    <w:rsid w:val="00565D0C"/>
    <w:rsid w:val="00566848"/>
    <w:rsid w:val="0056739C"/>
    <w:rsid w:val="00571B3C"/>
    <w:rsid w:val="00574BE3"/>
    <w:rsid w:val="0057575A"/>
    <w:rsid w:val="005861B4"/>
    <w:rsid w:val="00594020"/>
    <w:rsid w:val="005D0C53"/>
    <w:rsid w:val="005D70B2"/>
    <w:rsid w:val="005E1CE4"/>
    <w:rsid w:val="005E37F3"/>
    <w:rsid w:val="006208FA"/>
    <w:rsid w:val="00624DB5"/>
    <w:rsid w:val="006373AD"/>
    <w:rsid w:val="00641269"/>
    <w:rsid w:val="0065168E"/>
    <w:rsid w:val="00654BFA"/>
    <w:rsid w:val="00656CCF"/>
    <w:rsid w:val="006637A3"/>
    <w:rsid w:val="00665D47"/>
    <w:rsid w:val="00677AB3"/>
    <w:rsid w:val="006D760E"/>
    <w:rsid w:val="006F039E"/>
    <w:rsid w:val="007020E4"/>
    <w:rsid w:val="00703C6F"/>
    <w:rsid w:val="0070429C"/>
    <w:rsid w:val="00710EBB"/>
    <w:rsid w:val="00715AFD"/>
    <w:rsid w:val="00730665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F3398"/>
    <w:rsid w:val="007F53E3"/>
    <w:rsid w:val="00820110"/>
    <w:rsid w:val="0082590F"/>
    <w:rsid w:val="00830C34"/>
    <w:rsid w:val="008369F2"/>
    <w:rsid w:val="008402EE"/>
    <w:rsid w:val="00850011"/>
    <w:rsid w:val="0085437C"/>
    <w:rsid w:val="008575A6"/>
    <w:rsid w:val="00860322"/>
    <w:rsid w:val="00873887"/>
    <w:rsid w:val="008824C0"/>
    <w:rsid w:val="0088658A"/>
    <w:rsid w:val="00897D68"/>
    <w:rsid w:val="008B13D9"/>
    <w:rsid w:val="008B5EDD"/>
    <w:rsid w:val="008B67CF"/>
    <w:rsid w:val="008D4716"/>
    <w:rsid w:val="008F1FBE"/>
    <w:rsid w:val="008F3336"/>
    <w:rsid w:val="008F523A"/>
    <w:rsid w:val="0090186D"/>
    <w:rsid w:val="00912DC3"/>
    <w:rsid w:val="00915096"/>
    <w:rsid w:val="009156D9"/>
    <w:rsid w:val="00924534"/>
    <w:rsid w:val="00934CCB"/>
    <w:rsid w:val="0094354E"/>
    <w:rsid w:val="00944798"/>
    <w:rsid w:val="009561E5"/>
    <w:rsid w:val="00957A20"/>
    <w:rsid w:val="009679E3"/>
    <w:rsid w:val="009860E4"/>
    <w:rsid w:val="00987B0F"/>
    <w:rsid w:val="009D091E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90C72"/>
    <w:rsid w:val="00AA0281"/>
    <w:rsid w:val="00AA0F40"/>
    <w:rsid w:val="00AD3B9F"/>
    <w:rsid w:val="00AE5A1D"/>
    <w:rsid w:val="00AF1D20"/>
    <w:rsid w:val="00B06BE3"/>
    <w:rsid w:val="00B11BB8"/>
    <w:rsid w:val="00B1660A"/>
    <w:rsid w:val="00B17668"/>
    <w:rsid w:val="00B206FF"/>
    <w:rsid w:val="00B3380E"/>
    <w:rsid w:val="00B45B21"/>
    <w:rsid w:val="00B54883"/>
    <w:rsid w:val="00B6664D"/>
    <w:rsid w:val="00B66F38"/>
    <w:rsid w:val="00B73C78"/>
    <w:rsid w:val="00B73D0F"/>
    <w:rsid w:val="00B76DE8"/>
    <w:rsid w:val="00B82881"/>
    <w:rsid w:val="00B8732B"/>
    <w:rsid w:val="00B91C4A"/>
    <w:rsid w:val="00BB7DB1"/>
    <w:rsid w:val="00BC2657"/>
    <w:rsid w:val="00BF5AB5"/>
    <w:rsid w:val="00C0456B"/>
    <w:rsid w:val="00C12D44"/>
    <w:rsid w:val="00C15607"/>
    <w:rsid w:val="00C30BB7"/>
    <w:rsid w:val="00C3175E"/>
    <w:rsid w:val="00C3522A"/>
    <w:rsid w:val="00C3705A"/>
    <w:rsid w:val="00C602BF"/>
    <w:rsid w:val="00C67B45"/>
    <w:rsid w:val="00C8736B"/>
    <w:rsid w:val="00C93B51"/>
    <w:rsid w:val="00CB61F0"/>
    <w:rsid w:val="00CD1EAD"/>
    <w:rsid w:val="00CE3C90"/>
    <w:rsid w:val="00CF476E"/>
    <w:rsid w:val="00CF604B"/>
    <w:rsid w:val="00CF6306"/>
    <w:rsid w:val="00CF6FBF"/>
    <w:rsid w:val="00D00144"/>
    <w:rsid w:val="00D20D24"/>
    <w:rsid w:val="00D22CF8"/>
    <w:rsid w:val="00D23625"/>
    <w:rsid w:val="00D24F55"/>
    <w:rsid w:val="00D33AD3"/>
    <w:rsid w:val="00D43877"/>
    <w:rsid w:val="00D53306"/>
    <w:rsid w:val="00D56070"/>
    <w:rsid w:val="00D61C1E"/>
    <w:rsid w:val="00D64B68"/>
    <w:rsid w:val="00D745DB"/>
    <w:rsid w:val="00D808E2"/>
    <w:rsid w:val="00DA0A23"/>
    <w:rsid w:val="00DC4CC5"/>
    <w:rsid w:val="00DC5432"/>
    <w:rsid w:val="00DE02F8"/>
    <w:rsid w:val="00E159BA"/>
    <w:rsid w:val="00E26412"/>
    <w:rsid w:val="00E43EB1"/>
    <w:rsid w:val="00E600BB"/>
    <w:rsid w:val="00E76568"/>
    <w:rsid w:val="00E82D20"/>
    <w:rsid w:val="00E833CD"/>
    <w:rsid w:val="00E860EC"/>
    <w:rsid w:val="00E86F36"/>
    <w:rsid w:val="00E87CD4"/>
    <w:rsid w:val="00EA0BC4"/>
    <w:rsid w:val="00EA1337"/>
    <w:rsid w:val="00EA164C"/>
    <w:rsid w:val="00EA7C72"/>
    <w:rsid w:val="00EB4422"/>
    <w:rsid w:val="00EC335C"/>
    <w:rsid w:val="00EC3760"/>
    <w:rsid w:val="00ED32D9"/>
    <w:rsid w:val="00ED744E"/>
    <w:rsid w:val="00EE372C"/>
    <w:rsid w:val="00EE3F22"/>
    <w:rsid w:val="00EF3601"/>
    <w:rsid w:val="00EF5882"/>
    <w:rsid w:val="00F2247D"/>
    <w:rsid w:val="00F374C5"/>
    <w:rsid w:val="00F4148A"/>
    <w:rsid w:val="00F45F03"/>
    <w:rsid w:val="00F705AA"/>
    <w:rsid w:val="00FA18FF"/>
    <w:rsid w:val="00FA62FA"/>
    <w:rsid w:val="00FA6A7A"/>
    <w:rsid w:val="00FB197C"/>
    <w:rsid w:val="00FB45E3"/>
    <w:rsid w:val="00FD099D"/>
    <w:rsid w:val="00FD58B0"/>
    <w:rsid w:val="00FD7228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1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1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01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3</Pages>
  <Words>410</Words>
  <Characters>2339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31</cp:revision>
  <cp:lastPrinted>2017-09-13T13:00:00Z</cp:lastPrinted>
  <dcterms:created xsi:type="dcterms:W3CDTF">2014-11-12T06:49:00Z</dcterms:created>
  <dcterms:modified xsi:type="dcterms:W3CDTF">2017-12-12T07:52:00Z</dcterms:modified>
</cp:coreProperties>
</file>