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9F" w:rsidRDefault="002D1F9F" w:rsidP="00B028AA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2D1F9F" w:rsidRDefault="002D1F9F" w:rsidP="00B028AA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D1F9F" w:rsidRDefault="002D1F9F" w:rsidP="00B028AA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2D1F9F" w:rsidRDefault="002D1F9F" w:rsidP="00B028AA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D1F9F" w:rsidRDefault="002D1F9F" w:rsidP="00B028AA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29.12.2016 №576</w:t>
      </w:r>
    </w:p>
    <w:p w:rsidR="002D1F9F" w:rsidRDefault="002D1F9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1F9F" w:rsidRDefault="002D1F9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1F9F" w:rsidRDefault="002D1F9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1F9F" w:rsidRPr="00BB7DB1" w:rsidRDefault="002D1F9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D1F9F" w:rsidRPr="00B73C78" w:rsidRDefault="002D1F9F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2D1F9F" w:rsidRDefault="002D1F9F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2D1F9F" w:rsidRPr="00B17668" w:rsidRDefault="002D1F9F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2D1F9F" w:rsidRPr="00B17668" w:rsidRDefault="002D1F9F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2D1F9F" w:rsidRPr="003B7FD2" w:rsidRDefault="002D1F9F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2D1F9F" w:rsidRPr="003B7FD2" w:rsidRDefault="002D1F9F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2D1F9F" w:rsidRPr="003B7FD2" w:rsidRDefault="002D1F9F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>ского района на 2016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2D1F9F" w:rsidRPr="003B7FD2" w:rsidRDefault="002D1F9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2D1F9F" w:rsidRPr="002442F5" w:rsidRDefault="002D1F9F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2D1F9F" w:rsidRPr="00B54883" w:rsidRDefault="002D1F9F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2D1F9F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D1F9F" w:rsidRPr="00457273" w:rsidRDefault="002D1F9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2D1F9F" w:rsidRPr="00457273" w:rsidRDefault="002D1F9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2D1F9F" w:rsidRPr="00457273" w:rsidRDefault="002D1F9F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2016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2D1F9F" w:rsidRPr="003B7FD2" w:rsidRDefault="002D1F9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D1F9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1F9F" w:rsidRDefault="002D1F9F" w:rsidP="00CF476E">
            <w:pPr>
              <w:pStyle w:val="a3"/>
            </w:pPr>
          </w:p>
        </w:tc>
      </w:tr>
      <w:tr w:rsidR="002D1F9F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F9F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D1F9F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F9F" w:rsidRPr="003E661A" w:rsidRDefault="002D1F9F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2D1F9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D1F9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F9F" w:rsidRPr="00B17668" w:rsidRDefault="002D1F9F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2D1F9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Default="002D1F9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D1F9F" w:rsidRPr="002C7281" w:rsidRDefault="002D1F9F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F9F" w:rsidRPr="00B17668" w:rsidRDefault="002D1F9F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2D1F9F" w:rsidRPr="00B17668" w:rsidRDefault="002D1F9F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2D1F9F" w:rsidRPr="00B17668" w:rsidRDefault="002D1F9F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2D1F9F" w:rsidRPr="00B17668" w:rsidRDefault="002D1F9F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2D1F9F" w:rsidTr="00C25E0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B45B21" w:rsidRDefault="002D1F9F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4B45B8" w:rsidRDefault="002D1F9F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F9F" w:rsidRDefault="002D1F9F" w:rsidP="00015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F9F" w:rsidRDefault="002D1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B45B21" w:rsidRDefault="002D1F9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F9F" w:rsidRPr="002442F5" w:rsidRDefault="002D1F9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«-Муниципальный заказ»</w:t>
            </w:r>
          </w:p>
        </w:tc>
      </w:tr>
      <w:tr w:rsidR="002D1F9F" w:rsidTr="00C25E0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Default="002D1F9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B45B21" w:rsidRDefault="002D1F9F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B45B21" w:rsidRDefault="002D1F9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F9F" w:rsidRDefault="002D1F9F" w:rsidP="00015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F9F" w:rsidRDefault="002D1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Default="002D1F9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F9F" w:rsidRDefault="002D1F9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2D1F9F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3E661A" w:rsidRDefault="002D1F9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C3522A" w:rsidRDefault="002D1F9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C3522A" w:rsidRDefault="002D1F9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C3522A" w:rsidRDefault="002D1F9F" w:rsidP="0001510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1002,3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C3522A" w:rsidRDefault="002D1F9F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9F" w:rsidRPr="00C3522A" w:rsidRDefault="002D1F9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F9F" w:rsidRPr="00C3522A" w:rsidRDefault="002D1F9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2D1F9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1F9F" w:rsidRPr="003E661A" w:rsidRDefault="002D1F9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1F9F" w:rsidRDefault="002D1F9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2D1F9F" w:rsidRDefault="002D1F9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2D1F9F" w:rsidRDefault="002D1F9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2D1F9F" w:rsidRDefault="002D1F9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</w:p>
    <w:p w:rsidR="002D1F9F" w:rsidRDefault="002D1F9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МКУ «Центр муниципального заказа»                                                                                     Ю.А. Кузьменко</w:t>
      </w:r>
    </w:p>
    <w:sectPr w:rsidR="002D1F9F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F9F" w:rsidRDefault="002D1F9F">
      <w:r>
        <w:separator/>
      </w:r>
    </w:p>
  </w:endnote>
  <w:endnote w:type="continuationSeparator" w:id="0">
    <w:p w:rsidR="002D1F9F" w:rsidRDefault="002D1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F9F" w:rsidRDefault="002D1F9F">
      <w:r>
        <w:separator/>
      </w:r>
    </w:p>
  </w:footnote>
  <w:footnote w:type="continuationSeparator" w:id="0">
    <w:p w:rsidR="002D1F9F" w:rsidRDefault="002D1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F9F" w:rsidRDefault="002D1F9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D1F9F" w:rsidRDefault="002D1F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5102"/>
    <w:rsid w:val="000234ED"/>
    <w:rsid w:val="00025196"/>
    <w:rsid w:val="0003015C"/>
    <w:rsid w:val="00043F79"/>
    <w:rsid w:val="00052B35"/>
    <w:rsid w:val="0006685C"/>
    <w:rsid w:val="00083DC5"/>
    <w:rsid w:val="00091270"/>
    <w:rsid w:val="000A2DCB"/>
    <w:rsid w:val="000B1800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C7281"/>
    <w:rsid w:val="002D1F9F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6B9A"/>
    <w:rsid w:val="003B7FD2"/>
    <w:rsid w:val="003D076F"/>
    <w:rsid w:val="003D7EFE"/>
    <w:rsid w:val="003E661A"/>
    <w:rsid w:val="003F5018"/>
    <w:rsid w:val="00402439"/>
    <w:rsid w:val="004123BE"/>
    <w:rsid w:val="00434466"/>
    <w:rsid w:val="004432CD"/>
    <w:rsid w:val="004510A5"/>
    <w:rsid w:val="00457273"/>
    <w:rsid w:val="004721A3"/>
    <w:rsid w:val="004725AA"/>
    <w:rsid w:val="004740A7"/>
    <w:rsid w:val="004947D6"/>
    <w:rsid w:val="004B2BE8"/>
    <w:rsid w:val="004B45B8"/>
    <w:rsid w:val="004C1660"/>
    <w:rsid w:val="004F2F4F"/>
    <w:rsid w:val="004F5CD8"/>
    <w:rsid w:val="004F7500"/>
    <w:rsid w:val="00513D19"/>
    <w:rsid w:val="00514CFD"/>
    <w:rsid w:val="00525A13"/>
    <w:rsid w:val="00557FE5"/>
    <w:rsid w:val="00561E7E"/>
    <w:rsid w:val="00566848"/>
    <w:rsid w:val="0056739C"/>
    <w:rsid w:val="00571B3C"/>
    <w:rsid w:val="00574BE3"/>
    <w:rsid w:val="0057575A"/>
    <w:rsid w:val="00594020"/>
    <w:rsid w:val="005B44C6"/>
    <w:rsid w:val="005D0C53"/>
    <w:rsid w:val="005D70B2"/>
    <w:rsid w:val="005E37F3"/>
    <w:rsid w:val="006208FA"/>
    <w:rsid w:val="00624DB5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6916B8"/>
    <w:rsid w:val="007020E4"/>
    <w:rsid w:val="00703C6F"/>
    <w:rsid w:val="00735685"/>
    <w:rsid w:val="00791DE4"/>
    <w:rsid w:val="007A6384"/>
    <w:rsid w:val="007B34C4"/>
    <w:rsid w:val="007B6D4F"/>
    <w:rsid w:val="007C3B8D"/>
    <w:rsid w:val="007C7495"/>
    <w:rsid w:val="007F3398"/>
    <w:rsid w:val="00820110"/>
    <w:rsid w:val="00830C34"/>
    <w:rsid w:val="00831CF5"/>
    <w:rsid w:val="00850011"/>
    <w:rsid w:val="00853090"/>
    <w:rsid w:val="0085437C"/>
    <w:rsid w:val="008575A6"/>
    <w:rsid w:val="00860322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90382"/>
    <w:rsid w:val="00991807"/>
    <w:rsid w:val="009A48AC"/>
    <w:rsid w:val="009D4504"/>
    <w:rsid w:val="009D6288"/>
    <w:rsid w:val="009D7D7F"/>
    <w:rsid w:val="009E657C"/>
    <w:rsid w:val="009F7276"/>
    <w:rsid w:val="00A10969"/>
    <w:rsid w:val="00A1695C"/>
    <w:rsid w:val="00A34EAD"/>
    <w:rsid w:val="00A36A1F"/>
    <w:rsid w:val="00A3740B"/>
    <w:rsid w:val="00A874EA"/>
    <w:rsid w:val="00A87FA6"/>
    <w:rsid w:val="00AA0281"/>
    <w:rsid w:val="00AD3B9F"/>
    <w:rsid w:val="00AF1D20"/>
    <w:rsid w:val="00B00492"/>
    <w:rsid w:val="00B028AA"/>
    <w:rsid w:val="00B06BE3"/>
    <w:rsid w:val="00B11BB8"/>
    <w:rsid w:val="00B17668"/>
    <w:rsid w:val="00B206FF"/>
    <w:rsid w:val="00B3175F"/>
    <w:rsid w:val="00B400F5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0456B"/>
    <w:rsid w:val="00C12D44"/>
    <w:rsid w:val="00C25506"/>
    <w:rsid w:val="00C25E0E"/>
    <w:rsid w:val="00C30BB7"/>
    <w:rsid w:val="00C3175E"/>
    <w:rsid w:val="00C3522A"/>
    <w:rsid w:val="00C3705A"/>
    <w:rsid w:val="00C602BF"/>
    <w:rsid w:val="00C8736B"/>
    <w:rsid w:val="00C959D6"/>
    <w:rsid w:val="00CB61F0"/>
    <w:rsid w:val="00CC558A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56EC"/>
    <w:rsid w:val="00F45F03"/>
    <w:rsid w:val="00F95A15"/>
    <w:rsid w:val="00FA18FF"/>
    <w:rsid w:val="00FA62FA"/>
    <w:rsid w:val="00FA6A7A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0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7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7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7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0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284</Words>
  <Characters>1624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2016-12-30T08:51:00Z</cp:lastPrinted>
  <dcterms:created xsi:type="dcterms:W3CDTF">2014-11-12T06:49:00Z</dcterms:created>
  <dcterms:modified xsi:type="dcterms:W3CDTF">2016-12-30T08:57:00Z</dcterms:modified>
</cp:coreProperties>
</file>