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A25" w:rsidRPr="00BB7DB1" w:rsidRDefault="00C80A25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C80A25" w:rsidRPr="00B73C78" w:rsidRDefault="00C80A25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C80A25" w:rsidRDefault="00C80A25" w:rsidP="00F971B5">
      <w:pPr>
        <w:jc w:val="right"/>
        <w:rPr>
          <w:rFonts w:ascii="Times New Roman" w:hAnsi="Times New Roman"/>
          <w:sz w:val="28"/>
          <w:szCs w:val="28"/>
        </w:rPr>
      </w:pPr>
      <w:r w:rsidRPr="003C6883">
        <w:rPr>
          <w:rFonts w:ascii="Times New Roman" w:hAnsi="Times New Roman"/>
          <w:b/>
          <w:sz w:val="28"/>
          <w:szCs w:val="28"/>
        </w:rPr>
        <w:t>«</w:t>
      </w:r>
      <w:r w:rsidRPr="00F061B3">
        <w:rPr>
          <w:rFonts w:ascii="Times New Roman" w:hAnsi="Times New Roman"/>
          <w:sz w:val="28"/>
          <w:szCs w:val="28"/>
        </w:rPr>
        <w:t xml:space="preserve">Поддержка и развитие малого и </w:t>
      </w:r>
    </w:p>
    <w:p w:rsidR="00C80A25" w:rsidRDefault="00C80A25" w:rsidP="00F971B5">
      <w:pPr>
        <w:jc w:val="right"/>
        <w:rPr>
          <w:rFonts w:ascii="Times New Roman" w:hAnsi="Times New Roman"/>
          <w:sz w:val="28"/>
          <w:szCs w:val="28"/>
        </w:rPr>
      </w:pPr>
      <w:r w:rsidRPr="00F061B3">
        <w:rPr>
          <w:rFonts w:ascii="Times New Roman" w:hAnsi="Times New Roman"/>
          <w:sz w:val="28"/>
          <w:szCs w:val="28"/>
        </w:rPr>
        <w:t>среднего предпринимательства</w:t>
      </w:r>
      <w:r w:rsidRPr="00F971B5">
        <w:rPr>
          <w:rFonts w:ascii="Times New Roman" w:hAnsi="Times New Roman"/>
          <w:sz w:val="28"/>
          <w:szCs w:val="28"/>
        </w:rPr>
        <w:t>»</w:t>
      </w:r>
    </w:p>
    <w:p w:rsidR="00C80A25" w:rsidRDefault="00C80A25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C80A25" w:rsidRDefault="00C80A25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C80A25" w:rsidRPr="00F971B5" w:rsidRDefault="00C80A25" w:rsidP="003C6883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 2016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C80A25" w:rsidRPr="00C41A41" w:rsidRDefault="00C80A25" w:rsidP="00C41A41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C80A25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C80A25" w:rsidRPr="00E63558" w:rsidRDefault="00C80A25" w:rsidP="00E6355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886F70">
              <w:rPr>
                <w:rFonts w:ascii="Times New Roman" w:hAnsi="Times New Roman"/>
                <w:b/>
                <w:sz w:val="28"/>
                <w:szCs w:val="28"/>
              </w:rPr>
              <w:t>Поддержка и развитие малого и среднего предпринимательства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2016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C80A25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80A25" w:rsidRDefault="00C80A25" w:rsidP="00CF476E">
            <w:pPr>
              <w:pStyle w:val="a3"/>
            </w:pPr>
          </w:p>
        </w:tc>
      </w:tr>
      <w:tr w:rsidR="00C80A25" w:rsidTr="00B350EF">
        <w:trPr>
          <w:gridAfter w:val="1"/>
          <w:wAfter w:w="430" w:type="dxa"/>
          <w:trHeight w:val="1563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3E661A" w:rsidRDefault="00C80A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3E661A" w:rsidRDefault="00C80A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A25" w:rsidRDefault="00C80A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C80A25" w:rsidRPr="003E661A" w:rsidRDefault="00C80A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3E661A" w:rsidRDefault="00C80A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A25" w:rsidRPr="003E661A" w:rsidRDefault="00C80A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C80A25" w:rsidRPr="003E661A" w:rsidRDefault="00C80A25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3E661A" w:rsidRDefault="00C80A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A25" w:rsidRPr="003E661A" w:rsidRDefault="00C80A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C80A25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3E661A" w:rsidRDefault="00C80A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3E661A" w:rsidRDefault="00C80A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3E661A" w:rsidRDefault="00C80A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3E661A" w:rsidRDefault="00C80A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3E661A" w:rsidRDefault="00C80A25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3E661A" w:rsidRDefault="00C80A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A25" w:rsidRPr="003E661A" w:rsidRDefault="00C80A2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C80A25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3E661A" w:rsidRDefault="00C80A2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3E661A" w:rsidRDefault="00C80A25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A25" w:rsidRPr="00886F70" w:rsidRDefault="00C80A25" w:rsidP="008A308E">
            <w:pPr>
              <w:pStyle w:val="a3"/>
              <w:rPr>
                <w:rFonts w:ascii="Times New Roman" w:hAnsi="Times New Roman"/>
              </w:rPr>
            </w:pPr>
            <w:r w:rsidRPr="00886F70">
              <w:rPr>
                <w:rFonts w:ascii="Times New Roman" w:hAnsi="Times New Roman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C80A25" w:rsidTr="00886F70">
        <w:trPr>
          <w:gridAfter w:val="1"/>
          <w:wAfter w:w="430" w:type="dxa"/>
          <w:trHeight w:val="8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3E661A" w:rsidRDefault="00C80A2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Default="00C80A25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C80A25" w:rsidRPr="002C7281" w:rsidRDefault="00C80A25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A25" w:rsidRPr="00886F70" w:rsidRDefault="00C80A25" w:rsidP="00886F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C80A25" w:rsidRPr="00886F70" w:rsidRDefault="00C80A25" w:rsidP="00886F7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- увеличение качества предоставления услуг субъектами малого и среднего  предпринимательства.</w:t>
            </w:r>
          </w:p>
        </w:tc>
      </w:tr>
      <w:tr w:rsidR="00C80A25" w:rsidRPr="00C3522A" w:rsidTr="00E63558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3E661A" w:rsidRDefault="00C80A25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25" w:rsidRPr="00886F70" w:rsidRDefault="00C80A25" w:rsidP="00A83FE2">
            <w:pPr>
              <w:jc w:val="both"/>
              <w:rPr>
                <w:rFonts w:ascii="Times New Roman" w:hAnsi="Times New Roman"/>
              </w:rPr>
            </w:pPr>
            <w:r w:rsidRPr="00886F70">
              <w:rPr>
                <w:rFonts w:ascii="Times New Roman" w:hAnsi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B45B21" w:rsidRDefault="00C80A25" w:rsidP="0094354E">
            <w:pPr>
              <w:pStyle w:val="NoSpacing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BD33EA" w:rsidRDefault="00C80A25" w:rsidP="00E6355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BD33EA" w:rsidRDefault="00C80A25" w:rsidP="00E6355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5" w:rsidRPr="00E63558" w:rsidRDefault="00C80A25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Чествование предпринимателей, путем приобретения грамот, сувениров, памятных подарков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A25" w:rsidRDefault="00C80A25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C80A25" w:rsidRDefault="00C80A25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C80A25" w:rsidRPr="00C3522A" w:rsidRDefault="00C80A25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C80A25" w:rsidTr="00E63558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0A25" w:rsidRPr="003E661A" w:rsidRDefault="00C80A25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80A25" w:rsidRPr="00CF6306" w:rsidRDefault="00C80A25" w:rsidP="00B45B21">
      <w:pPr>
        <w:pStyle w:val="BodyText"/>
        <w:spacing w:after="0"/>
        <w:ind w:right="-142"/>
        <w:jc w:val="both"/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Л.В.Кубрак</w:t>
      </w:r>
    </w:p>
    <w:sectPr w:rsidR="00C80A25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A25" w:rsidRDefault="00C80A25">
      <w:r>
        <w:separator/>
      </w:r>
    </w:p>
  </w:endnote>
  <w:endnote w:type="continuationSeparator" w:id="1">
    <w:p w:rsidR="00C80A25" w:rsidRDefault="00C80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A25" w:rsidRDefault="00C80A25">
      <w:r>
        <w:separator/>
      </w:r>
    </w:p>
  </w:footnote>
  <w:footnote w:type="continuationSeparator" w:id="1">
    <w:p w:rsidR="00C80A25" w:rsidRDefault="00C80A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A25" w:rsidRDefault="00C80A2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80A25" w:rsidRDefault="00C80A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B3D9F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5396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8F1"/>
    <w:rsid w:val="00222F09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6717E"/>
    <w:rsid w:val="00677AB3"/>
    <w:rsid w:val="006A6050"/>
    <w:rsid w:val="006C1995"/>
    <w:rsid w:val="006C2DB4"/>
    <w:rsid w:val="006F5A4F"/>
    <w:rsid w:val="007020E4"/>
    <w:rsid w:val="00703C6F"/>
    <w:rsid w:val="00705888"/>
    <w:rsid w:val="00735685"/>
    <w:rsid w:val="007509B6"/>
    <w:rsid w:val="007528EF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F70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B2A51"/>
    <w:rsid w:val="009D2F02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D3B9F"/>
    <w:rsid w:val="00AF1D20"/>
    <w:rsid w:val="00B06BE3"/>
    <w:rsid w:val="00B11BB8"/>
    <w:rsid w:val="00B350EF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C07246"/>
    <w:rsid w:val="00C10128"/>
    <w:rsid w:val="00C1017B"/>
    <w:rsid w:val="00C12D44"/>
    <w:rsid w:val="00C2162A"/>
    <w:rsid w:val="00C30BB7"/>
    <w:rsid w:val="00C3175E"/>
    <w:rsid w:val="00C3522A"/>
    <w:rsid w:val="00C3705A"/>
    <w:rsid w:val="00C41A41"/>
    <w:rsid w:val="00C602BF"/>
    <w:rsid w:val="00C72370"/>
    <w:rsid w:val="00C80A25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56CD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  <w:rsid w:val="00FE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97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7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97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976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7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</Pages>
  <Words>202</Words>
  <Characters>1158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14</cp:revision>
  <cp:lastPrinted>2014-12-09T12:10:00Z</cp:lastPrinted>
  <dcterms:created xsi:type="dcterms:W3CDTF">2014-11-12T06:48:00Z</dcterms:created>
  <dcterms:modified xsi:type="dcterms:W3CDTF">2015-08-18T07:50:00Z</dcterms:modified>
</cp:coreProperties>
</file>