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34C" w:rsidRPr="00C3705A" w:rsidRDefault="0073734C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3734C" w:rsidRPr="00B73C78" w:rsidRDefault="0073734C" w:rsidP="00AA03A8">
      <w:pPr>
        <w:tabs>
          <w:tab w:val="left" w:pos="1008"/>
          <w:tab w:val="left" w:pos="5812"/>
        </w:tabs>
        <w:ind w:left="5400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73734C" w:rsidRDefault="0073734C" w:rsidP="00AA03A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Реализация муниципальных</w:t>
      </w:r>
    </w:p>
    <w:p w:rsidR="0073734C" w:rsidRDefault="0073734C" w:rsidP="00AA03A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функций, связанных с </w:t>
      </w:r>
    </w:p>
    <w:p w:rsidR="0073734C" w:rsidRDefault="0073734C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муниципальным управлением» в </w:t>
      </w:r>
    </w:p>
    <w:p w:rsidR="0073734C" w:rsidRDefault="0073734C" w:rsidP="00AA03A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Старотитаровском сельском </w:t>
      </w:r>
    </w:p>
    <w:p w:rsidR="0073734C" w:rsidRDefault="0073734C" w:rsidP="00AA03A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поселении Темрюкского </w:t>
      </w:r>
    </w:p>
    <w:p w:rsidR="0073734C" w:rsidRDefault="0073734C" w:rsidP="00AA03A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района на 2016 год</w:t>
      </w:r>
    </w:p>
    <w:p w:rsidR="0073734C" w:rsidRDefault="0073734C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73734C" w:rsidRPr="00AA03A8" w:rsidRDefault="0073734C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34C" w:rsidRPr="00AA03A8" w:rsidRDefault="0073734C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>программы «Реализация муниципальных функций, связанных с муниципальным управлением»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 на 2016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3734C" w:rsidRPr="00B73C78" w:rsidRDefault="0073734C" w:rsidP="00481C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3734C" w:rsidRPr="00ED639C" w:rsidRDefault="0073734C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73734C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Pr="00525A13" w:rsidRDefault="0073734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Pr="00525A13" w:rsidRDefault="0073734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Pr="00525A13" w:rsidRDefault="0073734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34C" w:rsidRPr="00525A13" w:rsidRDefault="0073734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73734C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Pr="00525A13" w:rsidRDefault="0073734C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Pr="00525A13" w:rsidRDefault="0073734C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Pr="00525A13" w:rsidRDefault="0073734C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34C" w:rsidRPr="00525A13" w:rsidRDefault="0073734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73734C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Pr="00525A13" w:rsidRDefault="0073734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Pr="00525A13" w:rsidRDefault="0073734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Pr="00525A13" w:rsidRDefault="0073734C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34C" w:rsidRPr="00525A13" w:rsidRDefault="0073734C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73734C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Pr="00704E08" w:rsidRDefault="0073734C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73734C" w:rsidRPr="008A3907" w:rsidRDefault="0073734C" w:rsidP="008A3907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>Муниципальная программа «Реализация муниципальных функций, связанных с муниципальным управлением» в Старотитаровском сельском   посе</w:t>
            </w:r>
            <w:r>
              <w:rPr>
                <w:rFonts w:ascii="Times New Roman" w:hAnsi="Times New Roman"/>
                <w:b/>
              </w:rPr>
              <w:t>лении Темрюкского района на 2016</w:t>
            </w:r>
            <w:r w:rsidRPr="008A3907">
              <w:rPr>
                <w:rFonts w:ascii="Times New Roman" w:hAnsi="Times New Roman"/>
                <w:b/>
              </w:rPr>
              <w:t xml:space="preserve"> год</w:t>
            </w:r>
          </w:p>
          <w:p w:rsidR="0073734C" w:rsidRPr="00B73C78" w:rsidRDefault="0073734C">
            <w:pPr>
              <w:widowControl/>
              <w:autoSpaceDE/>
              <w:autoSpaceDN/>
              <w:adjustRightInd/>
            </w:pPr>
          </w:p>
        </w:tc>
      </w:tr>
      <w:tr w:rsidR="0073734C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Default="0073734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Pr="00B73C78" w:rsidRDefault="0073734C" w:rsidP="00C20A12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Pr="00B73C78" w:rsidRDefault="0073734C" w:rsidP="00C20A1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34C" w:rsidRPr="00B73C78" w:rsidRDefault="0073734C" w:rsidP="009E769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73734C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Default="0073734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Default="0073734C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A3755">
              <w:rPr>
                <w:rFonts w:ascii="Times New Roman" w:hAnsi="Times New Roman"/>
              </w:rPr>
              <w:t xml:space="preserve">тношение объема просроченной кредиторской задолженности к расходам бюджета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Default="0073734C" w:rsidP="00C20A1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34C" w:rsidRDefault="0073734C" w:rsidP="009E769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73734C" w:rsidRDefault="0073734C" w:rsidP="00481C0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3734C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Default="0073734C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Default="0073734C" w:rsidP="00981A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5A3755">
              <w:rPr>
                <w:rFonts w:ascii="Times New Roman" w:hAnsi="Times New Roman"/>
              </w:rPr>
              <w:t>оля расходов бюджета</w:t>
            </w:r>
            <w:r>
              <w:rPr>
                <w:rFonts w:ascii="Times New Roman" w:hAnsi="Times New Roman"/>
              </w:rPr>
              <w:t xml:space="preserve"> поселения</w:t>
            </w:r>
            <w:r w:rsidRPr="005A3755">
              <w:rPr>
                <w:rFonts w:ascii="Times New Roman" w:hAnsi="Times New Roman"/>
              </w:rPr>
              <w:t xml:space="preserve">, формируемых в рамках муниципальных программ, в общем объеме расходов бюджета </w:t>
            </w:r>
            <w:r>
              <w:rPr>
                <w:rFonts w:ascii="Times New Roman" w:hAnsi="Times New Roman"/>
              </w:rPr>
              <w:t>поселения</w:t>
            </w:r>
            <w:r w:rsidRPr="005A3755">
              <w:rPr>
                <w:rFonts w:ascii="Times New Roman" w:hAnsi="Times New Roman"/>
              </w:rPr>
              <w:t xml:space="preserve"> (за исключением расходов, осуществляемых за счет</w:t>
            </w:r>
            <w:r>
              <w:rPr>
                <w:rFonts w:ascii="Times New Roman" w:hAnsi="Times New Roman"/>
              </w:rPr>
              <w:t xml:space="preserve"> </w:t>
            </w:r>
            <w:r w:rsidRPr="005A3755">
              <w:rPr>
                <w:rFonts w:ascii="Times New Roman" w:hAnsi="Times New Roman"/>
              </w:rPr>
              <w:t>субвенций)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34C" w:rsidRDefault="0073734C" w:rsidP="00C20A1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34C" w:rsidRDefault="0073734C" w:rsidP="009E769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</w:tbl>
    <w:p w:rsidR="0073734C" w:rsidRDefault="0073734C" w:rsidP="00481C03">
      <w:pPr>
        <w:rPr>
          <w:rFonts w:ascii="Times New Roman" w:hAnsi="Times New Roman"/>
          <w:b/>
          <w:sz w:val="28"/>
          <w:szCs w:val="28"/>
        </w:rPr>
      </w:pPr>
    </w:p>
    <w:bookmarkEnd w:id="0"/>
    <w:p w:rsidR="0073734C" w:rsidRDefault="0073734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73734C" w:rsidRDefault="0073734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73734C" w:rsidRDefault="0073734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Начальник  </w:t>
      </w:r>
      <w:r>
        <w:rPr>
          <w:rFonts w:ascii="Times New Roman" w:hAnsi="Times New Roman"/>
          <w:sz w:val="28"/>
          <w:szCs w:val="28"/>
        </w:rPr>
        <w:t xml:space="preserve">финансового </w:t>
      </w:r>
      <w:r w:rsidRPr="00481C03">
        <w:rPr>
          <w:rFonts w:ascii="Times New Roman" w:hAnsi="Times New Roman"/>
          <w:sz w:val="28"/>
          <w:szCs w:val="28"/>
        </w:rPr>
        <w:t xml:space="preserve">отдела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Л.В.Кубрак</w:t>
      </w:r>
    </w:p>
    <w:p w:rsidR="0073734C" w:rsidRPr="00481C03" w:rsidRDefault="0073734C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sectPr w:rsidR="0073734C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34C" w:rsidRDefault="0073734C">
      <w:r>
        <w:separator/>
      </w:r>
    </w:p>
  </w:endnote>
  <w:endnote w:type="continuationSeparator" w:id="1">
    <w:p w:rsidR="0073734C" w:rsidRDefault="00737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34C" w:rsidRDefault="0073734C">
      <w:r>
        <w:separator/>
      </w:r>
    </w:p>
  </w:footnote>
  <w:footnote w:type="continuationSeparator" w:id="1">
    <w:p w:rsidR="0073734C" w:rsidRDefault="007373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34C" w:rsidRDefault="0073734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3734C" w:rsidRDefault="007373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C13B0"/>
    <w:rsid w:val="000C6E7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427E"/>
    <w:rsid w:val="00304C97"/>
    <w:rsid w:val="00306CE1"/>
    <w:rsid w:val="00341333"/>
    <w:rsid w:val="0034663A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23BF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7020E4"/>
    <w:rsid w:val="00703C6F"/>
    <w:rsid w:val="00704E08"/>
    <w:rsid w:val="0073734C"/>
    <w:rsid w:val="00754E4A"/>
    <w:rsid w:val="007769A7"/>
    <w:rsid w:val="00791DE4"/>
    <w:rsid w:val="007927BB"/>
    <w:rsid w:val="007A6384"/>
    <w:rsid w:val="007B4194"/>
    <w:rsid w:val="007C03F1"/>
    <w:rsid w:val="008011C8"/>
    <w:rsid w:val="00820110"/>
    <w:rsid w:val="00830C34"/>
    <w:rsid w:val="00834B40"/>
    <w:rsid w:val="00850011"/>
    <w:rsid w:val="00857DFE"/>
    <w:rsid w:val="008620B5"/>
    <w:rsid w:val="00863CB7"/>
    <w:rsid w:val="008716F1"/>
    <w:rsid w:val="008820AE"/>
    <w:rsid w:val="00897D68"/>
    <w:rsid w:val="008A3907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81ABD"/>
    <w:rsid w:val="00983918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A03A8"/>
    <w:rsid w:val="00B017E7"/>
    <w:rsid w:val="00B06BE3"/>
    <w:rsid w:val="00B61B60"/>
    <w:rsid w:val="00B6664D"/>
    <w:rsid w:val="00B73C78"/>
    <w:rsid w:val="00B73D0F"/>
    <w:rsid w:val="00B76DE8"/>
    <w:rsid w:val="00B8033B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A0A23"/>
    <w:rsid w:val="00DA1849"/>
    <w:rsid w:val="00DC12F9"/>
    <w:rsid w:val="00DE02F8"/>
    <w:rsid w:val="00E159BA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F031F6"/>
    <w:rsid w:val="00F27F5A"/>
    <w:rsid w:val="00F374C5"/>
    <w:rsid w:val="00F4148A"/>
    <w:rsid w:val="00F62AD5"/>
    <w:rsid w:val="00FA18FF"/>
    <w:rsid w:val="00FA62FA"/>
    <w:rsid w:val="00FA6A7A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6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230</Words>
  <Characters>1317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7</cp:revision>
  <cp:lastPrinted>2014-11-26T09:06:00Z</cp:lastPrinted>
  <dcterms:created xsi:type="dcterms:W3CDTF">2014-11-12T06:42:00Z</dcterms:created>
  <dcterms:modified xsi:type="dcterms:W3CDTF">2015-10-09T12:16:00Z</dcterms:modified>
</cp:coreProperties>
</file>