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B4" w:rsidRPr="00C3705A" w:rsidRDefault="005147B4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147B4" w:rsidRPr="00B73C78" w:rsidRDefault="005147B4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5147B4" w:rsidRDefault="005147B4" w:rsidP="00715A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5147B4" w:rsidRDefault="005147B4" w:rsidP="00715A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5147B4" w:rsidRDefault="005147B4" w:rsidP="00715A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5147B4" w:rsidRDefault="005147B4" w:rsidP="00715A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B73C78">
        <w:rPr>
          <w:rFonts w:ascii="Times New Roman" w:hAnsi="Times New Roman"/>
          <w:sz w:val="28"/>
          <w:szCs w:val="28"/>
        </w:rPr>
        <w:t>муниципальной</w:t>
      </w:r>
    </w:p>
    <w:p w:rsidR="005147B4" w:rsidRDefault="005147B4" w:rsidP="00715AFD">
      <w:pPr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5147B4" w:rsidRDefault="005147B4" w:rsidP="000A184A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5147B4" w:rsidRPr="000A184A" w:rsidRDefault="005147B4" w:rsidP="000A184A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5147B4" w:rsidRPr="000A184A" w:rsidRDefault="005147B4" w:rsidP="000A184A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2016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5147B4" w:rsidRDefault="005147B4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147B4" w:rsidRPr="00715AFD" w:rsidRDefault="005147B4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AFD">
        <w:rPr>
          <w:rFonts w:ascii="Times New Roman" w:hAnsi="Times New Roman" w:cs="Times New Roman"/>
          <w:sz w:val="28"/>
          <w:szCs w:val="28"/>
        </w:rPr>
        <w:t>Цели, задачи и целевые показатели подпрограммы «Обеспечение хозяйственного обслуживания администрации</w:t>
      </w:r>
    </w:p>
    <w:p w:rsidR="005147B4" w:rsidRPr="00715AFD" w:rsidRDefault="005147B4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AFD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района» муниципальной программы «Обеспечение функций муниципальных казенных учреждений»</w:t>
      </w:r>
    </w:p>
    <w:p w:rsidR="005147B4" w:rsidRPr="00715AFD" w:rsidRDefault="005147B4" w:rsidP="00715AFD">
      <w:pPr>
        <w:jc w:val="center"/>
        <w:rPr>
          <w:rFonts w:ascii="Times New Roman" w:hAnsi="Times New Roman"/>
          <w:b/>
          <w:sz w:val="28"/>
          <w:szCs w:val="28"/>
        </w:rPr>
      </w:pPr>
      <w:r w:rsidRPr="00715AFD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5147B4" w:rsidRPr="00715AFD" w:rsidRDefault="005147B4" w:rsidP="00715A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2016</w:t>
      </w:r>
      <w:r w:rsidRPr="00715AFD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5147B4" w:rsidRDefault="005147B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6120"/>
        <w:gridCol w:w="1800"/>
        <w:gridCol w:w="1260"/>
      </w:tblGrid>
      <w:tr w:rsidR="005147B4" w:rsidRPr="00525A13" w:rsidTr="00C84757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525A13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525A13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525A13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7B4" w:rsidRPr="00525A13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147B4" w:rsidRPr="00525A13" w:rsidTr="00C84757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525A13" w:rsidRDefault="005147B4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525A13" w:rsidRDefault="005147B4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525A13" w:rsidRDefault="005147B4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7B4" w:rsidRPr="00525A13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147B4" w:rsidRPr="00525A13" w:rsidTr="00C8475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525A13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525A13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525A13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7B4" w:rsidRPr="00525A13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147B4" w:rsidTr="00C84757">
        <w:trPr>
          <w:trHeight w:val="9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D34517" w:rsidRDefault="005147B4" w:rsidP="00627D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7B4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9D648B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№2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5147B4" w:rsidTr="00C84757">
        <w:trPr>
          <w:trHeight w:val="42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D34517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145A22" w:rsidRDefault="005147B4" w:rsidP="00627D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7B4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5147B4" w:rsidTr="00C84757">
        <w:trPr>
          <w:trHeight w:val="3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D34517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Pr="00312872" w:rsidRDefault="005147B4" w:rsidP="00627D33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B4" w:rsidRDefault="005147B4" w:rsidP="00627D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7B4" w:rsidRDefault="005147B4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5147B4" w:rsidRDefault="005147B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5147B4" w:rsidRDefault="005147B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5147B4" w:rsidRPr="00481C03" w:rsidRDefault="005147B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                        </w:t>
      </w:r>
      <w:r>
        <w:rPr>
          <w:rFonts w:ascii="Times New Roman" w:hAnsi="Times New Roman"/>
          <w:sz w:val="28"/>
          <w:szCs w:val="28"/>
        </w:rPr>
        <w:t xml:space="preserve">                Л.В.Кубрак</w:t>
      </w:r>
      <w:r w:rsidRPr="00481C03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sectPr w:rsidR="005147B4" w:rsidRPr="00481C03" w:rsidSect="00C84757">
      <w:headerReference w:type="default" r:id="rId7"/>
      <w:pgSz w:w="11907" w:h="16840" w:code="9"/>
      <w:pgMar w:top="1134" w:right="92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7B4" w:rsidRDefault="005147B4">
      <w:r>
        <w:separator/>
      </w:r>
    </w:p>
  </w:endnote>
  <w:endnote w:type="continuationSeparator" w:id="1">
    <w:p w:rsidR="005147B4" w:rsidRDefault="005147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7B4" w:rsidRDefault="005147B4">
      <w:r>
        <w:separator/>
      </w:r>
    </w:p>
  </w:footnote>
  <w:footnote w:type="continuationSeparator" w:id="1">
    <w:p w:rsidR="005147B4" w:rsidRDefault="005147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7B4" w:rsidRDefault="005147B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147B4" w:rsidRDefault="005147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26FD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25C3B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603E"/>
    <w:rsid w:val="001D04D1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0C10"/>
    <w:rsid w:val="0030427E"/>
    <w:rsid w:val="00306CE1"/>
    <w:rsid w:val="00312872"/>
    <w:rsid w:val="00322013"/>
    <w:rsid w:val="00341333"/>
    <w:rsid w:val="00347146"/>
    <w:rsid w:val="00350D0F"/>
    <w:rsid w:val="00361515"/>
    <w:rsid w:val="00362FE6"/>
    <w:rsid w:val="00365218"/>
    <w:rsid w:val="00374DCF"/>
    <w:rsid w:val="003762C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93C37"/>
    <w:rsid w:val="004A1425"/>
    <w:rsid w:val="004B3210"/>
    <w:rsid w:val="004C1660"/>
    <w:rsid w:val="004C4FE7"/>
    <w:rsid w:val="004F5CD8"/>
    <w:rsid w:val="005147B4"/>
    <w:rsid w:val="00514CFD"/>
    <w:rsid w:val="00525A13"/>
    <w:rsid w:val="005324F3"/>
    <w:rsid w:val="00561E7E"/>
    <w:rsid w:val="00566848"/>
    <w:rsid w:val="00571B3C"/>
    <w:rsid w:val="0057575A"/>
    <w:rsid w:val="00594020"/>
    <w:rsid w:val="005A1C38"/>
    <w:rsid w:val="005A3755"/>
    <w:rsid w:val="005D0632"/>
    <w:rsid w:val="005D0C53"/>
    <w:rsid w:val="005D70B2"/>
    <w:rsid w:val="005E37F3"/>
    <w:rsid w:val="00615189"/>
    <w:rsid w:val="0062283A"/>
    <w:rsid w:val="00624DB5"/>
    <w:rsid w:val="00627D33"/>
    <w:rsid w:val="00654BFA"/>
    <w:rsid w:val="00656CCF"/>
    <w:rsid w:val="00657BA3"/>
    <w:rsid w:val="00665D47"/>
    <w:rsid w:val="00677AB3"/>
    <w:rsid w:val="007020E4"/>
    <w:rsid w:val="00703C6F"/>
    <w:rsid w:val="00704E08"/>
    <w:rsid w:val="00715AFD"/>
    <w:rsid w:val="00721BF5"/>
    <w:rsid w:val="007769A7"/>
    <w:rsid w:val="00791DE4"/>
    <w:rsid w:val="007927BB"/>
    <w:rsid w:val="007A6384"/>
    <w:rsid w:val="007B4194"/>
    <w:rsid w:val="008011C8"/>
    <w:rsid w:val="00820110"/>
    <w:rsid w:val="00830C34"/>
    <w:rsid w:val="00847DA2"/>
    <w:rsid w:val="00850011"/>
    <w:rsid w:val="00857DFE"/>
    <w:rsid w:val="008620B5"/>
    <w:rsid w:val="00863CB7"/>
    <w:rsid w:val="008716F1"/>
    <w:rsid w:val="00897D68"/>
    <w:rsid w:val="008E2A7A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D648B"/>
    <w:rsid w:val="009E3D0B"/>
    <w:rsid w:val="009E657C"/>
    <w:rsid w:val="009E769C"/>
    <w:rsid w:val="009F1D9B"/>
    <w:rsid w:val="009F4E06"/>
    <w:rsid w:val="00A02454"/>
    <w:rsid w:val="00A1695C"/>
    <w:rsid w:val="00A36A1F"/>
    <w:rsid w:val="00A3740B"/>
    <w:rsid w:val="00A64653"/>
    <w:rsid w:val="00A646A6"/>
    <w:rsid w:val="00A8726F"/>
    <w:rsid w:val="00A87FA6"/>
    <w:rsid w:val="00AE5A1D"/>
    <w:rsid w:val="00B017E7"/>
    <w:rsid w:val="00B06BE3"/>
    <w:rsid w:val="00B61B60"/>
    <w:rsid w:val="00B6664D"/>
    <w:rsid w:val="00B73C78"/>
    <w:rsid w:val="00B73D0F"/>
    <w:rsid w:val="00B76DE6"/>
    <w:rsid w:val="00B76DE8"/>
    <w:rsid w:val="00B8732B"/>
    <w:rsid w:val="00BA6DF6"/>
    <w:rsid w:val="00BB119F"/>
    <w:rsid w:val="00BE6E99"/>
    <w:rsid w:val="00C00096"/>
    <w:rsid w:val="00C0098D"/>
    <w:rsid w:val="00C20A12"/>
    <w:rsid w:val="00C2166F"/>
    <w:rsid w:val="00C30BB7"/>
    <w:rsid w:val="00C35519"/>
    <w:rsid w:val="00C3705A"/>
    <w:rsid w:val="00C5269D"/>
    <w:rsid w:val="00C602BF"/>
    <w:rsid w:val="00C84757"/>
    <w:rsid w:val="00CB296B"/>
    <w:rsid w:val="00CB4542"/>
    <w:rsid w:val="00CB61F0"/>
    <w:rsid w:val="00CD22B3"/>
    <w:rsid w:val="00D03505"/>
    <w:rsid w:val="00D158D2"/>
    <w:rsid w:val="00D17CCC"/>
    <w:rsid w:val="00D20D24"/>
    <w:rsid w:val="00D22CF8"/>
    <w:rsid w:val="00D33AD3"/>
    <w:rsid w:val="00D34517"/>
    <w:rsid w:val="00D43877"/>
    <w:rsid w:val="00D5786B"/>
    <w:rsid w:val="00D64B68"/>
    <w:rsid w:val="00D77749"/>
    <w:rsid w:val="00D77C67"/>
    <w:rsid w:val="00D808E2"/>
    <w:rsid w:val="00D9659A"/>
    <w:rsid w:val="00DA0A23"/>
    <w:rsid w:val="00DA1849"/>
    <w:rsid w:val="00DC12F9"/>
    <w:rsid w:val="00DE02F8"/>
    <w:rsid w:val="00E159BA"/>
    <w:rsid w:val="00E26412"/>
    <w:rsid w:val="00E27F8D"/>
    <w:rsid w:val="00E31DD5"/>
    <w:rsid w:val="00E420C1"/>
    <w:rsid w:val="00E43EB1"/>
    <w:rsid w:val="00E764BE"/>
    <w:rsid w:val="00E82D20"/>
    <w:rsid w:val="00E86F36"/>
    <w:rsid w:val="00EA7C72"/>
    <w:rsid w:val="00EC3760"/>
    <w:rsid w:val="00ED639C"/>
    <w:rsid w:val="00EE372C"/>
    <w:rsid w:val="00F16E01"/>
    <w:rsid w:val="00F27F5A"/>
    <w:rsid w:val="00F374C5"/>
    <w:rsid w:val="00F4148A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00C1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0C1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51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1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51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51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198</Words>
  <Characters>1134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10</cp:revision>
  <cp:lastPrinted>2014-09-25T12:52:00Z</cp:lastPrinted>
  <dcterms:created xsi:type="dcterms:W3CDTF">2014-11-12T06:42:00Z</dcterms:created>
  <dcterms:modified xsi:type="dcterms:W3CDTF">2015-11-10T10:55:00Z</dcterms:modified>
</cp:coreProperties>
</file>