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12" w:rsidRDefault="00141312" w:rsidP="003610EB">
      <w:pPr>
        <w:pStyle w:val="ConsPlusNormal"/>
        <w:widowControl/>
        <w:tabs>
          <w:tab w:val="left" w:pos="540"/>
          <w:tab w:val="left" w:pos="900"/>
        </w:tabs>
        <w:ind w:left="936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312" w:rsidRDefault="00141312" w:rsidP="003610EB">
      <w:pPr>
        <w:pStyle w:val="ConsPlusNormal"/>
        <w:widowControl/>
        <w:tabs>
          <w:tab w:val="left" w:pos="540"/>
          <w:tab w:val="left" w:pos="900"/>
        </w:tabs>
        <w:ind w:left="936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Старотитаровского сельского поселения Темрюкского района </w:t>
      </w:r>
    </w:p>
    <w:p w:rsidR="00141312" w:rsidRPr="003610EB" w:rsidRDefault="00141312" w:rsidP="003610EB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141312" w:rsidRPr="00226246" w:rsidRDefault="00141312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141312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41312" w:rsidRDefault="00141312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141312" w:rsidRDefault="00141312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2016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141312" w:rsidRPr="00226246" w:rsidRDefault="00141312" w:rsidP="0099125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2016 год</w:t>
            </w:r>
          </w:p>
        </w:tc>
      </w:tr>
      <w:tr w:rsidR="00141312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41312" w:rsidRDefault="00141312" w:rsidP="00CF476E">
            <w:pPr>
              <w:pStyle w:val="a3"/>
            </w:pPr>
          </w:p>
        </w:tc>
      </w:tr>
      <w:tr w:rsidR="00141312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12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41312" w:rsidRPr="003E661A" w:rsidRDefault="0014131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41312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41312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270666" w:rsidRDefault="00141312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141312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E661A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41312" w:rsidRPr="002C7281" w:rsidRDefault="00141312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270666" w:rsidRDefault="00141312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141312" w:rsidRPr="00270666" w:rsidRDefault="00141312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141312" w:rsidRPr="00270666" w:rsidRDefault="00141312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141312" w:rsidRPr="00270666" w:rsidRDefault="00141312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141312" w:rsidRPr="00270666" w:rsidRDefault="00141312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141312" w:rsidRPr="00270666" w:rsidRDefault="00141312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141312" w:rsidRPr="00270666" w:rsidRDefault="00141312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</w:tc>
      </w:tr>
      <w:tr w:rsidR="00141312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«Мы наследники славы военной»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 вечер в клубе «Казачок»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«Герои и подвиги»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«Вспомним русскую славу»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конкурсная программа ко Дню защитника Отечества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«Время выбрало нас»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встреча с воинами- интернационалистами (сельская библиотека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«Уж если мы мальчишки, то мы богатыри!»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- игровая программа ко дню Защитника Отечества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тематическая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«Мой папа – защитник Родины!»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тематическая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«Мы достойная смена отцов!»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(рассказы отцов о службе)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«Наши любимые мальчики и мужчины!»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093841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«Солдаты России - победители»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93841" w:rsidRDefault="00141312" w:rsidP="00093841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Поздравление на дому участников военных действий в Чечне и Афганистане</w:t>
            </w:r>
          </w:p>
          <w:p w:rsidR="00141312" w:rsidRPr="00093841" w:rsidRDefault="00141312" w:rsidP="00093841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«Доблестной армии – новая смена!» - военно-спортивное соревнование</w:t>
            </w:r>
          </w:p>
          <w:p w:rsidR="00141312" w:rsidRPr="00093841" w:rsidRDefault="00141312" w:rsidP="00093841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«Согреем сердца ветеранам»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«Мы память вечную храним»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A23C33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270666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270666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141312" w:rsidRPr="00456479" w:rsidRDefault="00141312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«Историю отчизны надо знать»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93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«Фронтовые истории»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устный журнал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«Спасибо Вам, отцы и деды, за мир, за жизнь, за День Победы!» 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- вечер-посвящение в литературно-поэтическом клубе «Слово»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C7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093841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«И пусть поколения знают» -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тематический вечер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4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  <w:p w:rsidR="00141312" w:rsidRPr="00093841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«Ради жизни веков грядущих»  -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встреча с ветеранами ВОВ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85745B" w:rsidRDefault="00141312" w:rsidP="0085745B">
            <w:pPr>
              <w:rPr>
                <w:rFonts w:ascii="Times New Roman" w:hAnsi="Times New Roman"/>
                <w:b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</w:p>
          <w:p w:rsidR="00141312" w:rsidRPr="0085745B" w:rsidRDefault="00141312" w:rsidP="0085745B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>«За минуту до начала войны»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«Мы едины - мы Россия!»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4A0CE2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«Страницы войны в истории станицы»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</w:p>
          <w:p w:rsidR="00141312" w:rsidRPr="004A0CE2" w:rsidRDefault="00141312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A83FE2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A83FE2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141312" w:rsidRDefault="00141312" w:rsidP="00A83FE2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A83FE2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A83FE2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456479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56479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141312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141312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«Помним, гордимся» 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митинг, посвященный 73 годовщине освобождения ст. Старотитаровской от немецко-фашитских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«Герои страны – герои Кубани»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«Их именами названы улицы»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«Мы наследники славы военной»  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42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A0CE2" w:rsidRDefault="00141312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«Всем станица хороша, края нашего душа!»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викторина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CF45F3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«Пою тебя, моя Россия!»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- интерактивная программа, посвященная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71689D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141312" w:rsidRPr="00456479" w:rsidRDefault="00141312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CF45F3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«Миротворца трудная судьба»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встреча с Почетными жителями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CF45F3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141312" w:rsidRPr="006F4919" w:rsidRDefault="00141312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44,0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1312" w:rsidRDefault="00141312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141312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037020" w:rsidRDefault="00141312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</w:tc>
      </w:tr>
      <w:tr w:rsidR="00141312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141312" w:rsidRPr="009F06E4" w:rsidRDefault="00141312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037020">
            <w:pPr>
              <w:jc w:val="center"/>
              <w:rPr>
                <w:rFonts w:ascii="Times New Roman" w:hAnsi="Times New Roman"/>
              </w:rPr>
            </w:pPr>
          </w:p>
          <w:p w:rsidR="00141312" w:rsidRPr="00770C4A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141312" w:rsidRPr="00456479" w:rsidRDefault="00141312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активизация и увеличение числа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97257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972570">
            <w:pPr>
              <w:rPr>
                <w:rFonts w:ascii="Times New Roman" w:hAnsi="Times New Roman"/>
                <w:b/>
              </w:rPr>
            </w:pPr>
          </w:p>
          <w:p w:rsidR="00141312" w:rsidRPr="00972570" w:rsidRDefault="00141312" w:rsidP="0097257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141312" w:rsidRPr="00456479" w:rsidRDefault="00141312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44EE6" w:rsidRDefault="00141312" w:rsidP="00F44EE6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«Чудеса под рождество»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141312" w:rsidRPr="00F44EE6" w:rsidRDefault="00141312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>,0</w:t>
            </w: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Pr="00770C4A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Pr="00456479" w:rsidRDefault="00141312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Pr="00770C4A" w:rsidRDefault="00141312" w:rsidP="004A0E44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каникул.</w:t>
            </w:r>
          </w:p>
          <w:p w:rsidR="00141312" w:rsidRPr="00770C4A" w:rsidRDefault="00141312" w:rsidP="004A0E44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44EE6" w:rsidRDefault="00141312" w:rsidP="00DA1BED">
            <w:pPr>
              <w:rPr>
                <w:rFonts w:ascii="Times New Roman" w:hAnsi="Times New Roman"/>
                <w:b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Браво,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</w:p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</w:p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44EE6" w:rsidRDefault="00141312" w:rsidP="00DA1BED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 девочки»-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44EE6" w:rsidRDefault="00141312" w:rsidP="00F44EE6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«Путешествие  в Читайгород»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- неделя детской книги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Default="00141312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«Книжка вышла погулять»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 (детская библиотека)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26597B">
            <w:pPr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26597B" w:rsidRDefault="00141312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141312" w:rsidRPr="00456479" w:rsidRDefault="00141312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312" w:rsidRPr="00822C22" w:rsidRDefault="00141312" w:rsidP="00822C22">
            <w:pPr>
              <w:pStyle w:val="a3"/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541CBA">
            <w:pPr>
              <w:pStyle w:val="a3"/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Сказки нашего детства» 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викторина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Мир детства»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«Солнечное лето»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Цвета лета»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Ура каникулы!»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541CBA" w:rsidRDefault="00141312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«Детства яркая планета»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 посвященный Дню защиты детей.</w:t>
            </w:r>
          </w:p>
          <w:p w:rsidR="00141312" w:rsidRPr="00541CBA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Знаешь ли ты детский закон?»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141312" w:rsidRPr="0032085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320855">
            <w:pPr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26597B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26597B">
            <w:pPr>
              <w:rPr>
                <w:rFonts w:ascii="Times New Roman" w:hAnsi="Times New Roman"/>
                <w:b/>
              </w:rPr>
            </w:pP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26597B">
            <w:pPr>
              <w:rPr>
                <w:rFonts w:ascii="Times New Roman" w:hAnsi="Times New Roman"/>
              </w:rPr>
            </w:pPr>
          </w:p>
          <w:p w:rsidR="00141312" w:rsidRDefault="00141312" w:rsidP="00320855">
            <w:pPr>
              <w:rPr>
                <w:rFonts w:ascii="Times New Roman" w:hAnsi="Times New Roman"/>
              </w:rPr>
            </w:pPr>
          </w:p>
          <w:p w:rsidR="00141312" w:rsidRDefault="00141312" w:rsidP="0026597B">
            <w:pPr>
              <w:rPr>
                <w:rFonts w:ascii="Times New Roman" w:hAnsi="Times New Roman"/>
              </w:rPr>
            </w:pPr>
          </w:p>
          <w:p w:rsidR="00141312" w:rsidRPr="00456479" w:rsidRDefault="00141312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320855">
            <w:pPr>
              <w:rPr>
                <w:rFonts w:ascii="Times New Roman" w:hAnsi="Times New Roman"/>
              </w:rPr>
            </w:pPr>
          </w:p>
          <w:p w:rsidR="00141312" w:rsidRDefault="00141312" w:rsidP="00320855">
            <w:pPr>
              <w:rPr>
                <w:rFonts w:ascii="Times New Roman" w:hAnsi="Times New Roman"/>
              </w:rPr>
            </w:pPr>
          </w:p>
          <w:p w:rsidR="00141312" w:rsidRPr="00822C22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320855">
            <w:pPr>
              <w:pStyle w:val="a3"/>
              <w:rPr>
                <w:rFonts w:ascii="Times New Roman" w:hAnsi="Times New Roman"/>
              </w:rPr>
            </w:pPr>
          </w:p>
          <w:p w:rsidR="00141312" w:rsidRPr="00456479" w:rsidRDefault="00141312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Default="00141312" w:rsidP="0026597B">
            <w:pPr>
              <w:pStyle w:val="a3"/>
              <w:rPr>
                <w:rFonts w:ascii="Times New Roman" w:hAnsi="Times New Roman"/>
              </w:rPr>
            </w:pPr>
          </w:p>
          <w:p w:rsidR="00141312" w:rsidRDefault="00141312" w:rsidP="0026597B"/>
          <w:p w:rsidR="00141312" w:rsidRPr="0026597B" w:rsidRDefault="00141312" w:rsidP="0026597B"/>
        </w:tc>
      </w:tr>
      <w:tr w:rsidR="00141312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141312" w:rsidRPr="0032085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Праздник волшебных шаров»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развлекательное игровая программа</w:t>
            </w:r>
          </w:p>
          <w:p w:rsidR="00141312" w:rsidRPr="0032085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«Мой друг светофор»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141312" w:rsidRPr="0032085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141312" w:rsidRPr="00037020" w:rsidRDefault="00141312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Осенний листопад»-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выставка детских творческих работ</w:t>
            </w:r>
          </w:p>
          <w:p w:rsidR="00141312" w:rsidRPr="00320855" w:rsidRDefault="00141312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141312" w:rsidRPr="00037020" w:rsidRDefault="00141312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141312" w:rsidRPr="00320855" w:rsidRDefault="00141312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320855" w:rsidRDefault="00141312" w:rsidP="0079025E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первоклассника»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9025E" w:rsidRDefault="00141312" w:rsidP="0079025E">
            <w:pPr>
              <w:rPr>
                <w:rFonts w:ascii="Times New Roman" w:hAnsi="Times New Roman"/>
                <w:b/>
              </w:rPr>
            </w:pPr>
            <w:r>
              <w:rPr>
                <w:b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Детство – чудная страна!»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праздник</w:t>
            </w:r>
          </w:p>
          <w:p w:rsidR="00141312" w:rsidRPr="00320855" w:rsidRDefault="00141312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0370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4,5</w:t>
            </w:r>
          </w:p>
          <w:p w:rsidR="00141312" w:rsidRPr="00456479" w:rsidRDefault="00141312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12" w:rsidRDefault="00141312" w:rsidP="00822C22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79025E">
            <w:pPr>
              <w:rPr>
                <w:rFonts w:ascii="Times New Roman" w:hAnsi="Times New Roman"/>
              </w:rPr>
            </w:pPr>
          </w:p>
          <w:p w:rsidR="00141312" w:rsidRDefault="00141312" w:rsidP="0079025E">
            <w:pPr>
              <w:rPr>
                <w:rFonts w:ascii="Times New Roman" w:hAnsi="Times New Roman"/>
              </w:rPr>
            </w:pPr>
          </w:p>
          <w:p w:rsidR="00141312" w:rsidRPr="00822C22" w:rsidRDefault="00141312" w:rsidP="00822C22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141312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9025E" w:rsidRDefault="00141312" w:rsidP="0079025E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«Новогодний калейдоскоп»  - 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утренник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9025E" w:rsidRDefault="00141312" w:rsidP="0079025E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Новый год настает»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7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037020">
              <w:rPr>
                <w:rFonts w:ascii="Times New Roman" w:hAnsi="Times New Roman"/>
              </w:rPr>
              <w:t>.</w:t>
            </w:r>
          </w:p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9025E" w:rsidRDefault="00141312" w:rsidP="0079025E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Спасибо мамы вам»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7020" w:rsidRDefault="00141312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141312" w:rsidRPr="00037020" w:rsidRDefault="00141312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9025E" w:rsidRDefault="00141312" w:rsidP="0079025E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«УвлекариУм»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познавательный и активный праздник для детей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822C22" w:rsidRDefault="00141312" w:rsidP="00CF45F3">
            <w:pPr>
              <w:rPr>
                <w:rFonts w:ascii="Times New Roman" w:hAnsi="Times New Roman"/>
                <w:b/>
              </w:rPr>
            </w:pPr>
          </w:p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20,0</w:t>
            </w:r>
          </w:p>
        </w:tc>
      </w:tr>
      <w:tr w:rsidR="00141312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926A44" w:rsidRDefault="00141312" w:rsidP="00CF45F3">
            <w:pPr>
              <w:rPr>
                <w:rFonts w:ascii="Times New Roman" w:hAnsi="Times New Roman"/>
                <w:b/>
              </w:rPr>
            </w:pPr>
          </w:p>
          <w:p w:rsidR="00141312" w:rsidRPr="00926A44" w:rsidRDefault="00141312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141312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AC6E65">
            <w:pPr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С теплом, с надеждами, с мимозами, с прекрасным праздником Весны!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» -  огонек для женщин (Сельская библиотека)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Pr="00926A44" w:rsidRDefault="00141312" w:rsidP="00926A44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141312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  <w:p w:rsidR="00141312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Воспитание гражданской позиции сельского поселения, 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AC6E65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«Формула успеха»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вечер - портрет (встреча с поэтессой Ченчик Г.В. в литературно-поэтическом клубе «Слово»)  (Детская библиотека)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Поклон всем женщинам страны моей»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DA1BED">
            <w:pPr>
              <w:rPr>
                <w:rFonts w:ascii="Times New Roman" w:hAnsi="Times New Roman"/>
                <w:b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«Ты маму с папой обними, поздравь – сегодня день семьи!»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- конкурс творческих работ 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«Выпуск-2016: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Благослови, Господь, семью!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» -  тематический вечер  ко Дню семьи, любви и верности (сельская библиотека)</w:t>
            </w:r>
          </w:p>
          <w:p w:rsidR="00141312" w:rsidRPr="00AC6E6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926A44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«Ромашковое лето»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141312" w:rsidRPr="00AC6E6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141312" w:rsidRPr="00AC6E65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AC6E65" w:rsidRDefault="00141312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11</w:t>
            </w:r>
          </w:p>
          <w:p w:rsidR="00141312" w:rsidRPr="00926A44" w:rsidRDefault="00141312" w:rsidP="00DA1BED">
            <w:pPr>
              <w:rPr>
                <w:rFonts w:ascii="Times New Roman" w:hAnsi="Times New Roman"/>
              </w:rPr>
            </w:pPr>
          </w:p>
          <w:p w:rsidR="00141312" w:rsidRPr="00926A44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72C06" w:rsidRDefault="00141312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«Свет женщины-матери»</w:t>
            </w: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- тематический вечер ко  Дню матери (Сельская библиотека)</w:t>
            </w:r>
          </w:p>
          <w:p w:rsidR="00141312" w:rsidRPr="00F72C06" w:rsidRDefault="00141312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rPr>
                <w:rFonts w:ascii="Times New Roman" w:hAnsi="Times New Roman"/>
              </w:rPr>
            </w:pPr>
          </w:p>
          <w:p w:rsidR="00141312" w:rsidRPr="00926A44" w:rsidRDefault="00141312" w:rsidP="00DA1BED">
            <w:pPr>
              <w:rPr>
                <w:rFonts w:ascii="Times New Roman" w:hAnsi="Times New Roman"/>
              </w:rPr>
            </w:pPr>
          </w:p>
          <w:p w:rsidR="00141312" w:rsidRPr="00926A44" w:rsidRDefault="00141312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72C06" w:rsidRDefault="00141312" w:rsidP="00DA1BED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41312" w:rsidRPr="00F72C06" w:rsidRDefault="00141312" w:rsidP="00F72C06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141312" w:rsidRPr="00F72C06" w:rsidRDefault="00141312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141312" w:rsidRPr="00F72C06" w:rsidRDefault="00141312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141312" w:rsidRPr="00F72C06" w:rsidRDefault="00141312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72C06" w:rsidRDefault="00141312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156,5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926A44" w:rsidRDefault="00141312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141312" w:rsidRPr="00926A44" w:rsidRDefault="00141312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</w:p>
        </w:tc>
      </w:tr>
      <w:tr w:rsidR="00141312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57DA0" w:rsidRDefault="00141312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«Мы за здоровый образ жизни!»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интеллектуальная игра (сельская библиотека)</w:t>
            </w:r>
          </w:p>
          <w:p w:rsidR="00141312" w:rsidRPr="00F57DA0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Pr="00F57DA0" w:rsidRDefault="00141312" w:rsidP="00F57DA0"/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41312" w:rsidRDefault="00141312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Default="00141312" w:rsidP="00036911"/>
          <w:p w:rsidR="00141312" w:rsidRPr="00036911" w:rsidRDefault="00141312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57DA0" w:rsidRDefault="00141312" w:rsidP="00DA1BED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«Витаминная страна»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57DA0" w:rsidRDefault="00141312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141312" w:rsidRPr="00F57DA0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7D4C06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7D4C06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7D4C06">
            <w:pPr>
              <w:jc w:val="center"/>
              <w:rPr>
                <w:rFonts w:ascii="Times New Roman" w:hAnsi="Times New Roman"/>
              </w:rPr>
            </w:pPr>
          </w:p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  <w:p w:rsidR="00141312" w:rsidRPr="007D4C06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  <w:p w:rsidR="00141312" w:rsidRPr="007D4C06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jc w:val="center"/>
              <w:rPr>
                <w:rFonts w:ascii="Times New Roman" w:hAnsi="Times New Roman"/>
              </w:rPr>
            </w:pPr>
          </w:p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F57DA0" w:rsidRDefault="00141312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141312" w:rsidRPr="00F57DA0" w:rsidRDefault="00141312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141312" w:rsidRPr="00F57DA0" w:rsidRDefault="00141312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141312" w:rsidRPr="00F57DA0" w:rsidRDefault="00141312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 xml:space="preserve">«Мы - против! А вы?»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141312" w:rsidRPr="00F57DA0" w:rsidRDefault="00141312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 xml:space="preserve">«Давайте жизнью дорожить»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141312" w:rsidRPr="00F57DA0" w:rsidRDefault="00141312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«Здраво </w:t>
            </w:r>
            <w:r w:rsidRPr="00F57DA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Party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«Здоровый ученик! Здоровые отметки!»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8.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«К здоровью наперегонки»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литературно-спортивный марафон</w:t>
            </w:r>
          </w:p>
          <w:p w:rsidR="00141312" w:rsidRPr="00036911" w:rsidRDefault="00141312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«Спорт, здоровье, красота!»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- выпуск тематических буклетов, закладок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«Будь здоров – живи успешно!»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акция антинаркотической направленности  (Детская библиотека)</w:t>
            </w:r>
          </w:p>
          <w:p w:rsidR="00141312" w:rsidRPr="00036911" w:rsidRDefault="00141312" w:rsidP="00036911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  <w:r w:rsidRPr="007D4C0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141312" w:rsidRDefault="00141312" w:rsidP="00036911"/>
          <w:p w:rsidR="00141312" w:rsidRPr="00036911" w:rsidRDefault="00141312" w:rsidP="00036911"/>
        </w:tc>
      </w:tr>
      <w:tr w:rsidR="00141312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036911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141312" w:rsidRPr="00036911" w:rsidRDefault="00141312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036911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6911" w:rsidRDefault="00141312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1312" w:rsidRDefault="00141312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141312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926A44" w:rsidRDefault="00141312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7D4C06" w:rsidRDefault="00141312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7D4C06" w:rsidRDefault="00141312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7D4C06">
            <w:pPr>
              <w:rPr>
                <w:rFonts w:ascii="Times New Roman" w:hAnsi="Times New Roman"/>
              </w:rPr>
            </w:pPr>
          </w:p>
        </w:tc>
      </w:tr>
    </w:tbl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141312" w:rsidRPr="00037020" w:rsidTr="00AB594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036911" w:rsidRDefault="00141312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141312" w:rsidRPr="00456479" w:rsidTr="00AB5940">
        <w:trPr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036911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  <w:p w:rsidR="00141312" w:rsidRPr="00770C4A" w:rsidRDefault="00141312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141312" w:rsidRPr="00456479" w:rsidRDefault="00141312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Tr="00AB594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  <w:p w:rsidR="00141312" w:rsidRPr="00972570" w:rsidRDefault="00141312" w:rsidP="00AB594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141312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036911" w:rsidRDefault="00141312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141312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  <w:p w:rsidR="00141312" w:rsidRPr="00770C4A" w:rsidRDefault="00141312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141312" w:rsidRPr="00456479" w:rsidRDefault="00141312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Pr="00456479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456479" w:rsidRDefault="00141312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141312" w:rsidRPr="00456479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036911" w:rsidRDefault="00141312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312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  <w:p w:rsidR="00141312" w:rsidRPr="00972570" w:rsidRDefault="00141312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1312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456479" w:rsidRDefault="00141312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Pr="00972570" w:rsidRDefault="00141312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270,5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12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12" w:rsidRPr="00037020" w:rsidRDefault="00141312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312" w:rsidRDefault="00141312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141312" w:rsidRDefault="00141312" w:rsidP="00036911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</w:p>
    <w:p w:rsidR="00141312" w:rsidRDefault="00141312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141312" w:rsidRDefault="00141312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1312" w:rsidRPr="00E56669" w:rsidRDefault="00141312" w:rsidP="00E56669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Егорова Т.М.                          </w:t>
      </w:r>
    </w:p>
    <w:sectPr w:rsidR="00141312" w:rsidRPr="00E56669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312" w:rsidRDefault="00141312">
      <w:r>
        <w:separator/>
      </w:r>
    </w:p>
  </w:endnote>
  <w:endnote w:type="continuationSeparator" w:id="0">
    <w:p w:rsidR="00141312" w:rsidRDefault="00141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312" w:rsidRDefault="00141312">
      <w:r>
        <w:separator/>
      </w:r>
    </w:p>
  </w:footnote>
  <w:footnote w:type="continuationSeparator" w:id="0">
    <w:p w:rsidR="00141312" w:rsidRDefault="00141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12" w:rsidRDefault="0014131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141312" w:rsidRDefault="001413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6911"/>
    <w:rsid w:val="00037020"/>
    <w:rsid w:val="00043F79"/>
    <w:rsid w:val="00052B35"/>
    <w:rsid w:val="00054B0F"/>
    <w:rsid w:val="0006685C"/>
    <w:rsid w:val="0007280A"/>
    <w:rsid w:val="00083DC5"/>
    <w:rsid w:val="00091270"/>
    <w:rsid w:val="00093841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312"/>
    <w:rsid w:val="00141465"/>
    <w:rsid w:val="001424F4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C0818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7464"/>
    <w:rsid w:val="002E26F0"/>
    <w:rsid w:val="00300ABA"/>
    <w:rsid w:val="0030427E"/>
    <w:rsid w:val="00320855"/>
    <w:rsid w:val="00322586"/>
    <w:rsid w:val="00332792"/>
    <w:rsid w:val="00335FBF"/>
    <w:rsid w:val="00340E68"/>
    <w:rsid w:val="00341333"/>
    <w:rsid w:val="00347146"/>
    <w:rsid w:val="003610EB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469"/>
    <w:rsid w:val="004A0CE2"/>
    <w:rsid w:val="004A0E44"/>
    <w:rsid w:val="004A1139"/>
    <w:rsid w:val="004B2BE8"/>
    <w:rsid w:val="004B7B4B"/>
    <w:rsid w:val="004B7E51"/>
    <w:rsid w:val="004C1660"/>
    <w:rsid w:val="004D4870"/>
    <w:rsid w:val="004F167C"/>
    <w:rsid w:val="004F5CD8"/>
    <w:rsid w:val="004F68E2"/>
    <w:rsid w:val="0051048F"/>
    <w:rsid w:val="00514CFD"/>
    <w:rsid w:val="00525A13"/>
    <w:rsid w:val="00541CBA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A474E"/>
    <w:rsid w:val="005B4277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B3AB6"/>
    <w:rsid w:val="006B6282"/>
    <w:rsid w:val="006C284B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70C4A"/>
    <w:rsid w:val="0079025E"/>
    <w:rsid w:val="00791DE4"/>
    <w:rsid w:val="007A6384"/>
    <w:rsid w:val="007B34C4"/>
    <w:rsid w:val="007C3B8D"/>
    <w:rsid w:val="007D4C06"/>
    <w:rsid w:val="007E71B6"/>
    <w:rsid w:val="007F3398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9440A"/>
    <w:rsid w:val="009A0015"/>
    <w:rsid w:val="009A07D8"/>
    <w:rsid w:val="009D4504"/>
    <w:rsid w:val="009D6288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B5940"/>
    <w:rsid w:val="00AC6E65"/>
    <w:rsid w:val="00AD3B9F"/>
    <w:rsid w:val="00AD6AD3"/>
    <w:rsid w:val="00AD6DE3"/>
    <w:rsid w:val="00AF1D20"/>
    <w:rsid w:val="00B06BE3"/>
    <w:rsid w:val="00B11BB8"/>
    <w:rsid w:val="00B45B21"/>
    <w:rsid w:val="00B54883"/>
    <w:rsid w:val="00B6553D"/>
    <w:rsid w:val="00B65CCC"/>
    <w:rsid w:val="00B65F81"/>
    <w:rsid w:val="00B6664D"/>
    <w:rsid w:val="00B73C78"/>
    <w:rsid w:val="00B73D0F"/>
    <w:rsid w:val="00B76DE8"/>
    <w:rsid w:val="00B8732B"/>
    <w:rsid w:val="00B91C4A"/>
    <w:rsid w:val="00B96C8D"/>
    <w:rsid w:val="00BA1346"/>
    <w:rsid w:val="00BB7DB1"/>
    <w:rsid w:val="00BC2657"/>
    <w:rsid w:val="00BD0F30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602BF"/>
    <w:rsid w:val="00C62CED"/>
    <w:rsid w:val="00C72370"/>
    <w:rsid w:val="00C8736B"/>
    <w:rsid w:val="00C87371"/>
    <w:rsid w:val="00C91FBF"/>
    <w:rsid w:val="00CB61F0"/>
    <w:rsid w:val="00CD4FB0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87854"/>
    <w:rsid w:val="00D90BA4"/>
    <w:rsid w:val="00D91C0D"/>
    <w:rsid w:val="00DA0A23"/>
    <w:rsid w:val="00DA1BED"/>
    <w:rsid w:val="00DC12AA"/>
    <w:rsid w:val="00DC4CC5"/>
    <w:rsid w:val="00DC670B"/>
    <w:rsid w:val="00DE02F8"/>
    <w:rsid w:val="00DF4581"/>
    <w:rsid w:val="00E159BA"/>
    <w:rsid w:val="00E26412"/>
    <w:rsid w:val="00E43EB1"/>
    <w:rsid w:val="00E56669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5C0E"/>
    <w:rsid w:val="00EF60EA"/>
    <w:rsid w:val="00F117D0"/>
    <w:rsid w:val="00F2247D"/>
    <w:rsid w:val="00F374C5"/>
    <w:rsid w:val="00F4148A"/>
    <w:rsid w:val="00F44EE6"/>
    <w:rsid w:val="00F57DA0"/>
    <w:rsid w:val="00F64CE5"/>
    <w:rsid w:val="00F72C06"/>
    <w:rsid w:val="00F73017"/>
    <w:rsid w:val="00F82152"/>
    <w:rsid w:val="00F86102"/>
    <w:rsid w:val="00F971B5"/>
    <w:rsid w:val="00FA18FF"/>
    <w:rsid w:val="00FA62FA"/>
    <w:rsid w:val="00FA6A7A"/>
    <w:rsid w:val="00FB197C"/>
    <w:rsid w:val="00FB55AF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42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4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11</Pages>
  <Words>1968</Words>
  <Characters>11221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50</cp:revision>
  <cp:lastPrinted>2016-04-22T07:26:00Z</cp:lastPrinted>
  <dcterms:created xsi:type="dcterms:W3CDTF">2014-11-12T06:48:00Z</dcterms:created>
  <dcterms:modified xsi:type="dcterms:W3CDTF">2016-04-22T07:26:00Z</dcterms:modified>
</cp:coreProperties>
</file>