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F6E" w:rsidRDefault="000C0F6E" w:rsidP="00147227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C0F6E" w:rsidRDefault="000C0F6E" w:rsidP="00147227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к постановлению</w:t>
      </w:r>
    </w:p>
    <w:p w:rsidR="000C0F6E" w:rsidRDefault="000C0F6E" w:rsidP="0014722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администрации Старотитаровского </w:t>
      </w:r>
    </w:p>
    <w:p w:rsidR="000C0F6E" w:rsidRDefault="000C0F6E" w:rsidP="0014722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сельского поселения Темрюкского района</w:t>
      </w:r>
    </w:p>
    <w:p w:rsidR="000C0F6E" w:rsidRDefault="000C0F6E" w:rsidP="0014722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0C0F6E" w:rsidRDefault="000C0F6E" w:rsidP="0014722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от______№_______</w:t>
      </w:r>
    </w:p>
    <w:p w:rsidR="000C0F6E" w:rsidRDefault="000C0F6E" w:rsidP="00147227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0C0F6E" w:rsidRPr="00226246" w:rsidRDefault="000C0F6E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35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780"/>
        <w:gridCol w:w="1800"/>
        <w:gridCol w:w="1440"/>
        <w:gridCol w:w="1440"/>
        <w:gridCol w:w="236"/>
        <w:gridCol w:w="2824"/>
        <w:gridCol w:w="2862"/>
        <w:gridCol w:w="430"/>
      </w:tblGrid>
      <w:tr w:rsidR="000C0F6E" w:rsidTr="00456479">
        <w:tc>
          <w:tcPr>
            <w:tcW w:w="153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C0F6E" w:rsidRPr="00270666" w:rsidRDefault="000C0F6E" w:rsidP="002706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</w:t>
            </w:r>
            <w:r w:rsidRPr="002706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</w:t>
            </w:r>
          </w:p>
          <w:p w:rsidR="000C0F6E" w:rsidRPr="00270666" w:rsidRDefault="000C0F6E" w:rsidP="002706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Старотитаровского сельского поселения</w:t>
            </w:r>
          </w:p>
          <w:p w:rsidR="000C0F6E" w:rsidRPr="00226246" w:rsidRDefault="000C0F6E" w:rsidP="0027066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Темрюкского района</w:t>
            </w:r>
            <w:r w:rsidRPr="00270666">
              <w:rPr>
                <w:rFonts w:ascii="Times New Roman" w:hAnsi="Times New Roman"/>
                <w:b/>
                <w:bCs/>
                <w:sz w:val="28"/>
                <w:szCs w:val="28"/>
              </w:rPr>
              <w:t>»  на 2015 год.</w:t>
            </w:r>
          </w:p>
        </w:tc>
      </w:tr>
      <w:tr w:rsidR="000C0F6E" w:rsidTr="00456479">
        <w:trPr>
          <w:gridAfter w:val="1"/>
          <w:wAfter w:w="430" w:type="dxa"/>
        </w:trPr>
        <w:tc>
          <w:tcPr>
            <w:tcW w:w="1492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C0F6E" w:rsidRDefault="000C0F6E" w:rsidP="00CF476E">
            <w:pPr>
              <w:pStyle w:val="a3"/>
            </w:pPr>
          </w:p>
        </w:tc>
      </w:tr>
      <w:tr w:rsidR="000C0F6E" w:rsidTr="00456479">
        <w:trPr>
          <w:gridAfter w:val="1"/>
          <w:wAfter w:w="430" w:type="dxa"/>
          <w:trHeight w:val="19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3E661A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3E661A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6E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0C0F6E" w:rsidRPr="003E661A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3E661A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6E" w:rsidRPr="003E661A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0C0F6E" w:rsidRPr="003E661A" w:rsidRDefault="000C0F6E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3E661A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F6E" w:rsidRPr="003E661A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C0F6E" w:rsidTr="00456479">
        <w:trPr>
          <w:gridAfter w:val="1"/>
          <w:wAfter w:w="43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3E661A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3E661A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3E661A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3E661A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3E661A" w:rsidRDefault="000C0F6E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3E661A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F6E" w:rsidRPr="003E661A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C0F6E" w:rsidTr="00456479">
        <w:trPr>
          <w:gridAfter w:val="1"/>
          <w:wAfter w:w="43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3E661A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3E661A" w:rsidRDefault="000C0F6E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F6E" w:rsidRPr="00270666" w:rsidRDefault="000C0F6E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70666">
              <w:rPr>
                <w:rFonts w:ascii="Times New Roman" w:hAnsi="Times New Roman"/>
                <w:spacing w:val="1"/>
              </w:rPr>
              <w:t xml:space="preserve">Создание благоприятных условий для творческой </w:t>
            </w:r>
            <w:r w:rsidRPr="00270666">
              <w:rPr>
                <w:rFonts w:ascii="Times New Roman" w:hAnsi="Times New Roman"/>
                <w:spacing w:val="2"/>
              </w:rPr>
              <w:t>деятельности жителей станицы, организаций и учреждений.</w:t>
            </w:r>
          </w:p>
        </w:tc>
      </w:tr>
      <w:tr w:rsidR="000C0F6E" w:rsidTr="00456479">
        <w:trPr>
          <w:gridAfter w:val="1"/>
          <w:wAfter w:w="43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3E661A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Default="000C0F6E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0C0F6E" w:rsidRPr="002C7281" w:rsidRDefault="000C0F6E" w:rsidP="002C7281"/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F6E" w:rsidRPr="00270666" w:rsidRDefault="000C0F6E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1"/>
              </w:rPr>
              <w:t>обеспечение    государственных    гарантий    дальнейшего развития культуры в станице;</w:t>
            </w:r>
          </w:p>
          <w:p w:rsidR="000C0F6E" w:rsidRPr="00270666" w:rsidRDefault="000C0F6E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270666">
              <w:rPr>
                <w:rFonts w:ascii="Times New Roman" w:hAnsi="Times New Roman"/>
              </w:rPr>
              <w:t>искусства;</w:t>
            </w:r>
          </w:p>
          <w:p w:rsidR="000C0F6E" w:rsidRPr="00270666" w:rsidRDefault="000C0F6E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270666">
              <w:rPr>
                <w:rFonts w:ascii="Times New Roman" w:hAnsi="Times New Roman"/>
              </w:rPr>
              <w:t>молодых дарований;</w:t>
            </w:r>
          </w:p>
          <w:p w:rsidR="000C0F6E" w:rsidRPr="00270666" w:rsidRDefault="000C0F6E" w:rsidP="0027066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2"/>
              </w:rPr>
              <w:t>-обеспечение культурного обмена;</w:t>
            </w:r>
          </w:p>
          <w:p w:rsidR="000C0F6E" w:rsidRPr="00270666" w:rsidRDefault="000C0F6E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270666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0C0F6E" w:rsidRPr="00270666" w:rsidRDefault="000C0F6E" w:rsidP="00270666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270666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0C0F6E" w:rsidRPr="00270666" w:rsidRDefault="000C0F6E" w:rsidP="003C688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Tr="00456479">
        <w:trPr>
          <w:gridAfter w:val="1"/>
          <w:wAfter w:w="430" w:type="dxa"/>
          <w:trHeight w:val="46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b/>
              </w:rPr>
              <w:t>ВОЕННО – ПАТРИОТИЧЕСКОЕ  ВОСПИТАНИЕ</w:t>
            </w:r>
          </w:p>
        </w:tc>
      </w:tr>
      <w:tr w:rsidR="000C0F6E" w:rsidRPr="0071689D" w:rsidTr="004B7E51">
        <w:trPr>
          <w:gridAfter w:val="1"/>
          <w:wAfter w:w="430" w:type="dxa"/>
          <w:trHeight w:val="360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 xml:space="preserve">Отчизны славные сыны – вечер в клубе «Казачок»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4564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A83FE2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A83FE2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A83FE2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A83FE2">
            <w:pPr>
              <w:jc w:val="center"/>
              <w:rPr>
                <w:rFonts w:ascii="Times New Roman" w:hAnsi="Times New Roman"/>
              </w:rPr>
            </w:pPr>
          </w:p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0F6E" w:rsidRPr="00456479" w:rsidRDefault="000C0F6E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71689D" w:rsidTr="008509ED">
        <w:trPr>
          <w:gridAfter w:val="1"/>
          <w:wAfter w:w="43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«Нашего Отечества славные сыны» - тематический вечер, посвященный Дню защитника Отечества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4564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8509ED">
        <w:trPr>
          <w:gridAfter w:val="1"/>
          <w:wAfter w:w="430" w:type="dxa"/>
          <w:trHeight w:val="52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 xml:space="preserve">«Российская воинская доблесть на страницах книг» - конкурсная программа (сельская библиотека) 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4564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8509ED">
        <w:trPr>
          <w:gridAfter w:val="1"/>
          <w:wAfter w:w="430" w:type="dxa"/>
          <w:trHeight w:val="98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«Свидетели тех славных лет» - встреча с ветеранами ВОВ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4564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4B7E51">
        <w:trPr>
          <w:gridAfter w:val="1"/>
          <w:wAfter w:w="430" w:type="dxa"/>
          <w:trHeight w:val="2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«О чем молчат мемориалы»-вечер –встреча с ветеранами ВОВ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0F6E" w:rsidRPr="00456479" w:rsidRDefault="000C0F6E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71689D" w:rsidTr="006A6A74">
        <w:trPr>
          <w:gridAfter w:val="1"/>
          <w:wAfter w:w="430" w:type="dxa"/>
          <w:trHeight w:val="4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«Хрупкий мир для счастья сберегли»-патриотическая акция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6A6A74">
        <w:trPr>
          <w:gridAfter w:val="1"/>
          <w:wAfter w:w="430" w:type="dxa"/>
          <w:trHeight w:val="39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Поздравление  на дому участников военных действий в Чечне и Афганистане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4B7E51">
        <w:trPr>
          <w:gridAfter w:val="1"/>
          <w:wAfter w:w="43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«Знатоки российской военной истории» - викторина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6,3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270666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270666">
            <w:pPr>
              <w:jc w:val="center"/>
              <w:rPr>
                <w:rFonts w:ascii="Times New Roman" w:hAnsi="Times New Roman"/>
              </w:rPr>
            </w:pPr>
          </w:p>
          <w:p w:rsidR="000C0F6E" w:rsidRPr="00456479" w:rsidRDefault="000C0F6E" w:rsidP="0027066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0C0F6E" w:rsidRPr="00456479" w:rsidRDefault="000C0F6E" w:rsidP="0045647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0F6E" w:rsidRPr="00456479" w:rsidRDefault="000C0F6E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71689D" w:rsidTr="009A07D8">
        <w:trPr>
          <w:gridAfter w:val="1"/>
          <w:wAfter w:w="430" w:type="dxa"/>
          <w:trHeight w:val="3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«Священная война» - Театрализованный вечер посвященный 70 годовщине Великой Победы</w:t>
            </w:r>
            <w:r w:rsidRPr="0045647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9A07D8">
        <w:trPr>
          <w:gridAfter w:val="1"/>
          <w:wAfter w:w="430" w:type="dxa"/>
          <w:trHeight w:val="93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 xml:space="preserve">«С песней – к Победе» - Фестиваль патриотической и военной песни 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4B7E51">
        <w:trPr>
          <w:gridAfter w:val="1"/>
          <w:wAfter w:w="430" w:type="dxa"/>
          <w:trHeight w:val="30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 xml:space="preserve">«Песня – фронтовая подруга» - музыкально-литературный вечер (сельская библиотека)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0C7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0F6E" w:rsidRPr="00456479" w:rsidRDefault="000C0F6E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71689D" w:rsidTr="00472C33">
        <w:trPr>
          <w:gridAfter w:val="1"/>
          <w:wAfter w:w="430" w:type="dxa"/>
          <w:trHeight w:val="36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 xml:space="preserve">«22 июня ровно в 4-00 утра» - День памяти и скорби </w:t>
            </w:r>
          </w:p>
          <w:p w:rsidR="000C0F6E" w:rsidRPr="00456479" w:rsidRDefault="000C0F6E" w:rsidP="00CF45F3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472C33">
        <w:trPr>
          <w:gridAfter w:val="1"/>
          <w:wAfter w:w="430" w:type="dxa"/>
          <w:trHeight w:val="45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13.</w:t>
            </w:r>
          </w:p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«Их память навес золота»-встреча с ветеранами ВОВ в клубе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5A2ECD">
        <w:trPr>
          <w:gridAfter w:val="1"/>
          <w:wAfter w:w="43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«Миротворец»-трудная судьба»-встреча с воинами-интернационалистами (сельская библиотека)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5A2ECD">
        <w:trPr>
          <w:gridAfter w:val="1"/>
          <w:wAfter w:w="430" w:type="dxa"/>
          <w:trHeight w:val="40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«Родина их не забудет»-тематический вечер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4B7E51">
        <w:trPr>
          <w:gridAfter w:val="1"/>
          <w:wAfter w:w="430" w:type="dxa"/>
          <w:trHeight w:val="39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 xml:space="preserve">«Ветераны – наша гордость и боль» - вечер посвященный ветеранам (сельская библиотека) 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3,0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A83FE2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A83FE2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A83FE2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A83FE2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A83FE2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A83FE2">
            <w:pPr>
              <w:jc w:val="center"/>
              <w:rPr>
                <w:rFonts w:ascii="Times New Roman" w:hAnsi="Times New Roman"/>
              </w:rPr>
            </w:pPr>
          </w:p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456479">
            <w:pPr>
              <w:jc w:val="center"/>
              <w:rPr>
                <w:rFonts w:ascii="Times New Roman" w:hAnsi="Times New Roman"/>
              </w:rPr>
            </w:pPr>
          </w:p>
          <w:p w:rsidR="000C0F6E" w:rsidRPr="00456479" w:rsidRDefault="000C0F6E" w:rsidP="00456479">
            <w:pPr>
              <w:jc w:val="center"/>
              <w:rPr>
                <w:rFonts w:ascii="Times New Roman" w:hAnsi="Times New Roman"/>
              </w:rPr>
            </w:pPr>
          </w:p>
          <w:p w:rsidR="000C0F6E" w:rsidRPr="00456479" w:rsidRDefault="000C0F6E" w:rsidP="0045647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0F6E" w:rsidRPr="00456479" w:rsidRDefault="000C0F6E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71689D" w:rsidTr="009E5C7E">
        <w:trPr>
          <w:gridAfter w:val="1"/>
          <w:wAfter w:w="43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«Все ужасы войны» -  урок мужества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9E5C7E">
        <w:trPr>
          <w:gridAfter w:val="1"/>
          <w:wAfter w:w="430" w:type="dxa"/>
          <w:trHeight w:val="19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 xml:space="preserve">«Дети рисуют войну» - конкурс рисунков в клубе «Казачок» 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9E5C7E">
        <w:trPr>
          <w:gridAfter w:val="1"/>
          <w:wAfter w:w="43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19.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«Свободная и мирная станица» - митинг посвященный 72 годовщине освобождения станицы Старотитаровской от немецко- фашистских  захватчиков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4B7E51">
        <w:trPr>
          <w:gridAfter w:val="1"/>
          <w:wAfter w:w="43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20.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«Их именами названы улицы станицы»-вечер в клубе «Казачок»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C0F6E" w:rsidRPr="00456479" w:rsidRDefault="000C0F6E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71689D" w:rsidTr="00BA1346">
        <w:trPr>
          <w:gridAfter w:val="1"/>
          <w:wAfter w:w="430" w:type="dxa"/>
          <w:trHeight w:val="19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«Герои страны-герои Кубани»-час мужества (сельская библиотека)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BA1346">
        <w:trPr>
          <w:gridAfter w:val="1"/>
          <w:wAfter w:w="430" w:type="dxa"/>
          <w:trHeight w:val="42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«Обелиски памяти» возложение цветов к памятникам станицы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4B7E51">
        <w:trPr>
          <w:gridAfter w:val="1"/>
          <w:wAfter w:w="430" w:type="dxa"/>
          <w:trHeight w:val="30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«Война глазами свидетелей» - встреча с ветеранами ВОВ</w:t>
            </w:r>
          </w:p>
          <w:p w:rsidR="000C0F6E" w:rsidRPr="00456479" w:rsidRDefault="000C0F6E" w:rsidP="00CF45F3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1,9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IV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71689D">
            <w:pPr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0F6E" w:rsidRPr="00456479" w:rsidRDefault="000C0F6E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71689D" w:rsidTr="00371025">
        <w:trPr>
          <w:gridAfter w:val="1"/>
          <w:wAfter w:w="430" w:type="dxa"/>
          <w:trHeight w:val="2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24.</w:t>
            </w:r>
          </w:p>
          <w:p w:rsidR="000C0F6E" w:rsidRPr="00456479" w:rsidRDefault="000C0F6E" w:rsidP="00CF45F3">
            <w:pPr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 xml:space="preserve">«Афганские истории в лицах» - встреча с воинами-интернационалистами 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71689D" w:rsidTr="00371025">
        <w:trPr>
          <w:gridAfter w:val="1"/>
          <w:wAfter w:w="43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«Согреем сердца ветеранам»-патриотическая акция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C3522A" w:rsidTr="006F4919">
        <w:trPr>
          <w:gridAfter w:val="1"/>
          <w:wAfter w:w="430" w:type="dxa"/>
          <w:trHeight w:val="73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«За мирное время спасибо»-поздравление ветеранов ВОВ с Новым годом.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C3522A" w:rsidTr="006F4919">
        <w:trPr>
          <w:gridAfter w:val="1"/>
          <w:wAfter w:w="430" w:type="dxa"/>
          <w:trHeight w:val="2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Default="000C0F6E" w:rsidP="00CF45F3">
            <w:pPr>
              <w:rPr>
                <w:rFonts w:ascii="Times New Roman" w:hAnsi="Times New Roman"/>
                <w:b/>
              </w:rPr>
            </w:pPr>
            <w:r w:rsidRPr="006F4919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  <w:p w:rsidR="000C0F6E" w:rsidRPr="006F4919" w:rsidRDefault="000C0F6E" w:rsidP="00CF45F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37,7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A23C33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0C0F6E" w:rsidRDefault="000C0F6E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C0F6E" w:rsidRDefault="000C0F6E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9"/>
        <w:gridCol w:w="3781"/>
        <w:gridCol w:w="124"/>
        <w:gridCol w:w="1854"/>
        <w:gridCol w:w="1442"/>
        <w:gridCol w:w="39"/>
        <w:gridCol w:w="1581"/>
        <w:gridCol w:w="143"/>
        <w:gridCol w:w="2905"/>
        <w:gridCol w:w="12"/>
        <w:gridCol w:w="2880"/>
        <w:gridCol w:w="52"/>
      </w:tblGrid>
      <w:tr w:rsidR="000C0F6E" w:rsidRPr="00456479" w:rsidTr="00822C22">
        <w:trPr>
          <w:gridAfter w:val="1"/>
          <w:wAfter w:w="52" w:type="dxa"/>
          <w:trHeight w:val="24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F6E" w:rsidRPr="00037020" w:rsidRDefault="000C0F6E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037020">
              <w:rPr>
                <w:rFonts w:ascii="Times New Roman" w:hAnsi="Times New Roman"/>
                <w:b/>
              </w:rPr>
              <w:t>НАРОДНОЕ  ТВОРЧЕСТВО</w:t>
            </w:r>
          </w:p>
        </w:tc>
      </w:tr>
      <w:tr w:rsidR="000C0F6E" w:rsidRPr="00456479" w:rsidTr="00822C22">
        <w:trPr>
          <w:gridAfter w:val="1"/>
          <w:wAfter w:w="52" w:type="dxa"/>
          <w:trHeight w:val="2380"/>
        </w:trPr>
        <w:tc>
          <w:tcPr>
            <w:tcW w:w="7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03702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Районный фестиваль   народного творчества  «Таманская  музыкальная весна</w:t>
            </w:r>
            <w:r w:rsidRPr="00D52446">
              <w:t>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Default="000C0F6E" w:rsidP="00037020">
            <w:pPr>
              <w:jc w:val="center"/>
              <w:rPr>
                <w:rFonts w:ascii="Times New Roman" w:hAnsi="Times New Roman"/>
              </w:rPr>
            </w:pPr>
          </w:p>
          <w:p w:rsidR="000C0F6E" w:rsidRPr="00770C4A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0C0F6E" w:rsidRPr="00456479" w:rsidRDefault="000C0F6E" w:rsidP="000370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Увеличение числа участников художественной самодеятельности, активизация и увеличение числа кружков и клубов по интересам.</w:t>
            </w:r>
          </w:p>
          <w:p w:rsidR="000C0F6E" w:rsidRPr="00037020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03702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456479" w:rsidTr="00822C22">
        <w:trPr>
          <w:gridAfter w:val="1"/>
          <w:wAfter w:w="52" w:type="dxa"/>
          <w:trHeight w:val="170"/>
        </w:trPr>
        <w:tc>
          <w:tcPr>
            <w:tcW w:w="7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1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  <w:b/>
              </w:rPr>
              <w:t>ДЕТИ  И КУЛЬТУРА</w:t>
            </w:r>
          </w:p>
          <w:p w:rsidR="000C0F6E" w:rsidRPr="00456479" w:rsidRDefault="000C0F6E" w:rsidP="00037020">
            <w:pPr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85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rPr>
                <w:rFonts w:ascii="Times New Roman" w:hAnsi="Times New Roman"/>
                <w:b/>
              </w:rPr>
            </w:pPr>
            <w:r w:rsidRPr="00037020">
              <w:rPr>
                <w:rFonts w:ascii="Times New Roman" w:hAnsi="Times New Roman"/>
                <w:b/>
              </w:rPr>
              <w:t xml:space="preserve"> «</w:t>
            </w:r>
            <w:r w:rsidRPr="00037020">
              <w:rPr>
                <w:rFonts w:ascii="Times New Roman" w:hAnsi="Times New Roman"/>
              </w:rPr>
              <w:t>Сказки под Рождество» - рождественские посиделки в клубе «Казачок»</w:t>
            </w:r>
            <w:r w:rsidRPr="00037020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4A0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Pr="00456479" w:rsidRDefault="000C0F6E" w:rsidP="004A0E4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>,0</w:t>
            </w: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Pr="00456479" w:rsidRDefault="000C0F6E" w:rsidP="004A0E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Pr="00770C4A" w:rsidRDefault="000C0F6E" w:rsidP="004A0E44">
            <w:pPr>
              <w:jc w:val="center"/>
              <w:rPr>
                <w:rFonts w:ascii="Times New Roman" w:hAnsi="Times New Roman"/>
                <w:b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0C0F6E" w:rsidRDefault="000C0F6E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Pr="00456479" w:rsidRDefault="000C0F6E" w:rsidP="004A0E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Pr="00770C4A" w:rsidRDefault="000C0F6E" w:rsidP="004A0E44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</w:rPr>
              <w:t>Увеличение занятости детей по духовному досугу в летний период и период каникул.</w:t>
            </w:r>
          </w:p>
          <w:p w:rsidR="000C0F6E" w:rsidRPr="00770C4A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Pr="00770C4A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jc w:val="center"/>
              <w:rPr>
                <w:rFonts w:ascii="Times New Roman" w:hAnsi="Times New Roman"/>
              </w:rPr>
            </w:pPr>
          </w:p>
          <w:p w:rsidR="000C0F6E" w:rsidRPr="00456479" w:rsidRDefault="000C0F6E" w:rsidP="004A0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0F6E" w:rsidRDefault="000C0F6E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Pr="00456479" w:rsidRDefault="000C0F6E" w:rsidP="004A0E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0C0F6E" w:rsidRDefault="000C0F6E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Pr="00456479" w:rsidRDefault="000C0F6E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98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2.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«А ну-ка, парни!» - конкурс среди учащихся  школ, посвященный празднику 23 Февраля.</w:t>
            </w:r>
          </w:p>
          <w:p w:rsidR="000C0F6E" w:rsidRPr="00037020" w:rsidRDefault="000C0F6E" w:rsidP="00DA1BED">
            <w:pPr>
              <w:rPr>
                <w:rFonts w:ascii="Times New Roman" w:hAnsi="Times New Roman"/>
                <w:b/>
              </w:rPr>
            </w:pPr>
            <w:r w:rsidRPr="0003702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106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3.</w:t>
            </w:r>
          </w:p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</w:p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</w:p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  <w:b/>
              </w:rPr>
              <w:t>«</w:t>
            </w:r>
            <w:r w:rsidRPr="00037020">
              <w:rPr>
                <w:rFonts w:ascii="Times New Roman" w:hAnsi="Times New Roman"/>
              </w:rPr>
              <w:t>Лица и лики войны» - встреча с ветеранами ВОВ (детская библиотека)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0C0F6E" w:rsidRPr="00456479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1966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770C4A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4.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Default="000C0F6E" w:rsidP="00770C4A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Pr="00037020" w:rsidRDefault="000C0F6E" w:rsidP="0026597B">
            <w:pPr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«А ну-ка, девочки» - конкурс  среди уч-ся школ, посвященный празднику 8 Марта</w:t>
            </w:r>
          </w:p>
          <w:p w:rsidR="000C0F6E" w:rsidRPr="00037020" w:rsidRDefault="000C0F6E" w:rsidP="00770C4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Default="000C0F6E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0F6E" w:rsidRDefault="000C0F6E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147227">
        <w:trPr>
          <w:gridAfter w:val="1"/>
          <w:wAfter w:w="52" w:type="dxa"/>
          <w:trHeight w:val="708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5.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«Книга – друг твой неразлучный» - неделя детской книги 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26597B">
            <w:pPr>
              <w:rPr>
                <w:rFonts w:ascii="Times New Roman" w:hAnsi="Times New Roman"/>
              </w:rPr>
            </w:pPr>
          </w:p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2659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26597B" w:rsidRDefault="000C0F6E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2659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0C0F6E" w:rsidRPr="00456479" w:rsidRDefault="000C0F6E" w:rsidP="0026597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0F6E" w:rsidRPr="00822C22" w:rsidRDefault="000C0F6E" w:rsidP="00822C22">
            <w:pPr>
              <w:pStyle w:val="a3"/>
              <w:jc w:val="center"/>
              <w:rPr>
                <w:rFonts w:ascii="Times New Roman" w:hAnsi="Times New Roman"/>
              </w:rPr>
            </w:pPr>
            <w:r w:rsidRPr="00822C22">
              <w:rPr>
                <w:rFonts w:ascii="Times New Roman" w:hAnsi="Times New Roman"/>
              </w:rPr>
              <w:t>Увеличение занятости детей по духовному досугу в летний период и период каникул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Pr="00456479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0C0F6E" w:rsidRPr="00456479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39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6.</w:t>
            </w:r>
          </w:p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 «Праздник эрудитов» - конкурс между школами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55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7.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«Герои тех военных лет» - встреча с ветеранами ВОВ клубе «Казачок»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0C0F6E" w:rsidRPr="00456479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33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8.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«Земли кубанской богатыри» - встреча с ветеранами ВОВ (детская библиотека)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932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9.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 «Лето – это маленькая жизнь» - праздник, посвященный Дню защиты детей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30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10.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«Наши сказочные друзья» - викторина (детская библиотека)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0C0F6E" w:rsidRPr="00456479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36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11.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«Я рисую на асфальте» - конкурс рисунков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45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12.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«Фестиваль приключений» - развлекательно- игровое мероприятие</w:t>
            </w:r>
          </w:p>
          <w:p w:rsidR="000C0F6E" w:rsidRPr="00037020" w:rsidRDefault="000C0F6E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169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13.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«Путешествие по сказкам» - викторина 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Pr="00456479" w:rsidRDefault="000C0F6E" w:rsidP="0026597B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2659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Default="000C0F6E" w:rsidP="0026597B">
            <w:pPr>
              <w:rPr>
                <w:rFonts w:ascii="Times New Roman" w:hAnsi="Times New Roman"/>
                <w:b/>
              </w:rPr>
            </w:pPr>
          </w:p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26597B">
            <w:pPr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26597B">
            <w:pPr>
              <w:rPr>
                <w:rFonts w:ascii="Times New Roman" w:hAnsi="Times New Roman"/>
              </w:rPr>
            </w:pPr>
          </w:p>
          <w:p w:rsidR="000C0F6E" w:rsidRPr="00456479" w:rsidRDefault="000C0F6E" w:rsidP="0026597B">
            <w:pPr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Pr="00822C22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822C22">
              <w:rPr>
                <w:rFonts w:ascii="Times New Roman" w:hAnsi="Times New Roman"/>
              </w:rPr>
              <w:t>Увеличение занятости детей по духовному досугу в летний период и период каникул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C0F6E" w:rsidRPr="00456479" w:rsidRDefault="000C0F6E" w:rsidP="0026597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0C0F6E" w:rsidRDefault="000C0F6E" w:rsidP="0026597B">
            <w:pPr>
              <w:pStyle w:val="a3"/>
              <w:rPr>
                <w:rFonts w:ascii="Times New Roman" w:hAnsi="Times New Roman"/>
              </w:rPr>
            </w:pPr>
          </w:p>
          <w:p w:rsidR="000C0F6E" w:rsidRDefault="000C0F6E" w:rsidP="0026597B"/>
          <w:p w:rsidR="000C0F6E" w:rsidRPr="0026597B" w:rsidRDefault="000C0F6E" w:rsidP="0026597B"/>
        </w:tc>
      </w:tr>
      <w:tr w:rsidR="000C0F6E" w:rsidRPr="00456479" w:rsidTr="00822C22">
        <w:trPr>
          <w:gridAfter w:val="1"/>
          <w:wAfter w:w="52" w:type="dxa"/>
          <w:trHeight w:val="406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14.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«Ход конем» - шахматный турнир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39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15.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«Весело играем» - спортивные соревнования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0C0F6E" w:rsidRPr="00456479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34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037020" w:rsidRDefault="000C0F6E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16.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«Светофор-волшебник» - конкурсная программа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19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  <w:p w:rsidR="000C0F6E" w:rsidRPr="00037020" w:rsidRDefault="000C0F6E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17.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tabs>
                <w:tab w:val="left" w:pos="5850"/>
              </w:tabs>
              <w:ind w:left="4860"/>
              <w:rPr>
                <w:rFonts w:ascii="Times New Roman" w:hAnsi="Times New Roman"/>
              </w:rPr>
            </w:pPr>
          </w:p>
          <w:p w:rsidR="000C0F6E" w:rsidRPr="00037020" w:rsidRDefault="000C0F6E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«Волшебная ракета» - соревнование по теннису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34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</w:p>
          <w:p w:rsidR="000C0F6E" w:rsidRPr="00037020" w:rsidRDefault="000C0F6E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       18.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0C0F6E" w:rsidRPr="00037020" w:rsidRDefault="000C0F6E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«Приключения веселых волшебников» - конкурсно – игровая программа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34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19.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«Быстрые, смелые, ловкие» - спортивные мероприятия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19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20.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«День первоклассника» - праздник для первоклассника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429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21.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«Певцы земли Таманской» - встреча с поэтами Кубани в клубе «Казачок»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30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22.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«Вопросы от сказочных героев» - викторина для первоклассников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822C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0C0F6E" w:rsidRPr="00456479" w:rsidRDefault="000C0F6E" w:rsidP="00822C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  <w:p w:rsidR="000C0F6E" w:rsidRDefault="000C0F6E" w:rsidP="00037020">
            <w:pPr>
              <w:rPr>
                <w:rFonts w:ascii="Times New Roman" w:hAnsi="Times New Roman"/>
                <w:b/>
              </w:rPr>
            </w:pPr>
          </w:p>
          <w:p w:rsidR="000C0F6E" w:rsidRPr="00456479" w:rsidRDefault="000C0F6E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822C2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IV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F6E" w:rsidRDefault="000C0F6E" w:rsidP="00822C22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822C22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822C22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822C22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822C22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822C22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822C22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822C22">
            <w:pPr>
              <w:jc w:val="center"/>
              <w:rPr>
                <w:rFonts w:ascii="Times New Roman" w:hAnsi="Times New Roman"/>
              </w:rPr>
            </w:pPr>
          </w:p>
          <w:p w:rsidR="000C0F6E" w:rsidRDefault="000C0F6E" w:rsidP="00822C22">
            <w:pPr>
              <w:jc w:val="center"/>
              <w:rPr>
                <w:rFonts w:ascii="Times New Roman" w:hAnsi="Times New Roman"/>
              </w:rPr>
            </w:pPr>
          </w:p>
          <w:p w:rsidR="000C0F6E" w:rsidRPr="00822C22" w:rsidRDefault="000C0F6E" w:rsidP="00822C22">
            <w:pPr>
              <w:jc w:val="center"/>
              <w:rPr>
                <w:rFonts w:ascii="Times New Roman" w:hAnsi="Times New Roman"/>
              </w:rPr>
            </w:pPr>
            <w:r w:rsidRPr="00822C22">
              <w:rPr>
                <w:rFonts w:ascii="Times New Roman" w:hAnsi="Times New Roman"/>
              </w:rPr>
              <w:t>Увеличение занятости детей по духовному досугу в летний период и период каникул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0F6E" w:rsidRPr="00456479" w:rsidRDefault="000C0F6E" w:rsidP="00CF45F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456479" w:rsidTr="00822C22">
        <w:trPr>
          <w:gridAfter w:val="1"/>
          <w:wAfter w:w="52" w:type="dxa"/>
          <w:trHeight w:val="25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23.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«Умелые ручки» - выставка детского творчества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24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24.</w:t>
            </w:r>
          </w:p>
          <w:p w:rsidR="000C0F6E" w:rsidRPr="00037020" w:rsidRDefault="000C0F6E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«Стихи о военной Кубани» - конкурс стихов (детская библиотека)</w:t>
            </w:r>
          </w:p>
          <w:p w:rsidR="000C0F6E" w:rsidRPr="00037020" w:rsidRDefault="000C0F6E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456479" w:rsidTr="000B7C2A">
        <w:trPr>
          <w:gridAfter w:val="1"/>
          <w:wAfter w:w="52" w:type="dxa"/>
          <w:trHeight w:val="73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25.</w:t>
            </w:r>
          </w:p>
          <w:p w:rsidR="000C0F6E" w:rsidRPr="00037020" w:rsidRDefault="000C0F6E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«Военные страницы» - встреча с ветераном – освободителем в клубе «Казачок»</w:t>
            </w:r>
          </w:p>
          <w:p w:rsidR="000C0F6E" w:rsidRPr="00037020" w:rsidRDefault="000C0F6E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456479" w:rsidTr="000B7C2A">
        <w:trPr>
          <w:gridAfter w:val="1"/>
          <w:wAfter w:w="52" w:type="dxa"/>
          <w:trHeight w:val="49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037020">
            <w:pPr>
              <w:tabs>
                <w:tab w:val="left" w:pos="5850"/>
              </w:tabs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037020">
              <w:rPr>
                <w:rFonts w:ascii="Times New Roman" w:hAnsi="Times New Roman"/>
              </w:rPr>
              <w:t>6.</w:t>
            </w:r>
          </w:p>
          <w:p w:rsidR="000C0F6E" w:rsidRPr="00037020" w:rsidRDefault="000C0F6E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«Учительница первая моя» - встреча с учителями - ветеранами</w:t>
            </w:r>
          </w:p>
          <w:p w:rsidR="000C0F6E" w:rsidRPr="00037020" w:rsidRDefault="000C0F6E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456479" w:rsidTr="000B7C2A">
        <w:trPr>
          <w:gridAfter w:val="1"/>
          <w:wAfter w:w="52" w:type="dxa"/>
          <w:trHeight w:val="49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       27.</w:t>
            </w:r>
          </w:p>
          <w:p w:rsidR="000C0F6E" w:rsidRPr="00037020" w:rsidRDefault="000C0F6E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«Мать – казачка, мой тебе поклон» - конкурс творческих работ</w:t>
            </w:r>
          </w:p>
          <w:p w:rsidR="000C0F6E" w:rsidRPr="00037020" w:rsidRDefault="000C0F6E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456479" w:rsidTr="000B7C2A">
        <w:trPr>
          <w:gridAfter w:val="1"/>
          <w:wAfter w:w="52" w:type="dxa"/>
          <w:trHeight w:val="7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       28.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037020" w:rsidRDefault="000C0F6E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«Новый год стучится в дом» - утренник (детская библиотека)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456479" w:rsidTr="00822C22">
        <w:trPr>
          <w:gridAfter w:val="1"/>
          <w:wAfter w:w="52" w:type="dxa"/>
          <w:trHeight w:val="308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F6E" w:rsidRPr="00822C22" w:rsidRDefault="000C0F6E" w:rsidP="00CF45F3">
            <w:pPr>
              <w:rPr>
                <w:rFonts w:ascii="Times New Roman" w:hAnsi="Times New Roman"/>
                <w:b/>
              </w:rPr>
            </w:pPr>
          </w:p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  <w:r w:rsidRPr="00822C22">
              <w:rPr>
                <w:rFonts w:ascii="Times New Roman" w:hAnsi="Times New Roman"/>
                <w:b/>
              </w:rPr>
              <w:t>Итого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14,5</w:t>
            </w:r>
          </w:p>
        </w:tc>
      </w:tr>
      <w:tr w:rsidR="000C0F6E" w:rsidRPr="00456479" w:rsidTr="00741071">
        <w:trPr>
          <w:trHeight w:val="529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F6E" w:rsidRPr="00926A44" w:rsidRDefault="000C0F6E" w:rsidP="00CF45F3">
            <w:pPr>
              <w:rPr>
                <w:rFonts w:ascii="Times New Roman" w:hAnsi="Times New Roman"/>
                <w:b/>
              </w:rPr>
            </w:pPr>
          </w:p>
          <w:p w:rsidR="000C0F6E" w:rsidRPr="00926A44" w:rsidRDefault="000C0F6E" w:rsidP="00926A44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b/>
              </w:rPr>
              <w:t>ОБЩЕСТВЕННЫЕ  МЕРОПРИЯТИЯ</w:t>
            </w:r>
          </w:p>
        </w:tc>
      </w:tr>
      <w:tr w:rsidR="000C0F6E" w:rsidRPr="00456479" w:rsidTr="00926A44">
        <w:trPr>
          <w:trHeight w:val="58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«Женщина – начало всех начал» - праздник посвященный Международному женскому Дню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926A44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Повышение уровня подготовки концертных программ самодеятельными коллективами отдельными исполнителями,</w:t>
            </w:r>
          </w:p>
          <w:p w:rsidR="000C0F6E" w:rsidRPr="00456479" w:rsidRDefault="000C0F6E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сохранение и увеличение числа клубных формирований. Воспитание гражданской позиции сельского поселения, патриотическое и духовно-нравственное воспитание жителей станицы.</w:t>
            </w: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0F6E" w:rsidRPr="00456479" w:rsidRDefault="000C0F6E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456479" w:rsidTr="00340E68">
        <w:trPr>
          <w:trHeight w:val="54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2.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«Носите женщин на руках» -  огонек для женщин </w:t>
            </w:r>
          </w:p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 (Сельская библиотека) 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0F6E" w:rsidRPr="00456479" w:rsidRDefault="000C0F6E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340E68">
        <w:trPr>
          <w:trHeight w:val="51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3.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«Выпуск-2015» - праздничный вечер для выпускников школ, посвященный окончанию учебного года. 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1472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0F6E" w:rsidRPr="00456479" w:rsidRDefault="000C0F6E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456479" w:rsidTr="00340E68">
        <w:trPr>
          <w:trHeight w:val="67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4.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«О любви» - тематический вечер ко Дню семьи (сельская библиотека)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0F6E" w:rsidRPr="00456479" w:rsidRDefault="000C0F6E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340E68">
        <w:trPr>
          <w:trHeight w:val="55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5.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«Семья – это главное в жизни» чествование семей на дому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60,7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III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0F6E" w:rsidRPr="00456479" w:rsidRDefault="000C0F6E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456479" w:rsidTr="00340E68">
        <w:trPr>
          <w:trHeight w:val="51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6.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«С праздником, любимая станица!» - праздник посвященный Дню станицы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0F6E" w:rsidRPr="00456479" w:rsidRDefault="000C0F6E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0852BC">
        <w:trPr>
          <w:trHeight w:val="93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          7.</w:t>
            </w:r>
          </w:p>
          <w:p w:rsidR="000C0F6E" w:rsidRPr="00926A44" w:rsidRDefault="000C0F6E" w:rsidP="00DA1BED">
            <w:pPr>
              <w:rPr>
                <w:rFonts w:ascii="Times New Roman" w:hAnsi="Times New Roman"/>
              </w:rPr>
            </w:pPr>
          </w:p>
          <w:p w:rsidR="000C0F6E" w:rsidRPr="00926A44" w:rsidRDefault="000C0F6E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«Материнское сердце» - праздник посвященный Дню матер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00"/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IV</w:t>
            </w:r>
            <w:r w:rsidRPr="00926A44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0F6E" w:rsidRPr="00456479" w:rsidRDefault="000C0F6E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456479" w:rsidTr="000852BC">
        <w:trPr>
          <w:trHeight w:val="205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</w:p>
          <w:p w:rsidR="000C0F6E" w:rsidRPr="00926A44" w:rsidRDefault="000C0F6E" w:rsidP="00DA1BED">
            <w:pPr>
              <w:rPr>
                <w:rFonts w:ascii="Times New Roman" w:hAnsi="Times New Roman"/>
              </w:rPr>
            </w:pPr>
          </w:p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          8.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 Новогодние праздники: </w:t>
            </w:r>
          </w:p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   1.«Новогодняя елка для детей станицы»</w:t>
            </w:r>
          </w:p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  2.  Новогодние  поздравления  коллективов    предприятий станицы</w:t>
            </w:r>
          </w:p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  3. Новогодний  бал  </w:t>
            </w:r>
          </w:p>
          <w:p w:rsidR="000C0F6E" w:rsidRPr="00926A44" w:rsidRDefault="000C0F6E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00"/>
            <w:vAlign w:val="center"/>
          </w:tcPr>
          <w:p w:rsidR="000C0F6E" w:rsidRDefault="000C0F6E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456479" w:rsidTr="007D4C06">
        <w:trPr>
          <w:trHeight w:val="30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Default="000C0F6E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131,4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C0F6E" w:rsidRPr="00456479" w:rsidTr="00D83EE2">
        <w:trPr>
          <w:trHeight w:val="58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F6E" w:rsidRPr="00926A44" w:rsidRDefault="000C0F6E" w:rsidP="00926A44">
            <w:pPr>
              <w:jc w:val="center"/>
              <w:rPr>
                <w:rFonts w:ascii="Times New Roman" w:hAnsi="Times New Roman"/>
                <w:b/>
              </w:rPr>
            </w:pPr>
          </w:p>
          <w:p w:rsidR="000C0F6E" w:rsidRPr="00926A44" w:rsidRDefault="000C0F6E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  <w:b/>
              </w:rPr>
              <w:t>ПРОПАГАНДА ЗДОРОВОГО ОБРАЗА ЖИЗНИ</w:t>
            </w:r>
          </w:p>
        </w:tc>
      </w:tr>
      <w:tr w:rsidR="000C0F6E" w:rsidRPr="00456479" w:rsidTr="007D4C06">
        <w:trPr>
          <w:trHeight w:val="34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«Поколение </w:t>
            </w:r>
            <w:r w:rsidRPr="00926A44">
              <w:rPr>
                <w:rFonts w:ascii="Times New Roman" w:hAnsi="Times New Roman"/>
                <w:lang w:val="en-US"/>
              </w:rPr>
              <w:t>NEXT</w:t>
            </w:r>
            <w:r w:rsidRPr="00926A44">
              <w:rPr>
                <w:rFonts w:ascii="Times New Roman" w:hAnsi="Times New Roman"/>
              </w:rPr>
              <w:t xml:space="preserve">» -  игра  -соревнование 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</w:t>
            </w:r>
            <w:r w:rsidRPr="007D4C06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7D4C06">
            <w:pPr>
              <w:pStyle w:val="a3"/>
              <w:jc w:val="center"/>
              <w:rPr>
                <w:rFonts w:ascii="Times New Roman" w:hAnsi="Times New Roman"/>
              </w:rPr>
            </w:pPr>
            <w:r w:rsidRPr="007D4C06">
              <w:rPr>
                <w:rFonts w:ascii="Times New Roman" w:hAnsi="Times New Roman"/>
                <w:bCs/>
              </w:rPr>
              <w:t>Привлечение  молодежи к здоровому образу жизни. Популяризация  активных форм досуга</w:t>
            </w: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456479" w:rsidTr="007E71B6">
        <w:trPr>
          <w:trHeight w:val="46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2.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«Мы против!» -  конкурс антинаркотических плакатов  между учащимися школ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456479" w:rsidTr="007E71B6">
        <w:trPr>
          <w:trHeight w:val="40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3.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 «Мир глазами молодых»   -молодежная акция 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456479" w:rsidTr="00B65F81">
        <w:trPr>
          <w:trHeight w:val="40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4.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 «Молодость без наркотиков» - тематический вечер к Всемирному Дню здоровья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  <w:p w:rsidR="000C0F6E" w:rsidRPr="007D4C06" w:rsidRDefault="000C0F6E" w:rsidP="00DA1BED">
            <w:pPr>
              <w:jc w:val="center"/>
              <w:rPr>
                <w:rFonts w:ascii="Times New Roman" w:hAnsi="Times New Roman"/>
              </w:rPr>
            </w:pPr>
          </w:p>
          <w:p w:rsidR="000C0F6E" w:rsidRPr="007D4C06" w:rsidRDefault="000C0F6E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II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456479" w:rsidTr="00B65F81">
        <w:trPr>
          <w:trHeight w:val="67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5.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«Наркомания – это беда» - викторина (сельская библиотека)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456479" w:rsidTr="00B65F81">
        <w:trPr>
          <w:trHeight w:val="67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</w:p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6.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«Нам с наркотиками не по пути» - театрализованное представление, посвященное  Международному Дню борьбы с наркоманией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456479" w:rsidTr="00F82152">
        <w:trPr>
          <w:trHeight w:val="67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7.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 «Красивое и здоровое будущее Росии»  - акция антинаркотической  направленности 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III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456479" w:rsidTr="00F82152">
        <w:trPr>
          <w:trHeight w:val="675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8.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«Мир без наркотиков» -   (детская библиотека) 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C0F6E" w:rsidRPr="00456479" w:rsidTr="007D4C06">
        <w:trPr>
          <w:trHeight w:val="105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9.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926A44" w:rsidRDefault="000C0F6E" w:rsidP="00DA1BED">
            <w:pPr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  «Мы поступаем правильно» - тематический вечер 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456479" w:rsidRDefault="000C0F6E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0C0F6E" w:rsidRPr="00456479" w:rsidRDefault="000C0F6E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  <w:r w:rsidRPr="007D4C0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IV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F6E" w:rsidRPr="007D4C06" w:rsidRDefault="000C0F6E" w:rsidP="00CF45F3">
            <w:pPr>
              <w:pStyle w:val="a3"/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0C0F6E" w:rsidRPr="00456479" w:rsidTr="000E6AFF">
        <w:trPr>
          <w:trHeight w:val="315"/>
        </w:trPr>
        <w:tc>
          <w:tcPr>
            <w:tcW w:w="71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7D4C06" w:rsidRDefault="000C0F6E" w:rsidP="00DA1BED">
            <w:pPr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DA1BED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b/>
              </w:rPr>
              <w:t>3,5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CF45F3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7D4C0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F6E" w:rsidRDefault="000C0F6E" w:rsidP="007D4C06">
            <w:pPr>
              <w:rPr>
                <w:rFonts w:ascii="Times New Roman" w:hAnsi="Times New Roman"/>
              </w:rPr>
            </w:pPr>
          </w:p>
        </w:tc>
      </w:tr>
      <w:tr w:rsidR="000C0F6E" w:rsidRPr="00456479" w:rsidTr="000E6AFF">
        <w:trPr>
          <w:trHeight w:val="225"/>
        </w:trPr>
        <w:tc>
          <w:tcPr>
            <w:tcW w:w="71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926A44" w:rsidRDefault="000C0F6E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7D4C06" w:rsidRDefault="000C0F6E" w:rsidP="00DA1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195,1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F6E" w:rsidRPr="007D4C06" w:rsidRDefault="000C0F6E" w:rsidP="00CF45F3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6E" w:rsidRPr="00456479" w:rsidRDefault="000C0F6E" w:rsidP="007D4C0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F6E" w:rsidRDefault="000C0F6E" w:rsidP="007D4C06">
            <w:pPr>
              <w:rPr>
                <w:rFonts w:ascii="Times New Roman" w:hAnsi="Times New Roman"/>
              </w:rPr>
            </w:pPr>
          </w:p>
        </w:tc>
      </w:tr>
    </w:tbl>
    <w:p w:rsidR="000C0F6E" w:rsidRDefault="000C0F6E" w:rsidP="008A7A3B">
      <w:pPr>
        <w:rPr>
          <w:rFonts w:ascii="Times New Roman" w:hAnsi="Times New Roman"/>
          <w:sz w:val="28"/>
          <w:szCs w:val="28"/>
        </w:rPr>
      </w:pPr>
    </w:p>
    <w:p w:rsidR="000C0F6E" w:rsidRDefault="000C0F6E" w:rsidP="008A7A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0C0F6E" w:rsidRDefault="000C0F6E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C0F6E" w:rsidRPr="00481C03" w:rsidRDefault="000C0F6E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Егорова Т.М.                          </w:t>
      </w:r>
    </w:p>
    <w:p w:rsidR="000C0F6E" w:rsidRPr="00CF6306" w:rsidRDefault="000C0F6E" w:rsidP="00B45B21">
      <w:pPr>
        <w:pStyle w:val="BodyText"/>
        <w:spacing w:after="0"/>
        <w:ind w:right="-142"/>
        <w:jc w:val="both"/>
      </w:pPr>
    </w:p>
    <w:sectPr w:rsidR="000C0F6E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F6E" w:rsidRDefault="000C0F6E">
      <w:r>
        <w:separator/>
      </w:r>
    </w:p>
  </w:endnote>
  <w:endnote w:type="continuationSeparator" w:id="1">
    <w:p w:rsidR="000C0F6E" w:rsidRDefault="000C0F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F6E" w:rsidRDefault="000C0F6E">
      <w:r>
        <w:separator/>
      </w:r>
    </w:p>
  </w:footnote>
  <w:footnote w:type="continuationSeparator" w:id="1">
    <w:p w:rsidR="000C0F6E" w:rsidRDefault="000C0F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F6E" w:rsidRDefault="000C0F6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0C0F6E" w:rsidRDefault="000C0F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7020"/>
    <w:rsid w:val="00043F79"/>
    <w:rsid w:val="00052B35"/>
    <w:rsid w:val="00054B0F"/>
    <w:rsid w:val="0006685C"/>
    <w:rsid w:val="0007280A"/>
    <w:rsid w:val="00083DC5"/>
    <w:rsid w:val="000852BC"/>
    <w:rsid w:val="00091270"/>
    <w:rsid w:val="0009408B"/>
    <w:rsid w:val="000A2DCB"/>
    <w:rsid w:val="000B7C2A"/>
    <w:rsid w:val="000C0F6E"/>
    <w:rsid w:val="000C13B0"/>
    <w:rsid w:val="000C7146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7227"/>
    <w:rsid w:val="00153A40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C391E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6597B"/>
    <w:rsid w:val="00270666"/>
    <w:rsid w:val="002C7281"/>
    <w:rsid w:val="002C7FF8"/>
    <w:rsid w:val="002D7464"/>
    <w:rsid w:val="002E26F0"/>
    <w:rsid w:val="00300ABA"/>
    <w:rsid w:val="0030427E"/>
    <w:rsid w:val="00322586"/>
    <w:rsid w:val="00335FBF"/>
    <w:rsid w:val="00340E68"/>
    <w:rsid w:val="00341333"/>
    <w:rsid w:val="00347146"/>
    <w:rsid w:val="00365218"/>
    <w:rsid w:val="00371025"/>
    <w:rsid w:val="00371319"/>
    <w:rsid w:val="003832F3"/>
    <w:rsid w:val="00387BE9"/>
    <w:rsid w:val="0039254F"/>
    <w:rsid w:val="003A52F7"/>
    <w:rsid w:val="003C6883"/>
    <w:rsid w:val="003D076F"/>
    <w:rsid w:val="003D7EFE"/>
    <w:rsid w:val="003E661A"/>
    <w:rsid w:val="00402439"/>
    <w:rsid w:val="004123BE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9D6"/>
    <w:rsid w:val="00481C03"/>
    <w:rsid w:val="004A0E44"/>
    <w:rsid w:val="004A1139"/>
    <w:rsid w:val="004B2BE8"/>
    <w:rsid w:val="004B7E51"/>
    <w:rsid w:val="004C1660"/>
    <w:rsid w:val="004D487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A2ECD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A6A74"/>
    <w:rsid w:val="006F4919"/>
    <w:rsid w:val="006F5A4F"/>
    <w:rsid w:val="007020E4"/>
    <w:rsid w:val="00703C6F"/>
    <w:rsid w:val="00705888"/>
    <w:rsid w:val="007164A6"/>
    <w:rsid w:val="0071689D"/>
    <w:rsid w:val="00735685"/>
    <w:rsid w:val="00741071"/>
    <w:rsid w:val="007509B6"/>
    <w:rsid w:val="00770C4A"/>
    <w:rsid w:val="00791DE4"/>
    <w:rsid w:val="007A6384"/>
    <w:rsid w:val="007B34C4"/>
    <w:rsid w:val="007C3B8D"/>
    <w:rsid w:val="007D4C06"/>
    <w:rsid w:val="007E71B6"/>
    <w:rsid w:val="007F3398"/>
    <w:rsid w:val="00820110"/>
    <w:rsid w:val="00822C22"/>
    <w:rsid w:val="00830C34"/>
    <w:rsid w:val="00840DA6"/>
    <w:rsid w:val="00850011"/>
    <w:rsid w:val="008509ED"/>
    <w:rsid w:val="0085437C"/>
    <w:rsid w:val="008575A6"/>
    <w:rsid w:val="00860322"/>
    <w:rsid w:val="008766B9"/>
    <w:rsid w:val="00897D68"/>
    <w:rsid w:val="008A308E"/>
    <w:rsid w:val="008A7A3B"/>
    <w:rsid w:val="008B0D1D"/>
    <w:rsid w:val="008C198F"/>
    <w:rsid w:val="008D4716"/>
    <w:rsid w:val="008F1FBE"/>
    <w:rsid w:val="008F3336"/>
    <w:rsid w:val="008F523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83138"/>
    <w:rsid w:val="009860E4"/>
    <w:rsid w:val="009879A6"/>
    <w:rsid w:val="00987B0F"/>
    <w:rsid w:val="009A0015"/>
    <w:rsid w:val="009A07D8"/>
    <w:rsid w:val="009D4504"/>
    <w:rsid w:val="009D6288"/>
    <w:rsid w:val="009D7D7F"/>
    <w:rsid w:val="009E5C7E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D6AD3"/>
    <w:rsid w:val="00AD6DE3"/>
    <w:rsid w:val="00AF1D20"/>
    <w:rsid w:val="00B06BE3"/>
    <w:rsid w:val="00B11BB8"/>
    <w:rsid w:val="00B45B21"/>
    <w:rsid w:val="00B54883"/>
    <w:rsid w:val="00B65CCC"/>
    <w:rsid w:val="00B65F81"/>
    <w:rsid w:val="00B6664D"/>
    <w:rsid w:val="00B73C78"/>
    <w:rsid w:val="00B73D0F"/>
    <w:rsid w:val="00B76DE8"/>
    <w:rsid w:val="00B8732B"/>
    <w:rsid w:val="00B91C4A"/>
    <w:rsid w:val="00BA1346"/>
    <w:rsid w:val="00BB7DB1"/>
    <w:rsid w:val="00BC2657"/>
    <w:rsid w:val="00BD33EA"/>
    <w:rsid w:val="00C0452F"/>
    <w:rsid w:val="00C07246"/>
    <w:rsid w:val="00C1017B"/>
    <w:rsid w:val="00C12D44"/>
    <w:rsid w:val="00C30749"/>
    <w:rsid w:val="00C30BB7"/>
    <w:rsid w:val="00C3175E"/>
    <w:rsid w:val="00C34789"/>
    <w:rsid w:val="00C3522A"/>
    <w:rsid w:val="00C3705A"/>
    <w:rsid w:val="00C602BF"/>
    <w:rsid w:val="00C72370"/>
    <w:rsid w:val="00C8736B"/>
    <w:rsid w:val="00CB4E1E"/>
    <w:rsid w:val="00CB61F0"/>
    <w:rsid w:val="00CF45F3"/>
    <w:rsid w:val="00CF476E"/>
    <w:rsid w:val="00CF6306"/>
    <w:rsid w:val="00CF6FBF"/>
    <w:rsid w:val="00CF7D26"/>
    <w:rsid w:val="00D04D63"/>
    <w:rsid w:val="00D20D24"/>
    <w:rsid w:val="00D22CF8"/>
    <w:rsid w:val="00D24F55"/>
    <w:rsid w:val="00D33AD3"/>
    <w:rsid w:val="00D43877"/>
    <w:rsid w:val="00D52446"/>
    <w:rsid w:val="00D56070"/>
    <w:rsid w:val="00D61C1E"/>
    <w:rsid w:val="00D64B68"/>
    <w:rsid w:val="00D745DB"/>
    <w:rsid w:val="00D808E2"/>
    <w:rsid w:val="00D83EE2"/>
    <w:rsid w:val="00D90BA4"/>
    <w:rsid w:val="00D91C0D"/>
    <w:rsid w:val="00DA0A23"/>
    <w:rsid w:val="00DA1BED"/>
    <w:rsid w:val="00DC12AA"/>
    <w:rsid w:val="00DC4CC5"/>
    <w:rsid w:val="00DC670B"/>
    <w:rsid w:val="00DD0FE9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91F45"/>
    <w:rsid w:val="00E97E49"/>
    <w:rsid w:val="00EA7C72"/>
    <w:rsid w:val="00EC3760"/>
    <w:rsid w:val="00ED744E"/>
    <w:rsid w:val="00EE372C"/>
    <w:rsid w:val="00EF5882"/>
    <w:rsid w:val="00EF60EA"/>
    <w:rsid w:val="00F117D0"/>
    <w:rsid w:val="00F2247D"/>
    <w:rsid w:val="00F374C5"/>
    <w:rsid w:val="00F4148A"/>
    <w:rsid w:val="00F73017"/>
    <w:rsid w:val="00F82152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42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2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2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42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</TotalTime>
  <Pages>9</Pages>
  <Words>1638</Words>
  <Characters>9338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24</cp:revision>
  <cp:lastPrinted>2014-12-12T09:08:00Z</cp:lastPrinted>
  <dcterms:created xsi:type="dcterms:W3CDTF">2014-11-12T06:48:00Z</dcterms:created>
  <dcterms:modified xsi:type="dcterms:W3CDTF">2016-01-05T16:43:00Z</dcterms:modified>
</cp:coreProperties>
</file>