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A0E" w:rsidRPr="00BB7DB1" w:rsidRDefault="00076A0E" w:rsidP="00035777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76A0E" w:rsidRDefault="00076A0E" w:rsidP="00035777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к постановлению</w:t>
      </w:r>
    </w:p>
    <w:p w:rsidR="00076A0E" w:rsidRDefault="00076A0E" w:rsidP="0003577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администрации Старотитаровского </w:t>
      </w:r>
    </w:p>
    <w:p w:rsidR="00076A0E" w:rsidRDefault="00076A0E" w:rsidP="0003577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сельского поселения</w:t>
      </w:r>
      <w:r w:rsidRPr="008A73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076A0E" w:rsidRDefault="00076A0E" w:rsidP="0003577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076A0E" w:rsidRDefault="00076A0E" w:rsidP="0003577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от______№_______</w:t>
      </w:r>
    </w:p>
    <w:p w:rsidR="00076A0E" w:rsidRPr="002D7464" w:rsidRDefault="00076A0E" w:rsidP="00035777">
      <w:pPr>
        <w:ind w:left="990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076A0E" w:rsidRPr="00F971B5" w:rsidRDefault="00076A0E" w:rsidP="003C6883">
      <w:pPr>
        <w:jc w:val="right"/>
        <w:rPr>
          <w:rFonts w:ascii="Times New Roman" w:hAnsi="Times New Roman"/>
          <w:bCs/>
          <w:sz w:val="28"/>
          <w:szCs w:val="28"/>
        </w:rPr>
      </w:pPr>
    </w:p>
    <w:p w:rsidR="00076A0E" w:rsidRPr="00B73C78" w:rsidRDefault="00076A0E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</w:p>
    <w:p w:rsidR="00076A0E" w:rsidRPr="002D7464" w:rsidRDefault="00076A0E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076A0E" w:rsidRPr="00B54883" w:rsidRDefault="00076A0E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076A0E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76A0E" w:rsidRPr="00F971B5" w:rsidRDefault="00076A0E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3C6883">
              <w:rPr>
                <w:rFonts w:ascii="Times New Roman" w:hAnsi="Times New Roman"/>
                <w:b/>
                <w:sz w:val="28"/>
                <w:szCs w:val="28"/>
              </w:rPr>
              <w:t>Развитие массового спорта</w:t>
            </w:r>
            <w:r w:rsidRPr="00F971B5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076A0E" w:rsidRPr="00F971B5" w:rsidRDefault="00076A0E" w:rsidP="00F971B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 на 2015 год.</w:t>
            </w:r>
          </w:p>
          <w:p w:rsidR="00076A0E" w:rsidRPr="00043F79" w:rsidRDefault="00076A0E" w:rsidP="00043F79">
            <w:pPr>
              <w:jc w:val="center"/>
              <w:rPr>
                <w:sz w:val="28"/>
                <w:szCs w:val="28"/>
              </w:rPr>
            </w:pPr>
          </w:p>
        </w:tc>
      </w:tr>
      <w:tr w:rsidR="00076A0E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76A0E" w:rsidRDefault="00076A0E" w:rsidP="00CF476E">
            <w:pPr>
              <w:pStyle w:val="a3"/>
            </w:pPr>
          </w:p>
        </w:tc>
      </w:tr>
      <w:tr w:rsidR="00076A0E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3E661A" w:rsidRDefault="00076A0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3E661A" w:rsidRDefault="00076A0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A0E" w:rsidRDefault="00076A0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076A0E" w:rsidRPr="003E661A" w:rsidRDefault="00076A0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3E661A" w:rsidRDefault="00076A0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A0E" w:rsidRPr="003E661A" w:rsidRDefault="00076A0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076A0E" w:rsidRPr="003E661A" w:rsidRDefault="00076A0E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3E661A" w:rsidRDefault="00076A0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0E" w:rsidRPr="003E661A" w:rsidRDefault="00076A0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076A0E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3E661A" w:rsidRDefault="00076A0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3E661A" w:rsidRDefault="00076A0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3E661A" w:rsidRDefault="00076A0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3E661A" w:rsidRDefault="00076A0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3E661A" w:rsidRDefault="00076A0E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3E661A" w:rsidRDefault="00076A0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0E" w:rsidRPr="003E661A" w:rsidRDefault="00076A0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076A0E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3E661A" w:rsidRDefault="00076A0E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3E661A" w:rsidRDefault="00076A0E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0E" w:rsidRPr="003C6883" w:rsidRDefault="00076A0E" w:rsidP="008A308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-р</w:t>
            </w:r>
            <w:r w:rsidRPr="003C6883">
              <w:rPr>
                <w:rFonts w:ascii="Times New Roman" w:hAnsi="Times New Roman"/>
              </w:rPr>
              <w:t>азвитие массового спорта в Старотитаровском сельском поселении Темрюкского района</w:t>
            </w:r>
          </w:p>
        </w:tc>
      </w:tr>
      <w:tr w:rsidR="00076A0E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3E661A" w:rsidRDefault="00076A0E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Default="00076A0E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076A0E" w:rsidRPr="002C7281" w:rsidRDefault="00076A0E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0E" w:rsidRPr="003C6883" w:rsidRDefault="00076A0E" w:rsidP="003C6883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C6883">
              <w:rPr>
                <w:rFonts w:ascii="Times New Roman" w:hAnsi="Times New Roman"/>
                <w:sz w:val="24"/>
                <w:szCs w:val="24"/>
              </w:rPr>
              <w:t>-создание условий для регулярных занятий физической культурой и спортом  различных категорий населения;</w:t>
            </w:r>
          </w:p>
          <w:p w:rsidR="00076A0E" w:rsidRPr="003C6883" w:rsidRDefault="00076A0E" w:rsidP="003C688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C6883">
              <w:rPr>
                <w:rFonts w:ascii="Times New Roman" w:hAnsi="Times New Roman"/>
                <w:sz w:val="24"/>
                <w:szCs w:val="24"/>
              </w:rPr>
              <w:t>- вовлечение в активные занятия физической культурой и спортом широких слоев населения, особенно детей и молодежи;</w:t>
            </w:r>
          </w:p>
          <w:p w:rsidR="00076A0E" w:rsidRPr="003C6883" w:rsidRDefault="00076A0E" w:rsidP="003C688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C6883">
              <w:rPr>
                <w:rFonts w:ascii="Times New Roman" w:hAnsi="Times New Roman"/>
                <w:sz w:val="24"/>
                <w:szCs w:val="24"/>
              </w:rPr>
              <w:t>- проведение спортивно массовых мероприятий;</w:t>
            </w:r>
          </w:p>
          <w:p w:rsidR="00076A0E" w:rsidRPr="003C6883" w:rsidRDefault="00076A0E" w:rsidP="003C6883">
            <w:pPr>
              <w:pStyle w:val="a3"/>
              <w:rPr>
                <w:rFonts w:ascii="Times New Roman" w:hAnsi="Times New Roman"/>
              </w:rPr>
            </w:pPr>
            <w:r w:rsidRPr="003C6883">
              <w:rPr>
                <w:rFonts w:ascii="Times New Roman" w:hAnsi="Times New Roman"/>
              </w:rPr>
              <w:t>- оснащение районных спортивных учреждений спортивным инвентарем и оборудованием.</w:t>
            </w:r>
          </w:p>
        </w:tc>
      </w:tr>
      <w:tr w:rsidR="00076A0E" w:rsidTr="00C72370">
        <w:trPr>
          <w:gridAfter w:val="1"/>
          <w:wAfter w:w="430" w:type="dxa"/>
          <w:trHeight w:val="36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3E661A" w:rsidRDefault="00076A0E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0E" w:rsidRPr="00A23C33" w:rsidRDefault="00076A0E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A23C33">
              <w:rPr>
                <w:rFonts w:ascii="Times New Roman" w:hAnsi="Times New Roman"/>
                <w:b/>
              </w:rPr>
              <w:t xml:space="preserve">Проведение районных спортивно-массовых мероприятий </w:t>
            </w:r>
          </w:p>
          <w:p w:rsidR="00076A0E" w:rsidRPr="00A23C33" w:rsidRDefault="00076A0E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A23C33">
              <w:rPr>
                <w:rFonts w:ascii="Times New Roman" w:hAnsi="Times New Roman"/>
                <w:b/>
              </w:rPr>
              <w:t>для различных категорий населения</w:t>
            </w:r>
          </w:p>
        </w:tc>
      </w:tr>
      <w:tr w:rsidR="00076A0E" w:rsidTr="002C7FF8">
        <w:trPr>
          <w:gridAfter w:val="1"/>
          <w:wAfter w:w="430" w:type="dxa"/>
          <w:trHeight w:val="46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Default="00076A0E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76A0E" w:rsidRDefault="00076A0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BD33EA" w:rsidRDefault="00076A0E" w:rsidP="00A83F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D33EA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по мини-футболу  среди мужских команд Темрюкского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B45B21" w:rsidRDefault="00076A0E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BD33EA" w:rsidRDefault="00076A0E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BD33EA" w:rsidRDefault="00076A0E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A23C33" w:rsidRDefault="00076A0E" w:rsidP="00300ABA">
            <w:pPr>
              <w:pStyle w:val="a3"/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расходы,питание,призы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0E" w:rsidRDefault="00076A0E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076A0E" w:rsidRPr="00C3522A" w:rsidTr="002C7FF8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Default="00076A0E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A0E" w:rsidRPr="00BD33EA" w:rsidRDefault="00076A0E" w:rsidP="00A83FE2">
            <w:pPr>
              <w:jc w:val="both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Соревнования на Первенство сельского поселения среди трудовых коллективов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B45B21" w:rsidRDefault="00076A0E" w:rsidP="0094354E">
            <w:pPr>
              <w:pStyle w:val="NoSpacing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BD33EA" w:rsidRDefault="00076A0E" w:rsidP="00A83FE2">
            <w:pPr>
              <w:jc w:val="center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6,45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BD33EA" w:rsidRDefault="00076A0E" w:rsidP="00A83FE2">
            <w:pPr>
              <w:jc w:val="center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6,45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B45B21" w:rsidRDefault="00076A0E" w:rsidP="0094354E">
            <w:pPr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расходы,питание,призы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76A0E" w:rsidRDefault="00076A0E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076A0E" w:rsidRDefault="00076A0E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076A0E" w:rsidRDefault="00076A0E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076A0E" w:rsidRPr="00C3522A" w:rsidTr="002C7FF8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3E661A" w:rsidRDefault="00076A0E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A0E" w:rsidRPr="00BD33EA" w:rsidRDefault="00076A0E" w:rsidP="00A83FE2">
            <w:pPr>
              <w:jc w:val="both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Спартакиада между городским и сельскими поселениями Темрюкского района «За единую и здоровую Тамань»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B45B21" w:rsidRDefault="00076A0E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BD33EA" w:rsidRDefault="00076A0E" w:rsidP="00A83FE2">
            <w:pPr>
              <w:jc w:val="center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16,2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BD33EA" w:rsidRDefault="00076A0E" w:rsidP="00A83FE2">
            <w:pPr>
              <w:jc w:val="center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16,2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B45B21" w:rsidRDefault="00076A0E" w:rsidP="0094354E">
            <w:pPr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расходы,питание,призы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76A0E" w:rsidRDefault="00076A0E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076A0E" w:rsidRDefault="00076A0E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076A0E" w:rsidRPr="00C3522A" w:rsidRDefault="00076A0E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076A0E" w:rsidRPr="00C3522A" w:rsidTr="002C7FF8">
        <w:trPr>
          <w:gridAfter w:val="1"/>
          <w:wAfter w:w="430" w:type="dxa"/>
          <w:trHeight w:val="12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Default="00076A0E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BD33EA" w:rsidRDefault="00076A0E" w:rsidP="003C6883">
            <w:pPr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Районный фестиваль «Спортивная семья»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B45B21" w:rsidRDefault="00076A0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BD33EA" w:rsidRDefault="00076A0E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BD33EA" w:rsidRDefault="00076A0E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956BF9" w:rsidRDefault="00076A0E" w:rsidP="00CF6FBF">
            <w:pPr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расходы,питание,призы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0E" w:rsidRDefault="00076A0E" w:rsidP="00956B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076A0E" w:rsidRDefault="00076A0E" w:rsidP="00956B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  <w:p w:rsidR="00076A0E" w:rsidRPr="00C3522A" w:rsidRDefault="00076A0E" w:rsidP="00956BF9">
            <w:pPr>
              <w:rPr>
                <w:rFonts w:ascii="Times New Roman" w:hAnsi="Times New Roman"/>
              </w:rPr>
            </w:pPr>
          </w:p>
        </w:tc>
      </w:tr>
      <w:tr w:rsidR="00076A0E" w:rsidRPr="00C3522A" w:rsidTr="002C7FF8">
        <w:trPr>
          <w:gridAfter w:val="1"/>
          <w:wAfter w:w="430" w:type="dxa"/>
          <w:trHeight w:val="55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Default="00076A0E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BD33EA" w:rsidRDefault="00076A0E" w:rsidP="00A83FE2">
            <w:pPr>
              <w:jc w:val="both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Районный этап Всекубанского турнира по стрит-болу на Кубок губернатора Краснодарского края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B45B21" w:rsidRDefault="00076A0E" w:rsidP="003C6883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BD33EA" w:rsidRDefault="00076A0E" w:rsidP="00A83FE2">
            <w:pPr>
              <w:jc w:val="center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5,4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BD33EA" w:rsidRDefault="00076A0E" w:rsidP="00A83FE2">
            <w:pPr>
              <w:jc w:val="center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5,4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956BF9" w:rsidRDefault="00076A0E" w:rsidP="00CF6FBF">
            <w:pPr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расходы,питание,призы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0E" w:rsidRDefault="00076A0E" w:rsidP="00956BF9">
            <w:pPr>
              <w:rPr>
                <w:rFonts w:ascii="Times New Roman" w:hAnsi="Times New Roman"/>
              </w:rPr>
            </w:pPr>
          </w:p>
          <w:p w:rsidR="00076A0E" w:rsidRDefault="00076A0E" w:rsidP="003C68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076A0E" w:rsidRDefault="00076A0E" w:rsidP="003C68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076A0E" w:rsidRPr="00C3522A" w:rsidTr="00DF4581">
        <w:trPr>
          <w:gridAfter w:val="1"/>
          <w:wAfter w:w="430" w:type="dxa"/>
          <w:trHeight w:val="3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Default="00076A0E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BD33EA" w:rsidRDefault="00076A0E" w:rsidP="00A83FE2">
            <w:pPr>
              <w:jc w:val="both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Показательные выступления и спортивно-массовые соревнования в честь праздничных мероприятий, юбилейных и памятных дат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B45B21" w:rsidRDefault="00076A0E" w:rsidP="003C6883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BD33EA" w:rsidRDefault="00076A0E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BD33EA" w:rsidRDefault="00076A0E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956BF9" w:rsidRDefault="00076A0E" w:rsidP="00CF6FBF">
            <w:pPr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расходы,питание,призы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0E" w:rsidRDefault="00076A0E" w:rsidP="003C68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076A0E" w:rsidRDefault="00076A0E" w:rsidP="003C68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076A0E" w:rsidRPr="00C3522A" w:rsidTr="00DF4581">
        <w:trPr>
          <w:gridAfter w:val="1"/>
          <w:wAfter w:w="430" w:type="dxa"/>
          <w:trHeight w:val="1185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076A0E" w:rsidRDefault="00076A0E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A0E" w:rsidRPr="00BD33EA" w:rsidRDefault="00076A0E" w:rsidP="00A83FE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Соревнования в Старотитаровском сельском поселении Темрюкского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Default="00076A0E" w:rsidP="00F8610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BD33EA" w:rsidRDefault="00076A0E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BD33EA" w:rsidRDefault="00076A0E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A0E" w:rsidRDefault="00076A0E" w:rsidP="00CF6FBF">
            <w:pPr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расходы,питание,призы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76A0E" w:rsidRDefault="00076A0E" w:rsidP="00F861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076A0E" w:rsidRDefault="00076A0E" w:rsidP="00F861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076A0E" w:rsidRPr="00C3522A" w:rsidTr="00840DA6">
        <w:trPr>
          <w:gridAfter w:val="1"/>
          <w:wAfter w:w="430" w:type="dxa"/>
          <w:trHeight w:val="675"/>
        </w:trPr>
        <w:tc>
          <w:tcPr>
            <w:tcW w:w="9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76A0E" w:rsidRPr="003E661A" w:rsidRDefault="00076A0E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C3522A" w:rsidRDefault="00076A0E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Default="00076A0E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  <w:p w:rsidR="00076A0E" w:rsidRPr="00A23C33" w:rsidRDefault="00076A0E" w:rsidP="00A23C33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C3522A" w:rsidRDefault="00076A0E" w:rsidP="00A23C3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92,3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C3522A" w:rsidRDefault="00076A0E" w:rsidP="00A23C3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92,3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C3522A" w:rsidRDefault="00076A0E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0E" w:rsidRPr="00C3522A" w:rsidRDefault="00076A0E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076A0E" w:rsidRPr="00C3522A" w:rsidTr="005D7565">
        <w:trPr>
          <w:gridAfter w:val="1"/>
          <w:wAfter w:w="430" w:type="dxa"/>
          <w:trHeight w:val="540"/>
        </w:trPr>
        <w:tc>
          <w:tcPr>
            <w:tcW w:w="9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76A0E" w:rsidRPr="003E661A" w:rsidRDefault="00076A0E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0E" w:rsidRPr="00A23C33" w:rsidRDefault="00076A0E" w:rsidP="00A23C33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23C33">
              <w:rPr>
                <w:rFonts w:ascii="Times New Roman" w:hAnsi="Times New Roman"/>
                <w:b/>
              </w:rPr>
              <w:t>Участие сборных команд Темрюкского района по культивируемым видам спорта краевых и всероссийских соревнованиях</w:t>
            </w:r>
          </w:p>
        </w:tc>
      </w:tr>
      <w:tr w:rsidR="00076A0E" w:rsidRPr="00C3522A" w:rsidTr="002228F1">
        <w:trPr>
          <w:gridAfter w:val="1"/>
          <w:wAfter w:w="430" w:type="dxa"/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3E661A" w:rsidRDefault="00076A0E" w:rsidP="00A23C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F73017" w:rsidRDefault="00076A0E" w:rsidP="00A23C33">
            <w:pPr>
              <w:jc w:val="both"/>
              <w:rPr>
                <w:rFonts w:ascii="Times New Roman" w:hAnsi="Times New Roman"/>
              </w:rPr>
            </w:pPr>
            <w:r w:rsidRPr="00F73017">
              <w:rPr>
                <w:rFonts w:ascii="Times New Roman" w:hAnsi="Times New Roman"/>
              </w:rPr>
              <w:t>Сельские игры Кубани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B45B21" w:rsidRDefault="00076A0E" w:rsidP="00A83FE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BD33EA" w:rsidRDefault="00076A0E" w:rsidP="00A83FE2">
            <w:pPr>
              <w:jc w:val="center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---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BD33EA" w:rsidRDefault="00076A0E" w:rsidP="00A83FE2">
            <w:pPr>
              <w:jc w:val="center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---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C3522A" w:rsidRDefault="00076A0E" w:rsidP="00A23C33">
            <w:pPr>
              <w:pStyle w:val="a3"/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расходы,питание,призы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0E" w:rsidRDefault="00076A0E" w:rsidP="00A23C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076A0E" w:rsidRPr="00C3522A" w:rsidRDefault="00076A0E" w:rsidP="00A23C3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076A0E" w:rsidRPr="00C3522A" w:rsidTr="002228F1">
        <w:trPr>
          <w:gridAfter w:val="1"/>
          <w:wAfter w:w="430" w:type="dxa"/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3E661A" w:rsidRDefault="00076A0E" w:rsidP="00A23C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F73017" w:rsidRDefault="00076A0E" w:rsidP="00A23C33">
            <w:pPr>
              <w:jc w:val="both"/>
              <w:rPr>
                <w:rFonts w:ascii="Times New Roman" w:hAnsi="Times New Roman"/>
              </w:rPr>
            </w:pPr>
            <w:r w:rsidRPr="00F73017">
              <w:rPr>
                <w:rFonts w:ascii="Times New Roman" w:hAnsi="Times New Roman"/>
              </w:rPr>
              <w:t>Спартакиада трудящихся Кубани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B45B21" w:rsidRDefault="00076A0E" w:rsidP="00A83FE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BD33EA" w:rsidRDefault="00076A0E" w:rsidP="00A83FE2">
            <w:pPr>
              <w:jc w:val="center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0,4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BD33EA" w:rsidRDefault="00076A0E" w:rsidP="00A83FE2">
            <w:pPr>
              <w:jc w:val="center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0,4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C3522A" w:rsidRDefault="00076A0E" w:rsidP="00A23C33">
            <w:pPr>
              <w:pStyle w:val="a3"/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расходы,питание,призы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0E" w:rsidRDefault="00076A0E" w:rsidP="00A23C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076A0E" w:rsidRPr="00C3522A" w:rsidRDefault="00076A0E" w:rsidP="00A23C3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076A0E" w:rsidRPr="00C3522A" w:rsidTr="002228F1">
        <w:trPr>
          <w:gridAfter w:val="1"/>
          <w:wAfter w:w="430" w:type="dxa"/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A23C33" w:rsidRDefault="00076A0E" w:rsidP="00A23C33">
            <w:r>
              <w:t xml:space="preserve">   2.3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F73017" w:rsidRDefault="00076A0E" w:rsidP="00A23C33">
            <w:pPr>
              <w:jc w:val="both"/>
              <w:rPr>
                <w:rFonts w:ascii="Times New Roman" w:hAnsi="Times New Roman"/>
              </w:rPr>
            </w:pPr>
            <w:r w:rsidRPr="00F73017">
              <w:rPr>
                <w:rFonts w:ascii="Times New Roman" w:hAnsi="Times New Roman"/>
              </w:rPr>
              <w:t>Спартакиада учащихся Кубани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B45B21" w:rsidRDefault="00076A0E" w:rsidP="00A83FE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BD33EA" w:rsidRDefault="00076A0E" w:rsidP="00A83FE2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3EA">
              <w:rPr>
                <w:rFonts w:ascii="Times New Roman" w:hAnsi="Times New Roman"/>
                <w:color w:val="000000"/>
              </w:rPr>
              <w:t>1,3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BD33EA" w:rsidRDefault="00076A0E" w:rsidP="00A83FE2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3EA">
              <w:rPr>
                <w:rFonts w:ascii="Times New Roman" w:hAnsi="Times New Roman"/>
                <w:color w:val="000000"/>
              </w:rPr>
              <w:t>1,3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C3522A" w:rsidRDefault="00076A0E" w:rsidP="00A23C33">
            <w:pPr>
              <w:pStyle w:val="a3"/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расходы,питание,призы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0E" w:rsidRDefault="00076A0E" w:rsidP="00A23C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076A0E" w:rsidRPr="00C3522A" w:rsidRDefault="00076A0E" w:rsidP="00A23C3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076A0E" w:rsidRPr="00C3522A" w:rsidTr="00A23C33">
        <w:trPr>
          <w:gridAfter w:val="1"/>
          <w:wAfter w:w="430" w:type="dxa"/>
          <w:trHeight w:val="121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3E661A" w:rsidRDefault="00076A0E" w:rsidP="00A23C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Default="00076A0E" w:rsidP="00A23C33">
            <w:pPr>
              <w:jc w:val="both"/>
              <w:rPr>
                <w:rFonts w:ascii="Times New Roman" w:hAnsi="Times New Roman"/>
              </w:rPr>
            </w:pPr>
            <w:r w:rsidRPr="00F73017">
              <w:rPr>
                <w:rFonts w:ascii="Times New Roman" w:hAnsi="Times New Roman"/>
              </w:rPr>
              <w:t>Всекубанский турнир по футболу на Кубок губернатора Краснодарского края</w:t>
            </w:r>
          </w:p>
          <w:p w:rsidR="00076A0E" w:rsidRPr="00F73017" w:rsidRDefault="00076A0E" w:rsidP="00A23C3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BD33EA" w:rsidRDefault="00076A0E" w:rsidP="00A23C33">
            <w:pPr>
              <w:jc w:val="center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BD33EA" w:rsidRDefault="00076A0E" w:rsidP="00A83FE2">
            <w:pPr>
              <w:jc w:val="center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3,6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BD33EA" w:rsidRDefault="00076A0E" w:rsidP="00A83FE2">
            <w:pPr>
              <w:jc w:val="center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3,6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C3522A" w:rsidRDefault="00076A0E" w:rsidP="00A23C33">
            <w:pPr>
              <w:pStyle w:val="a3"/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расходы,питание,призы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0E" w:rsidRDefault="00076A0E" w:rsidP="00A23C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076A0E" w:rsidRPr="00C3522A" w:rsidRDefault="00076A0E" w:rsidP="00A23C3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076A0E" w:rsidRPr="00C3522A" w:rsidTr="004637D3">
        <w:trPr>
          <w:gridAfter w:val="1"/>
          <w:wAfter w:w="430" w:type="dxa"/>
          <w:trHeight w:val="540"/>
        </w:trPr>
        <w:tc>
          <w:tcPr>
            <w:tcW w:w="9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76A0E" w:rsidRDefault="00076A0E" w:rsidP="00A23C3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A23C33" w:rsidRDefault="00076A0E" w:rsidP="00A23C33">
            <w:pPr>
              <w:jc w:val="both"/>
              <w:rPr>
                <w:rFonts w:ascii="Times New Roman" w:hAnsi="Times New Roman"/>
                <w:b/>
              </w:rPr>
            </w:pPr>
            <w:r w:rsidRPr="00A23C33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B45B21" w:rsidRDefault="00076A0E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A23C33" w:rsidRDefault="00076A0E" w:rsidP="0015196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5,3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A23C33" w:rsidRDefault="00076A0E" w:rsidP="0015196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5,3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A23C33" w:rsidRDefault="00076A0E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0E" w:rsidRDefault="00076A0E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076A0E" w:rsidRPr="00C3522A" w:rsidTr="004637D3">
        <w:trPr>
          <w:gridAfter w:val="1"/>
          <w:wAfter w:w="430" w:type="dxa"/>
          <w:trHeight w:val="270"/>
        </w:trPr>
        <w:tc>
          <w:tcPr>
            <w:tcW w:w="9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76A0E" w:rsidRDefault="00076A0E" w:rsidP="00A23C3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A23C33" w:rsidRDefault="00076A0E" w:rsidP="00A23C3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Pr="00B45B21" w:rsidRDefault="00076A0E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Default="00076A0E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97,6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0E" w:rsidRDefault="00076A0E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97,6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0E" w:rsidRPr="00A23C33" w:rsidRDefault="00076A0E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0E" w:rsidRDefault="00076A0E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076A0E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6A0E" w:rsidRPr="003E661A" w:rsidRDefault="00076A0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76A0E" w:rsidRDefault="00076A0E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076A0E" w:rsidRDefault="00076A0E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076A0E" w:rsidRDefault="00076A0E" w:rsidP="00B65CC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Директору  МБУ ФОСК «Виктория»                                                                                                  А.Н.Бойко</w:t>
      </w:r>
    </w:p>
    <w:p w:rsidR="00076A0E" w:rsidRPr="00CF6306" w:rsidRDefault="00076A0E" w:rsidP="00B45B21">
      <w:pPr>
        <w:pStyle w:val="BodyText"/>
        <w:spacing w:after="0"/>
        <w:ind w:right="-142"/>
        <w:jc w:val="both"/>
      </w:pPr>
    </w:p>
    <w:sectPr w:rsidR="00076A0E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A0E" w:rsidRDefault="00076A0E">
      <w:r>
        <w:separator/>
      </w:r>
    </w:p>
  </w:endnote>
  <w:endnote w:type="continuationSeparator" w:id="1">
    <w:p w:rsidR="00076A0E" w:rsidRDefault="00076A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A0E" w:rsidRDefault="00076A0E">
      <w:r>
        <w:separator/>
      </w:r>
    </w:p>
  </w:footnote>
  <w:footnote w:type="continuationSeparator" w:id="1">
    <w:p w:rsidR="00076A0E" w:rsidRDefault="00076A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A0E" w:rsidRDefault="00076A0E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076A0E" w:rsidRDefault="00076A0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5777"/>
    <w:rsid w:val="00043F79"/>
    <w:rsid w:val="00052B35"/>
    <w:rsid w:val="00054B0F"/>
    <w:rsid w:val="0006685C"/>
    <w:rsid w:val="00075EB6"/>
    <w:rsid w:val="00076A0E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073DA"/>
    <w:rsid w:val="00115531"/>
    <w:rsid w:val="00117AE8"/>
    <w:rsid w:val="001329B3"/>
    <w:rsid w:val="00134C5C"/>
    <w:rsid w:val="00141465"/>
    <w:rsid w:val="001424F4"/>
    <w:rsid w:val="0015196D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1F5AD2"/>
    <w:rsid w:val="00207A02"/>
    <w:rsid w:val="002228F1"/>
    <w:rsid w:val="00222F09"/>
    <w:rsid w:val="00241AD2"/>
    <w:rsid w:val="002442F5"/>
    <w:rsid w:val="002470D0"/>
    <w:rsid w:val="002569A3"/>
    <w:rsid w:val="002613D3"/>
    <w:rsid w:val="002C7281"/>
    <w:rsid w:val="002C7FF8"/>
    <w:rsid w:val="002D5998"/>
    <w:rsid w:val="002D7464"/>
    <w:rsid w:val="002E26F0"/>
    <w:rsid w:val="00300ABA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34466"/>
    <w:rsid w:val="00436AFA"/>
    <w:rsid w:val="0043710F"/>
    <w:rsid w:val="004432CD"/>
    <w:rsid w:val="004510A5"/>
    <w:rsid w:val="004637D3"/>
    <w:rsid w:val="00466211"/>
    <w:rsid w:val="0046755D"/>
    <w:rsid w:val="004721A3"/>
    <w:rsid w:val="004725AA"/>
    <w:rsid w:val="004740A7"/>
    <w:rsid w:val="004B2BE8"/>
    <w:rsid w:val="004C1660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24DB5"/>
    <w:rsid w:val="00635BC1"/>
    <w:rsid w:val="006455A5"/>
    <w:rsid w:val="00654BFA"/>
    <w:rsid w:val="00656CCF"/>
    <w:rsid w:val="006637A3"/>
    <w:rsid w:val="00665D47"/>
    <w:rsid w:val="00677AB3"/>
    <w:rsid w:val="006F5A4F"/>
    <w:rsid w:val="007020E4"/>
    <w:rsid w:val="00703C6F"/>
    <w:rsid w:val="00705888"/>
    <w:rsid w:val="00735685"/>
    <w:rsid w:val="007509B6"/>
    <w:rsid w:val="00791DE4"/>
    <w:rsid w:val="007A6384"/>
    <w:rsid w:val="007B34C4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97D68"/>
    <w:rsid w:val="008A308E"/>
    <w:rsid w:val="008A73E3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612B"/>
    <w:rsid w:val="00A1695C"/>
    <w:rsid w:val="00A23C33"/>
    <w:rsid w:val="00A36A1F"/>
    <w:rsid w:val="00A3740B"/>
    <w:rsid w:val="00A65613"/>
    <w:rsid w:val="00A83FE2"/>
    <w:rsid w:val="00A874EA"/>
    <w:rsid w:val="00A87FA6"/>
    <w:rsid w:val="00AA0281"/>
    <w:rsid w:val="00AA4F98"/>
    <w:rsid w:val="00AD3B9F"/>
    <w:rsid w:val="00AF1D20"/>
    <w:rsid w:val="00B06BE3"/>
    <w:rsid w:val="00B11BB8"/>
    <w:rsid w:val="00B3294D"/>
    <w:rsid w:val="00B45B21"/>
    <w:rsid w:val="00B54883"/>
    <w:rsid w:val="00B65CCC"/>
    <w:rsid w:val="00B6664D"/>
    <w:rsid w:val="00B73C78"/>
    <w:rsid w:val="00B73D0F"/>
    <w:rsid w:val="00B76DE8"/>
    <w:rsid w:val="00B8732B"/>
    <w:rsid w:val="00B91C4A"/>
    <w:rsid w:val="00BB7DB1"/>
    <w:rsid w:val="00BC2657"/>
    <w:rsid w:val="00BD33EA"/>
    <w:rsid w:val="00C07246"/>
    <w:rsid w:val="00C1017B"/>
    <w:rsid w:val="00C12D44"/>
    <w:rsid w:val="00C30BB7"/>
    <w:rsid w:val="00C3175E"/>
    <w:rsid w:val="00C3522A"/>
    <w:rsid w:val="00C3705A"/>
    <w:rsid w:val="00C602BF"/>
    <w:rsid w:val="00C72370"/>
    <w:rsid w:val="00C8736B"/>
    <w:rsid w:val="00CB61F0"/>
    <w:rsid w:val="00CE1564"/>
    <w:rsid w:val="00CF476E"/>
    <w:rsid w:val="00CF6306"/>
    <w:rsid w:val="00CF6FBF"/>
    <w:rsid w:val="00CF7D26"/>
    <w:rsid w:val="00D20538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4CC5"/>
    <w:rsid w:val="00DC670B"/>
    <w:rsid w:val="00DE02F8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C7DA2"/>
    <w:rsid w:val="00ED744E"/>
    <w:rsid w:val="00EE372C"/>
    <w:rsid w:val="00EF477F"/>
    <w:rsid w:val="00EF5882"/>
    <w:rsid w:val="00F117D0"/>
    <w:rsid w:val="00F2247D"/>
    <w:rsid w:val="00F374C5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a8">
    <w:name w:val="Без интервала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85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5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85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85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53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85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4</Pages>
  <Words>626</Words>
  <Characters>3571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15</cp:revision>
  <cp:lastPrinted>2014-12-09T12:10:00Z</cp:lastPrinted>
  <dcterms:created xsi:type="dcterms:W3CDTF">2014-11-12T06:48:00Z</dcterms:created>
  <dcterms:modified xsi:type="dcterms:W3CDTF">2016-01-05T15:36:00Z</dcterms:modified>
</cp:coreProperties>
</file>