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FA8" w:rsidRDefault="00C26FA8" w:rsidP="00236EDB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26FA8" w:rsidRDefault="00C26FA8" w:rsidP="00236E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26FA8" w:rsidRDefault="00C26FA8" w:rsidP="00236E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C26FA8" w:rsidRDefault="00C26FA8" w:rsidP="00236E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C26FA8" w:rsidRDefault="00C26FA8" w:rsidP="00236EDB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26FA8" w:rsidRDefault="00C26FA8" w:rsidP="00236EDB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C26FA8" w:rsidRPr="00226246" w:rsidRDefault="00C26FA8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C26FA8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6FA8" w:rsidRDefault="00C26FA8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26FA8" w:rsidRDefault="00C26FA8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26FA8" w:rsidRPr="00226246" w:rsidRDefault="00C26FA8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C1A4B">
              <w:rPr>
                <w:rFonts w:ascii="Times New Roman" w:hAnsi="Times New Roman"/>
                <w:b/>
                <w:bCs/>
                <w:sz w:val="28"/>
                <w:szCs w:val="28"/>
              </w:rPr>
              <w:t>Поддержка клубных учреждений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2015 год.</w:t>
            </w:r>
          </w:p>
        </w:tc>
      </w:tr>
      <w:tr w:rsidR="00C26FA8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6FA8" w:rsidRPr="004D4870" w:rsidRDefault="00C26FA8" w:rsidP="004D4870"/>
        </w:tc>
      </w:tr>
      <w:tr w:rsidR="00C26FA8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A8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C26FA8" w:rsidRPr="003E661A" w:rsidRDefault="00C26FA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26F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26F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A8" w:rsidRPr="004D4870" w:rsidRDefault="00C26FA8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4D4870">
              <w:rPr>
                <w:rFonts w:ascii="Times New Roman" w:hAnsi="Times New Roman"/>
                <w:color w:val="000000"/>
              </w:rPr>
              <w:t>Создание благоприятных условий для при</w:t>
            </w:r>
            <w:r w:rsidRPr="004D4870">
              <w:rPr>
                <w:rFonts w:ascii="Times New Roman" w:hAnsi="Times New Roman"/>
                <w:color w:val="000000"/>
              </w:rPr>
              <w:softHyphen/>
              <w:t>общения жителей Старотитаровского сельского поселения к культурным ценностям.</w:t>
            </w:r>
          </w:p>
        </w:tc>
      </w:tr>
      <w:tr w:rsidR="00C26F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3E661A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Default="00C26FA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26FA8" w:rsidRPr="002C7281" w:rsidRDefault="00C26FA8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A8" w:rsidRPr="004D4870" w:rsidRDefault="00C26FA8" w:rsidP="004D4870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C26FA8" w:rsidRPr="004D4870" w:rsidRDefault="00C26FA8" w:rsidP="004D4870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</w:rPr>
              <w:t xml:space="preserve"> -повышение безопасности посетителей и работников дома культуры, путем приведения здания в пожаробезопасное состояние;</w:t>
            </w:r>
          </w:p>
          <w:p w:rsidR="00C26FA8" w:rsidRPr="004D4870" w:rsidRDefault="00C26FA8" w:rsidP="004D48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-улучшение качества культурных услуг;</w:t>
            </w:r>
          </w:p>
          <w:p w:rsidR="00C26FA8" w:rsidRPr="004D4870" w:rsidRDefault="00C26FA8" w:rsidP="004D48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-реализация творческих способностей населения через деятельность культурно - досуговых учреждений;</w:t>
            </w:r>
          </w:p>
          <w:p w:rsidR="00C26FA8" w:rsidRPr="004D4870" w:rsidRDefault="00C26FA8" w:rsidP="004D4870">
            <w:pPr>
              <w:pStyle w:val="a3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-создания условий для приобщения населения района к профессиональному и самодеятельному искусству.</w:t>
            </w:r>
          </w:p>
        </w:tc>
      </w:tr>
      <w:tr w:rsidR="00C26FA8" w:rsidTr="004D4870">
        <w:trPr>
          <w:gridAfter w:val="1"/>
          <w:wAfter w:w="430" w:type="dxa"/>
          <w:trHeight w:val="85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26FA8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26FA8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A83FE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E5A4C">
              <w:rPr>
                <w:rFonts w:ascii="Times New Roman" w:hAnsi="Times New Roman"/>
                <w:bCs/>
                <w:sz w:val="24"/>
                <w:szCs w:val="24"/>
              </w:rPr>
              <w:t>Поддержка клубных учреждений Старотитаровского сельского поселения Темрюкского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E5A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E5A4C">
              <w:rPr>
                <w:rFonts w:ascii="Times New Roman" w:hAnsi="Times New Roman"/>
                <w:sz w:val="24"/>
                <w:szCs w:val="24"/>
              </w:rPr>
              <w:t>бновление материально-технической базы</w:t>
            </w:r>
          </w:p>
          <w:p w:rsidR="00C26FA8" w:rsidRDefault="00C26FA8" w:rsidP="00A83FE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26FA8" w:rsidRPr="00226246" w:rsidRDefault="00C26FA8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B45B21" w:rsidRDefault="00C26FA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Pr="00BD33EA" w:rsidRDefault="00C26FA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Pr="00BD33EA" w:rsidRDefault="00C26FA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4D4870" w:rsidRDefault="00C26FA8" w:rsidP="004D48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искусственной елки и новогоднего освещения</w:t>
            </w:r>
          </w:p>
        </w:tc>
        <w:tc>
          <w:tcPr>
            <w:tcW w:w="2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6FA8" w:rsidRDefault="00C26FA8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C26FA8" w:rsidTr="00261460">
        <w:trPr>
          <w:gridAfter w:val="1"/>
          <w:wAfter w:w="430" w:type="dxa"/>
          <w:trHeight w:val="1110"/>
        </w:trPr>
        <w:tc>
          <w:tcPr>
            <w:tcW w:w="980" w:type="dxa"/>
            <w:vMerge/>
            <w:tcBorders>
              <w:right w:val="single" w:sz="4" w:space="0" w:color="auto"/>
            </w:tcBorders>
          </w:tcPr>
          <w:p w:rsidR="00C26FA8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FA8" w:rsidRPr="00DE5A4C" w:rsidRDefault="00C26FA8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B45B21" w:rsidRDefault="00C26FA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Pr="00BD33EA" w:rsidRDefault="00C26FA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527C1F">
            <w:pPr>
              <w:jc w:val="center"/>
              <w:rPr>
                <w:rFonts w:ascii="Times New Roman" w:hAnsi="Times New Roman"/>
              </w:rPr>
            </w:pPr>
          </w:p>
          <w:p w:rsidR="00C26FA8" w:rsidRDefault="00C26FA8" w:rsidP="00527C1F">
            <w:pPr>
              <w:jc w:val="center"/>
              <w:rPr>
                <w:rFonts w:ascii="Times New Roman" w:hAnsi="Times New Roman"/>
              </w:rPr>
            </w:pPr>
          </w:p>
          <w:p w:rsidR="00C26FA8" w:rsidRDefault="00C26FA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  <w:p w:rsidR="00C26FA8" w:rsidRPr="00BD33EA" w:rsidRDefault="00C26FA8" w:rsidP="00527C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4D4870" w:rsidRDefault="00C26FA8" w:rsidP="00300AB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Приобретение микшерного пульта, мультикора</w:t>
            </w:r>
          </w:p>
        </w:tc>
        <w:tc>
          <w:tcPr>
            <w:tcW w:w="2862" w:type="dxa"/>
            <w:gridSpan w:val="2"/>
            <w:vMerge/>
            <w:tcBorders>
              <w:left w:val="single" w:sz="4" w:space="0" w:color="auto"/>
            </w:tcBorders>
          </w:tcPr>
          <w:p w:rsidR="00C26FA8" w:rsidRDefault="00C26FA8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C26FA8" w:rsidTr="00817A2D">
        <w:trPr>
          <w:gridAfter w:val="1"/>
          <w:wAfter w:w="430" w:type="dxa"/>
          <w:trHeight w:val="885"/>
        </w:trPr>
        <w:tc>
          <w:tcPr>
            <w:tcW w:w="980" w:type="dxa"/>
            <w:vMerge/>
            <w:tcBorders>
              <w:right w:val="single" w:sz="4" w:space="0" w:color="auto"/>
            </w:tcBorders>
          </w:tcPr>
          <w:p w:rsidR="00C26FA8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FA8" w:rsidRPr="00DE5A4C" w:rsidRDefault="00C26FA8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B45B21" w:rsidRDefault="00C26FA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9C1678" w:rsidRDefault="00C26FA8" w:rsidP="00300ABA">
            <w:pPr>
              <w:pStyle w:val="a3"/>
            </w:pPr>
            <w:r>
              <w:rPr>
                <w:rFonts w:ascii="Times New Roman" w:hAnsi="Times New Roman"/>
                <w:spacing w:val="-1"/>
              </w:rPr>
              <w:t>Приобретение и установка водоотливов на здании ДК</w:t>
            </w:r>
          </w:p>
        </w:tc>
        <w:tc>
          <w:tcPr>
            <w:tcW w:w="286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26FA8" w:rsidRDefault="00C26FA8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C26FA8" w:rsidTr="009C1678">
        <w:trPr>
          <w:gridAfter w:val="1"/>
          <w:wAfter w:w="430" w:type="dxa"/>
          <w:trHeight w:val="21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26FA8" w:rsidRDefault="00C26FA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Pr="00DE5A4C" w:rsidRDefault="00C26FA8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B45B21" w:rsidRDefault="00C26FA8" w:rsidP="00A874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Default="00C26FA8" w:rsidP="009C1678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Приобретение системы видеонаблюдения и прочих материалов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A8" w:rsidRDefault="00C26FA8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C26FA8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C26FA8" w:rsidRDefault="00C26FA8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Pr="00A23C33" w:rsidRDefault="00C26FA8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Pr="00B45B21" w:rsidRDefault="00C26FA8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364,1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A8" w:rsidRDefault="00C26FA8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364,1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A8" w:rsidRPr="00A23C33" w:rsidRDefault="00C26FA8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A8" w:rsidRDefault="00C26FA8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26FA8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6FA8" w:rsidRDefault="00C26FA8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FA8" w:rsidRDefault="00C26FA8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FA8" w:rsidRDefault="00C26FA8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6FA8" w:rsidRDefault="00C26FA8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C26FA8" w:rsidRPr="004D4870" w:rsidRDefault="00C26FA8" w:rsidP="00A23C33">
            <w:pPr>
              <w:rPr>
                <w:rFonts w:ascii="Times New Roman" w:hAnsi="Times New Roman"/>
                <w:sz w:val="28"/>
                <w:szCs w:val="28"/>
              </w:rPr>
            </w:pP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Егорова Т.М.                          </w:t>
            </w:r>
          </w:p>
        </w:tc>
      </w:tr>
    </w:tbl>
    <w:p w:rsidR="00C26FA8" w:rsidRDefault="00C26FA8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26FA8" w:rsidRPr="00CF6306" w:rsidRDefault="00C26FA8" w:rsidP="00B45B21">
      <w:pPr>
        <w:pStyle w:val="BodyText"/>
        <w:spacing w:after="0"/>
        <w:ind w:right="-142"/>
        <w:jc w:val="both"/>
      </w:pPr>
    </w:p>
    <w:sectPr w:rsidR="00C26FA8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FA8" w:rsidRDefault="00C26FA8">
      <w:r>
        <w:separator/>
      </w:r>
    </w:p>
  </w:endnote>
  <w:endnote w:type="continuationSeparator" w:id="1">
    <w:p w:rsidR="00C26FA8" w:rsidRDefault="00C26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FA8" w:rsidRDefault="00C26FA8">
      <w:r>
        <w:separator/>
      </w:r>
    </w:p>
  </w:footnote>
  <w:footnote w:type="continuationSeparator" w:id="1">
    <w:p w:rsidR="00C26FA8" w:rsidRDefault="00C26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FA8" w:rsidRDefault="00C26FA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26FA8" w:rsidRDefault="00C26F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36EDB"/>
    <w:rsid w:val="00241AD2"/>
    <w:rsid w:val="002442F5"/>
    <w:rsid w:val="002470D0"/>
    <w:rsid w:val="002569A3"/>
    <w:rsid w:val="002613D3"/>
    <w:rsid w:val="00261460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010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D4870"/>
    <w:rsid w:val="004F5CD8"/>
    <w:rsid w:val="004F68E2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12DB"/>
    <w:rsid w:val="00654BFA"/>
    <w:rsid w:val="00656CCF"/>
    <w:rsid w:val="006637A3"/>
    <w:rsid w:val="00665D47"/>
    <w:rsid w:val="00677AB3"/>
    <w:rsid w:val="006F5A4F"/>
    <w:rsid w:val="007003B2"/>
    <w:rsid w:val="007020E4"/>
    <w:rsid w:val="00703C6F"/>
    <w:rsid w:val="00705888"/>
    <w:rsid w:val="00735685"/>
    <w:rsid w:val="007509B6"/>
    <w:rsid w:val="00791DE4"/>
    <w:rsid w:val="007A6384"/>
    <w:rsid w:val="007B34C4"/>
    <w:rsid w:val="007B6763"/>
    <w:rsid w:val="007C3B8D"/>
    <w:rsid w:val="007F3398"/>
    <w:rsid w:val="00817A2D"/>
    <w:rsid w:val="00820110"/>
    <w:rsid w:val="00830C34"/>
    <w:rsid w:val="00840DA6"/>
    <w:rsid w:val="00850011"/>
    <w:rsid w:val="0085437C"/>
    <w:rsid w:val="008575A6"/>
    <w:rsid w:val="00860322"/>
    <w:rsid w:val="008772A4"/>
    <w:rsid w:val="00897D68"/>
    <w:rsid w:val="008A081B"/>
    <w:rsid w:val="008A308E"/>
    <w:rsid w:val="008C0EAA"/>
    <w:rsid w:val="008C18CD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C1678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2F4D"/>
    <w:rsid w:val="00BD33EA"/>
    <w:rsid w:val="00C07246"/>
    <w:rsid w:val="00C1017B"/>
    <w:rsid w:val="00C12D44"/>
    <w:rsid w:val="00C26FA8"/>
    <w:rsid w:val="00C30BB7"/>
    <w:rsid w:val="00C3175E"/>
    <w:rsid w:val="00C3522A"/>
    <w:rsid w:val="00C3705A"/>
    <w:rsid w:val="00C602BF"/>
    <w:rsid w:val="00C72370"/>
    <w:rsid w:val="00C7290A"/>
    <w:rsid w:val="00C8736B"/>
    <w:rsid w:val="00C91E10"/>
    <w:rsid w:val="00C9355F"/>
    <w:rsid w:val="00CB61F0"/>
    <w:rsid w:val="00CC45A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D287C"/>
    <w:rsid w:val="00DE02F8"/>
    <w:rsid w:val="00DE5A4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4033"/>
    <w:rsid w:val="00F86102"/>
    <w:rsid w:val="00F971B5"/>
    <w:rsid w:val="00FA18FF"/>
    <w:rsid w:val="00FA62FA"/>
    <w:rsid w:val="00FA6A7A"/>
    <w:rsid w:val="00FB197C"/>
    <w:rsid w:val="00FD3663"/>
    <w:rsid w:val="00FD68F6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42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2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4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276</Words>
  <Characters>1578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2014-11-12T06:48:00Z</dcterms:created>
  <dcterms:modified xsi:type="dcterms:W3CDTF">2015-12-25T05:06:00Z</dcterms:modified>
</cp:coreProperties>
</file>