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8C" w:rsidRPr="00BB7DB1" w:rsidRDefault="00E16D8C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16D8C" w:rsidRDefault="00E16D8C" w:rsidP="003B7FD2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E16D8C" w:rsidRDefault="00E16D8C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E16D8C" w:rsidRDefault="00E16D8C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</w:p>
    <w:p w:rsidR="00E16D8C" w:rsidRPr="003B7FD2" w:rsidRDefault="00E16D8C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</w:t>
      </w:r>
      <w:r w:rsidRPr="003B7FD2">
        <w:rPr>
          <w:rFonts w:ascii="Times New Roman" w:hAnsi="Times New Roman"/>
          <w:bCs/>
          <w:sz w:val="28"/>
          <w:szCs w:val="28"/>
        </w:rPr>
        <w:t>.</w:t>
      </w:r>
    </w:p>
    <w:p w:rsidR="00E16D8C" w:rsidRPr="003B7FD2" w:rsidRDefault="00E16D8C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E16D8C" w:rsidRPr="002442F5" w:rsidRDefault="00E16D8C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E16D8C" w:rsidRPr="00B54883" w:rsidRDefault="00E16D8C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E16D8C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16D8C" w:rsidRPr="003B7FD2" w:rsidRDefault="00E16D8C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E16D8C" w:rsidRPr="003B7FD2" w:rsidRDefault="00E16D8C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E16D8C" w:rsidRPr="003B7FD2" w:rsidRDefault="00E16D8C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2015 год.</w:t>
            </w:r>
          </w:p>
          <w:p w:rsidR="00E16D8C" w:rsidRPr="003B7FD2" w:rsidRDefault="00E16D8C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6D8C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16D8C" w:rsidRDefault="00E16D8C" w:rsidP="00CF476E">
            <w:pPr>
              <w:pStyle w:val="a3"/>
            </w:pPr>
          </w:p>
        </w:tc>
      </w:tr>
      <w:tr w:rsidR="00E16D8C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8C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16D8C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D8C" w:rsidRPr="003E661A" w:rsidRDefault="00E16D8C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E16D8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16D8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D8C" w:rsidRPr="00052B35" w:rsidRDefault="00E16D8C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E16D8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Default="00E16D8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16D8C" w:rsidRPr="002C7281" w:rsidRDefault="00E16D8C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D8C" w:rsidRPr="00052B35" w:rsidRDefault="00E16D8C" w:rsidP="00052B35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E16D8C" w:rsidRPr="00052B35" w:rsidRDefault="00E16D8C" w:rsidP="00052B35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E16D8C" w:rsidRPr="00052B35" w:rsidRDefault="00E16D8C" w:rsidP="00052B35">
            <w:pPr>
              <w:pStyle w:val="Default"/>
              <w:jc w:val="both"/>
            </w:pPr>
            <w:r w:rsidRPr="00052B3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E16D8C" w:rsidRPr="00052B35" w:rsidRDefault="00E16D8C" w:rsidP="00052B35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E16D8C" w:rsidRPr="00052B35" w:rsidRDefault="00E16D8C" w:rsidP="00052B3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E16D8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4B45B8" w:rsidRDefault="00E16D8C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D8C" w:rsidRPr="002442F5" w:rsidRDefault="00E16D8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E16D8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Default="00E16D8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Default="00E16D8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Default="00E16D8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Default="00E16D8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Обучение,зачисление на ПК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D8C" w:rsidRDefault="00E16D8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E16D8C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E16D8C" w:rsidRDefault="00E16D8C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8C" w:rsidRPr="00B45B21" w:rsidRDefault="00E16D8C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8C" w:rsidRPr="00B45B21" w:rsidRDefault="00E16D8C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16D8C" w:rsidRPr="00C3522A" w:rsidRDefault="00E16D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E16D8C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E16D8C" w:rsidRDefault="00E16D8C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8C" w:rsidRPr="00B45B21" w:rsidRDefault="00E16D8C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B45B21" w:rsidRDefault="00E16D8C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C3522A" w:rsidRDefault="00E16D8C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63,8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C3522A" w:rsidRDefault="00E16D8C" w:rsidP="009860E4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8C" w:rsidRPr="008D4716" w:rsidRDefault="00E16D8C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16D8C" w:rsidRPr="00C3522A" w:rsidRDefault="00E16D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E16D8C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3E661A" w:rsidRDefault="00E16D8C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C3522A" w:rsidRDefault="00E16D8C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C3522A" w:rsidRDefault="00E16D8C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C3522A" w:rsidRDefault="00E16D8C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1718,9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C3522A" w:rsidRDefault="00E16D8C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1718,9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8C" w:rsidRPr="00C3522A" w:rsidRDefault="00E16D8C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D8C" w:rsidRPr="00C3522A" w:rsidRDefault="00E16D8C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E16D8C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16D8C" w:rsidRPr="003E661A" w:rsidRDefault="00E16D8C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6D8C" w:rsidRDefault="00E16D8C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6D8C" w:rsidRDefault="00E16D8C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6D8C" w:rsidRDefault="00E16D8C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6D8C" w:rsidRPr="00CF6306" w:rsidRDefault="00E16D8C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Л.В.Кубрак</w:t>
      </w:r>
    </w:p>
    <w:sectPr w:rsidR="00E16D8C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D8C" w:rsidRDefault="00E16D8C">
      <w:r>
        <w:separator/>
      </w:r>
    </w:p>
  </w:endnote>
  <w:endnote w:type="continuationSeparator" w:id="1">
    <w:p w:rsidR="00E16D8C" w:rsidRDefault="00E16D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D8C" w:rsidRDefault="00E16D8C">
      <w:r>
        <w:separator/>
      </w:r>
    </w:p>
  </w:footnote>
  <w:footnote w:type="continuationSeparator" w:id="1">
    <w:p w:rsidR="00E16D8C" w:rsidRDefault="00E16D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D8C" w:rsidRDefault="00E16D8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16D8C" w:rsidRDefault="00E16D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207A02"/>
    <w:rsid w:val="00211E01"/>
    <w:rsid w:val="00222F09"/>
    <w:rsid w:val="00241AD2"/>
    <w:rsid w:val="002442F5"/>
    <w:rsid w:val="002470D0"/>
    <w:rsid w:val="00247EBB"/>
    <w:rsid w:val="002569A3"/>
    <w:rsid w:val="002613D3"/>
    <w:rsid w:val="002C7281"/>
    <w:rsid w:val="002D7464"/>
    <w:rsid w:val="002E26F0"/>
    <w:rsid w:val="002E41CD"/>
    <w:rsid w:val="0030427E"/>
    <w:rsid w:val="00341333"/>
    <w:rsid w:val="00347146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BE8"/>
    <w:rsid w:val="004B45B8"/>
    <w:rsid w:val="004C1660"/>
    <w:rsid w:val="004F5CD8"/>
    <w:rsid w:val="004F7500"/>
    <w:rsid w:val="00513D19"/>
    <w:rsid w:val="00514CFD"/>
    <w:rsid w:val="005229B3"/>
    <w:rsid w:val="00525A13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2745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4DB0"/>
    <w:rsid w:val="008575A6"/>
    <w:rsid w:val="00860322"/>
    <w:rsid w:val="00897D68"/>
    <w:rsid w:val="008D4716"/>
    <w:rsid w:val="008F1FBE"/>
    <w:rsid w:val="008F3336"/>
    <w:rsid w:val="008F523A"/>
    <w:rsid w:val="00906EB7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A280F"/>
    <w:rsid w:val="009D4504"/>
    <w:rsid w:val="009D6288"/>
    <w:rsid w:val="009D7D7F"/>
    <w:rsid w:val="009E657C"/>
    <w:rsid w:val="009F7276"/>
    <w:rsid w:val="00A10969"/>
    <w:rsid w:val="00A1695C"/>
    <w:rsid w:val="00A17109"/>
    <w:rsid w:val="00A36A1F"/>
    <w:rsid w:val="00A3740B"/>
    <w:rsid w:val="00A603E7"/>
    <w:rsid w:val="00A874EA"/>
    <w:rsid w:val="00A87FA6"/>
    <w:rsid w:val="00AA0281"/>
    <w:rsid w:val="00AD3B9F"/>
    <w:rsid w:val="00AF1D20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E7C70"/>
    <w:rsid w:val="00BF5AB5"/>
    <w:rsid w:val="00C12D44"/>
    <w:rsid w:val="00C30BB7"/>
    <w:rsid w:val="00C3175E"/>
    <w:rsid w:val="00C3522A"/>
    <w:rsid w:val="00C3705A"/>
    <w:rsid w:val="00C5094D"/>
    <w:rsid w:val="00C602BF"/>
    <w:rsid w:val="00C8736B"/>
    <w:rsid w:val="00CB61F0"/>
    <w:rsid w:val="00CF476E"/>
    <w:rsid w:val="00CF6306"/>
    <w:rsid w:val="00CF6FBF"/>
    <w:rsid w:val="00D165E4"/>
    <w:rsid w:val="00D20D24"/>
    <w:rsid w:val="00D22CF8"/>
    <w:rsid w:val="00D24F55"/>
    <w:rsid w:val="00D33AD3"/>
    <w:rsid w:val="00D43877"/>
    <w:rsid w:val="00D56070"/>
    <w:rsid w:val="00D61C1E"/>
    <w:rsid w:val="00D64ACB"/>
    <w:rsid w:val="00D64B68"/>
    <w:rsid w:val="00D745DB"/>
    <w:rsid w:val="00D808E2"/>
    <w:rsid w:val="00DA0A23"/>
    <w:rsid w:val="00DC4CC5"/>
    <w:rsid w:val="00DE02F8"/>
    <w:rsid w:val="00E159BA"/>
    <w:rsid w:val="00E16D8C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165E4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65E4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8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8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8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8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334</Words>
  <Characters>1904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9</cp:revision>
  <cp:lastPrinted>2014-11-26T08:48:00Z</cp:lastPrinted>
  <dcterms:created xsi:type="dcterms:W3CDTF">2014-11-12T06:49:00Z</dcterms:created>
  <dcterms:modified xsi:type="dcterms:W3CDTF">2016-01-05T16:05:00Z</dcterms:modified>
</cp:coreProperties>
</file>