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43" w:rsidRDefault="00B61943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61943" w:rsidRPr="00BB7DB1" w:rsidRDefault="00B61943" w:rsidP="00F467D0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B61943" w:rsidRPr="00091270" w:rsidRDefault="00B61943" w:rsidP="00F467D0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Pr="00091270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постановлению</w:t>
      </w:r>
    </w:p>
    <w:p w:rsidR="00B61943" w:rsidRDefault="00B61943" w:rsidP="00F467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администрации Старотитаровского </w:t>
      </w:r>
    </w:p>
    <w:p w:rsidR="00B61943" w:rsidRDefault="00B61943" w:rsidP="00F467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сельского поселения</w:t>
      </w:r>
    </w:p>
    <w:p w:rsidR="00B61943" w:rsidRDefault="00B61943" w:rsidP="00F467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Темрюкского района</w:t>
      </w:r>
    </w:p>
    <w:p w:rsidR="00B61943" w:rsidRDefault="00B61943" w:rsidP="00F467D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от______№_______</w:t>
      </w:r>
    </w:p>
    <w:p w:rsidR="00B61943" w:rsidRDefault="00B61943" w:rsidP="00F467D0">
      <w:pPr>
        <w:jc w:val="center"/>
        <w:rPr>
          <w:rFonts w:ascii="Times New Roman" w:hAnsi="Times New Roman"/>
          <w:sz w:val="28"/>
        </w:rPr>
      </w:pPr>
    </w:p>
    <w:p w:rsidR="00B61943" w:rsidRPr="00B73C78" w:rsidRDefault="00B61943" w:rsidP="00052B35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B61943" w:rsidRPr="002D7464" w:rsidRDefault="00B61943" w:rsidP="00FD3663">
      <w:pPr>
        <w:ind w:left="9900"/>
        <w:outlineLvl w:val="0"/>
        <w:rPr>
          <w:rFonts w:ascii="Times New Roman" w:hAnsi="Times New Roman"/>
          <w:bCs/>
          <w:sz w:val="28"/>
          <w:szCs w:val="28"/>
        </w:rPr>
      </w:pPr>
    </w:p>
    <w:p w:rsidR="00B61943" w:rsidRPr="00B54883" w:rsidRDefault="00B61943" w:rsidP="00B54883">
      <w:pPr>
        <w:pStyle w:val="ConsPlusTitle"/>
        <w:widowControl/>
        <w:ind w:left="10080" w:hanging="18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51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B61943" w:rsidTr="0046755D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61943" w:rsidRPr="00F971B5" w:rsidRDefault="00B61943" w:rsidP="00F971B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D7464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9F7276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  <w:r w:rsidRPr="00F971B5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>в Старотитаровском сельском поселении</w:t>
            </w:r>
          </w:p>
          <w:p w:rsidR="00B61943" w:rsidRPr="00F971B5" w:rsidRDefault="00B61943" w:rsidP="00F971B5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F971B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Темрюкского района на 2015 год.</w:t>
            </w:r>
          </w:p>
          <w:p w:rsidR="00B61943" w:rsidRPr="00043F79" w:rsidRDefault="00B61943" w:rsidP="00043F79">
            <w:pPr>
              <w:jc w:val="center"/>
              <w:rPr>
                <w:sz w:val="28"/>
                <w:szCs w:val="28"/>
              </w:rPr>
            </w:pPr>
          </w:p>
        </w:tc>
      </w:tr>
      <w:tr w:rsidR="00B61943" w:rsidTr="00635BC1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B61943" w:rsidRDefault="00B61943" w:rsidP="00CF476E">
            <w:pPr>
              <w:pStyle w:val="a3"/>
            </w:pPr>
          </w:p>
        </w:tc>
      </w:tr>
      <w:tr w:rsidR="00B61943" w:rsidTr="00635BC1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в</w:t>
            </w:r>
          </w:p>
          <w:p w:rsidR="00B61943" w:rsidRPr="003E661A" w:rsidRDefault="00B6194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6194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8736B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B6194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943" w:rsidRPr="008A308E" w:rsidRDefault="00B61943" w:rsidP="008A308E">
            <w:pPr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    условий для повышения эффективности бюджетных расходов и качества управления  муниципальными    финансами в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Старотитаровском </w:t>
            </w:r>
            <w:r w:rsidRPr="008A308E">
              <w:rPr>
                <w:rFonts w:ascii="Times New Roman" w:hAnsi="Times New Roman"/>
                <w:color w:val="000000"/>
              </w:rPr>
              <w:t>сельском поселении Темрюкского района, повышения качества      финансового менеджмента в секторе муниципального управления;</w:t>
            </w:r>
          </w:p>
          <w:p w:rsidR="00B61943" w:rsidRPr="008A308E" w:rsidRDefault="00B61943" w:rsidP="008A308E">
            <w:pPr>
              <w:pStyle w:val="a3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обеспечение долгосрочной сбалансированности  и устойчивости бюджета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</w:p>
        </w:tc>
      </w:tr>
      <w:tr w:rsidR="00B6194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Default="00B61943" w:rsidP="00CF476E">
            <w:pPr>
              <w:pStyle w:val="a4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B61943" w:rsidRPr="002C7281" w:rsidRDefault="00B61943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943" w:rsidRPr="008A308E" w:rsidRDefault="00B61943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переход к составлению и исполнению бюджета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8A308E">
              <w:rPr>
                <w:rFonts w:ascii="Times New Roman" w:hAnsi="Times New Roman"/>
                <w:color w:val="000000"/>
              </w:rPr>
              <w:t xml:space="preserve">сельского поселения Темрюкского района на основе программно-целевых принципов, начиная с бюджета на 2015 год; </w:t>
            </w:r>
          </w:p>
          <w:p w:rsidR="00B61943" w:rsidRPr="008A308E" w:rsidRDefault="00B61943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повышение эффективности оказания муниципальных услуг муниципальными учреждениями на основе совершенствования практики применения муниципальных  заданий и финансовых нормативов</w:t>
            </w:r>
            <w:r w:rsidRPr="008A308E">
              <w:rPr>
                <w:rFonts w:ascii="Times New Roman" w:hAnsi="Times New Roman"/>
              </w:rPr>
              <w:t>;</w:t>
            </w:r>
          </w:p>
          <w:p w:rsidR="00B61943" w:rsidRPr="008A308E" w:rsidRDefault="00B61943" w:rsidP="008A308E">
            <w:pPr>
              <w:tabs>
                <w:tab w:val="left" w:pos="320"/>
              </w:tabs>
              <w:spacing w:before="40" w:after="40"/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</w:t>
            </w:r>
            <w:r w:rsidRPr="008A308E">
              <w:rPr>
                <w:rFonts w:ascii="Times New Roman" w:hAnsi="Times New Roman"/>
              </w:rPr>
              <w:t>повышение эффективности управления муниципальными  финансами;</w:t>
            </w:r>
          </w:p>
          <w:p w:rsidR="00B61943" w:rsidRPr="008A308E" w:rsidRDefault="00B61943" w:rsidP="008A308E">
            <w:pPr>
              <w:jc w:val="both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  <w:color w:val="000000"/>
              </w:rPr>
              <w:t>- создание стимулов для повышения качества финансового менеджмента главных распорядителей бюджетных средств и муниципальных учреждений</w:t>
            </w:r>
            <w:r w:rsidRPr="008A308E">
              <w:rPr>
                <w:rFonts w:ascii="Times New Roman" w:hAnsi="Times New Roman"/>
              </w:rPr>
              <w:t>;</w:t>
            </w:r>
          </w:p>
          <w:p w:rsidR="00B61943" w:rsidRPr="008A308E" w:rsidRDefault="00B61943" w:rsidP="008A308E">
            <w:pPr>
              <w:jc w:val="both"/>
              <w:rPr>
                <w:rFonts w:ascii="Times New Roman" w:hAnsi="Times New Roman"/>
                <w:color w:val="000000"/>
              </w:rPr>
            </w:pPr>
            <w:r w:rsidRPr="008A308E">
              <w:rPr>
                <w:rFonts w:ascii="Times New Roman" w:hAnsi="Times New Roman"/>
                <w:color w:val="000000"/>
              </w:rPr>
              <w:t xml:space="preserve">- создание стимулов для повышения эффективности бюджетных расходов и качества муниципального управления 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 w:rsidRPr="008A308E">
              <w:rPr>
                <w:rFonts w:ascii="Times New Roman" w:hAnsi="Times New Roman"/>
                <w:color w:val="000000"/>
              </w:rPr>
              <w:t>сельского поселения Темрюкского района</w:t>
            </w:r>
            <w:r w:rsidRPr="008A308E">
              <w:rPr>
                <w:rFonts w:ascii="Times New Roman" w:hAnsi="Times New Roman"/>
              </w:rPr>
              <w:t>;</w:t>
            </w:r>
          </w:p>
          <w:p w:rsidR="00B61943" w:rsidRPr="008A308E" w:rsidRDefault="00B61943" w:rsidP="008A308E">
            <w:pPr>
              <w:pStyle w:val="a3"/>
              <w:rPr>
                <w:rFonts w:ascii="Times New Roman" w:hAnsi="Times New Roman"/>
              </w:rPr>
            </w:pPr>
            <w:r w:rsidRPr="008A308E">
              <w:rPr>
                <w:rFonts w:ascii="Times New Roman" w:hAnsi="Times New Roman"/>
              </w:rPr>
              <w:t xml:space="preserve">- осуществления закупок товаров, работ и услуг для обеспечения  муниципальных нужд </w:t>
            </w:r>
            <w:r w:rsidRPr="008A308E">
              <w:rPr>
                <w:rFonts w:ascii="Times New Roman" w:hAnsi="Times New Roman"/>
                <w:color w:val="000000"/>
              </w:rPr>
              <w:t>с системами планирования и исполнения бюджета</w:t>
            </w:r>
          </w:p>
        </w:tc>
      </w:tr>
      <w:tr w:rsidR="00B61943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CF476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CF476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4636,3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4636,3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A874EA">
            <w:pPr>
              <w:pStyle w:val="a3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з/платы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943" w:rsidRPr="002442F5" w:rsidRDefault="00B61943" w:rsidP="00A874EA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61943" w:rsidRPr="00C3522A" w:rsidTr="00635BC1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Pr="00B45B21" w:rsidRDefault="00B6194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22,2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22,2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сотовой связи,почтовые услуги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61943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B61943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B61943" w:rsidRPr="00C3522A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61943" w:rsidRPr="00C3522A" w:rsidTr="00635BC1">
        <w:trPr>
          <w:gridAfter w:val="1"/>
          <w:wAfter w:w="430" w:type="dxa"/>
          <w:trHeight w:val="122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Default="00B6194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Pr="00B45B21" w:rsidRDefault="00B6194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94354E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Default="00B6194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255,6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Default="00B61943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255,6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 за воду, свет, газ.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61943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B61943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B61943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61943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Pr="00B45B21" w:rsidRDefault="00B61943" w:rsidP="00C352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94354E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55,7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9860E4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9435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Вывоз ТБО </w:t>
            </w:r>
            <w:r w:rsidRPr="00B45B2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61943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B61943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B61943" w:rsidRPr="00C3522A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61943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B61943" w:rsidRDefault="00B61943" w:rsidP="0094354E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1.1.5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Pr="00B45B21" w:rsidRDefault="00B61943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2D7464">
            <w:pPr>
              <w:pStyle w:val="a4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2442F5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258,1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Default="00B61943" w:rsidP="002442F5">
            <w:pPr>
              <w:pStyle w:val="a3"/>
              <w:jc w:val="left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258,1</w:t>
            </w:r>
          </w:p>
          <w:p w:rsidR="00B61943" w:rsidRPr="002E4221" w:rsidRDefault="00B61943" w:rsidP="002E4221"/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Pr="00B45B21" w:rsidRDefault="00B61943" w:rsidP="002D746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Подписка на газеты и </w:t>
            </w:r>
            <w:r w:rsidRPr="00F86102">
              <w:rPr>
                <w:rFonts w:ascii="Times New Roman" w:hAnsi="Times New Roman"/>
              </w:rPr>
              <w:t>журналы, подшивка книг,</w:t>
            </w:r>
            <w:r w:rsidRPr="00F86102">
              <w:rPr>
                <w:rFonts w:ascii="Times New Roman" w:hAnsi="Times New Roman"/>
                <w:szCs w:val="28"/>
              </w:rPr>
              <w:t xml:space="preserve"> расходы за зачисление на ПК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61943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B61943" w:rsidRPr="00956BF9" w:rsidRDefault="00B61943" w:rsidP="00956BF9"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B61943" w:rsidRPr="00C3522A" w:rsidRDefault="00B61943" w:rsidP="002D7464">
            <w:pPr>
              <w:pStyle w:val="a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61943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B61943" w:rsidRDefault="00B6194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Pr="00B45B21" w:rsidRDefault="00B61943" w:rsidP="00C3522A">
            <w:pPr>
              <w:widowControl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99,2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 w:rsidP="00AD3B9F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>99,2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Pr="00B45B21" w:rsidRDefault="00B61943" w:rsidP="002D7464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экология</w:t>
            </w:r>
            <w:r>
              <w:rPr>
                <w:rFonts w:ascii="Times New Roman" w:hAnsi="Times New Roman"/>
              </w:rPr>
              <w:t>, налоги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61943" w:rsidRDefault="00B619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</w:p>
          <w:p w:rsidR="00B61943" w:rsidRDefault="00B619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Старотитаровского</w:t>
            </w:r>
          </w:p>
          <w:p w:rsidR="00B61943" w:rsidRPr="00C3522A" w:rsidRDefault="00B6194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61943" w:rsidRPr="00C3522A" w:rsidTr="00F86102">
        <w:trPr>
          <w:gridAfter w:val="1"/>
          <w:wAfter w:w="430" w:type="dxa"/>
          <w:trHeight w:val="18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Default="00B6194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1.1.7.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5469F5" w:rsidRDefault="00B61943" w:rsidP="008D4716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469F5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B45B21" w:rsidRDefault="00B61943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C3522A" w:rsidRDefault="00B6194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21,7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C3522A" w:rsidRDefault="00B61943" w:rsidP="009860E4">
            <w:pPr>
              <w:pStyle w:val="a3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21,7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956BF9" w:rsidRDefault="00B61943" w:rsidP="00CF6FBF">
            <w:pPr>
              <w:rPr>
                <w:rFonts w:ascii="Times New Roman" w:hAnsi="Times New Roman"/>
              </w:rPr>
            </w:pPr>
            <w:r w:rsidRPr="00956BF9">
              <w:rPr>
                <w:rFonts w:ascii="Times New Roman" w:hAnsi="Times New Roman"/>
                <w:szCs w:val="28"/>
              </w:rPr>
              <w:t>Закупка мебели и прочих материалов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943" w:rsidRDefault="00B61943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B61943" w:rsidRPr="00C3522A" w:rsidRDefault="00B61943" w:rsidP="00956B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61943" w:rsidRPr="00C3522A" w:rsidTr="00635BC1">
        <w:trPr>
          <w:gridAfter w:val="1"/>
          <w:wAfter w:w="430" w:type="dxa"/>
          <w:trHeight w:val="1185"/>
        </w:trPr>
        <w:tc>
          <w:tcPr>
            <w:tcW w:w="980" w:type="dxa"/>
            <w:tcBorders>
              <w:top w:val="single" w:sz="4" w:space="0" w:color="auto"/>
              <w:right w:val="single" w:sz="4" w:space="0" w:color="auto"/>
            </w:tcBorders>
          </w:tcPr>
          <w:p w:rsidR="00B61943" w:rsidRDefault="00B61943" w:rsidP="002D7464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Default="00B61943" w:rsidP="008D4716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45B21"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Default="00B61943" w:rsidP="00F86102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Default="00B61943" w:rsidP="00AD3B9F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383,3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Default="00B61943" w:rsidP="009860E4">
            <w:pPr>
              <w:pStyle w:val="a3"/>
              <w:jc w:val="left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383,3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1943" w:rsidRDefault="00B61943" w:rsidP="00CF6F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Приобретение хозтоваров,  канцтоваров и ГСМ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B61943" w:rsidRDefault="00B61943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</w:t>
            </w:r>
          </w:p>
          <w:p w:rsidR="00B61943" w:rsidRDefault="00B61943" w:rsidP="00F8610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 xml:space="preserve">Старотитаровского </w:t>
            </w:r>
            <w:r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B61943" w:rsidRPr="00C3522A" w:rsidTr="00635BC1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3E661A" w:rsidRDefault="00B61943" w:rsidP="0016276F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C3522A" w:rsidRDefault="00B61943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C3522A" w:rsidRDefault="00B61943" w:rsidP="0016276F">
            <w:pPr>
              <w:pStyle w:val="a4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C3522A" w:rsidRDefault="00B61943" w:rsidP="00AD3B9F">
            <w:pPr>
              <w:pStyle w:val="a3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5732,1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7C5BDE" w:rsidRDefault="00B61943" w:rsidP="00F404B0">
            <w:pPr>
              <w:pStyle w:val="a3"/>
              <w:jc w:val="left"/>
            </w:pPr>
            <w:r>
              <w:rPr>
                <w:rFonts w:ascii="Times New Roman" w:hAnsi="Times New Roman"/>
                <w:b/>
              </w:rPr>
              <w:t>5732,1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943" w:rsidRPr="00C3522A" w:rsidRDefault="00B61943" w:rsidP="0016276F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1943" w:rsidRPr="00C3522A" w:rsidRDefault="00B61943" w:rsidP="0016276F">
            <w:pPr>
              <w:pStyle w:val="a3"/>
              <w:rPr>
                <w:rFonts w:ascii="Times New Roman" w:hAnsi="Times New Roman"/>
              </w:rPr>
            </w:pPr>
          </w:p>
        </w:tc>
      </w:tr>
      <w:tr w:rsidR="00B61943" w:rsidTr="0046755D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61943" w:rsidRPr="003E661A" w:rsidRDefault="00B61943" w:rsidP="0016276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1943" w:rsidRDefault="00B61943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61943" w:rsidRDefault="00B61943" w:rsidP="00CF6306">
      <w:pPr>
        <w:pStyle w:val="BodyText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B61943" w:rsidRPr="00B45B21" w:rsidRDefault="00B61943" w:rsidP="00B45B21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Л.В. Кубрак                                                                              </w:t>
      </w:r>
    </w:p>
    <w:p w:rsidR="00B61943" w:rsidRPr="00CF6306" w:rsidRDefault="00B61943" w:rsidP="00B45B21">
      <w:pPr>
        <w:pStyle w:val="BodyText"/>
        <w:spacing w:after="0"/>
        <w:ind w:right="-142"/>
        <w:jc w:val="both"/>
      </w:pPr>
    </w:p>
    <w:sectPr w:rsidR="00B61943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943" w:rsidRDefault="00B61943">
      <w:r>
        <w:separator/>
      </w:r>
    </w:p>
  </w:endnote>
  <w:endnote w:type="continuationSeparator" w:id="1">
    <w:p w:rsidR="00B61943" w:rsidRDefault="00B61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943" w:rsidRDefault="00B61943">
      <w:r>
        <w:separator/>
      </w:r>
    </w:p>
  </w:footnote>
  <w:footnote w:type="continuationSeparator" w:id="1">
    <w:p w:rsidR="00B61943" w:rsidRDefault="00B619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1943" w:rsidRDefault="00B6194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B61943" w:rsidRDefault="00B619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559BB"/>
    <w:rsid w:val="0006685C"/>
    <w:rsid w:val="00083DC5"/>
    <w:rsid w:val="00091270"/>
    <w:rsid w:val="0009408B"/>
    <w:rsid w:val="000A2DCB"/>
    <w:rsid w:val="000A7243"/>
    <w:rsid w:val="000C13B0"/>
    <w:rsid w:val="000D464E"/>
    <w:rsid w:val="000E625F"/>
    <w:rsid w:val="000E75E6"/>
    <w:rsid w:val="000E7D32"/>
    <w:rsid w:val="00101F21"/>
    <w:rsid w:val="00105934"/>
    <w:rsid w:val="00107FE2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857C1"/>
    <w:rsid w:val="00191C88"/>
    <w:rsid w:val="001A603E"/>
    <w:rsid w:val="001D7FEC"/>
    <w:rsid w:val="001E134E"/>
    <w:rsid w:val="001E64CF"/>
    <w:rsid w:val="001F130E"/>
    <w:rsid w:val="00202D81"/>
    <w:rsid w:val="00207A02"/>
    <w:rsid w:val="00222F09"/>
    <w:rsid w:val="00241AD2"/>
    <w:rsid w:val="002442F5"/>
    <w:rsid w:val="002470D0"/>
    <w:rsid w:val="002569A3"/>
    <w:rsid w:val="002613D3"/>
    <w:rsid w:val="002C7281"/>
    <w:rsid w:val="002D7464"/>
    <w:rsid w:val="002E26F0"/>
    <w:rsid w:val="002E4221"/>
    <w:rsid w:val="0030427E"/>
    <w:rsid w:val="00335FBF"/>
    <w:rsid w:val="00341333"/>
    <w:rsid w:val="00347146"/>
    <w:rsid w:val="00365218"/>
    <w:rsid w:val="00371319"/>
    <w:rsid w:val="003832F3"/>
    <w:rsid w:val="00387BE9"/>
    <w:rsid w:val="0039254F"/>
    <w:rsid w:val="003B65E2"/>
    <w:rsid w:val="003D076F"/>
    <w:rsid w:val="003D7EFE"/>
    <w:rsid w:val="003E661A"/>
    <w:rsid w:val="00402439"/>
    <w:rsid w:val="004123BE"/>
    <w:rsid w:val="00434466"/>
    <w:rsid w:val="00442E08"/>
    <w:rsid w:val="004432CD"/>
    <w:rsid w:val="004510A5"/>
    <w:rsid w:val="00466211"/>
    <w:rsid w:val="0046755D"/>
    <w:rsid w:val="004721A3"/>
    <w:rsid w:val="004725AA"/>
    <w:rsid w:val="004740A7"/>
    <w:rsid w:val="004B2BE8"/>
    <w:rsid w:val="004C1660"/>
    <w:rsid w:val="004F2F87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E37F3"/>
    <w:rsid w:val="005E4CC3"/>
    <w:rsid w:val="005E598E"/>
    <w:rsid w:val="00624DB5"/>
    <w:rsid w:val="00635BC1"/>
    <w:rsid w:val="006455A5"/>
    <w:rsid w:val="00654BFA"/>
    <w:rsid w:val="00656CCF"/>
    <w:rsid w:val="006637A3"/>
    <w:rsid w:val="00665D47"/>
    <w:rsid w:val="00677AB3"/>
    <w:rsid w:val="00695F24"/>
    <w:rsid w:val="006F5A4F"/>
    <w:rsid w:val="007020E4"/>
    <w:rsid w:val="00703C6F"/>
    <w:rsid w:val="00705888"/>
    <w:rsid w:val="00735685"/>
    <w:rsid w:val="00791DE4"/>
    <w:rsid w:val="007A6384"/>
    <w:rsid w:val="007B34C4"/>
    <w:rsid w:val="007C3B8D"/>
    <w:rsid w:val="007C5BDE"/>
    <w:rsid w:val="007D5807"/>
    <w:rsid w:val="007F3398"/>
    <w:rsid w:val="00820110"/>
    <w:rsid w:val="00830C34"/>
    <w:rsid w:val="0083698D"/>
    <w:rsid w:val="00850011"/>
    <w:rsid w:val="0085437C"/>
    <w:rsid w:val="008575A6"/>
    <w:rsid w:val="00860322"/>
    <w:rsid w:val="00897D68"/>
    <w:rsid w:val="008A308E"/>
    <w:rsid w:val="008C34EB"/>
    <w:rsid w:val="008D4716"/>
    <w:rsid w:val="008F1FBE"/>
    <w:rsid w:val="008F3336"/>
    <w:rsid w:val="008F523A"/>
    <w:rsid w:val="00915096"/>
    <w:rsid w:val="009156D9"/>
    <w:rsid w:val="00924534"/>
    <w:rsid w:val="00940352"/>
    <w:rsid w:val="0094354E"/>
    <w:rsid w:val="00944798"/>
    <w:rsid w:val="009561E5"/>
    <w:rsid w:val="00956BF9"/>
    <w:rsid w:val="00957A20"/>
    <w:rsid w:val="00983138"/>
    <w:rsid w:val="009860E4"/>
    <w:rsid w:val="00987B0F"/>
    <w:rsid w:val="009A0015"/>
    <w:rsid w:val="009A1089"/>
    <w:rsid w:val="009C7C32"/>
    <w:rsid w:val="009D4504"/>
    <w:rsid w:val="009D6288"/>
    <w:rsid w:val="009D7D7F"/>
    <w:rsid w:val="009E657C"/>
    <w:rsid w:val="009F16D0"/>
    <w:rsid w:val="009F2D49"/>
    <w:rsid w:val="009F7276"/>
    <w:rsid w:val="00A077CD"/>
    <w:rsid w:val="00A10969"/>
    <w:rsid w:val="00A1695C"/>
    <w:rsid w:val="00A36A1F"/>
    <w:rsid w:val="00A3740B"/>
    <w:rsid w:val="00A65613"/>
    <w:rsid w:val="00A874EA"/>
    <w:rsid w:val="00A87FA6"/>
    <w:rsid w:val="00A947F3"/>
    <w:rsid w:val="00AA0281"/>
    <w:rsid w:val="00AD0CAA"/>
    <w:rsid w:val="00AD3B9F"/>
    <w:rsid w:val="00AE3CC1"/>
    <w:rsid w:val="00AE3EB5"/>
    <w:rsid w:val="00AF1D20"/>
    <w:rsid w:val="00AF2DF3"/>
    <w:rsid w:val="00B06BE3"/>
    <w:rsid w:val="00B11BB8"/>
    <w:rsid w:val="00B45B21"/>
    <w:rsid w:val="00B478C8"/>
    <w:rsid w:val="00B54883"/>
    <w:rsid w:val="00B61943"/>
    <w:rsid w:val="00B6664D"/>
    <w:rsid w:val="00B72EB8"/>
    <w:rsid w:val="00B73C78"/>
    <w:rsid w:val="00B73D0F"/>
    <w:rsid w:val="00B76DE8"/>
    <w:rsid w:val="00B8732B"/>
    <w:rsid w:val="00B91C4A"/>
    <w:rsid w:val="00BB7DB1"/>
    <w:rsid w:val="00BC2657"/>
    <w:rsid w:val="00C07246"/>
    <w:rsid w:val="00C12D44"/>
    <w:rsid w:val="00C30BB7"/>
    <w:rsid w:val="00C3175E"/>
    <w:rsid w:val="00C3522A"/>
    <w:rsid w:val="00C3705A"/>
    <w:rsid w:val="00C602BF"/>
    <w:rsid w:val="00C8736B"/>
    <w:rsid w:val="00CA0073"/>
    <w:rsid w:val="00CB61F0"/>
    <w:rsid w:val="00CC6CE6"/>
    <w:rsid w:val="00CF476E"/>
    <w:rsid w:val="00CF6306"/>
    <w:rsid w:val="00CF6FBF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81848"/>
    <w:rsid w:val="00D91C0D"/>
    <w:rsid w:val="00DA0A23"/>
    <w:rsid w:val="00DC4CC5"/>
    <w:rsid w:val="00DD7D52"/>
    <w:rsid w:val="00DE02F8"/>
    <w:rsid w:val="00E071DD"/>
    <w:rsid w:val="00E159BA"/>
    <w:rsid w:val="00E26412"/>
    <w:rsid w:val="00E26FF3"/>
    <w:rsid w:val="00E43EB1"/>
    <w:rsid w:val="00E600BB"/>
    <w:rsid w:val="00E76568"/>
    <w:rsid w:val="00E77F78"/>
    <w:rsid w:val="00E82D20"/>
    <w:rsid w:val="00E86F36"/>
    <w:rsid w:val="00E87968"/>
    <w:rsid w:val="00E9156E"/>
    <w:rsid w:val="00EA7C72"/>
    <w:rsid w:val="00EC0D9F"/>
    <w:rsid w:val="00EC3760"/>
    <w:rsid w:val="00ED744E"/>
    <w:rsid w:val="00EE372C"/>
    <w:rsid w:val="00EF5882"/>
    <w:rsid w:val="00EF7162"/>
    <w:rsid w:val="00F117D0"/>
    <w:rsid w:val="00F206AE"/>
    <w:rsid w:val="00F2247D"/>
    <w:rsid w:val="00F374C5"/>
    <w:rsid w:val="00F404B0"/>
    <w:rsid w:val="00F4148A"/>
    <w:rsid w:val="00F424D3"/>
    <w:rsid w:val="00F467D0"/>
    <w:rsid w:val="00F86102"/>
    <w:rsid w:val="00F96B02"/>
    <w:rsid w:val="00F971B5"/>
    <w:rsid w:val="00FA18FF"/>
    <w:rsid w:val="00FA4C2A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F2D49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F2D49"/>
    <w:rPr>
      <w:rFonts w:ascii="Arial" w:hAnsi="Arial" w:cs="Times New Roman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540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4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4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54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540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540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540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3</Pages>
  <Words>624</Words>
  <Characters>3562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30</cp:revision>
  <cp:lastPrinted>2014-09-25T13:09:00Z</cp:lastPrinted>
  <dcterms:created xsi:type="dcterms:W3CDTF">2014-11-12T06:48:00Z</dcterms:created>
  <dcterms:modified xsi:type="dcterms:W3CDTF">2015-12-16T07:16:00Z</dcterms:modified>
</cp:coreProperties>
</file>