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103" w:rsidRPr="00BB7DB1" w:rsidRDefault="009B6103" w:rsidP="007D3297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B6103" w:rsidRDefault="009B6103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B6103" w:rsidRPr="00226246" w:rsidRDefault="009B6103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 от________№______</w:t>
      </w:r>
    </w:p>
    <w:bookmarkEnd w:id="0"/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9B6103" w:rsidTr="007D3297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6103" w:rsidRDefault="009B6103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103" w:rsidRDefault="009B6103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103" w:rsidRDefault="009B6103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                                                                                              </w:t>
            </w:r>
          </w:p>
          <w:p w:rsidR="009B6103" w:rsidRPr="003150F8" w:rsidRDefault="009B6103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«Молодежь станицы»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>Старотитаровского сельского поселения</w:t>
            </w:r>
          </w:p>
          <w:p w:rsidR="009B6103" w:rsidRPr="003150F8" w:rsidRDefault="009B6103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>Темрюкского района на 2015 год</w:t>
            </w:r>
          </w:p>
          <w:p w:rsidR="009B6103" w:rsidRPr="00226246" w:rsidRDefault="009B6103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B6103" w:rsidTr="007D3297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B6103" w:rsidRPr="004D4870" w:rsidRDefault="009B6103" w:rsidP="004D4870"/>
        </w:tc>
      </w:tr>
      <w:tr w:rsidR="009B6103" w:rsidTr="007D3297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03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9B6103" w:rsidRPr="003E661A" w:rsidRDefault="009B610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B6103" w:rsidTr="007D3297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B6103" w:rsidTr="007D3297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03" w:rsidRPr="003150F8" w:rsidRDefault="009B6103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3150F8">
              <w:rPr>
                <w:rFonts w:ascii="Times New Roman" w:hAnsi="Times New Roman"/>
              </w:rPr>
              <w:t>-Создание условий для    гражданского становления, физического, духовно-нравственного и патриотического воспитания подростков и молодежи.</w:t>
            </w:r>
          </w:p>
        </w:tc>
      </w:tr>
      <w:tr w:rsidR="009B6103" w:rsidTr="007D3297">
        <w:trPr>
          <w:gridAfter w:val="1"/>
          <w:wAfter w:w="430" w:type="dxa"/>
          <w:trHeight w:val="889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3E661A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Default="009B610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B6103" w:rsidRPr="002C7281" w:rsidRDefault="009B6103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03" w:rsidRPr="003150F8" w:rsidRDefault="009B6103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решению социально-экономических проблем молодежи, социализация, социальная адаптация молодежи;</w:t>
            </w:r>
          </w:p>
          <w:p w:rsidR="009B6103" w:rsidRPr="003150F8" w:rsidRDefault="009B6103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профессиональному развитию и занятости подростков молодежи, повышение деловой активности молодежи;</w:t>
            </w:r>
          </w:p>
          <w:p w:rsidR="009B6103" w:rsidRPr="003150F8" w:rsidRDefault="009B6103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 xml:space="preserve">-интеллектуальное развитие подростков и молодежи, развитие художественного, народного и научно-технического творчества; </w:t>
            </w:r>
          </w:p>
          <w:p w:rsidR="009B6103" w:rsidRPr="003150F8" w:rsidRDefault="009B6103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-правовая защита и социальная поддержка подростковых и молодежных общественных объединений;</w:t>
            </w:r>
          </w:p>
          <w:p w:rsidR="009B6103" w:rsidRPr="003150F8" w:rsidRDefault="009B6103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-координация деятельности структур местного самоуправления, направленной на комплексное решение молодежных проблем.</w:t>
            </w:r>
          </w:p>
          <w:p w:rsidR="009B6103" w:rsidRPr="003150F8" w:rsidRDefault="009B6103" w:rsidP="004D4870">
            <w:pPr>
              <w:pStyle w:val="a3"/>
              <w:rPr>
                <w:rFonts w:ascii="Times New Roman" w:hAnsi="Times New Roman"/>
              </w:rPr>
            </w:pPr>
          </w:p>
        </w:tc>
      </w:tr>
      <w:tr w:rsidR="009B6103" w:rsidTr="007D3297">
        <w:trPr>
          <w:gridAfter w:val="1"/>
          <w:wAfter w:w="430" w:type="dxa"/>
          <w:trHeight w:val="24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D2219E" w:rsidRDefault="009B61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6103" w:rsidRPr="00D2219E" w:rsidRDefault="009B6103" w:rsidP="004D4870">
            <w:pPr>
              <w:pStyle w:val="a3"/>
              <w:jc w:val="center"/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  <w:b/>
              </w:rPr>
              <w:t>Молодежный летний отдых.</w:t>
            </w:r>
          </w:p>
        </w:tc>
      </w:tr>
      <w:tr w:rsidR="009B6103" w:rsidTr="007D3297">
        <w:trPr>
          <w:gridAfter w:val="1"/>
          <w:wAfter w:w="430" w:type="dxa"/>
          <w:trHeight w:val="387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D2219E" w:rsidRDefault="009B6103" w:rsidP="006A6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2219E">
              <w:rPr>
                <w:rFonts w:ascii="Times New Roman" w:hAnsi="Times New Roman"/>
              </w:rPr>
              <w:t>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D2219E" w:rsidRDefault="009B6103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>Организация и проведение молодежной, дворовой, досуговой, спортивно-оздоровительной площадки для подростков и молодежи станицы:</w:t>
            </w:r>
          </w:p>
          <w:p w:rsidR="009B6103" w:rsidRPr="00D2219E" w:rsidRDefault="009B6103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оплата педагогу-организатору по договору гражданско-правового характера </w:t>
            </w:r>
          </w:p>
          <w:p w:rsidR="009B6103" w:rsidRPr="00D2219E" w:rsidRDefault="009B6103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приобретение почетных грамот, сувениров, аптечки, спортивного инвентаря   </w:t>
            </w:r>
          </w:p>
          <w:p w:rsidR="009B6103" w:rsidRPr="00D2219E" w:rsidRDefault="009B6103" w:rsidP="006A67D1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Default="009B6103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pStyle w:val="a3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9B6103" w:rsidRDefault="009B6103" w:rsidP="00D221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103" w:rsidRDefault="009B6103" w:rsidP="00887E73">
            <w:pPr>
              <w:jc w:val="center"/>
              <w:rPr>
                <w:sz w:val="28"/>
                <w:szCs w:val="28"/>
              </w:rPr>
            </w:pPr>
          </w:p>
          <w:p w:rsidR="009B6103" w:rsidRDefault="009B6103" w:rsidP="00887E73">
            <w:pPr>
              <w:jc w:val="center"/>
              <w:rPr>
                <w:sz w:val="28"/>
                <w:szCs w:val="28"/>
              </w:rPr>
            </w:pPr>
          </w:p>
          <w:p w:rsidR="009B6103" w:rsidRDefault="009B6103" w:rsidP="00887E73">
            <w:pPr>
              <w:jc w:val="center"/>
              <w:rPr>
                <w:sz w:val="28"/>
                <w:szCs w:val="28"/>
              </w:rPr>
            </w:pPr>
          </w:p>
          <w:p w:rsidR="009B6103" w:rsidRDefault="009B6103" w:rsidP="00887E73">
            <w:pPr>
              <w:jc w:val="center"/>
              <w:rPr>
                <w:sz w:val="28"/>
                <w:szCs w:val="28"/>
              </w:rPr>
            </w:pPr>
          </w:p>
          <w:p w:rsidR="009B6103" w:rsidRPr="00BD33EA" w:rsidRDefault="009B6103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103" w:rsidRDefault="009B6103" w:rsidP="00887E73">
            <w:pPr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jc w:val="center"/>
              <w:rPr>
                <w:rFonts w:ascii="Times New Roman" w:hAnsi="Times New Roman"/>
              </w:rPr>
            </w:pPr>
          </w:p>
          <w:p w:rsidR="009B6103" w:rsidRDefault="009B6103" w:rsidP="00887E73">
            <w:pPr>
              <w:jc w:val="center"/>
              <w:rPr>
                <w:rFonts w:ascii="Times New Roman" w:hAnsi="Times New Roman"/>
              </w:rPr>
            </w:pPr>
          </w:p>
          <w:p w:rsidR="009B6103" w:rsidRPr="00887E73" w:rsidRDefault="009B6103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9B6103" w:rsidRPr="00887E73" w:rsidRDefault="009B6103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9B6103" w:rsidRPr="00887E73" w:rsidRDefault="009B6103" w:rsidP="00887E73">
            <w:pPr>
              <w:jc w:val="center"/>
              <w:rPr>
                <w:rFonts w:ascii="Times New Roman" w:hAnsi="Times New Roman"/>
              </w:rPr>
            </w:pPr>
          </w:p>
          <w:p w:rsidR="009B6103" w:rsidRPr="00887E73" w:rsidRDefault="009B6103" w:rsidP="00887E73">
            <w:pPr>
              <w:jc w:val="center"/>
              <w:rPr>
                <w:rFonts w:ascii="Times New Roman" w:hAnsi="Times New Roman"/>
              </w:rPr>
            </w:pPr>
          </w:p>
          <w:p w:rsidR="009B6103" w:rsidRPr="00BD33EA" w:rsidRDefault="009B6103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103" w:rsidRPr="003013AA" w:rsidRDefault="009B6103" w:rsidP="003013AA">
            <w:pPr>
              <w:pStyle w:val="BodyText"/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3013AA">
              <w:rPr>
                <w:rFonts w:ascii="Times New Roman" w:hAnsi="Times New Roman"/>
              </w:rPr>
              <w:t>организацию летнего отдыха и оздоровления подростков и молодежи, нуждающихся в особой заботе государс</w:t>
            </w:r>
            <w:r>
              <w:rPr>
                <w:rFonts w:ascii="Times New Roman" w:hAnsi="Times New Roman"/>
              </w:rPr>
              <w:t>тва.</w:t>
            </w:r>
          </w:p>
          <w:p w:rsidR="009B6103" w:rsidRPr="004D4870" w:rsidRDefault="009B6103" w:rsidP="003013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03" w:rsidRDefault="009B6103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B6103" w:rsidTr="007D3297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D2219E" w:rsidRDefault="009B6103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03" w:rsidRPr="00FA0487" w:rsidRDefault="009B6103" w:rsidP="00FA0487">
            <w:pPr>
              <w:rPr>
                <w:rFonts w:ascii="Times New Roman" w:hAnsi="Times New Roman"/>
                <w:b/>
              </w:rPr>
            </w:pPr>
          </w:p>
          <w:p w:rsidR="009B6103" w:rsidRPr="00FA0487" w:rsidRDefault="009B6103" w:rsidP="00FA0487">
            <w:pPr>
              <w:tabs>
                <w:tab w:val="left" w:pos="1260"/>
              </w:tabs>
              <w:ind w:firstLine="1260"/>
              <w:jc w:val="center"/>
              <w:rPr>
                <w:rFonts w:ascii="Times New Roman" w:hAnsi="Times New Roman"/>
                <w:b/>
              </w:rPr>
            </w:pPr>
            <w:r w:rsidRPr="00FA0487">
              <w:rPr>
                <w:rFonts w:ascii="Times New Roman" w:hAnsi="Times New Roman"/>
                <w:b/>
              </w:rPr>
              <w:t>Организация в рамках содействия занятости несовершеннолетних Старотитаровского сельского поселения Темрюкского района</w:t>
            </w:r>
          </w:p>
        </w:tc>
      </w:tr>
      <w:tr w:rsidR="009B6103" w:rsidTr="007D3297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D2219E" w:rsidRDefault="009B6103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FA0487" w:rsidRDefault="009B6103" w:rsidP="006A6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FA0487">
              <w:rPr>
                <w:rFonts w:ascii="Times New Roman" w:hAnsi="Times New Roman"/>
              </w:rPr>
              <w:t>временное трудоустройство подростков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Default="009B6103" w:rsidP="00FA0487">
            <w:pPr>
              <w:pStyle w:val="a3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9B6103" w:rsidRDefault="009B6103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103" w:rsidRPr="00FA0487" w:rsidRDefault="009B6103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103" w:rsidRPr="00887E73" w:rsidRDefault="009B6103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9B6103" w:rsidRPr="00887E73" w:rsidRDefault="009B6103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9B6103" w:rsidRDefault="009B6103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FA0487" w:rsidRDefault="009B6103" w:rsidP="00FA0487">
            <w:pPr>
              <w:rPr>
                <w:rFonts w:ascii="Times New Roman" w:hAnsi="Times New Roman"/>
              </w:rPr>
            </w:pPr>
            <w:r w:rsidRPr="00FA0487">
              <w:rPr>
                <w:rFonts w:ascii="Times New Roman" w:hAnsi="Times New Roman"/>
              </w:rPr>
              <w:t>Количество  подростков, которым оказано содействие в трудоустройстве:</w:t>
            </w:r>
          </w:p>
          <w:p w:rsidR="009B6103" w:rsidRPr="004D4870" w:rsidRDefault="009B6103" w:rsidP="00FA0487">
            <w:pPr>
              <w:pStyle w:val="a3"/>
              <w:rPr>
                <w:rFonts w:ascii="Times New Roman" w:hAnsi="Times New Roman"/>
              </w:rPr>
            </w:pPr>
            <w:r w:rsidRPr="00FA0487">
              <w:rPr>
                <w:rFonts w:ascii="Times New Roman" w:hAnsi="Times New Roman"/>
              </w:rPr>
              <w:t>-11 человек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03" w:rsidRDefault="009B6103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B6103" w:rsidRPr="00C3522A" w:rsidTr="007D3297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9B6103" w:rsidRDefault="009B6103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103" w:rsidRPr="00A23C33" w:rsidRDefault="009B6103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103" w:rsidRPr="00B45B21" w:rsidRDefault="009B6103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103" w:rsidRDefault="009B6103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116,6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103" w:rsidRDefault="009B6103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03" w:rsidRPr="00A23C33" w:rsidRDefault="009B6103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03" w:rsidRDefault="009B6103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9B6103" w:rsidTr="007D3297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6103" w:rsidRDefault="009B6103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6103" w:rsidRDefault="009B6103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6103" w:rsidRPr="004D4870" w:rsidRDefault="009B6103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   Л.В.Кубрак.                          </w:t>
            </w:r>
          </w:p>
        </w:tc>
      </w:tr>
    </w:tbl>
    <w:p w:rsidR="009B6103" w:rsidRDefault="009B6103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B6103" w:rsidRPr="00CF6306" w:rsidRDefault="009B6103" w:rsidP="00B45B21">
      <w:pPr>
        <w:pStyle w:val="BodyText"/>
        <w:spacing w:after="0"/>
        <w:ind w:right="-142"/>
        <w:jc w:val="both"/>
      </w:pPr>
    </w:p>
    <w:sectPr w:rsidR="009B6103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103" w:rsidRDefault="009B6103">
      <w:r>
        <w:separator/>
      </w:r>
    </w:p>
  </w:endnote>
  <w:endnote w:type="continuationSeparator" w:id="1">
    <w:p w:rsidR="009B6103" w:rsidRDefault="009B6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103" w:rsidRDefault="009B6103">
      <w:r>
        <w:separator/>
      </w:r>
    </w:p>
  </w:footnote>
  <w:footnote w:type="continuationSeparator" w:id="1">
    <w:p w:rsidR="009B6103" w:rsidRDefault="009B6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03" w:rsidRDefault="009B610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B6103" w:rsidRDefault="009B61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1347"/>
    <w:multiLevelType w:val="hybridMultilevel"/>
    <w:tmpl w:val="44086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301D77"/>
    <w:multiLevelType w:val="hybridMultilevel"/>
    <w:tmpl w:val="0D480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596F78"/>
    <w:multiLevelType w:val="multilevel"/>
    <w:tmpl w:val="A496A6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860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40654"/>
    <w:rsid w:val="00241AD2"/>
    <w:rsid w:val="002442F5"/>
    <w:rsid w:val="002470D0"/>
    <w:rsid w:val="00254D20"/>
    <w:rsid w:val="002569A3"/>
    <w:rsid w:val="002613D3"/>
    <w:rsid w:val="002C695B"/>
    <w:rsid w:val="002C7281"/>
    <w:rsid w:val="002C7FF8"/>
    <w:rsid w:val="002D7464"/>
    <w:rsid w:val="002E26F0"/>
    <w:rsid w:val="002E5BA7"/>
    <w:rsid w:val="00300ABA"/>
    <w:rsid w:val="003013AA"/>
    <w:rsid w:val="0030427E"/>
    <w:rsid w:val="003150F8"/>
    <w:rsid w:val="00335FBF"/>
    <w:rsid w:val="00341333"/>
    <w:rsid w:val="00347146"/>
    <w:rsid w:val="00365218"/>
    <w:rsid w:val="00371319"/>
    <w:rsid w:val="003832F3"/>
    <w:rsid w:val="00383FCB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95A89"/>
    <w:rsid w:val="004A1139"/>
    <w:rsid w:val="004B2BE8"/>
    <w:rsid w:val="004C1660"/>
    <w:rsid w:val="004D4870"/>
    <w:rsid w:val="004F5CD8"/>
    <w:rsid w:val="004F68E2"/>
    <w:rsid w:val="005142EF"/>
    <w:rsid w:val="00514CFD"/>
    <w:rsid w:val="00525A13"/>
    <w:rsid w:val="00527C1F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03747"/>
    <w:rsid w:val="00624DB5"/>
    <w:rsid w:val="00635BC1"/>
    <w:rsid w:val="006455A5"/>
    <w:rsid w:val="00646C29"/>
    <w:rsid w:val="006512DB"/>
    <w:rsid w:val="00654BFA"/>
    <w:rsid w:val="00656CCF"/>
    <w:rsid w:val="006637A3"/>
    <w:rsid w:val="00665D47"/>
    <w:rsid w:val="00677AB3"/>
    <w:rsid w:val="006935AD"/>
    <w:rsid w:val="006A67D1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D3297"/>
    <w:rsid w:val="007F3398"/>
    <w:rsid w:val="008045FD"/>
    <w:rsid w:val="00820110"/>
    <w:rsid w:val="00830C34"/>
    <w:rsid w:val="00834F9F"/>
    <w:rsid w:val="00840DA6"/>
    <w:rsid w:val="00850011"/>
    <w:rsid w:val="0085437C"/>
    <w:rsid w:val="008575A6"/>
    <w:rsid w:val="00860322"/>
    <w:rsid w:val="00887E73"/>
    <w:rsid w:val="00897D68"/>
    <w:rsid w:val="008A308E"/>
    <w:rsid w:val="008A51CD"/>
    <w:rsid w:val="008C0EAA"/>
    <w:rsid w:val="008C1A4B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AEC"/>
    <w:rsid w:val="00956BF9"/>
    <w:rsid w:val="00957A20"/>
    <w:rsid w:val="00965108"/>
    <w:rsid w:val="00983138"/>
    <w:rsid w:val="009860E4"/>
    <w:rsid w:val="00987B0F"/>
    <w:rsid w:val="009A0015"/>
    <w:rsid w:val="009B6103"/>
    <w:rsid w:val="009D4504"/>
    <w:rsid w:val="009D6288"/>
    <w:rsid w:val="009D7D7F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44639"/>
    <w:rsid w:val="00A639DF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1C87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91E10"/>
    <w:rsid w:val="00CB61F0"/>
    <w:rsid w:val="00CF476E"/>
    <w:rsid w:val="00CF6306"/>
    <w:rsid w:val="00CF6FBF"/>
    <w:rsid w:val="00CF7D26"/>
    <w:rsid w:val="00D20D24"/>
    <w:rsid w:val="00D2219E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E02F8"/>
    <w:rsid w:val="00DE5A4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1D45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200D"/>
    <w:rsid w:val="00F73017"/>
    <w:rsid w:val="00F86102"/>
    <w:rsid w:val="00F971B5"/>
    <w:rsid w:val="00FA0487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styleId="BodyText2">
    <w:name w:val="Body Text 2"/>
    <w:basedOn w:val="Normal"/>
    <w:link w:val="BodyText2Char"/>
    <w:uiPriority w:val="99"/>
    <w:rsid w:val="003150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A0487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A048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89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9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9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89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9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89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2</Pages>
  <Words>362</Words>
  <Characters>2066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2014-12-09T12:10:00Z</cp:lastPrinted>
  <dcterms:created xsi:type="dcterms:W3CDTF">2014-11-12T06:48:00Z</dcterms:created>
  <dcterms:modified xsi:type="dcterms:W3CDTF">2015-12-16T04:53:00Z</dcterms:modified>
</cp:coreProperties>
</file>