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2B" w:rsidRPr="00BB7DB1" w:rsidRDefault="00A1612B" w:rsidP="00035777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1612B" w:rsidRDefault="00A1612B" w:rsidP="00035777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к постановлению</w:t>
      </w:r>
    </w:p>
    <w:p w:rsidR="00A1612B" w:rsidRDefault="00A1612B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A1612B" w:rsidRDefault="00A1612B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сельского поселения</w:t>
      </w:r>
      <w:r w:rsidRPr="008A7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A1612B" w:rsidRDefault="00A1612B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</w:p>
    <w:p w:rsidR="00A1612B" w:rsidRDefault="00A1612B" w:rsidP="0003577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от______№_______</w:t>
      </w:r>
    </w:p>
    <w:p w:rsidR="00A1612B" w:rsidRPr="002D7464" w:rsidRDefault="00A1612B" w:rsidP="00035777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A1612B" w:rsidRPr="00F971B5" w:rsidRDefault="00A1612B" w:rsidP="003C6883">
      <w:pPr>
        <w:jc w:val="right"/>
        <w:rPr>
          <w:rFonts w:ascii="Times New Roman" w:hAnsi="Times New Roman"/>
          <w:bCs/>
          <w:sz w:val="28"/>
          <w:szCs w:val="28"/>
        </w:rPr>
      </w:pPr>
    </w:p>
    <w:p w:rsidR="00A1612B" w:rsidRPr="00B73C78" w:rsidRDefault="00A1612B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p w:rsidR="00A1612B" w:rsidRPr="002D7464" w:rsidRDefault="00A1612B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A1612B" w:rsidRPr="00B54883" w:rsidRDefault="00A1612B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1612B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1612B" w:rsidRPr="00F971B5" w:rsidRDefault="00A1612B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3C6883">
              <w:rPr>
                <w:rFonts w:ascii="Times New Roman" w:hAnsi="Times New Roman"/>
                <w:b/>
                <w:sz w:val="28"/>
                <w:szCs w:val="28"/>
              </w:rPr>
              <w:t>Развитие массового спорта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1612B" w:rsidRPr="00F971B5" w:rsidRDefault="00A1612B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A1612B" w:rsidRPr="00043F79" w:rsidRDefault="00A1612B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A1612B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1612B" w:rsidRDefault="00A1612B" w:rsidP="00CF476E">
            <w:pPr>
              <w:pStyle w:val="a3"/>
            </w:pPr>
          </w:p>
        </w:tc>
      </w:tr>
      <w:tr w:rsidR="00A1612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12B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1612B" w:rsidRPr="003E661A" w:rsidRDefault="00A1612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1612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1612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3C6883" w:rsidRDefault="00A1612B" w:rsidP="008A308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-р</w:t>
            </w:r>
            <w:r w:rsidRPr="003C6883">
              <w:rPr>
                <w:rFonts w:ascii="Times New Roman" w:hAnsi="Times New Roman"/>
              </w:rPr>
              <w:t>азвитие массового спорта в Старотитаровском сельском поселении Темрюкского района</w:t>
            </w:r>
          </w:p>
        </w:tc>
      </w:tr>
      <w:tr w:rsidR="00A1612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1612B" w:rsidRPr="002C7281" w:rsidRDefault="00A1612B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3C6883" w:rsidRDefault="00A1612B" w:rsidP="003C6883">
            <w:pPr>
              <w:pStyle w:val="a8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-создание условий для регулярных занятий физической культурой и спортом  различных категорий населения;</w:t>
            </w:r>
          </w:p>
          <w:p w:rsidR="00A1612B" w:rsidRPr="003C6883" w:rsidRDefault="00A1612B" w:rsidP="003C688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 вовлечение в активные занятия физической культурой и спортом широких слоев населения, особенно детей и молодежи;</w:t>
            </w:r>
          </w:p>
          <w:p w:rsidR="00A1612B" w:rsidRPr="003C6883" w:rsidRDefault="00A1612B" w:rsidP="003C688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C6883">
              <w:rPr>
                <w:rFonts w:ascii="Times New Roman" w:hAnsi="Times New Roman"/>
                <w:sz w:val="24"/>
                <w:szCs w:val="24"/>
              </w:rPr>
              <w:t>- проведение спортивно массовых мероприятий;</w:t>
            </w:r>
          </w:p>
          <w:p w:rsidR="00A1612B" w:rsidRPr="003C6883" w:rsidRDefault="00A1612B" w:rsidP="003C6883">
            <w:pPr>
              <w:pStyle w:val="a3"/>
              <w:rPr>
                <w:rFonts w:ascii="Times New Roman" w:hAnsi="Times New Roman"/>
              </w:rPr>
            </w:pPr>
            <w:r w:rsidRPr="003C6883">
              <w:rPr>
                <w:rFonts w:ascii="Times New Roman" w:hAnsi="Times New Roman"/>
              </w:rPr>
              <w:t>- оснащение районных спортивных учреждений спортивным инвентарем и оборудованием.</w:t>
            </w:r>
          </w:p>
        </w:tc>
      </w:tr>
      <w:tr w:rsidR="00A1612B" w:rsidTr="00C72370">
        <w:trPr>
          <w:gridAfter w:val="1"/>
          <w:wAfter w:w="430" w:type="dxa"/>
          <w:trHeight w:val="36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A23C33" w:rsidRDefault="00A1612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 xml:space="preserve">Проведение районных спортивно-массовых мероприятий </w:t>
            </w:r>
          </w:p>
          <w:p w:rsidR="00A1612B" w:rsidRPr="00A23C33" w:rsidRDefault="00A1612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для различных категорий населения</w:t>
            </w:r>
          </w:p>
        </w:tc>
      </w:tr>
      <w:tr w:rsidR="00A1612B" w:rsidTr="002C7FF8">
        <w:trPr>
          <w:gridAfter w:val="1"/>
          <w:wAfter w:w="430" w:type="dxa"/>
          <w:trHeight w:val="46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A1612B" w:rsidRDefault="00A1612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D33EA">
              <w:rPr>
                <w:rFonts w:ascii="Times New Roman" w:hAnsi="Times New Roman" w:cs="Times New Roman"/>
                <w:sz w:val="24"/>
                <w:szCs w:val="24"/>
              </w:rPr>
              <w:t>Открытое Первенство по мини-футболу  среди мужских команд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A23C33" w:rsidRDefault="00A1612B" w:rsidP="00300ABA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2C7FF8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Соревнования на Первенство сельского поселения среди трудовых коллективов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6,45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6,45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612B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1612B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1612B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2C7FF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Спартакиада между городским и сельскими поселениями Темрюкского района «За единую и здоровую Тамань»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16,2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16,2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94354E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612B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A1612B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A1612B" w:rsidRPr="00C3522A" w:rsidRDefault="00A1612B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2C7FF8">
        <w:trPr>
          <w:gridAfter w:val="1"/>
          <w:wAfter w:w="430" w:type="dxa"/>
          <w:trHeight w:val="12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D33EA" w:rsidRDefault="00A1612B" w:rsidP="003C6883">
            <w:pPr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Районный фестиваль «Спортивная семья»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956BF9" w:rsidRDefault="00A1612B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Default="00A1612B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  <w:p w:rsidR="00A1612B" w:rsidRPr="00C3522A" w:rsidRDefault="00A1612B" w:rsidP="00956BF9">
            <w:pPr>
              <w:rPr>
                <w:rFonts w:ascii="Times New Roman" w:hAnsi="Times New Roman"/>
              </w:rPr>
            </w:pPr>
          </w:p>
        </w:tc>
      </w:tr>
      <w:tr w:rsidR="00A1612B" w:rsidRPr="00C3522A" w:rsidTr="002C7FF8">
        <w:trPr>
          <w:gridAfter w:val="1"/>
          <w:wAfter w:w="430" w:type="dxa"/>
          <w:trHeight w:val="55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Районный этап Всекубанского турнира по стрит-болу на Кубок губернатора Краснодарского края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3C688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5,4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5,4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956BF9" w:rsidRDefault="00A1612B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956BF9">
            <w:pPr>
              <w:rPr>
                <w:rFonts w:ascii="Times New Roman" w:hAnsi="Times New Roman"/>
              </w:rPr>
            </w:pPr>
          </w:p>
          <w:p w:rsidR="00A1612B" w:rsidRDefault="00A1612B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Default="00A1612B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DF4581">
        <w:trPr>
          <w:gridAfter w:val="1"/>
          <w:wAfter w:w="430" w:type="dxa"/>
          <w:trHeight w:val="3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both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Показательные выступления и спортивно-массовые соревнования в честь праздничных мероприятий, юбилейных и памятных дат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3C688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956BF9" w:rsidRDefault="00A1612B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Default="00A1612B" w:rsidP="003C688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DF458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A1612B" w:rsidRDefault="00A1612B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Соревнования в Старотитаровском сельском поселении Темрюкского района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12B" w:rsidRDefault="00A1612B" w:rsidP="00CF6FBF">
            <w:pPr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1612B" w:rsidRDefault="00A1612B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Default="00A1612B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840DA6">
        <w:trPr>
          <w:gridAfter w:val="1"/>
          <w:wAfter w:w="430" w:type="dxa"/>
          <w:trHeight w:val="675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612B" w:rsidRPr="003E661A" w:rsidRDefault="00A1612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Default="00A1612B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  <w:p w:rsidR="00A1612B" w:rsidRPr="00A23C33" w:rsidRDefault="00A1612B" w:rsidP="00A23C3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C3522A" w:rsidRDefault="00A1612B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A1612B" w:rsidRPr="00C3522A" w:rsidTr="005D7565">
        <w:trPr>
          <w:gridAfter w:val="1"/>
          <w:wAfter w:w="430" w:type="dxa"/>
          <w:trHeight w:val="54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Pr="00A23C33" w:rsidRDefault="00A1612B" w:rsidP="00A23C33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Участие сборных команд Темрюкского района по культивируемым видам спорта краевых и всероссийских соревнованиях</w:t>
            </w:r>
          </w:p>
        </w:tc>
      </w:tr>
      <w:tr w:rsidR="00A1612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F73017" w:rsidRDefault="00A1612B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Сельские игры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---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F73017" w:rsidRDefault="00A1612B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Спартакиада трудящихся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0,4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0,4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2228F1">
        <w:trPr>
          <w:gridAfter w:val="1"/>
          <w:wAfter w:w="430" w:type="dxa"/>
          <w:trHeight w:val="34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A23C33" w:rsidRDefault="00A1612B" w:rsidP="00A23C33">
            <w:r>
              <w:t xml:space="preserve">   2.3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F73017" w:rsidRDefault="00A1612B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Спартакиада учащихся Кубани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B45B21" w:rsidRDefault="00A1612B" w:rsidP="00A83FE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3EA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D33EA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A23C33">
        <w:trPr>
          <w:gridAfter w:val="1"/>
          <w:wAfter w:w="430" w:type="dxa"/>
          <w:trHeight w:val="121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3E661A" w:rsidRDefault="00A1612B" w:rsidP="00A23C3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Default="00A1612B" w:rsidP="00A23C33">
            <w:pPr>
              <w:jc w:val="both"/>
              <w:rPr>
                <w:rFonts w:ascii="Times New Roman" w:hAnsi="Times New Roman"/>
              </w:rPr>
            </w:pPr>
            <w:r w:rsidRPr="00F73017">
              <w:rPr>
                <w:rFonts w:ascii="Times New Roman" w:hAnsi="Times New Roman"/>
              </w:rPr>
              <w:t>Всекубанский турнир по футболу на Кубок губернатора Краснодарского края</w:t>
            </w:r>
          </w:p>
          <w:p w:rsidR="00A1612B" w:rsidRPr="00F73017" w:rsidRDefault="00A1612B" w:rsidP="00A23C3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23C33">
            <w:pPr>
              <w:jc w:val="center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3,6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D33EA" w:rsidRDefault="00A1612B" w:rsidP="00A83FE2">
            <w:pPr>
              <w:jc w:val="center"/>
              <w:rPr>
                <w:rFonts w:ascii="Times New Roman" w:hAnsi="Times New Roman"/>
              </w:rPr>
            </w:pPr>
            <w:r w:rsidRPr="00BD33EA">
              <w:rPr>
                <w:rFonts w:ascii="Times New Roman" w:hAnsi="Times New Roman"/>
              </w:rPr>
              <w:t>3,6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 w:rsidRPr="00A23C33">
              <w:rPr>
                <w:rFonts w:ascii="Times New Roman" w:hAnsi="Times New Roman"/>
              </w:rPr>
              <w:t>транспортные расходы,питание,призы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A1612B" w:rsidRPr="00C3522A" w:rsidRDefault="00A1612B" w:rsidP="00A23C3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A1612B" w:rsidRPr="00C3522A" w:rsidTr="004637D3">
        <w:trPr>
          <w:gridAfter w:val="1"/>
          <w:wAfter w:w="430" w:type="dxa"/>
          <w:trHeight w:val="540"/>
        </w:trPr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612B" w:rsidRDefault="00A1612B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A23C33" w:rsidRDefault="00A1612B" w:rsidP="00A23C33">
            <w:pPr>
              <w:jc w:val="both"/>
              <w:rPr>
                <w:rFonts w:ascii="Times New Roman" w:hAnsi="Times New Roman"/>
                <w:b/>
              </w:rPr>
            </w:pPr>
            <w:r w:rsidRPr="00A23C33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45B21" w:rsidRDefault="00A1612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A23C33" w:rsidRDefault="00A1612B" w:rsidP="001519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A23C33" w:rsidRDefault="00A1612B" w:rsidP="0015196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A23C33" w:rsidRDefault="00A1612B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A1612B" w:rsidRPr="00C3522A" w:rsidTr="004637D3">
        <w:trPr>
          <w:gridAfter w:val="1"/>
          <w:wAfter w:w="430" w:type="dxa"/>
          <w:trHeight w:val="270"/>
        </w:trPr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612B" w:rsidRDefault="00A1612B" w:rsidP="00A23C3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A23C33" w:rsidRDefault="00A1612B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Pr="00B45B21" w:rsidRDefault="00A1612B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Default="00A1612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2B" w:rsidRDefault="00A1612B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2B" w:rsidRPr="00A23C33" w:rsidRDefault="00A1612B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612B" w:rsidRDefault="00A1612B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A1612B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1612B" w:rsidRPr="003E661A" w:rsidRDefault="00A1612B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612B" w:rsidRDefault="00A1612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12B" w:rsidRDefault="00A1612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1612B" w:rsidRDefault="00A1612B" w:rsidP="00B65C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 МБУ ФОСК «Виктория»                                                                                                  А.Н.Бойко</w:t>
      </w:r>
    </w:p>
    <w:p w:rsidR="00A1612B" w:rsidRPr="00CF6306" w:rsidRDefault="00A1612B" w:rsidP="00B45B21">
      <w:pPr>
        <w:pStyle w:val="BodyText"/>
        <w:spacing w:after="0"/>
        <w:ind w:right="-142"/>
        <w:jc w:val="both"/>
      </w:pPr>
    </w:p>
    <w:sectPr w:rsidR="00A1612B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12B" w:rsidRDefault="00A1612B">
      <w:r>
        <w:separator/>
      </w:r>
    </w:p>
  </w:endnote>
  <w:endnote w:type="continuationSeparator" w:id="1">
    <w:p w:rsidR="00A1612B" w:rsidRDefault="00A16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12B" w:rsidRDefault="00A1612B">
      <w:r>
        <w:separator/>
      </w:r>
    </w:p>
  </w:footnote>
  <w:footnote w:type="continuationSeparator" w:id="1">
    <w:p w:rsidR="00A1612B" w:rsidRDefault="00A16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12B" w:rsidRDefault="00A1612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1612B" w:rsidRDefault="00A161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35777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073DA"/>
    <w:rsid w:val="00115531"/>
    <w:rsid w:val="00117AE8"/>
    <w:rsid w:val="001329B3"/>
    <w:rsid w:val="00134C5C"/>
    <w:rsid w:val="00141465"/>
    <w:rsid w:val="001424F4"/>
    <w:rsid w:val="0015196D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5AD2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A73E3"/>
    <w:rsid w:val="008D4716"/>
    <w:rsid w:val="008F1FBE"/>
    <w:rsid w:val="008F3336"/>
    <w:rsid w:val="008F523A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12B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538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9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7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7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9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7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973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97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4</Pages>
  <Words>627</Words>
  <Characters>3574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</cp:revision>
  <cp:lastPrinted>2014-12-09T12:10:00Z</cp:lastPrinted>
  <dcterms:created xsi:type="dcterms:W3CDTF">2014-11-12T06:48:00Z</dcterms:created>
  <dcterms:modified xsi:type="dcterms:W3CDTF">2015-12-03T07:59:00Z</dcterms:modified>
</cp:coreProperties>
</file>