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CC1" w:rsidRDefault="00AE3CC1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E3CC1" w:rsidRPr="00BB7DB1" w:rsidRDefault="00AE3CC1" w:rsidP="00F467D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AE3CC1" w:rsidRPr="00091270" w:rsidRDefault="00AE3CC1" w:rsidP="00F467D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09127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AE3CC1" w:rsidRDefault="00AE3CC1" w:rsidP="00F467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администрации Старотитаровского </w:t>
      </w:r>
    </w:p>
    <w:p w:rsidR="00AE3CC1" w:rsidRDefault="00AE3CC1" w:rsidP="00F467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сельского поселения</w:t>
      </w:r>
    </w:p>
    <w:p w:rsidR="00AE3CC1" w:rsidRDefault="00AE3CC1" w:rsidP="00F467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Темрюкского района</w:t>
      </w:r>
    </w:p>
    <w:p w:rsidR="00AE3CC1" w:rsidRDefault="00AE3CC1" w:rsidP="00F467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от______№_______</w:t>
      </w:r>
    </w:p>
    <w:p w:rsidR="00AE3CC1" w:rsidRDefault="00AE3CC1" w:rsidP="00F467D0">
      <w:pPr>
        <w:jc w:val="center"/>
        <w:rPr>
          <w:rFonts w:ascii="Times New Roman" w:hAnsi="Times New Roman"/>
          <w:sz w:val="28"/>
        </w:rPr>
      </w:pPr>
    </w:p>
    <w:p w:rsidR="00AE3CC1" w:rsidRPr="00B73C78" w:rsidRDefault="00AE3CC1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E3CC1" w:rsidRPr="002D7464" w:rsidRDefault="00AE3CC1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AE3CC1" w:rsidRPr="00B54883" w:rsidRDefault="00AE3CC1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E3CC1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E3CC1" w:rsidRPr="00F971B5" w:rsidRDefault="00AE3CC1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AE3CC1" w:rsidRPr="00F971B5" w:rsidRDefault="00AE3CC1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2015 год.</w:t>
            </w:r>
          </w:p>
          <w:p w:rsidR="00AE3CC1" w:rsidRPr="00043F79" w:rsidRDefault="00AE3CC1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AE3CC1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E3CC1" w:rsidRDefault="00AE3CC1" w:rsidP="00CF476E">
            <w:pPr>
              <w:pStyle w:val="a3"/>
            </w:pPr>
          </w:p>
        </w:tc>
      </w:tr>
      <w:tr w:rsidR="00AE3CC1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E3CC1" w:rsidRPr="003E661A" w:rsidRDefault="00AE3CC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E3CC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E3CC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CC1" w:rsidRPr="008A308E" w:rsidRDefault="00AE3CC1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AE3CC1" w:rsidRPr="008A308E" w:rsidRDefault="00AE3CC1" w:rsidP="008A308E">
            <w:pPr>
              <w:pStyle w:val="a3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AE3CC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Default="00AE3CC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E3CC1" w:rsidRPr="002C7281" w:rsidRDefault="00AE3CC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CC1" w:rsidRPr="008A308E" w:rsidRDefault="00AE3CC1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8A308E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принципов, начиная с бюджета на 2015 год; </w:t>
            </w:r>
          </w:p>
          <w:p w:rsidR="00AE3CC1" w:rsidRPr="008A308E" w:rsidRDefault="00AE3CC1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AE3CC1" w:rsidRPr="008A308E" w:rsidRDefault="00AE3CC1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AE3CC1" w:rsidRPr="008A308E" w:rsidRDefault="00AE3CC1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AE3CC1" w:rsidRPr="008A308E" w:rsidRDefault="00AE3CC1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AE3CC1" w:rsidRPr="008A308E" w:rsidRDefault="00AE3CC1" w:rsidP="008A308E">
            <w:pPr>
              <w:pStyle w:val="a3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AE3CC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4636,3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4636,3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CC1" w:rsidRPr="002442F5" w:rsidRDefault="00AE3CC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E3CC1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Pr="00B45B21" w:rsidRDefault="00AE3CC1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10,2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сотовой связи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E3CC1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E3CC1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E3CC1" w:rsidRPr="00C3522A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E3CC1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Default="00AE3C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Pr="00B45B21" w:rsidRDefault="00AE3CC1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Default="00AE3C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254,8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Default="00AE3CC1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254,8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E3CC1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E3CC1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E3CC1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E3CC1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Pr="00B45B21" w:rsidRDefault="00AE3CC1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33,6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9860E4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E3CC1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E3CC1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E3CC1" w:rsidRPr="00C3522A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E3CC1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E3CC1" w:rsidRDefault="00AE3CC1" w:rsidP="009435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Pr="00B45B21" w:rsidRDefault="00AE3CC1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2D746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2442F5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Default="00AE3CC1" w:rsidP="002442F5">
            <w:pPr>
              <w:pStyle w:val="a3"/>
              <w:jc w:val="left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158,1</w:t>
            </w:r>
          </w:p>
          <w:p w:rsidR="00AE3CC1" w:rsidRPr="002E4221" w:rsidRDefault="00AE3CC1" w:rsidP="002E4221"/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Pr="00B45B21" w:rsidRDefault="00AE3CC1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Подписка на газеты и </w:t>
            </w:r>
            <w:r w:rsidRPr="00F86102">
              <w:rPr>
                <w:rFonts w:ascii="Times New Roman" w:hAnsi="Times New Roman"/>
              </w:rPr>
              <w:t>журналы, подшивка книг,</w:t>
            </w:r>
            <w:r w:rsidRPr="00F86102">
              <w:rPr>
                <w:rFonts w:ascii="Times New Roman" w:hAnsi="Times New Roman"/>
                <w:szCs w:val="28"/>
              </w:rPr>
              <w:t xml:space="preserve"> расходы за зачисление на ПК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E3CC1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E3CC1" w:rsidRPr="00956BF9" w:rsidRDefault="00AE3CC1" w:rsidP="00956BF9"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E3CC1" w:rsidRPr="00C3522A" w:rsidRDefault="00AE3C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E3CC1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E3CC1" w:rsidRDefault="00AE3C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Pr="00B45B21" w:rsidRDefault="00AE3CC1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140,2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140,2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Pr="00B45B21" w:rsidRDefault="00AE3CC1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E3CC1" w:rsidRDefault="00AE3C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E3CC1" w:rsidRDefault="00AE3C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E3CC1" w:rsidRPr="00C3522A" w:rsidRDefault="00AE3C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E3CC1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Default="00AE3C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5469F5" w:rsidRDefault="00AE3CC1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69F5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B45B21" w:rsidRDefault="00AE3CC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C3522A" w:rsidRDefault="00AE3C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172,2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C3522A" w:rsidRDefault="00AE3CC1" w:rsidP="009860E4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956BF9" w:rsidRDefault="00AE3CC1" w:rsidP="00CF6FBF">
            <w:pPr>
              <w:rPr>
                <w:rFonts w:ascii="Times New Roman" w:hAnsi="Times New Roman"/>
              </w:rPr>
            </w:pPr>
            <w:r w:rsidRPr="00956BF9">
              <w:rPr>
                <w:rFonts w:ascii="Times New Roman" w:hAnsi="Times New Roman"/>
                <w:szCs w:val="28"/>
              </w:rPr>
              <w:t>Закупка мебели и прочих материалов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CC1" w:rsidRDefault="00AE3CC1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E3CC1" w:rsidRPr="00C3522A" w:rsidRDefault="00AE3CC1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E3CC1" w:rsidRPr="00C3522A" w:rsidTr="00635BC1">
        <w:trPr>
          <w:gridAfter w:val="1"/>
          <w:wAfter w:w="430" w:type="dxa"/>
          <w:trHeight w:val="1185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E3CC1" w:rsidRDefault="00AE3C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Default="00AE3CC1" w:rsidP="008D47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Default="00AE3CC1" w:rsidP="00F8610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Default="00AE3C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364,5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Default="00AE3CC1" w:rsidP="009860E4">
            <w:pPr>
              <w:pStyle w:val="a3"/>
              <w:jc w:val="left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364,5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C1" w:rsidRDefault="00AE3CC1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хозтоваров,  канцтоваров и ГСМ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E3CC1" w:rsidRDefault="00AE3CC1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E3CC1" w:rsidRDefault="00AE3CC1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E3CC1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3E661A" w:rsidRDefault="00AE3CC1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C3522A" w:rsidRDefault="00AE3CC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C3522A" w:rsidRDefault="00AE3CC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C3522A" w:rsidRDefault="00AE3CC1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5769,9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7C5BDE" w:rsidRDefault="00AE3CC1" w:rsidP="00F404B0">
            <w:pPr>
              <w:pStyle w:val="a3"/>
              <w:jc w:val="left"/>
            </w:pPr>
            <w:r>
              <w:rPr>
                <w:rFonts w:ascii="Times New Roman" w:hAnsi="Times New Roman"/>
                <w:b/>
              </w:rPr>
              <w:t>5769,9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C1" w:rsidRPr="00C3522A" w:rsidRDefault="00AE3CC1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CC1" w:rsidRPr="00C3522A" w:rsidRDefault="00AE3CC1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AE3CC1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E3CC1" w:rsidRPr="003E661A" w:rsidRDefault="00AE3CC1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3CC1" w:rsidRDefault="00AE3CC1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E3CC1" w:rsidRDefault="00AE3CC1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E3CC1" w:rsidRPr="00B45B21" w:rsidRDefault="00AE3CC1" w:rsidP="00B45B21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Л.В. Кубрак                                                                              </w:t>
      </w:r>
    </w:p>
    <w:p w:rsidR="00AE3CC1" w:rsidRPr="00CF6306" w:rsidRDefault="00AE3CC1" w:rsidP="00B45B21">
      <w:pPr>
        <w:pStyle w:val="BodyText"/>
        <w:spacing w:after="0"/>
        <w:ind w:right="-142"/>
        <w:jc w:val="both"/>
      </w:pPr>
    </w:p>
    <w:sectPr w:rsidR="00AE3CC1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C1" w:rsidRDefault="00AE3CC1">
      <w:r>
        <w:separator/>
      </w:r>
    </w:p>
  </w:endnote>
  <w:endnote w:type="continuationSeparator" w:id="1">
    <w:p w:rsidR="00AE3CC1" w:rsidRDefault="00AE3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C1" w:rsidRDefault="00AE3CC1">
      <w:r>
        <w:separator/>
      </w:r>
    </w:p>
  </w:footnote>
  <w:footnote w:type="continuationSeparator" w:id="1">
    <w:p w:rsidR="00AE3CC1" w:rsidRDefault="00AE3C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CC1" w:rsidRDefault="00AE3CC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E3CC1" w:rsidRDefault="00AE3C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559BB"/>
    <w:rsid w:val="0006685C"/>
    <w:rsid w:val="00083DC5"/>
    <w:rsid w:val="00091270"/>
    <w:rsid w:val="0009408B"/>
    <w:rsid w:val="000A2DCB"/>
    <w:rsid w:val="000A7243"/>
    <w:rsid w:val="000C13B0"/>
    <w:rsid w:val="000D464E"/>
    <w:rsid w:val="000E625F"/>
    <w:rsid w:val="000E75E6"/>
    <w:rsid w:val="000E7D32"/>
    <w:rsid w:val="00101F21"/>
    <w:rsid w:val="00105934"/>
    <w:rsid w:val="00107FE2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7C1"/>
    <w:rsid w:val="00191C88"/>
    <w:rsid w:val="001A603E"/>
    <w:rsid w:val="001D7FEC"/>
    <w:rsid w:val="001E134E"/>
    <w:rsid w:val="001E64CF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2E4221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B65E2"/>
    <w:rsid w:val="003D076F"/>
    <w:rsid w:val="003D7EFE"/>
    <w:rsid w:val="003E661A"/>
    <w:rsid w:val="00402439"/>
    <w:rsid w:val="004123BE"/>
    <w:rsid w:val="00434466"/>
    <w:rsid w:val="00442E08"/>
    <w:rsid w:val="004432CD"/>
    <w:rsid w:val="004510A5"/>
    <w:rsid w:val="00466211"/>
    <w:rsid w:val="0046755D"/>
    <w:rsid w:val="004721A3"/>
    <w:rsid w:val="004725AA"/>
    <w:rsid w:val="004740A7"/>
    <w:rsid w:val="004B2BE8"/>
    <w:rsid w:val="004C1660"/>
    <w:rsid w:val="004F2F87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5E4CC3"/>
    <w:rsid w:val="005E598E"/>
    <w:rsid w:val="00624DB5"/>
    <w:rsid w:val="00635BC1"/>
    <w:rsid w:val="006455A5"/>
    <w:rsid w:val="00654BFA"/>
    <w:rsid w:val="00656CCF"/>
    <w:rsid w:val="006637A3"/>
    <w:rsid w:val="00665D47"/>
    <w:rsid w:val="00677AB3"/>
    <w:rsid w:val="00695F24"/>
    <w:rsid w:val="006F5A4F"/>
    <w:rsid w:val="007020E4"/>
    <w:rsid w:val="00703C6F"/>
    <w:rsid w:val="00705888"/>
    <w:rsid w:val="00735685"/>
    <w:rsid w:val="00791DE4"/>
    <w:rsid w:val="007A6384"/>
    <w:rsid w:val="007B34C4"/>
    <w:rsid w:val="007C3B8D"/>
    <w:rsid w:val="007C5BDE"/>
    <w:rsid w:val="007D5807"/>
    <w:rsid w:val="007F3398"/>
    <w:rsid w:val="00820110"/>
    <w:rsid w:val="00830C34"/>
    <w:rsid w:val="0083698D"/>
    <w:rsid w:val="00850011"/>
    <w:rsid w:val="0085437C"/>
    <w:rsid w:val="008575A6"/>
    <w:rsid w:val="00860322"/>
    <w:rsid w:val="00897D68"/>
    <w:rsid w:val="008A308E"/>
    <w:rsid w:val="008C34EB"/>
    <w:rsid w:val="008D4716"/>
    <w:rsid w:val="008F1FBE"/>
    <w:rsid w:val="008F3336"/>
    <w:rsid w:val="008F523A"/>
    <w:rsid w:val="00915096"/>
    <w:rsid w:val="009156D9"/>
    <w:rsid w:val="00924534"/>
    <w:rsid w:val="00940352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A1089"/>
    <w:rsid w:val="009C7C32"/>
    <w:rsid w:val="009D4504"/>
    <w:rsid w:val="009D6288"/>
    <w:rsid w:val="009D7D7F"/>
    <w:rsid w:val="009E657C"/>
    <w:rsid w:val="009F16D0"/>
    <w:rsid w:val="009F2D49"/>
    <w:rsid w:val="009F7276"/>
    <w:rsid w:val="00A077CD"/>
    <w:rsid w:val="00A10969"/>
    <w:rsid w:val="00A1695C"/>
    <w:rsid w:val="00A36A1F"/>
    <w:rsid w:val="00A3740B"/>
    <w:rsid w:val="00A65613"/>
    <w:rsid w:val="00A874EA"/>
    <w:rsid w:val="00A87FA6"/>
    <w:rsid w:val="00A947F3"/>
    <w:rsid w:val="00AA0281"/>
    <w:rsid w:val="00AD0CAA"/>
    <w:rsid w:val="00AD3B9F"/>
    <w:rsid w:val="00AE3CC1"/>
    <w:rsid w:val="00AE3EB5"/>
    <w:rsid w:val="00AF1D20"/>
    <w:rsid w:val="00AF2DF3"/>
    <w:rsid w:val="00B06BE3"/>
    <w:rsid w:val="00B11BB8"/>
    <w:rsid w:val="00B45B21"/>
    <w:rsid w:val="00B478C8"/>
    <w:rsid w:val="00B54883"/>
    <w:rsid w:val="00B6664D"/>
    <w:rsid w:val="00B72EB8"/>
    <w:rsid w:val="00B73C78"/>
    <w:rsid w:val="00B73D0F"/>
    <w:rsid w:val="00B76DE8"/>
    <w:rsid w:val="00B8732B"/>
    <w:rsid w:val="00B91C4A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A0073"/>
    <w:rsid w:val="00CB61F0"/>
    <w:rsid w:val="00CC6CE6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1848"/>
    <w:rsid w:val="00D91C0D"/>
    <w:rsid w:val="00DA0A23"/>
    <w:rsid w:val="00DC4CC5"/>
    <w:rsid w:val="00DD7D52"/>
    <w:rsid w:val="00DE02F8"/>
    <w:rsid w:val="00E071DD"/>
    <w:rsid w:val="00E159BA"/>
    <w:rsid w:val="00E26412"/>
    <w:rsid w:val="00E43EB1"/>
    <w:rsid w:val="00E600BB"/>
    <w:rsid w:val="00E76568"/>
    <w:rsid w:val="00E77F78"/>
    <w:rsid w:val="00E82D20"/>
    <w:rsid w:val="00E86F36"/>
    <w:rsid w:val="00E87968"/>
    <w:rsid w:val="00E9156E"/>
    <w:rsid w:val="00EA7C72"/>
    <w:rsid w:val="00EC0D9F"/>
    <w:rsid w:val="00EC3760"/>
    <w:rsid w:val="00ED744E"/>
    <w:rsid w:val="00EE372C"/>
    <w:rsid w:val="00EF5882"/>
    <w:rsid w:val="00EF7162"/>
    <w:rsid w:val="00F117D0"/>
    <w:rsid w:val="00F206AE"/>
    <w:rsid w:val="00F2247D"/>
    <w:rsid w:val="00F374C5"/>
    <w:rsid w:val="00F404B0"/>
    <w:rsid w:val="00F4148A"/>
    <w:rsid w:val="00F424D3"/>
    <w:rsid w:val="00F467D0"/>
    <w:rsid w:val="00F86102"/>
    <w:rsid w:val="00F971B5"/>
    <w:rsid w:val="00FA18FF"/>
    <w:rsid w:val="00FA4C2A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F2D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F2D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3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23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23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3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23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23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3</Pages>
  <Words>622</Words>
  <Characters>3552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29</cp:revision>
  <cp:lastPrinted>2014-09-25T13:09:00Z</cp:lastPrinted>
  <dcterms:created xsi:type="dcterms:W3CDTF">2014-11-12T06:48:00Z</dcterms:created>
  <dcterms:modified xsi:type="dcterms:W3CDTF">2015-12-03T07:39:00Z</dcterms:modified>
</cp:coreProperties>
</file>