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C1" w:rsidRDefault="001857C1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57C1" w:rsidRPr="00BB7DB1" w:rsidRDefault="001857C1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1857C1" w:rsidRPr="00B73C78" w:rsidRDefault="001857C1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1857C1" w:rsidRDefault="001857C1" w:rsidP="00F971B5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F971B5">
        <w:rPr>
          <w:rFonts w:ascii="Times New Roman" w:hAnsi="Times New Roman"/>
          <w:sz w:val="28"/>
          <w:szCs w:val="28"/>
        </w:rPr>
        <w:t xml:space="preserve">Реализация муниципальных функций, </w:t>
      </w:r>
    </w:p>
    <w:p w:rsidR="001857C1" w:rsidRDefault="001857C1" w:rsidP="00F971B5">
      <w:pPr>
        <w:jc w:val="right"/>
        <w:rPr>
          <w:rFonts w:ascii="Times New Roman" w:hAnsi="Times New Roman"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>связанных с муниципальным</w:t>
      </w:r>
    </w:p>
    <w:p w:rsidR="001857C1" w:rsidRDefault="001857C1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 xml:space="preserve"> управлением»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1857C1" w:rsidRPr="00F971B5" w:rsidRDefault="001857C1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1857C1" w:rsidRPr="00F971B5" w:rsidRDefault="001857C1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Темрюкского района на 2015 год.</w:t>
      </w:r>
    </w:p>
    <w:p w:rsidR="001857C1" w:rsidRPr="00B73C78" w:rsidRDefault="001857C1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p w:rsidR="001857C1" w:rsidRPr="002D7464" w:rsidRDefault="001857C1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1857C1" w:rsidRPr="00B54883" w:rsidRDefault="001857C1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1857C1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1857C1" w:rsidRPr="00F971B5" w:rsidRDefault="001857C1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1857C1" w:rsidRPr="00F971B5" w:rsidRDefault="001857C1" w:rsidP="00F971B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2015 год.</w:t>
            </w:r>
          </w:p>
          <w:p w:rsidR="001857C1" w:rsidRPr="00043F79" w:rsidRDefault="001857C1" w:rsidP="00043F79">
            <w:pPr>
              <w:jc w:val="center"/>
              <w:rPr>
                <w:sz w:val="28"/>
                <w:szCs w:val="28"/>
              </w:rPr>
            </w:pPr>
          </w:p>
        </w:tc>
      </w:tr>
      <w:tr w:rsidR="001857C1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857C1" w:rsidRDefault="001857C1" w:rsidP="00CF476E">
            <w:pPr>
              <w:pStyle w:val="a3"/>
            </w:pPr>
          </w:p>
        </w:tc>
      </w:tr>
      <w:tr w:rsidR="001857C1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3E661A" w:rsidRDefault="001857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3E661A" w:rsidRDefault="001857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7C1" w:rsidRDefault="001857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1857C1" w:rsidRPr="003E661A" w:rsidRDefault="001857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3E661A" w:rsidRDefault="001857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7C1" w:rsidRPr="003E661A" w:rsidRDefault="001857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1857C1" w:rsidRPr="003E661A" w:rsidRDefault="001857C1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3E661A" w:rsidRDefault="001857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7C1" w:rsidRPr="003E661A" w:rsidRDefault="001857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857C1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3E661A" w:rsidRDefault="001857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3E661A" w:rsidRDefault="001857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3E661A" w:rsidRDefault="001857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3E661A" w:rsidRDefault="001857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3E661A" w:rsidRDefault="001857C1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3E661A" w:rsidRDefault="001857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7C1" w:rsidRPr="003E661A" w:rsidRDefault="001857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1857C1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3E661A" w:rsidRDefault="001857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3E661A" w:rsidRDefault="001857C1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7C1" w:rsidRPr="008A308E" w:rsidRDefault="001857C1" w:rsidP="008A308E">
            <w:pPr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Старотитаровском </w:t>
            </w:r>
            <w:r w:rsidRPr="008A308E">
              <w:rPr>
                <w:rFonts w:ascii="Times New Roman" w:hAnsi="Times New Roman"/>
                <w:color w:val="000000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1857C1" w:rsidRPr="008A308E" w:rsidRDefault="001857C1" w:rsidP="008A308E">
            <w:pPr>
              <w:pStyle w:val="a3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обеспечение долгосрочной сбалансированности  и устойчивости бюджета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</w:p>
        </w:tc>
      </w:tr>
      <w:tr w:rsidR="001857C1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3E661A" w:rsidRDefault="001857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Default="001857C1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1857C1" w:rsidRPr="002C7281" w:rsidRDefault="001857C1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7C1" w:rsidRPr="008A308E" w:rsidRDefault="001857C1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8A308E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принципов, начиная с бюджета на 2015 год; </w:t>
            </w:r>
          </w:p>
          <w:p w:rsidR="001857C1" w:rsidRPr="008A308E" w:rsidRDefault="001857C1" w:rsidP="008A308E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      </w:r>
            <w:r w:rsidRPr="008A308E">
              <w:rPr>
                <w:rFonts w:ascii="Times New Roman" w:hAnsi="Times New Roman"/>
              </w:rPr>
              <w:t>;</w:t>
            </w:r>
          </w:p>
          <w:p w:rsidR="001857C1" w:rsidRPr="008A308E" w:rsidRDefault="001857C1" w:rsidP="008A308E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Pr="008A308E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1857C1" w:rsidRPr="008A308E" w:rsidRDefault="001857C1" w:rsidP="008A308E">
            <w:pPr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8A308E">
              <w:rPr>
                <w:rFonts w:ascii="Times New Roman" w:hAnsi="Times New Roman"/>
              </w:rPr>
              <w:t>;</w:t>
            </w:r>
          </w:p>
          <w:p w:rsidR="001857C1" w:rsidRPr="008A308E" w:rsidRDefault="001857C1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  <w:r w:rsidRPr="008A308E">
              <w:rPr>
                <w:rFonts w:ascii="Times New Roman" w:hAnsi="Times New Roman"/>
              </w:rPr>
              <w:t>;</w:t>
            </w:r>
          </w:p>
          <w:p w:rsidR="001857C1" w:rsidRPr="008A308E" w:rsidRDefault="001857C1" w:rsidP="008A308E">
            <w:pPr>
              <w:pStyle w:val="a3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8A308E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1857C1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3E661A" w:rsidRDefault="001857C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4646,1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4646,1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7C1" w:rsidRPr="002442F5" w:rsidRDefault="001857C1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857C1" w:rsidRPr="00C3522A" w:rsidTr="00635BC1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3E661A" w:rsidRDefault="001857C1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7C1" w:rsidRPr="00B45B21" w:rsidRDefault="001857C1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10,2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 w:rsidP="00AD3B9F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10,2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сотовой связи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857C1" w:rsidRDefault="001857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1857C1" w:rsidRDefault="001857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1857C1" w:rsidRPr="00C3522A" w:rsidRDefault="001857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857C1" w:rsidRPr="00C3522A" w:rsidTr="00635BC1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Default="001857C1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7C1" w:rsidRPr="00B45B21" w:rsidRDefault="001857C1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Default="001857C1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254,8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Default="001857C1" w:rsidP="00AD3B9F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254,8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газ.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857C1" w:rsidRDefault="001857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1857C1" w:rsidRDefault="001857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1857C1" w:rsidRDefault="001857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857C1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3E661A" w:rsidRDefault="001857C1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7C1" w:rsidRPr="00B45B21" w:rsidRDefault="001857C1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33,6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 w:rsidP="009860E4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Вывоз ТБО 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857C1" w:rsidRDefault="001857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1857C1" w:rsidRDefault="001857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1857C1" w:rsidRPr="00C3522A" w:rsidRDefault="001857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857C1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1857C1" w:rsidRDefault="001857C1" w:rsidP="0094354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7C1" w:rsidRPr="00B45B21" w:rsidRDefault="001857C1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 w:rsidP="002D746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 w:rsidP="002442F5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Default="001857C1" w:rsidP="002442F5">
            <w:pPr>
              <w:pStyle w:val="a3"/>
              <w:jc w:val="left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158,1</w:t>
            </w:r>
          </w:p>
          <w:p w:rsidR="001857C1" w:rsidRPr="002E4221" w:rsidRDefault="001857C1" w:rsidP="002E4221"/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7C1" w:rsidRPr="00B45B21" w:rsidRDefault="001857C1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Подписка на газеты и </w:t>
            </w:r>
            <w:r w:rsidRPr="00F86102">
              <w:rPr>
                <w:rFonts w:ascii="Times New Roman" w:hAnsi="Times New Roman"/>
              </w:rPr>
              <w:t>журналы, подшивка книг,</w:t>
            </w:r>
            <w:r w:rsidRPr="00F86102">
              <w:rPr>
                <w:rFonts w:ascii="Times New Roman" w:hAnsi="Times New Roman"/>
                <w:szCs w:val="28"/>
              </w:rPr>
              <w:t xml:space="preserve"> расходы за зачисление на ПК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857C1" w:rsidRDefault="001857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1857C1" w:rsidRPr="00956BF9" w:rsidRDefault="001857C1" w:rsidP="00956BF9"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1857C1" w:rsidRPr="00C3522A" w:rsidRDefault="001857C1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857C1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1857C1" w:rsidRDefault="001857C1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7C1" w:rsidRPr="00B45B21" w:rsidRDefault="001857C1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140,2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 w:rsidP="00AD3B9F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140,2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7C1" w:rsidRPr="00B45B21" w:rsidRDefault="001857C1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857C1" w:rsidRDefault="001857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1857C1" w:rsidRDefault="001857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1857C1" w:rsidRPr="00C3522A" w:rsidRDefault="001857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857C1" w:rsidRPr="00C3522A" w:rsidTr="00F86102">
        <w:trPr>
          <w:gridAfter w:val="1"/>
          <w:wAfter w:w="430" w:type="dxa"/>
          <w:trHeight w:val="18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Default="001857C1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1.1.7.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5469F5" w:rsidRDefault="001857C1" w:rsidP="008D471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69F5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B45B21" w:rsidRDefault="001857C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C3522A" w:rsidRDefault="001857C1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172,2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C3522A" w:rsidRDefault="001857C1" w:rsidP="009860E4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956BF9" w:rsidRDefault="001857C1" w:rsidP="00CF6FBF">
            <w:pPr>
              <w:rPr>
                <w:rFonts w:ascii="Times New Roman" w:hAnsi="Times New Roman"/>
              </w:rPr>
            </w:pPr>
            <w:r w:rsidRPr="00956BF9">
              <w:rPr>
                <w:rFonts w:ascii="Times New Roman" w:hAnsi="Times New Roman"/>
                <w:szCs w:val="28"/>
              </w:rPr>
              <w:t>Закупка мебели и прочих материалов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7C1" w:rsidRDefault="001857C1" w:rsidP="00956B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1857C1" w:rsidRPr="00C3522A" w:rsidRDefault="001857C1" w:rsidP="00956B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857C1" w:rsidRPr="00C3522A" w:rsidTr="00635BC1">
        <w:trPr>
          <w:gridAfter w:val="1"/>
          <w:wAfter w:w="430" w:type="dxa"/>
          <w:trHeight w:val="1185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1857C1" w:rsidRDefault="001857C1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7C1" w:rsidRDefault="001857C1" w:rsidP="008D471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Default="001857C1" w:rsidP="00F8610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Default="001857C1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364,5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Default="001857C1" w:rsidP="009860E4">
            <w:pPr>
              <w:pStyle w:val="a3"/>
              <w:jc w:val="left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364,5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7C1" w:rsidRDefault="001857C1" w:rsidP="00CF6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хозтоваров,  канцтоваров и ГСМ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857C1" w:rsidRDefault="001857C1" w:rsidP="00F861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1857C1" w:rsidRDefault="001857C1" w:rsidP="00F861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857C1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3E661A" w:rsidRDefault="001857C1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C3522A" w:rsidRDefault="001857C1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C3522A" w:rsidRDefault="001857C1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C3522A" w:rsidRDefault="001857C1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5779,7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Default="001857C1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5 779,7</w:t>
            </w:r>
          </w:p>
          <w:p w:rsidR="001857C1" w:rsidRPr="007C5BDE" w:rsidRDefault="001857C1" w:rsidP="007C5BDE"/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C1" w:rsidRPr="00C3522A" w:rsidRDefault="001857C1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7C1" w:rsidRPr="00C3522A" w:rsidRDefault="001857C1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1857C1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57C1" w:rsidRPr="003E661A" w:rsidRDefault="001857C1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57C1" w:rsidRDefault="001857C1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857C1" w:rsidRDefault="001857C1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857C1" w:rsidRPr="00B45B21" w:rsidRDefault="001857C1" w:rsidP="00B45B21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Л.В. Кубрак                                                                              </w:t>
      </w:r>
    </w:p>
    <w:p w:rsidR="001857C1" w:rsidRPr="00CF6306" w:rsidRDefault="001857C1" w:rsidP="00B45B21">
      <w:pPr>
        <w:pStyle w:val="BodyText"/>
        <w:spacing w:after="0"/>
        <w:ind w:right="-142"/>
        <w:jc w:val="both"/>
      </w:pPr>
    </w:p>
    <w:sectPr w:rsidR="001857C1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7C1" w:rsidRDefault="001857C1">
      <w:r>
        <w:separator/>
      </w:r>
    </w:p>
  </w:endnote>
  <w:endnote w:type="continuationSeparator" w:id="0">
    <w:p w:rsidR="001857C1" w:rsidRDefault="00185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7C1" w:rsidRDefault="001857C1">
      <w:r>
        <w:separator/>
      </w:r>
    </w:p>
  </w:footnote>
  <w:footnote w:type="continuationSeparator" w:id="0">
    <w:p w:rsidR="001857C1" w:rsidRDefault="001857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C1" w:rsidRDefault="001857C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1857C1" w:rsidRDefault="001857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A7243"/>
    <w:rsid w:val="000C13B0"/>
    <w:rsid w:val="000D464E"/>
    <w:rsid w:val="000E625F"/>
    <w:rsid w:val="000E75E6"/>
    <w:rsid w:val="000E7D32"/>
    <w:rsid w:val="00101F21"/>
    <w:rsid w:val="00105934"/>
    <w:rsid w:val="00107FE2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857C1"/>
    <w:rsid w:val="00191C88"/>
    <w:rsid w:val="001A603E"/>
    <w:rsid w:val="001D7FEC"/>
    <w:rsid w:val="001E134E"/>
    <w:rsid w:val="001E64CF"/>
    <w:rsid w:val="001F130E"/>
    <w:rsid w:val="00207A02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2E4221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2E08"/>
    <w:rsid w:val="004432CD"/>
    <w:rsid w:val="004510A5"/>
    <w:rsid w:val="00466211"/>
    <w:rsid w:val="0046755D"/>
    <w:rsid w:val="004721A3"/>
    <w:rsid w:val="004725AA"/>
    <w:rsid w:val="004740A7"/>
    <w:rsid w:val="004B2BE8"/>
    <w:rsid w:val="004C1660"/>
    <w:rsid w:val="004F2F87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E37F3"/>
    <w:rsid w:val="005E598E"/>
    <w:rsid w:val="00624DB5"/>
    <w:rsid w:val="00635BC1"/>
    <w:rsid w:val="006455A5"/>
    <w:rsid w:val="00654BFA"/>
    <w:rsid w:val="00656CCF"/>
    <w:rsid w:val="006637A3"/>
    <w:rsid w:val="00665D47"/>
    <w:rsid w:val="00677AB3"/>
    <w:rsid w:val="00695F24"/>
    <w:rsid w:val="006F5A4F"/>
    <w:rsid w:val="007020E4"/>
    <w:rsid w:val="00703C6F"/>
    <w:rsid w:val="00705888"/>
    <w:rsid w:val="00735685"/>
    <w:rsid w:val="00791DE4"/>
    <w:rsid w:val="007A6384"/>
    <w:rsid w:val="007B34C4"/>
    <w:rsid w:val="007C3B8D"/>
    <w:rsid w:val="007C5BDE"/>
    <w:rsid w:val="007F3398"/>
    <w:rsid w:val="00820110"/>
    <w:rsid w:val="00830C34"/>
    <w:rsid w:val="0083698D"/>
    <w:rsid w:val="00850011"/>
    <w:rsid w:val="0085437C"/>
    <w:rsid w:val="008575A6"/>
    <w:rsid w:val="00860322"/>
    <w:rsid w:val="00897D68"/>
    <w:rsid w:val="008A308E"/>
    <w:rsid w:val="008C34EB"/>
    <w:rsid w:val="008D4716"/>
    <w:rsid w:val="008F1FBE"/>
    <w:rsid w:val="008F3336"/>
    <w:rsid w:val="008F523A"/>
    <w:rsid w:val="00915096"/>
    <w:rsid w:val="009156D9"/>
    <w:rsid w:val="00924534"/>
    <w:rsid w:val="00940352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A1089"/>
    <w:rsid w:val="009C7C32"/>
    <w:rsid w:val="009D4504"/>
    <w:rsid w:val="009D6288"/>
    <w:rsid w:val="009D7D7F"/>
    <w:rsid w:val="009E657C"/>
    <w:rsid w:val="009F16D0"/>
    <w:rsid w:val="009F2D49"/>
    <w:rsid w:val="009F7276"/>
    <w:rsid w:val="00A077CD"/>
    <w:rsid w:val="00A10969"/>
    <w:rsid w:val="00A1695C"/>
    <w:rsid w:val="00A36A1F"/>
    <w:rsid w:val="00A3740B"/>
    <w:rsid w:val="00A65613"/>
    <w:rsid w:val="00A874EA"/>
    <w:rsid w:val="00A87FA6"/>
    <w:rsid w:val="00A947F3"/>
    <w:rsid w:val="00AA0281"/>
    <w:rsid w:val="00AD0CAA"/>
    <w:rsid w:val="00AD3B9F"/>
    <w:rsid w:val="00AE3EB5"/>
    <w:rsid w:val="00AF1D20"/>
    <w:rsid w:val="00AF2DF3"/>
    <w:rsid w:val="00B06BE3"/>
    <w:rsid w:val="00B11BB8"/>
    <w:rsid w:val="00B45B21"/>
    <w:rsid w:val="00B478C8"/>
    <w:rsid w:val="00B54883"/>
    <w:rsid w:val="00B6664D"/>
    <w:rsid w:val="00B72EB8"/>
    <w:rsid w:val="00B73C78"/>
    <w:rsid w:val="00B73D0F"/>
    <w:rsid w:val="00B76DE8"/>
    <w:rsid w:val="00B8732B"/>
    <w:rsid w:val="00B91C4A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A0073"/>
    <w:rsid w:val="00CB61F0"/>
    <w:rsid w:val="00CC6CE6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81848"/>
    <w:rsid w:val="00D91C0D"/>
    <w:rsid w:val="00DA0A23"/>
    <w:rsid w:val="00DC4CC5"/>
    <w:rsid w:val="00DD7D52"/>
    <w:rsid w:val="00DE02F8"/>
    <w:rsid w:val="00E071DD"/>
    <w:rsid w:val="00E159BA"/>
    <w:rsid w:val="00E26412"/>
    <w:rsid w:val="00E43EB1"/>
    <w:rsid w:val="00E600BB"/>
    <w:rsid w:val="00E76568"/>
    <w:rsid w:val="00E77F78"/>
    <w:rsid w:val="00E82D20"/>
    <w:rsid w:val="00E86F36"/>
    <w:rsid w:val="00E87968"/>
    <w:rsid w:val="00E9156E"/>
    <w:rsid w:val="00EA7C72"/>
    <w:rsid w:val="00EC0D9F"/>
    <w:rsid w:val="00EC3760"/>
    <w:rsid w:val="00ED744E"/>
    <w:rsid w:val="00EE372C"/>
    <w:rsid w:val="00EF5882"/>
    <w:rsid w:val="00EF7162"/>
    <w:rsid w:val="00F117D0"/>
    <w:rsid w:val="00F206AE"/>
    <w:rsid w:val="00F2247D"/>
    <w:rsid w:val="00F374C5"/>
    <w:rsid w:val="00F4148A"/>
    <w:rsid w:val="00F424D3"/>
    <w:rsid w:val="00F86102"/>
    <w:rsid w:val="00F971B5"/>
    <w:rsid w:val="00FA18FF"/>
    <w:rsid w:val="00FA4C2A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F2D49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F2D49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9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94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94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9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94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9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3</Pages>
  <Words>518</Words>
  <Characters>2954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26</cp:revision>
  <cp:lastPrinted>2014-09-25T13:09:00Z</cp:lastPrinted>
  <dcterms:created xsi:type="dcterms:W3CDTF">2014-11-12T06:48:00Z</dcterms:created>
  <dcterms:modified xsi:type="dcterms:W3CDTF">2015-10-07T11:07:00Z</dcterms:modified>
</cp:coreProperties>
</file>