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6B" w:rsidRDefault="0077336B" w:rsidP="00B630D3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______№______ </w:t>
      </w:r>
    </w:p>
    <w:p w:rsidR="0077336B" w:rsidRDefault="0077336B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7336B" w:rsidRPr="003B7FD2" w:rsidRDefault="0077336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sub_990"/>
    </w:p>
    <w:p w:rsidR="0077336B" w:rsidRPr="002442F5" w:rsidRDefault="0077336B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7336B" w:rsidRPr="00B54883" w:rsidRDefault="0077336B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77336B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7336B" w:rsidRPr="00B82881" w:rsidRDefault="0077336B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77336B" w:rsidRPr="00B82881" w:rsidRDefault="0077336B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2015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336B" w:rsidRPr="003B7FD2" w:rsidRDefault="0077336B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36B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336B" w:rsidRDefault="0077336B" w:rsidP="00CF476E">
            <w:pPr>
              <w:pStyle w:val="a3"/>
            </w:pPr>
          </w:p>
        </w:tc>
      </w:tr>
      <w:tr w:rsidR="0077336B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7336B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3E661A" w:rsidRDefault="0077336B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77336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7336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B82881" w:rsidRDefault="0077336B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>
              <w:rPr>
                <w:spacing w:val="-2"/>
              </w:rPr>
              <w:t xml:space="preserve">- </w:t>
            </w:r>
            <w:r w:rsidRPr="00B82881">
              <w:rPr>
                <w:rFonts w:ascii="Times New Roman" w:hAnsi="Times New Roman"/>
                <w:spacing w:val="-2"/>
              </w:rPr>
              <w:t>повышения качества</w:t>
            </w:r>
          </w:p>
          <w:p w:rsidR="0077336B" w:rsidRPr="00B82881" w:rsidRDefault="0077336B" w:rsidP="00B82881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B82881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B82881">
              <w:rPr>
                <w:rFonts w:ascii="Times New Roman" w:hAnsi="Times New Roman"/>
                <w:spacing w:val="-3"/>
              </w:rPr>
              <w:t>помещений</w:t>
            </w:r>
            <w:r w:rsidRPr="00B82881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B82881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82881">
              <w:rPr>
                <w:rFonts w:ascii="Times New Roman" w:hAnsi="Times New Roman"/>
                <w:spacing w:val="-3"/>
              </w:rPr>
              <w:t>автомобильного транспорта,</w:t>
            </w:r>
          </w:p>
          <w:p w:rsidR="0077336B" w:rsidRPr="00B82881" w:rsidRDefault="0077336B" w:rsidP="00B82881">
            <w:pPr>
              <w:pStyle w:val="BodyText"/>
              <w:rPr>
                <w:rFonts w:ascii="Times New Roman" w:hAnsi="Times New Roman"/>
                <w:spacing w:val="-3"/>
              </w:rPr>
            </w:pPr>
            <w:r w:rsidRPr="00B82881">
              <w:t xml:space="preserve"> </w:t>
            </w:r>
            <w:r w:rsidRPr="00B82881">
              <w:rPr>
                <w:rFonts w:ascii="Times New Roman" w:hAnsi="Times New Roman"/>
              </w:rPr>
              <w:t xml:space="preserve">находящихся в муниципальной </w:t>
            </w:r>
            <w:r w:rsidRPr="00B82881">
              <w:rPr>
                <w:rFonts w:ascii="Times New Roman" w:hAnsi="Times New Roman"/>
                <w:spacing w:val="-4"/>
              </w:rPr>
              <w:t xml:space="preserve">собственности и переданных  </w:t>
            </w:r>
            <w:r w:rsidRPr="00B82881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77336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7336B" w:rsidRPr="002C7281" w:rsidRDefault="0077336B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B82881" w:rsidRDefault="0077336B" w:rsidP="00B82881">
            <w:pPr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</w:rPr>
              <w:t xml:space="preserve">-оперативное </w:t>
            </w:r>
            <w:r w:rsidRPr="00B82881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77336B" w:rsidRPr="00B82881" w:rsidRDefault="0077336B" w:rsidP="00B82881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B82881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77336B" w:rsidRPr="00B17668" w:rsidRDefault="0077336B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77336B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4B45B8" w:rsidRDefault="0077336B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3528,1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2442F5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7336B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82881" w:rsidRDefault="0077336B" w:rsidP="00A874EA">
            <w:pPr>
              <w:pStyle w:val="a3"/>
            </w:pPr>
            <w:r>
              <w:rPr>
                <w:rFonts w:ascii="Times New Roman" w:hAnsi="Times New Roman"/>
              </w:rPr>
              <w:t>-зачисление на ПК, аттестация рабочих мест и др.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7336B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82881" w:rsidRDefault="0077336B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82881" w:rsidRDefault="0077336B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7336B" w:rsidTr="00B82881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82881" w:rsidRDefault="0077336B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тахографов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7336B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82881" w:rsidRDefault="0077336B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B45B21" w:rsidRDefault="0077336B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Default="0077336B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Хоз.товары,</w:t>
            </w:r>
          </w:p>
          <w:p w:rsidR="0077336B" w:rsidRDefault="0077336B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Default="0077336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7336B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3E661A" w:rsidRDefault="0077336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C3522A" w:rsidRDefault="0077336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C3522A" w:rsidRDefault="0077336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C3522A" w:rsidRDefault="0077336B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4168,1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C3522A" w:rsidRDefault="0077336B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4168,1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6B" w:rsidRPr="00C3522A" w:rsidRDefault="0077336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36B" w:rsidRPr="00C3522A" w:rsidRDefault="0077336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77336B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336B" w:rsidRDefault="0077336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336B" w:rsidRDefault="0077336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336B" w:rsidRDefault="0077336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336B" w:rsidRPr="003E661A" w:rsidRDefault="0077336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36B" w:rsidRPr="00CF6306" w:rsidRDefault="0077336B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Л.В.Кубрак</w:t>
      </w:r>
    </w:p>
    <w:sectPr w:rsidR="0077336B" w:rsidRPr="00CF6306" w:rsidSect="00701731">
      <w:headerReference w:type="default" r:id="rId7"/>
      <w:pgSz w:w="16840" w:h="11907" w:orient="landscape" w:code="9"/>
      <w:pgMar w:top="36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36B" w:rsidRDefault="0077336B">
      <w:r>
        <w:separator/>
      </w:r>
    </w:p>
  </w:endnote>
  <w:endnote w:type="continuationSeparator" w:id="0">
    <w:p w:rsidR="0077336B" w:rsidRDefault="00773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36B" w:rsidRDefault="0077336B">
      <w:r>
        <w:separator/>
      </w:r>
    </w:p>
  </w:footnote>
  <w:footnote w:type="continuationSeparator" w:id="0">
    <w:p w:rsidR="0077336B" w:rsidRDefault="00773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36B" w:rsidRDefault="0077336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7336B" w:rsidRDefault="007733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33402"/>
    <w:rsid w:val="00043F79"/>
    <w:rsid w:val="00052B35"/>
    <w:rsid w:val="0006685C"/>
    <w:rsid w:val="00077245"/>
    <w:rsid w:val="00083DC5"/>
    <w:rsid w:val="00091270"/>
    <w:rsid w:val="000A2DCB"/>
    <w:rsid w:val="000B0864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57ACB"/>
    <w:rsid w:val="0016276F"/>
    <w:rsid w:val="00166536"/>
    <w:rsid w:val="001675AD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557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37F3"/>
    <w:rsid w:val="00610419"/>
    <w:rsid w:val="006208FA"/>
    <w:rsid w:val="00624DB5"/>
    <w:rsid w:val="00641269"/>
    <w:rsid w:val="0065168E"/>
    <w:rsid w:val="00654BFA"/>
    <w:rsid w:val="00656CCF"/>
    <w:rsid w:val="006637A3"/>
    <w:rsid w:val="00665D47"/>
    <w:rsid w:val="00677AB3"/>
    <w:rsid w:val="00697454"/>
    <w:rsid w:val="00701731"/>
    <w:rsid w:val="007020E4"/>
    <w:rsid w:val="00703C6F"/>
    <w:rsid w:val="00707CF2"/>
    <w:rsid w:val="00715AFD"/>
    <w:rsid w:val="00735685"/>
    <w:rsid w:val="00743723"/>
    <w:rsid w:val="00772E9A"/>
    <w:rsid w:val="0077336B"/>
    <w:rsid w:val="00791DE4"/>
    <w:rsid w:val="007A557D"/>
    <w:rsid w:val="007A6384"/>
    <w:rsid w:val="007B34C4"/>
    <w:rsid w:val="007C3B8D"/>
    <w:rsid w:val="007C7495"/>
    <w:rsid w:val="007D7134"/>
    <w:rsid w:val="007F3398"/>
    <w:rsid w:val="008109F7"/>
    <w:rsid w:val="00820110"/>
    <w:rsid w:val="00830C34"/>
    <w:rsid w:val="00850011"/>
    <w:rsid w:val="0085437C"/>
    <w:rsid w:val="008575A6"/>
    <w:rsid w:val="00860322"/>
    <w:rsid w:val="008824C0"/>
    <w:rsid w:val="00897D68"/>
    <w:rsid w:val="008B13D9"/>
    <w:rsid w:val="008D4716"/>
    <w:rsid w:val="008F1FBE"/>
    <w:rsid w:val="008F3336"/>
    <w:rsid w:val="008F523A"/>
    <w:rsid w:val="00906089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65B01"/>
    <w:rsid w:val="00A874EA"/>
    <w:rsid w:val="00A87FA6"/>
    <w:rsid w:val="00AA0281"/>
    <w:rsid w:val="00AD3B9F"/>
    <w:rsid w:val="00AD6A9C"/>
    <w:rsid w:val="00AE5A1D"/>
    <w:rsid w:val="00AF1D20"/>
    <w:rsid w:val="00B06BE3"/>
    <w:rsid w:val="00B11BB8"/>
    <w:rsid w:val="00B17668"/>
    <w:rsid w:val="00B206FF"/>
    <w:rsid w:val="00B45B21"/>
    <w:rsid w:val="00B54883"/>
    <w:rsid w:val="00B630D3"/>
    <w:rsid w:val="00B6664D"/>
    <w:rsid w:val="00B73C78"/>
    <w:rsid w:val="00B73D0F"/>
    <w:rsid w:val="00B76DE8"/>
    <w:rsid w:val="00B82881"/>
    <w:rsid w:val="00B8732B"/>
    <w:rsid w:val="00B91C4A"/>
    <w:rsid w:val="00BB7DB1"/>
    <w:rsid w:val="00BC2657"/>
    <w:rsid w:val="00BC6B3E"/>
    <w:rsid w:val="00BF5AB5"/>
    <w:rsid w:val="00C0456B"/>
    <w:rsid w:val="00C12D44"/>
    <w:rsid w:val="00C30A45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034CC"/>
    <w:rsid w:val="00D20D24"/>
    <w:rsid w:val="00D22CF8"/>
    <w:rsid w:val="00D24F55"/>
    <w:rsid w:val="00D33AD3"/>
    <w:rsid w:val="00D35819"/>
    <w:rsid w:val="00D43877"/>
    <w:rsid w:val="00D56070"/>
    <w:rsid w:val="00D61C1E"/>
    <w:rsid w:val="00D64B68"/>
    <w:rsid w:val="00D745DB"/>
    <w:rsid w:val="00D808E2"/>
    <w:rsid w:val="00DA0A23"/>
    <w:rsid w:val="00DB388E"/>
    <w:rsid w:val="00DC4CC5"/>
    <w:rsid w:val="00DE02F8"/>
    <w:rsid w:val="00E159BA"/>
    <w:rsid w:val="00E20502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949C6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30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0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0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3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303</Words>
  <Characters>1728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2014-11-26T08:52:00Z</cp:lastPrinted>
  <dcterms:created xsi:type="dcterms:W3CDTF">2014-11-12T06:49:00Z</dcterms:created>
  <dcterms:modified xsi:type="dcterms:W3CDTF">2015-10-08T11:37:00Z</dcterms:modified>
</cp:coreProperties>
</file>