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5" w:type="dxa"/>
        <w:jc w:val="right"/>
        <w:tblLook w:val="00A0"/>
      </w:tblPr>
      <w:tblGrid>
        <w:gridCol w:w="5245"/>
      </w:tblGrid>
      <w:tr w:rsidR="00747533" w:rsidRPr="0067578E">
        <w:trPr>
          <w:jc w:val="right"/>
        </w:trPr>
        <w:tc>
          <w:tcPr>
            <w:tcW w:w="5245" w:type="dxa"/>
          </w:tcPr>
          <w:p w:rsidR="00747533" w:rsidRPr="0067578E" w:rsidRDefault="00747533" w:rsidP="0067578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47533" w:rsidRPr="0067578E" w:rsidRDefault="00747533" w:rsidP="0067578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«О  порядке сдачи </w:t>
            </w:r>
          </w:p>
          <w:p w:rsidR="00747533" w:rsidRPr="0067578E" w:rsidRDefault="00747533" w:rsidP="0067578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квалификационного экзамена </w:t>
            </w:r>
          </w:p>
          <w:p w:rsidR="00747533" w:rsidRPr="0067578E" w:rsidRDefault="00747533" w:rsidP="0067578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служащими </w:t>
            </w:r>
          </w:p>
          <w:p w:rsidR="00747533" w:rsidRPr="0067578E" w:rsidRDefault="00747533" w:rsidP="0067578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 и оценке их знаний, навыков и умений </w:t>
            </w:r>
          </w:p>
          <w:p w:rsidR="00747533" w:rsidRPr="0067578E" w:rsidRDefault="00747533" w:rsidP="0067578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(профессионального уровня)  </w:t>
            </w:r>
          </w:p>
        </w:tc>
      </w:tr>
    </w:tbl>
    <w:p w:rsidR="00747533" w:rsidRPr="00C6756E" w:rsidRDefault="00747533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18"/>
          <w:szCs w:val="18"/>
        </w:rPr>
      </w:pPr>
    </w:p>
    <w:p w:rsidR="00747533" w:rsidRPr="0050586E" w:rsidRDefault="00747533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ОТЗЫВ</w:t>
      </w:r>
    </w:p>
    <w:p w:rsidR="00747533" w:rsidRPr="0050586E" w:rsidRDefault="00747533" w:rsidP="00431725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 уровне знаний, навыков и умений (профессиональном уровне) муниципального служащего, представляемого к сдаче квалификационного экзаме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на, и о возможности присвоения ему классного чина</w:t>
      </w:r>
    </w:p>
    <w:p w:rsidR="00747533" w:rsidRPr="0050586E" w:rsidRDefault="00747533" w:rsidP="00345B16">
      <w:pPr>
        <w:pStyle w:val="1"/>
        <w:numPr>
          <w:ilvl w:val="2"/>
          <w:numId w:val="1"/>
        </w:numPr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320" w:hanging="3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747533" w:rsidRDefault="00747533" w:rsidP="00345B16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left="320" w:hanging="3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Год, число и месяц рождения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747533" w:rsidRPr="00C6756E" w:rsidRDefault="00747533" w:rsidP="00345B16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об образовании, наличие ученой степени, ученого звания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C6756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747533" w:rsidRPr="00C6756E" w:rsidRDefault="00747533" w:rsidP="006153D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153D4">
        <w:rPr>
          <w:rFonts w:ascii="Times New Roman" w:hAnsi="Times New Roman" w:cs="Times New Roman"/>
          <w:sz w:val="28"/>
          <w:szCs w:val="28"/>
        </w:rPr>
        <w:t>(когда и какое учебное заведение окончил, специальность и квалификация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56E">
        <w:rPr>
          <w:rFonts w:ascii="Times New Roman" w:hAnsi="Times New Roman" w:cs="Times New Roman"/>
          <w:sz w:val="28"/>
          <w:szCs w:val="28"/>
        </w:rPr>
        <w:t>образо</w:t>
      </w:r>
      <w:r w:rsidRPr="00C6756E">
        <w:rPr>
          <w:rFonts w:ascii="Times New Roman" w:hAnsi="Times New Roman" w:cs="Times New Roman"/>
          <w:sz w:val="28"/>
          <w:szCs w:val="28"/>
        </w:rPr>
        <w:softHyphen/>
        <w:t>ванию)</w:t>
      </w:r>
    </w:p>
    <w:p w:rsidR="00747533" w:rsidRDefault="00747533" w:rsidP="000B6254">
      <w:pPr>
        <w:pStyle w:val="NoSpacing"/>
        <w:numPr>
          <w:ilvl w:val="2"/>
          <w:numId w:val="1"/>
        </w:numPr>
        <w:tabs>
          <w:tab w:val="left" w:pos="567"/>
          <w:tab w:val="left" w:pos="851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 профессиональной переподготовке, повышении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56E">
        <w:rPr>
          <w:rFonts w:ascii="Times New Roman" w:hAnsi="Times New Roman" w:cs="Times New Roman"/>
          <w:sz w:val="28"/>
          <w:szCs w:val="28"/>
        </w:rPr>
        <w:t>или стажировке_______________________________________________________</w:t>
      </w:r>
    </w:p>
    <w:p w:rsidR="00747533" w:rsidRPr="00C6756E" w:rsidRDefault="00747533" w:rsidP="00C675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6756E">
        <w:rPr>
          <w:rFonts w:ascii="Times New Roman" w:hAnsi="Times New Roman" w:cs="Times New Roman"/>
          <w:sz w:val="28"/>
          <w:szCs w:val="28"/>
        </w:rPr>
        <w:t>(документы о профессиональной переподготовке, повышении квалификации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56E">
        <w:rPr>
          <w:rFonts w:ascii="Times New Roman" w:hAnsi="Times New Roman" w:cs="Times New Roman"/>
          <w:sz w:val="28"/>
          <w:szCs w:val="28"/>
        </w:rPr>
        <w:t>стажировке)</w:t>
      </w:r>
    </w:p>
    <w:p w:rsidR="00747533" w:rsidRPr="00CA5441" w:rsidRDefault="00747533" w:rsidP="00CA54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A5441">
        <w:rPr>
          <w:rFonts w:ascii="Times New Roman" w:hAnsi="Times New Roman" w:cs="Times New Roman"/>
          <w:sz w:val="28"/>
          <w:szCs w:val="28"/>
        </w:rPr>
        <w:t>5. Замещаемая должность гражданской службы на момент представления к сдаче квалификационного экзамена и дата назначения на эту должность_______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47533" w:rsidRPr="00CA5441" w:rsidRDefault="00747533" w:rsidP="00CA544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A5441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747533" w:rsidRPr="000B6254" w:rsidRDefault="00747533" w:rsidP="000B625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</w:t>
      </w:r>
      <w:r w:rsidRPr="000B6254">
        <w:rPr>
          <w:rFonts w:ascii="Times New Roman" w:hAnsi="Times New Roman" w:cs="Times New Roman"/>
          <w:sz w:val="28"/>
          <w:szCs w:val="28"/>
        </w:rPr>
        <w:t>Стаж муниципальной службы, в том числе стаж гражданской службы</w:t>
      </w:r>
    </w:p>
    <w:p w:rsidR="00747533" w:rsidRPr="000B6254" w:rsidRDefault="00747533" w:rsidP="000B625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B6254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747533" w:rsidRPr="0050586E" w:rsidRDefault="00747533" w:rsidP="000B6254">
      <w:pPr>
        <w:pStyle w:val="1"/>
        <w:numPr>
          <w:ilvl w:val="3"/>
          <w:numId w:val="2"/>
        </w:numPr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Общий трудовой стаж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47533" w:rsidRPr="00345B16" w:rsidRDefault="00747533" w:rsidP="000B6254">
      <w:pPr>
        <w:pStyle w:val="NoSpacing"/>
        <w:numPr>
          <w:ilvl w:val="3"/>
          <w:numId w:val="2"/>
        </w:num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чин муниципальной </w:t>
      </w:r>
      <w:r w:rsidRPr="000B6254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47533" w:rsidRDefault="00747533" w:rsidP="00431725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left="320" w:right="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50586E">
        <w:rPr>
          <w:rFonts w:ascii="Times New Roman" w:hAnsi="Times New Roman" w:cs="Times New Roman"/>
          <w:sz w:val="28"/>
          <w:szCs w:val="28"/>
        </w:rPr>
        <w:t xml:space="preserve">(наименование классного чина и дата его присвоения) </w:t>
      </w:r>
    </w:p>
    <w:p w:rsidR="00747533" w:rsidRPr="000B6254" w:rsidRDefault="00747533" w:rsidP="00345B16">
      <w:pPr>
        <w:pStyle w:val="NoSpacing"/>
        <w:ind w:firstLine="284"/>
        <w:rPr>
          <w:rFonts w:ascii="Times New Roman" w:hAnsi="Times New Roman" w:cs="Times New Roman"/>
          <w:sz w:val="28"/>
          <w:szCs w:val="28"/>
        </w:rPr>
      </w:pPr>
      <w:r w:rsidRPr="000B6254">
        <w:rPr>
          <w:rFonts w:ascii="Times New Roman" w:hAnsi="Times New Roman" w:cs="Times New Roman"/>
          <w:sz w:val="28"/>
          <w:szCs w:val="28"/>
        </w:rPr>
        <w:t>9. Представляется на присвоение классного чина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47533" w:rsidRDefault="00747533" w:rsidP="00345B16">
      <w:pPr>
        <w:pStyle w:val="1"/>
        <w:shd w:val="clear" w:color="auto" w:fill="auto"/>
        <w:tabs>
          <w:tab w:val="left" w:leader="underscore" w:pos="6639"/>
        </w:tabs>
        <w:spacing w:before="0" w:line="24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0586E">
        <w:rPr>
          <w:rFonts w:ascii="Times New Roman" w:hAnsi="Times New Roman" w:cs="Times New Roman"/>
          <w:sz w:val="28"/>
          <w:szCs w:val="28"/>
        </w:rPr>
        <w:t>10. Перечень основных вопросов (документов), в решении (разработке) которых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</w:t>
      </w:r>
      <w:r>
        <w:rPr>
          <w:rFonts w:ascii="Times New Roman" w:hAnsi="Times New Roman" w:cs="Times New Roman"/>
          <w:sz w:val="28"/>
          <w:szCs w:val="28"/>
        </w:rPr>
        <w:t>льный служащий принимал участие ______________________________</w:t>
      </w:r>
    </w:p>
    <w:p w:rsidR="00747533" w:rsidRDefault="00747533" w:rsidP="004B3B9B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0586E">
        <w:rPr>
          <w:rFonts w:ascii="Times New Roman" w:hAnsi="Times New Roman" w:cs="Times New Roman"/>
          <w:sz w:val="28"/>
          <w:szCs w:val="28"/>
        </w:rPr>
        <w:t>11. Мотивированная оценка профессиональных,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личностных качеств и результатов профессиональной служебной деятельности муници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 xml:space="preserve">пального служащего и возможности присвоения ему классного чина </w:t>
      </w:r>
      <w:r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747533" w:rsidRDefault="00747533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47533" w:rsidRDefault="00747533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747533" w:rsidRPr="0050586E" w:rsidRDefault="00747533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непосредственного руководителя</w:t>
      </w:r>
    </w:p>
    <w:p w:rsidR="00747533" w:rsidRPr="0050586E" w:rsidRDefault="00747533" w:rsidP="006153D4">
      <w:pPr>
        <w:pStyle w:val="1"/>
        <w:shd w:val="clear" w:color="auto" w:fill="auto"/>
        <w:tabs>
          <w:tab w:val="left" w:pos="3138"/>
          <w:tab w:val="left" w:leader="underscore" w:pos="4390"/>
          <w:tab w:val="left" w:leader="underscore" w:pos="6349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          ___________              ___________________</w:t>
      </w:r>
    </w:p>
    <w:p w:rsidR="00747533" w:rsidRPr="0050586E" w:rsidRDefault="00747533" w:rsidP="00431725">
      <w:pPr>
        <w:pStyle w:val="1"/>
        <w:shd w:val="clear" w:color="auto" w:fill="auto"/>
        <w:tabs>
          <w:tab w:val="left" w:pos="5021"/>
        </w:tabs>
        <w:spacing w:before="0" w:line="240" w:lineRule="auto"/>
        <w:ind w:left="348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0586E">
        <w:rPr>
          <w:rFonts w:ascii="Times New Roman" w:hAnsi="Times New Roman" w:cs="Times New Roman"/>
          <w:sz w:val="28"/>
          <w:szCs w:val="28"/>
        </w:rPr>
        <w:t>(подпись)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0586E">
        <w:rPr>
          <w:rFonts w:ascii="Times New Roman" w:hAnsi="Times New Roman" w:cs="Times New Roman"/>
          <w:sz w:val="28"/>
          <w:szCs w:val="28"/>
        </w:rPr>
        <w:t>(инициалы, фамилия)</w:t>
      </w:r>
    </w:p>
    <w:p w:rsidR="00747533" w:rsidRPr="0050586E" w:rsidRDefault="00747533" w:rsidP="006432FA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</w:t>
      </w:r>
      <w:r w:rsidRPr="005058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586E">
        <w:rPr>
          <w:rFonts w:ascii="Times New Roman" w:hAnsi="Times New Roman" w:cs="Times New Roman"/>
          <w:sz w:val="28"/>
          <w:szCs w:val="28"/>
        </w:rPr>
        <w:t>г.</w:t>
      </w:r>
    </w:p>
    <w:p w:rsidR="00747533" w:rsidRPr="0050586E" w:rsidRDefault="00747533" w:rsidP="004B3B9B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ознакомлен(а) _____________   _______________  _________________</w:t>
      </w:r>
    </w:p>
    <w:p w:rsidR="00747533" w:rsidRDefault="00747533" w:rsidP="00431725">
      <w:pPr>
        <w:pStyle w:val="1"/>
        <w:shd w:val="clear" w:color="auto" w:fill="auto"/>
        <w:spacing w:before="0" w:line="240" w:lineRule="auto"/>
        <w:ind w:left="27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0586E">
        <w:rPr>
          <w:rFonts w:ascii="Times New Roman" w:hAnsi="Times New Roman" w:cs="Times New Roman"/>
          <w:sz w:val="28"/>
          <w:szCs w:val="28"/>
        </w:rPr>
        <w:t>(подпись и дата ознакомления, инициалы, фамилия)</w:t>
      </w:r>
    </w:p>
    <w:p w:rsidR="00747533" w:rsidRDefault="00747533" w:rsidP="006432FA">
      <w:pPr>
        <w:pStyle w:val="1"/>
        <w:shd w:val="clear" w:color="auto" w:fill="auto"/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47533" w:rsidRDefault="00747533" w:rsidP="006432FA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747533" w:rsidRDefault="00747533" w:rsidP="006432FA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>В.П.Бондаренко</w:t>
      </w:r>
    </w:p>
    <w:p w:rsidR="00747533" w:rsidRPr="0050586E" w:rsidRDefault="00747533" w:rsidP="006432FA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747533" w:rsidRPr="0050586E" w:rsidSect="00772E9C">
      <w:pgSz w:w="11906" w:h="16838"/>
      <w:pgMar w:top="567" w:right="566" w:bottom="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488"/>
    <w:multiLevelType w:val="multilevel"/>
    <w:tmpl w:val="8006E23A"/>
    <w:lvl w:ilvl="0">
      <w:start w:val="1"/>
      <w:numFmt w:val="decimal"/>
      <w:lvlText w:val="%1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78E"/>
    <w:rsid w:val="000B6254"/>
    <w:rsid w:val="0018369C"/>
    <w:rsid w:val="002F51C5"/>
    <w:rsid w:val="00335850"/>
    <w:rsid w:val="00345B16"/>
    <w:rsid w:val="003F64E1"/>
    <w:rsid w:val="00431725"/>
    <w:rsid w:val="004B3B9B"/>
    <w:rsid w:val="0050586E"/>
    <w:rsid w:val="006153D4"/>
    <w:rsid w:val="006432FA"/>
    <w:rsid w:val="0067578E"/>
    <w:rsid w:val="00747533"/>
    <w:rsid w:val="007531E4"/>
    <w:rsid w:val="00772E9C"/>
    <w:rsid w:val="008560A0"/>
    <w:rsid w:val="008B2C77"/>
    <w:rsid w:val="00910B2A"/>
    <w:rsid w:val="00996FBC"/>
    <w:rsid w:val="00A9678E"/>
    <w:rsid w:val="00B02D1D"/>
    <w:rsid w:val="00B17454"/>
    <w:rsid w:val="00C6756E"/>
    <w:rsid w:val="00CA5441"/>
    <w:rsid w:val="00D47B0E"/>
    <w:rsid w:val="00E61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5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431725"/>
    <w:rPr>
      <w:rFonts w:ascii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431725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NoSpacing">
    <w:name w:val="No Spacing"/>
    <w:uiPriority w:val="99"/>
    <w:qFormat/>
    <w:rsid w:val="006153D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C675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</Pages>
  <Words>375</Words>
  <Characters>2142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адм</cp:lastModifiedBy>
  <cp:revision>9</cp:revision>
  <cp:lastPrinted>2013-11-26T14:10:00Z</cp:lastPrinted>
  <dcterms:created xsi:type="dcterms:W3CDTF">2013-10-08T06:57:00Z</dcterms:created>
  <dcterms:modified xsi:type="dcterms:W3CDTF">2013-11-26T14:10:00Z</dcterms:modified>
</cp:coreProperties>
</file>