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BD7" w:rsidRPr="001E4551" w:rsidRDefault="00EF1BD7" w:rsidP="00587E76">
      <w:pPr>
        <w:jc w:val="right"/>
        <w:rPr>
          <w:sz w:val="28"/>
          <w:szCs w:val="28"/>
        </w:rPr>
      </w:pPr>
      <w:bookmarkStart w:id="0" w:name="sub_21"/>
      <w:r w:rsidRPr="001E4551">
        <w:rPr>
          <w:sz w:val="28"/>
          <w:szCs w:val="28"/>
        </w:rPr>
        <w:t>ПРИЛОЖЕНИЕ №1</w:t>
      </w:r>
    </w:p>
    <w:bookmarkEnd w:id="0"/>
    <w:p w:rsidR="00EF1BD7" w:rsidRPr="001E4551" w:rsidRDefault="00EF1BD7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EF1BD7" w:rsidRDefault="00EF1BD7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EF1BD7" w:rsidRPr="001E4551" w:rsidRDefault="00EF1BD7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EF1BD7" w:rsidRPr="001E4551" w:rsidRDefault="00EF1BD7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EF1BD7" w:rsidRDefault="00EF1BD7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_____2016 года № </w:t>
      </w:r>
    </w:p>
    <w:p w:rsidR="00EF1BD7" w:rsidRPr="00D05C18" w:rsidRDefault="00EF1BD7" w:rsidP="00587E76">
      <w:pPr>
        <w:jc w:val="center"/>
        <w:rPr>
          <w:b/>
          <w:sz w:val="28"/>
          <w:szCs w:val="28"/>
        </w:rPr>
      </w:pPr>
    </w:p>
    <w:p w:rsidR="00EF1BD7" w:rsidRPr="00D05C18" w:rsidRDefault="00EF1BD7" w:rsidP="00263A2B">
      <w:pPr>
        <w:rPr>
          <w:b/>
        </w:rPr>
      </w:pPr>
    </w:p>
    <w:p w:rsidR="00EF1BD7" w:rsidRPr="00D05C18" w:rsidRDefault="00EF1BD7" w:rsidP="003B30CF">
      <w:pPr>
        <w:jc w:val="center"/>
        <w:rPr>
          <w:b/>
          <w:sz w:val="28"/>
          <w:szCs w:val="28"/>
        </w:rPr>
      </w:pPr>
      <w:hyperlink r:id="rId7" w:history="1">
        <w:r w:rsidRPr="00D05C18">
          <w:rPr>
            <w:b/>
            <w:sz w:val="28"/>
            <w:szCs w:val="28"/>
          </w:rPr>
          <w:t>Отчет</w:t>
        </w:r>
      </w:hyperlink>
      <w:r w:rsidRPr="00D05C18">
        <w:rPr>
          <w:b/>
          <w:sz w:val="28"/>
          <w:szCs w:val="28"/>
        </w:rPr>
        <w:t xml:space="preserve"> о достигнутых значениях целевых показателей (индикаторов) муниципальной программы «</w:t>
      </w:r>
      <w:r w:rsidRPr="00F01F33">
        <w:rPr>
          <w:b/>
          <w:sz w:val="28"/>
          <w:szCs w:val="28"/>
        </w:rPr>
        <w:t>Развитие физической культуры и спорта</w:t>
      </w:r>
      <w:r w:rsidRPr="00D05C1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 Старотитаровском сельском поселении</w:t>
      </w:r>
      <w:r w:rsidRPr="00D05C18">
        <w:rPr>
          <w:b/>
          <w:sz w:val="28"/>
          <w:szCs w:val="28"/>
        </w:rPr>
        <w:t xml:space="preserve"> Темрюкского района</w:t>
      </w:r>
      <w:r w:rsidRPr="00D05C18">
        <w:rPr>
          <w:b/>
          <w:bCs/>
          <w:sz w:val="28"/>
          <w:szCs w:val="28"/>
        </w:rPr>
        <w:t>» на 2015 год</w:t>
      </w:r>
      <w:r w:rsidRPr="00D05C18">
        <w:rPr>
          <w:b/>
          <w:sz w:val="28"/>
          <w:szCs w:val="28"/>
        </w:rPr>
        <w:t>.</w:t>
      </w:r>
    </w:p>
    <w:p w:rsidR="00EF1BD7" w:rsidRPr="00587E76" w:rsidRDefault="00EF1BD7" w:rsidP="00587E76">
      <w:pPr>
        <w:jc w:val="center"/>
        <w:rPr>
          <w:b/>
          <w:sz w:val="28"/>
          <w:szCs w:val="28"/>
        </w:rPr>
      </w:pPr>
    </w:p>
    <w:p w:rsidR="00EF1BD7" w:rsidRPr="006E4ED9" w:rsidRDefault="00EF1BD7" w:rsidP="00263A2B"/>
    <w:tbl>
      <w:tblPr>
        <w:tblW w:w="1372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551"/>
        <w:gridCol w:w="3008"/>
        <w:gridCol w:w="1000"/>
        <w:gridCol w:w="1756"/>
        <w:gridCol w:w="1240"/>
        <w:gridCol w:w="1240"/>
        <w:gridCol w:w="1660"/>
        <w:gridCol w:w="3266"/>
      </w:tblGrid>
      <w:tr w:rsidR="00EF1BD7" w:rsidRPr="00AF5C5E" w:rsidTr="00DB7C47">
        <w:trPr>
          <w:trHeight w:val="20"/>
        </w:trPr>
        <w:tc>
          <w:tcPr>
            <w:tcW w:w="551" w:type="dxa"/>
            <w:vMerge w:val="restart"/>
            <w:vAlign w:val="center"/>
          </w:tcPr>
          <w:p w:rsidR="00EF1BD7" w:rsidRPr="00AF5C5E" w:rsidRDefault="00EF1BD7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№ п/п</w:t>
            </w:r>
          </w:p>
        </w:tc>
        <w:tc>
          <w:tcPr>
            <w:tcW w:w="3008" w:type="dxa"/>
            <w:vMerge w:val="restart"/>
            <w:vAlign w:val="center"/>
          </w:tcPr>
          <w:p w:rsidR="00EF1BD7" w:rsidRPr="00AF5C5E" w:rsidRDefault="00EF1BD7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vMerge w:val="restart"/>
            <w:vAlign w:val="center"/>
          </w:tcPr>
          <w:p w:rsidR="00EF1BD7" w:rsidRPr="00AF5C5E" w:rsidRDefault="00EF1BD7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Единица измерения</w:t>
            </w:r>
          </w:p>
        </w:tc>
        <w:tc>
          <w:tcPr>
            <w:tcW w:w="2996" w:type="dxa"/>
            <w:gridSpan w:val="2"/>
            <w:vAlign w:val="center"/>
          </w:tcPr>
          <w:p w:rsidR="00EF1BD7" w:rsidRPr="00AF5C5E" w:rsidRDefault="00EF1BD7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Значения целевого показателя (индикатора)</w:t>
            </w:r>
          </w:p>
        </w:tc>
        <w:tc>
          <w:tcPr>
            <w:tcW w:w="1240" w:type="dxa"/>
            <w:vMerge w:val="restart"/>
            <w:vAlign w:val="center"/>
          </w:tcPr>
          <w:p w:rsidR="00EF1BD7" w:rsidRPr="00AF5C5E" w:rsidRDefault="00EF1BD7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Абсолютное отклонение факта от плана </w:t>
            </w:r>
          </w:p>
        </w:tc>
        <w:tc>
          <w:tcPr>
            <w:tcW w:w="1660" w:type="dxa"/>
            <w:vMerge w:val="restart"/>
            <w:vAlign w:val="center"/>
          </w:tcPr>
          <w:p w:rsidR="00EF1BD7" w:rsidRPr="00AF5C5E" w:rsidRDefault="00EF1BD7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Относительное отклонение факта от плана, %</w:t>
            </w:r>
          </w:p>
        </w:tc>
        <w:tc>
          <w:tcPr>
            <w:tcW w:w="3266" w:type="dxa"/>
            <w:vMerge w:val="restart"/>
            <w:vAlign w:val="center"/>
          </w:tcPr>
          <w:p w:rsidR="00EF1BD7" w:rsidRPr="00AF5C5E" w:rsidRDefault="00EF1BD7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EF1BD7" w:rsidRPr="006E4ED9" w:rsidTr="00A515EB">
        <w:trPr>
          <w:trHeight w:val="781"/>
        </w:trPr>
        <w:tc>
          <w:tcPr>
            <w:tcW w:w="551" w:type="dxa"/>
            <w:vMerge/>
            <w:vAlign w:val="center"/>
          </w:tcPr>
          <w:p w:rsidR="00EF1BD7" w:rsidRPr="006E4ED9" w:rsidRDefault="00EF1BD7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3008" w:type="dxa"/>
            <w:vMerge/>
            <w:vAlign w:val="center"/>
          </w:tcPr>
          <w:p w:rsidR="00EF1BD7" w:rsidRPr="006E4ED9" w:rsidRDefault="00EF1BD7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000" w:type="dxa"/>
            <w:vMerge/>
            <w:vAlign w:val="center"/>
          </w:tcPr>
          <w:p w:rsidR="00EF1BD7" w:rsidRPr="006E4ED9" w:rsidRDefault="00EF1BD7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756" w:type="dxa"/>
            <w:vAlign w:val="center"/>
          </w:tcPr>
          <w:p w:rsidR="00EF1BD7" w:rsidRPr="007D0A21" w:rsidRDefault="00EF1BD7" w:rsidP="00263A2B">
            <w:pPr>
              <w:spacing w:before="40"/>
              <w:jc w:val="center"/>
              <w:rPr>
                <w:color w:val="000000"/>
                <w:sz w:val="18"/>
                <w:szCs w:val="18"/>
              </w:rPr>
            </w:pPr>
            <w:r w:rsidRPr="007D0A21">
              <w:rPr>
                <w:color w:val="000000"/>
                <w:sz w:val="18"/>
                <w:szCs w:val="18"/>
              </w:rPr>
              <w:t>план на конец отчетного (текущего) года</w:t>
            </w:r>
          </w:p>
        </w:tc>
        <w:tc>
          <w:tcPr>
            <w:tcW w:w="1240" w:type="dxa"/>
            <w:vAlign w:val="center"/>
          </w:tcPr>
          <w:p w:rsidR="00EF1BD7" w:rsidRPr="007D0A21" w:rsidRDefault="00EF1BD7" w:rsidP="00263A2B">
            <w:pPr>
              <w:spacing w:before="40"/>
              <w:jc w:val="center"/>
              <w:rPr>
                <w:color w:val="000000"/>
                <w:sz w:val="18"/>
                <w:szCs w:val="18"/>
              </w:rPr>
            </w:pPr>
            <w:r w:rsidRPr="007D0A21">
              <w:rPr>
                <w:color w:val="000000"/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240" w:type="dxa"/>
            <w:vMerge/>
            <w:vAlign w:val="center"/>
          </w:tcPr>
          <w:p w:rsidR="00EF1BD7" w:rsidRPr="006E4ED9" w:rsidRDefault="00EF1BD7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vMerge/>
            <w:vAlign w:val="center"/>
          </w:tcPr>
          <w:p w:rsidR="00EF1BD7" w:rsidRPr="006E4ED9" w:rsidRDefault="00EF1BD7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3266" w:type="dxa"/>
            <w:vMerge/>
            <w:vAlign w:val="center"/>
          </w:tcPr>
          <w:p w:rsidR="00EF1BD7" w:rsidRPr="006E4ED9" w:rsidRDefault="00EF1BD7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</w:tr>
      <w:tr w:rsidR="00EF1BD7" w:rsidRPr="00AF5C5E" w:rsidTr="00A515EB">
        <w:trPr>
          <w:trHeight w:val="1051"/>
        </w:trPr>
        <w:tc>
          <w:tcPr>
            <w:tcW w:w="551" w:type="dxa"/>
            <w:noWrap/>
            <w:vAlign w:val="center"/>
          </w:tcPr>
          <w:p w:rsidR="00EF1BD7" w:rsidRPr="00AF5C5E" w:rsidRDefault="00EF1BD7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AF5C5E">
              <w:rPr>
                <w:color w:val="000000"/>
              </w:rPr>
              <w:t> </w:t>
            </w:r>
          </w:p>
        </w:tc>
        <w:tc>
          <w:tcPr>
            <w:tcW w:w="13170" w:type="dxa"/>
            <w:gridSpan w:val="7"/>
            <w:noWrap/>
            <w:vAlign w:val="center"/>
          </w:tcPr>
          <w:p w:rsidR="00EF1BD7" w:rsidRPr="00A515EB" w:rsidRDefault="00EF1BD7" w:rsidP="00A515E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Муниципальная </w:t>
            </w:r>
            <w:r w:rsidRPr="00C76295">
              <w:rPr>
                <w:b/>
                <w:sz w:val="28"/>
                <w:szCs w:val="28"/>
              </w:rPr>
              <w:t xml:space="preserve">программа </w:t>
            </w:r>
            <w:r w:rsidRPr="00D05C18">
              <w:rPr>
                <w:b/>
                <w:sz w:val="28"/>
                <w:szCs w:val="28"/>
              </w:rPr>
              <w:t>«</w:t>
            </w:r>
            <w:r w:rsidRPr="00F01F33">
              <w:rPr>
                <w:b/>
                <w:sz w:val="28"/>
                <w:szCs w:val="28"/>
              </w:rPr>
              <w:t>Развитие физической культуры и спорта</w:t>
            </w:r>
            <w:r w:rsidRPr="00D05C18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в Старотитаровском сельском поселении</w:t>
            </w:r>
            <w:r w:rsidRPr="00D05C18">
              <w:rPr>
                <w:b/>
                <w:sz w:val="28"/>
                <w:szCs w:val="28"/>
              </w:rPr>
              <w:t xml:space="preserve"> Темрюкского района</w:t>
            </w:r>
            <w:r w:rsidRPr="00D05C18">
              <w:rPr>
                <w:b/>
                <w:bCs/>
                <w:sz w:val="28"/>
                <w:szCs w:val="28"/>
              </w:rPr>
              <w:t>» на 2015 год</w:t>
            </w:r>
            <w:r w:rsidRPr="00D05C18">
              <w:rPr>
                <w:b/>
                <w:sz w:val="28"/>
                <w:szCs w:val="28"/>
              </w:rPr>
              <w:t>.</w:t>
            </w:r>
          </w:p>
        </w:tc>
      </w:tr>
      <w:tr w:rsidR="00EF1BD7" w:rsidRPr="00AF5C5E" w:rsidTr="00A24923">
        <w:trPr>
          <w:trHeight w:val="20"/>
        </w:trPr>
        <w:tc>
          <w:tcPr>
            <w:tcW w:w="551" w:type="dxa"/>
            <w:noWrap/>
            <w:vAlign w:val="center"/>
          </w:tcPr>
          <w:p w:rsidR="00EF1BD7" w:rsidRPr="00AF5C5E" w:rsidRDefault="00EF1BD7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Pr="00AF5C5E">
              <w:rPr>
                <w:color w:val="000000"/>
              </w:rPr>
              <w:t>1</w:t>
            </w:r>
          </w:p>
        </w:tc>
        <w:tc>
          <w:tcPr>
            <w:tcW w:w="3008" w:type="dxa"/>
            <w:vAlign w:val="center"/>
          </w:tcPr>
          <w:p w:rsidR="00EF1BD7" w:rsidRPr="00D05C18" w:rsidRDefault="00EF1BD7" w:rsidP="00A515EB">
            <w:pPr>
              <w:spacing w:before="40"/>
            </w:pPr>
            <w:r>
              <w:t>-количество работников муниципального бюджетного учреждения «Физкультурно-оздоровительный спортивный клуб «Виктория» Старотитаровского сельского поселения Темрюкского района, которым осуществляются денежные выплаты стимулирующего характера</w:t>
            </w:r>
          </w:p>
        </w:tc>
        <w:tc>
          <w:tcPr>
            <w:tcW w:w="1000" w:type="dxa"/>
            <w:noWrap/>
          </w:tcPr>
          <w:p w:rsidR="00EF1BD7" w:rsidRPr="00B73C78" w:rsidRDefault="00EF1BD7" w:rsidP="002C0E6C">
            <w:pPr>
              <w:pStyle w:val="a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1756" w:type="dxa"/>
            <w:noWrap/>
          </w:tcPr>
          <w:p w:rsidR="00EF1BD7" w:rsidRPr="00AF5C5E" w:rsidRDefault="00EF1BD7" w:rsidP="00A24923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0" w:type="dxa"/>
            <w:noWrap/>
          </w:tcPr>
          <w:p w:rsidR="00EF1BD7" w:rsidRPr="00AF5C5E" w:rsidRDefault="00EF1BD7" w:rsidP="00A24923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0" w:type="dxa"/>
            <w:noWrap/>
          </w:tcPr>
          <w:p w:rsidR="00EF1BD7" w:rsidRPr="00AF5C5E" w:rsidRDefault="00EF1BD7" w:rsidP="00A24923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</w:tcPr>
          <w:p w:rsidR="00EF1BD7" w:rsidRPr="00AF5C5E" w:rsidRDefault="00EF1BD7" w:rsidP="00A24923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</w:tcPr>
          <w:p w:rsidR="00EF1BD7" w:rsidRPr="00AF5C5E" w:rsidRDefault="00EF1BD7" w:rsidP="00A24923">
            <w:pPr>
              <w:spacing w:before="40"/>
              <w:jc w:val="center"/>
              <w:rPr>
                <w:color w:val="000000"/>
              </w:rPr>
            </w:pPr>
          </w:p>
        </w:tc>
      </w:tr>
      <w:tr w:rsidR="00EF1BD7" w:rsidRPr="00AF5C5E" w:rsidTr="00A24923">
        <w:trPr>
          <w:trHeight w:val="20"/>
        </w:trPr>
        <w:tc>
          <w:tcPr>
            <w:tcW w:w="551" w:type="dxa"/>
            <w:noWrap/>
            <w:vAlign w:val="center"/>
          </w:tcPr>
          <w:p w:rsidR="00EF1BD7" w:rsidRPr="00AF5C5E" w:rsidRDefault="00EF1BD7" w:rsidP="007F76D6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3008" w:type="dxa"/>
            <w:vAlign w:val="center"/>
          </w:tcPr>
          <w:p w:rsidR="00EF1BD7" w:rsidRPr="00D05C18" w:rsidRDefault="00EF1BD7" w:rsidP="007F76D6">
            <w:pPr>
              <w:spacing w:before="40"/>
            </w:pPr>
            <w:r>
              <w:t>-выплата денежных средств отдельным категориям работников муниципального бюджетного учреждения «Физкультурно – оздоровительный спортивный клуб «Виктория»» Старотитаровского сельского поселения Темрюкского района</w:t>
            </w:r>
          </w:p>
        </w:tc>
        <w:tc>
          <w:tcPr>
            <w:tcW w:w="1000" w:type="dxa"/>
            <w:noWrap/>
          </w:tcPr>
          <w:p w:rsidR="00EF1BD7" w:rsidRPr="00B73C78" w:rsidRDefault="00EF1BD7" w:rsidP="007F76D6">
            <w:pPr>
              <w:pStyle w:val="a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756" w:type="dxa"/>
            <w:noWrap/>
          </w:tcPr>
          <w:p w:rsidR="00EF1BD7" w:rsidRPr="00AF5C5E" w:rsidRDefault="00EF1BD7" w:rsidP="00A24923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0" w:type="dxa"/>
            <w:noWrap/>
          </w:tcPr>
          <w:p w:rsidR="00EF1BD7" w:rsidRPr="00AF5C5E" w:rsidRDefault="00EF1BD7" w:rsidP="00A24923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0" w:type="dxa"/>
            <w:noWrap/>
          </w:tcPr>
          <w:p w:rsidR="00EF1BD7" w:rsidRPr="00AF5C5E" w:rsidRDefault="00EF1BD7" w:rsidP="00A24923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</w:tcPr>
          <w:p w:rsidR="00EF1BD7" w:rsidRPr="00AF5C5E" w:rsidRDefault="00EF1BD7" w:rsidP="00A24923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</w:tcPr>
          <w:p w:rsidR="00EF1BD7" w:rsidRPr="00AF5C5E" w:rsidRDefault="00EF1BD7" w:rsidP="00A24923">
            <w:pPr>
              <w:spacing w:before="40"/>
              <w:jc w:val="center"/>
              <w:rPr>
                <w:color w:val="000000"/>
              </w:rPr>
            </w:pPr>
          </w:p>
        </w:tc>
      </w:tr>
    </w:tbl>
    <w:p w:rsidR="00EF1BD7" w:rsidRPr="006E4ED9" w:rsidRDefault="00EF1BD7" w:rsidP="00263A2B">
      <w:pPr>
        <w:rPr>
          <w:b/>
        </w:rPr>
        <w:sectPr w:rsidR="00EF1BD7" w:rsidRPr="006E4ED9" w:rsidSect="00263A2B">
          <w:pgSz w:w="16838" w:h="11906" w:orient="landscape"/>
          <w:pgMar w:top="1418" w:right="1418" w:bottom="1276" w:left="1418" w:header="709" w:footer="709" w:gutter="0"/>
          <w:cols w:space="708"/>
          <w:titlePg/>
          <w:docGrid w:linePitch="360"/>
        </w:sectPr>
      </w:pPr>
    </w:p>
    <w:p w:rsidR="00EF1BD7" w:rsidRPr="001E4551" w:rsidRDefault="00EF1BD7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№2</w:t>
      </w:r>
    </w:p>
    <w:p w:rsidR="00EF1BD7" w:rsidRPr="001E4551" w:rsidRDefault="00EF1BD7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EF1BD7" w:rsidRDefault="00EF1BD7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EF1BD7" w:rsidRPr="001E4551" w:rsidRDefault="00EF1BD7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EF1BD7" w:rsidRPr="001E4551" w:rsidRDefault="00EF1BD7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EF1BD7" w:rsidRDefault="00EF1BD7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_____2016 года № </w:t>
      </w:r>
    </w:p>
    <w:p w:rsidR="00EF1BD7" w:rsidRPr="00587E76" w:rsidRDefault="00EF1BD7" w:rsidP="00587E76">
      <w:pPr>
        <w:jc w:val="center"/>
        <w:rPr>
          <w:sz w:val="28"/>
          <w:szCs w:val="28"/>
        </w:rPr>
      </w:pPr>
    </w:p>
    <w:p w:rsidR="00EF1BD7" w:rsidRDefault="00EF1BD7" w:rsidP="00263A2B">
      <w:pPr>
        <w:rPr>
          <w:b/>
        </w:rPr>
      </w:pPr>
    </w:p>
    <w:p w:rsidR="00EF1BD7" w:rsidRDefault="00EF1BD7" w:rsidP="00263A2B">
      <w:pPr>
        <w:rPr>
          <w:b/>
          <w:sz w:val="28"/>
          <w:szCs w:val="28"/>
        </w:rPr>
      </w:pPr>
    </w:p>
    <w:p w:rsidR="00EF1BD7" w:rsidRPr="003F65B7" w:rsidRDefault="00EF1BD7" w:rsidP="0042508C">
      <w:pPr>
        <w:jc w:val="center"/>
        <w:rPr>
          <w:b/>
          <w:sz w:val="28"/>
          <w:szCs w:val="28"/>
        </w:rPr>
      </w:pPr>
      <w:hyperlink r:id="rId8" w:history="1">
        <w:r w:rsidRPr="00587E76">
          <w:rPr>
            <w:b/>
            <w:sz w:val="28"/>
            <w:szCs w:val="28"/>
          </w:rPr>
          <w:t>Отчет</w:t>
        </w:r>
      </w:hyperlink>
      <w:r w:rsidRPr="00587E76">
        <w:rPr>
          <w:b/>
          <w:sz w:val="28"/>
          <w:szCs w:val="28"/>
        </w:rPr>
        <w:t xml:space="preserve"> о выполнении основных мероприятий муниципальной программы</w:t>
      </w:r>
      <w:r>
        <w:rPr>
          <w:b/>
          <w:sz w:val="28"/>
          <w:szCs w:val="28"/>
        </w:rPr>
        <w:t xml:space="preserve"> </w:t>
      </w:r>
      <w:r w:rsidRPr="00D05C18">
        <w:rPr>
          <w:b/>
          <w:sz w:val="28"/>
          <w:szCs w:val="28"/>
        </w:rPr>
        <w:t>«</w:t>
      </w:r>
      <w:r w:rsidRPr="00F01F33">
        <w:rPr>
          <w:b/>
          <w:sz w:val="28"/>
          <w:szCs w:val="28"/>
        </w:rPr>
        <w:t>Развитие физической культуры и спорта</w:t>
      </w:r>
      <w:r w:rsidRPr="00D05C1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 Старотитаровском сельском поселении</w:t>
      </w:r>
      <w:r w:rsidRPr="00D05C18">
        <w:rPr>
          <w:b/>
          <w:sz w:val="28"/>
          <w:szCs w:val="28"/>
        </w:rPr>
        <w:t xml:space="preserve"> Темрюкского района</w:t>
      </w:r>
      <w:r>
        <w:rPr>
          <w:b/>
          <w:bCs/>
          <w:sz w:val="28"/>
          <w:szCs w:val="28"/>
        </w:rPr>
        <w:t>»</w:t>
      </w:r>
      <w:r w:rsidRPr="00033748">
        <w:rPr>
          <w:b/>
          <w:bCs/>
          <w:sz w:val="28"/>
          <w:szCs w:val="28"/>
        </w:rPr>
        <w:t xml:space="preserve"> на 201</w:t>
      </w:r>
      <w:r>
        <w:rPr>
          <w:b/>
          <w:bCs/>
          <w:sz w:val="28"/>
          <w:szCs w:val="28"/>
        </w:rPr>
        <w:t>5 год.</w:t>
      </w:r>
    </w:p>
    <w:p w:rsidR="00EF1BD7" w:rsidRPr="00587E76" w:rsidRDefault="00EF1BD7" w:rsidP="00587E76">
      <w:pPr>
        <w:jc w:val="center"/>
        <w:rPr>
          <w:b/>
          <w:sz w:val="28"/>
          <w:szCs w:val="28"/>
        </w:rPr>
      </w:pPr>
    </w:p>
    <w:p w:rsidR="00EF1BD7" w:rsidRPr="006E4ED9" w:rsidRDefault="00EF1BD7" w:rsidP="00263A2B"/>
    <w:tbl>
      <w:tblPr>
        <w:tblW w:w="14595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2992"/>
        <w:gridCol w:w="2516"/>
        <w:gridCol w:w="987"/>
        <w:gridCol w:w="1260"/>
        <w:gridCol w:w="2700"/>
        <w:gridCol w:w="2880"/>
        <w:gridCol w:w="1260"/>
      </w:tblGrid>
      <w:tr w:rsidR="00EF1BD7" w:rsidRPr="00AF5C5E" w:rsidTr="00DF364D">
        <w:trPr>
          <w:trHeight w:val="276"/>
        </w:trPr>
        <w:tc>
          <w:tcPr>
            <w:tcW w:w="2992" w:type="dxa"/>
            <w:vMerge w:val="restart"/>
            <w:vAlign w:val="center"/>
          </w:tcPr>
          <w:p w:rsidR="00EF1BD7" w:rsidRPr="00AF5C5E" w:rsidRDefault="00EF1BD7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516" w:type="dxa"/>
            <w:vMerge w:val="restart"/>
            <w:vAlign w:val="center"/>
          </w:tcPr>
          <w:p w:rsidR="00EF1BD7" w:rsidRPr="00AF5C5E" w:rsidRDefault="00EF1BD7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987" w:type="dxa"/>
            <w:vMerge w:val="restart"/>
            <w:vAlign w:val="center"/>
          </w:tcPr>
          <w:p w:rsidR="00EF1BD7" w:rsidRPr="00AF5C5E" w:rsidRDefault="00EF1BD7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Срок выполнения плановый </w:t>
            </w:r>
          </w:p>
        </w:tc>
        <w:tc>
          <w:tcPr>
            <w:tcW w:w="1260" w:type="dxa"/>
            <w:vMerge w:val="restart"/>
            <w:vAlign w:val="center"/>
          </w:tcPr>
          <w:p w:rsidR="00EF1BD7" w:rsidRPr="00AF5C5E" w:rsidRDefault="00EF1BD7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Срок выполнения фактический</w:t>
            </w:r>
          </w:p>
        </w:tc>
        <w:tc>
          <w:tcPr>
            <w:tcW w:w="2700" w:type="dxa"/>
            <w:vMerge w:val="restart"/>
            <w:vAlign w:val="center"/>
          </w:tcPr>
          <w:p w:rsidR="00EF1BD7" w:rsidRPr="00AF5C5E" w:rsidRDefault="00EF1BD7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Ожидаемый непосредственный результат</w:t>
            </w:r>
          </w:p>
        </w:tc>
        <w:tc>
          <w:tcPr>
            <w:tcW w:w="2880" w:type="dxa"/>
            <w:vMerge w:val="restart"/>
            <w:vAlign w:val="center"/>
          </w:tcPr>
          <w:p w:rsidR="00EF1BD7" w:rsidRPr="00AF5C5E" w:rsidRDefault="00EF1BD7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Достигнутый результат</w:t>
            </w:r>
          </w:p>
        </w:tc>
        <w:tc>
          <w:tcPr>
            <w:tcW w:w="1260" w:type="dxa"/>
            <w:vMerge w:val="restart"/>
            <w:vAlign w:val="center"/>
          </w:tcPr>
          <w:p w:rsidR="00EF1BD7" w:rsidRPr="00AF5C5E" w:rsidRDefault="00EF1BD7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Проблемы, возникшие в ходе реализации мероприятия</w:t>
            </w:r>
          </w:p>
        </w:tc>
      </w:tr>
      <w:tr w:rsidR="00EF1BD7" w:rsidRPr="00AF5C5E" w:rsidTr="00DF364D">
        <w:trPr>
          <w:trHeight w:val="1756"/>
        </w:trPr>
        <w:tc>
          <w:tcPr>
            <w:tcW w:w="2992" w:type="dxa"/>
            <w:vMerge/>
            <w:vAlign w:val="center"/>
          </w:tcPr>
          <w:p w:rsidR="00EF1BD7" w:rsidRPr="00AF5C5E" w:rsidRDefault="00EF1BD7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516" w:type="dxa"/>
            <w:vMerge/>
            <w:vAlign w:val="center"/>
          </w:tcPr>
          <w:p w:rsidR="00EF1BD7" w:rsidRPr="00AF5C5E" w:rsidRDefault="00EF1BD7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987" w:type="dxa"/>
            <w:vMerge/>
            <w:vAlign w:val="center"/>
          </w:tcPr>
          <w:p w:rsidR="00EF1BD7" w:rsidRPr="00AF5C5E" w:rsidRDefault="00EF1BD7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60" w:type="dxa"/>
            <w:vMerge/>
            <w:vAlign w:val="center"/>
          </w:tcPr>
          <w:p w:rsidR="00EF1BD7" w:rsidRPr="00AF5C5E" w:rsidRDefault="00EF1BD7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700" w:type="dxa"/>
            <w:vMerge/>
            <w:vAlign w:val="center"/>
          </w:tcPr>
          <w:p w:rsidR="00EF1BD7" w:rsidRPr="00AF5C5E" w:rsidRDefault="00EF1BD7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880" w:type="dxa"/>
            <w:vMerge/>
            <w:vAlign w:val="center"/>
          </w:tcPr>
          <w:p w:rsidR="00EF1BD7" w:rsidRPr="00AF5C5E" w:rsidRDefault="00EF1BD7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60" w:type="dxa"/>
            <w:vMerge/>
            <w:vAlign w:val="center"/>
          </w:tcPr>
          <w:p w:rsidR="00EF1BD7" w:rsidRPr="00AF5C5E" w:rsidRDefault="00EF1BD7" w:rsidP="00263A2B">
            <w:pPr>
              <w:spacing w:before="40"/>
              <w:rPr>
                <w:color w:val="000000"/>
              </w:rPr>
            </w:pPr>
          </w:p>
        </w:tc>
      </w:tr>
      <w:tr w:rsidR="00EF1BD7" w:rsidRPr="00AF5C5E" w:rsidTr="00DF364D">
        <w:trPr>
          <w:trHeight w:val="20"/>
        </w:trPr>
        <w:tc>
          <w:tcPr>
            <w:tcW w:w="2992" w:type="dxa"/>
            <w:noWrap/>
          </w:tcPr>
          <w:p w:rsidR="00EF1BD7" w:rsidRPr="00A80628" w:rsidRDefault="00EF1BD7" w:rsidP="002C0E6C">
            <w:pPr>
              <w:pStyle w:val="14"/>
              <w:shd w:val="clear" w:color="auto" w:fill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денежных выплат стимулирующего характера отдельным категориям работников муниципального бюджетного Учреждения «Физкультурно-оздоровительный спортивный клуб «Виктория» Старотитаровского сельского поселения Темрюкского района</w:t>
            </w:r>
            <w:r w:rsidRPr="00A8062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16" w:type="dxa"/>
            <w:noWrap/>
            <w:vAlign w:val="bottom"/>
          </w:tcPr>
          <w:p w:rsidR="00EF1BD7" w:rsidRPr="005F45A4" w:rsidRDefault="00EF1BD7" w:rsidP="005F45A4">
            <w:pPr>
              <w:pStyle w:val="BodyText2"/>
              <w:ind w:firstLine="0"/>
            </w:pPr>
            <w:r w:rsidRPr="0042508C">
              <w:t xml:space="preserve">заместителя главы Старотитаровского сельского поселения Темрюкского района </w:t>
            </w:r>
          </w:p>
        </w:tc>
        <w:tc>
          <w:tcPr>
            <w:tcW w:w="987" w:type="dxa"/>
            <w:noWrap/>
            <w:vAlign w:val="bottom"/>
          </w:tcPr>
          <w:p w:rsidR="00EF1BD7" w:rsidRPr="00AF5C5E" w:rsidRDefault="00EF1BD7" w:rsidP="005F45A4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2015 год</w:t>
            </w:r>
          </w:p>
        </w:tc>
        <w:tc>
          <w:tcPr>
            <w:tcW w:w="1260" w:type="dxa"/>
            <w:noWrap/>
            <w:vAlign w:val="bottom"/>
          </w:tcPr>
          <w:p w:rsidR="00EF1BD7" w:rsidRPr="00AF5C5E" w:rsidRDefault="00EF1BD7" w:rsidP="005F45A4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2015 год</w:t>
            </w:r>
          </w:p>
        </w:tc>
        <w:tc>
          <w:tcPr>
            <w:tcW w:w="2700" w:type="dxa"/>
            <w:noWrap/>
          </w:tcPr>
          <w:p w:rsidR="00EF1BD7" w:rsidRPr="003C07D1" w:rsidRDefault="00EF1BD7" w:rsidP="00A515EB">
            <w:r>
              <w:t>Выплаты стимулирующего характера в размере 200 рублей в месяц</w:t>
            </w:r>
          </w:p>
        </w:tc>
        <w:tc>
          <w:tcPr>
            <w:tcW w:w="2880" w:type="dxa"/>
            <w:noWrap/>
          </w:tcPr>
          <w:p w:rsidR="00EF1BD7" w:rsidRPr="00B45B21" w:rsidRDefault="00EF1BD7" w:rsidP="00A515EB">
            <w:r>
              <w:t>Выплаты стимулирующего характера в размере 200 рублей в месяц</w:t>
            </w:r>
          </w:p>
        </w:tc>
        <w:tc>
          <w:tcPr>
            <w:tcW w:w="1260" w:type="dxa"/>
            <w:noWrap/>
            <w:vAlign w:val="bottom"/>
          </w:tcPr>
          <w:p w:rsidR="00EF1BD7" w:rsidRPr="00AF5C5E" w:rsidRDefault="00EF1BD7" w:rsidP="00263A2B">
            <w:pPr>
              <w:spacing w:before="40"/>
              <w:rPr>
                <w:color w:val="000000"/>
              </w:rPr>
            </w:pPr>
          </w:p>
        </w:tc>
      </w:tr>
    </w:tbl>
    <w:p w:rsidR="00EF1BD7" w:rsidRPr="006E4ED9" w:rsidRDefault="00EF1BD7" w:rsidP="00263A2B">
      <w:pPr>
        <w:sectPr w:rsidR="00EF1BD7" w:rsidRPr="006E4ED9" w:rsidSect="00263A2B"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EF1BD7" w:rsidRPr="001E4551" w:rsidRDefault="00EF1BD7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№3</w:t>
      </w:r>
    </w:p>
    <w:p w:rsidR="00EF1BD7" w:rsidRPr="001E4551" w:rsidRDefault="00EF1BD7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EF1BD7" w:rsidRDefault="00EF1BD7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EF1BD7" w:rsidRPr="001E4551" w:rsidRDefault="00EF1BD7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EF1BD7" w:rsidRPr="001E4551" w:rsidRDefault="00EF1BD7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EF1BD7" w:rsidRDefault="00EF1BD7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_____2016 года № </w:t>
      </w:r>
    </w:p>
    <w:p w:rsidR="00EF1BD7" w:rsidRPr="00587E76" w:rsidRDefault="00EF1BD7" w:rsidP="00587E76">
      <w:pPr>
        <w:jc w:val="center"/>
        <w:rPr>
          <w:b/>
          <w:sz w:val="28"/>
          <w:szCs w:val="28"/>
        </w:rPr>
      </w:pPr>
    </w:p>
    <w:p w:rsidR="00EF1BD7" w:rsidRPr="00587E76" w:rsidRDefault="00EF1BD7" w:rsidP="00587E76">
      <w:pPr>
        <w:jc w:val="center"/>
        <w:rPr>
          <w:b/>
        </w:rPr>
      </w:pPr>
    </w:p>
    <w:p w:rsidR="00EF1BD7" w:rsidRPr="00A92AB5" w:rsidRDefault="00EF1BD7" w:rsidP="00587E76">
      <w:pPr>
        <w:jc w:val="center"/>
        <w:rPr>
          <w:b/>
          <w:sz w:val="28"/>
          <w:szCs w:val="28"/>
        </w:rPr>
      </w:pPr>
      <w:hyperlink r:id="rId9" w:history="1">
        <w:r w:rsidRPr="00587E76">
          <w:rPr>
            <w:b/>
            <w:sz w:val="28"/>
            <w:szCs w:val="28"/>
          </w:rPr>
          <w:t>Отчет</w:t>
        </w:r>
      </w:hyperlink>
      <w:r w:rsidRPr="00587E76">
        <w:rPr>
          <w:b/>
          <w:sz w:val="28"/>
          <w:szCs w:val="28"/>
        </w:rPr>
        <w:t xml:space="preserve"> о расходах на реализацию муниципальной программы</w:t>
      </w:r>
      <w:r>
        <w:rPr>
          <w:b/>
          <w:sz w:val="28"/>
          <w:szCs w:val="28"/>
        </w:rPr>
        <w:t xml:space="preserve"> </w:t>
      </w:r>
      <w:r w:rsidRPr="00D05C18">
        <w:rPr>
          <w:b/>
          <w:sz w:val="28"/>
          <w:szCs w:val="28"/>
        </w:rPr>
        <w:t>«</w:t>
      </w:r>
      <w:r w:rsidRPr="00F01F33">
        <w:rPr>
          <w:b/>
          <w:sz w:val="28"/>
          <w:szCs w:val="28"/>
        </w:rPr>
        <w:t>Развитие физической культуры и спорта</w:t>
      </w:r>
      <w:r w:rsidRPr="00D05C1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 Старотитаровском сельском поселении</w:t>
      </w:r>
      <w:r w:rsidRPr="00D05C18">
        <w:rPr>
          <w:b/>
          <w:sz w:val="28"/>
          <w:szCs w:val="28"/>
        </w:rPr>
        <w:t xml:space="preserve"> Темрюкского района</w:t>
      </w:r>
      <w:r w:rsidRPr="00A92AB5">
        <w:rPr>
          <w:b/>
          <w:sz w:val="28"/>
          <w:szCs w:val="28"/>
        </w:rPr>
        <w:t>» на 2015 год за счет всех источников финансирования</w:t>
      </w:r>
    </w:p>
    <w:p w:rsidR="00EF1BD7" w:rsidRPr="00A92AB5" w:rsidRDefault="00EF1BD7" w:rsidP="00263A2B">
      <w:pPr>
        <w:rPr>
          <w:sz w:val="28"/>
          <w:szCs w:val="28"/>
        </w:rPr>
      </w:pPr>
    </w:p>
    <w:p w:rsidR="00EF1BD7" w:rsidRPr="00A92AB5" w:rsidRDefault="00EF1BD7" w:rsidP="00263A2B">
      <w:pPr>
        <w:rPr>
          <w:sz w:val="28"/>
          <w:szCs w:val="28"/>
        </w:rPr>
      </w:pPr>
    </w:p>
    <w:tbl>
      <w:tblPr>
        <w:tblW w:w="13877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3233"/>
        <w:gridCol w:w="5713"/>
        <w:gridCol w:w="1843"/>
        <w:gridCol w:w="1548"/>
        <w:gridCol w:w="1540"/>
      </w:tblGrid>
      <w:tr w:rsidR="00EF1BD7" w:rsidRPr="00286F40" w:rsidTr="00263A2B">
        <w:trPr>
          <w:trHeight w:val="908"/>
          <w:tblHeader/>
        </w:trPr>
        <w:tc>
          <w:tcPr>
            <w:tcW w:w="3233" w:type="dxa"/>
            <w:vMerge w:val="restart"/>
            <w:vAlign w:val="center"/>
          </w:tcPr>
          <w:p w:rsidR="00EF1BD7" w:rsidRPr="00286F40" w:rsidRDefault="00EF1BD7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Наименование муниципальной программы, подпрограммы</w:t>
            </w:r>
          </w:p>
        </w:tc>
        <w:tc>
          <w:tcPr>
            <w:tcW w:w="5713" w:type="dxa"/>
            <w:vMerge w:val="restart"/>
            <w:vAlign w:val="center"/>
          </w:tcPr>
          <w:p w:rsidR="00EF1BD7" w:rsidRPr="00286F40" w:rsidRDefault="00EF1BD7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Источник финансирования</w:t>
            </w:r>
          </w:p>
        </w:tc>
        <w:tc>
          <w:tcPr>
            <w:tcW w:w="1843" w:type="dxa"/>
            <w:vMerge w:val="restart"/>
            <w:vAlign w:val="center"/>
          </w:tcPr>
          <w:p w:rsidR="00EF1BD7" w:rsidRPr="00286F40" w:rsidRDefault="00EF1BD7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Оценка расходов на отчетный год  согласно муниципальной программе, тыс. руб.</w:t>
            </w:r>
          </w:p>
        </w:tc>
        <w:tc>
          <w:tcPr>
            <w:tcW w:w="1548" w:type="dxa"/>
            <w:vMerge w:val="restart"/>
            <w:vAlign w:val="center"/>
          </w:tcPr>
          <w:p w:rsidR="00EF1BD7" w:rsidRPr="00286F40" w:rsidRDefault="00EF1BD7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Фактические расходы на отчетную дату, тыс. руб.</w:t>
            </w:r>
          </w:p>
        </w:tc>
        <w:tc>
          <w:tcPr>
            <w:tcW w:w="1540" w:type="dxa"/>
            <w:vMerge w:val="restart"/>
            <w:vAlign w:val="center"/>
          </w:tcPr>
          <w:p w:rsidR="00EF1BD7" w:rsidRPr="00286F40" w:rsidRDefault="00EF1BD7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Отношение фактических расходов к оценке расходов, %</w:t>
            </w:r>
          </w:p>
        </w:tc>
      </w:tr>
      <w:tr w:rsidR="00EF1BD7" w:rsidRPr="00286F40" w:rsidTr="00263A2B">
        <w:trPr>
          <w:trHeight w:val="316"/>
          <w:tblHeader/>
        </w:trPr>
        <w:tc>
          <w:tcPr>
            <w:tcW w:w="3233" w:type="dxa"/>
            <w:vMerge/>
            <w:vAlign w:val="center"/>
          </w:tcPr>
          <w:p w:rsidR="00EF1BD7" w:rsidRPr="00286F40" w:rsidRDefault="00EF1BD7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5713" w:type="dxa"/>
            <w:vMerge/>
            <w:vAlign w:val="center"/>
          </w:tcPr>
          <w:p w:rsidR="00EF1BD7" w:rsidRPr="00286F40" w:rsidRDefault="00EF1BD7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843" w:type="dxa"/>
            <w:vMerge/>
            <w:vAlign w:val="center"/>
          </w:tcPr>
          <w:p w:rsidR="00EF1BD7" w:rsidRPr="00286F40" w:rsidRDefault="00EF1BD7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8" w:type="dxa"/>
            <w:vMerge/>
            <w:vAlign w:val="center"/>
          </w:tcPr>
          <w:p w:rsidR="00EF1BD7" w:rsidRPr="00286F40" w:rsidRDefault="00EF1BD7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0" w:type="dxa"/>
            <w:vMerge/>
            <w:vAlign w:val="center"/>
          </w:tcPr>
          <w:p w:rsidR="00EF1BD7" w:rsidRPr="00286F40" w:rsidRDefault="00EF1BD7" w:rsidP="00263A2B">
            <w:pPr>
              <w:spacing w:before="40"/>
              <w:rPr>
                <w:color w:val="000000"/>
              </w:rPr>
            </w:pPr>
          </w:p>
        </w:tc>
      </w:tr>
      <w:tr w:rsidR="00EF1BD7" w:rsidRPr="00286F40" w:rsidTr="008E486C">
        <w:trPr>
          <w:trHeight w:val="497"/>
        </w:trPr>
        <w:tc>
          <w:tcPr>
            <w:tcW w:w="3233" w:type="dxa"/>
            <w:vMerge w:val="restart"/>
            <w:vAlign w:val="center"/>
          </w:tcPr>
          <w:p w:rsidR="00EF1BD7" w:rsidRPr="008E486C" w:rsidRDefault="00EF1BD7" w:rsidP="00EB2A40">
            <w:pPr>
              <w:jc w:val="center"/>
            </w:pPr>
            <w:r w:rsidRPr="00E31AD9">
              <w:rPr>
                <w:b/>
              </w:rPr>
              <w:t>«Развитие физической культуры и спорта в Старотитаровском сельском поселении Темрюкского района» на 2015 год</w:t>
            </w:r>
          </w:p>
        </w:tc>
        <w:tc>
          <w:tcPr>
            <w:tcW w:w="5713" w:type="dxa"/>
            <w:shd w:val="clear" w:color="000000" w:fill="FFFFFF"/>
            <w:vAlign w:val="center"/>
          </w:tcPr>
          <w:p w:rsidR="00EF1BD7" w:rsidRPr="00286F40" w:rsidRDefault="00EF1BD7" w:rsidP="00263A2B">
            <w:pPr>
              <w:spacing w:before="40"/>
              <w:rPr>
                <w:b/>
                <w:bCs/>
              </w:rPr>
            </w:pPr>
            <w:r w:rsidRPr="00286F40">
              <w:rPr>
                <w:b/>
                <w:bCs/>
              </w:rPr>
              <w:t>Всего</w:t>
            </w:r>
          </w:p>
        </w:tc>
        <w:tc>
          <w:tcPr>
            <w:tcW w:w="1843" w:type="dxa"/>
            <w:noWrap/>
            <w:vAlign w:val="bottom"/>
          </w:tcPr>
          <w:p w:rsidR="00EF1BD7" w:rsidRPr="00FA0A43" w:rsidRDefault="00EF1BD7" w:rsidP="00FA0A43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18,8</w:t>
            </w:r>
          </w:p>
        </w:tc>
        <w:tc>
          <w:tcPr>
            <w:tcW w:w="1548" w:type="dxa"/>
            <w:noWrap/>
            <w:vAlign w:val="bottom"/>
          </w:tcPr>
          <w:p w:rsidR="00EF1BD7" w:rsidRPr="00FA0A43" w:rsidRDefault="00EF1BD7" w:rsidP="002C0E6C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18,8</w:t>
            </w:r>
          </w:p>
        </w:tc>
        <w:tc>
          <w:tcPr>
            <w:tcW w:w="1540" w:type="dxa"/>
            <w:noWrap/>
            <w:vAlign w:val="bottom"/>
          </w:tcPr>
          <w:p w:rsidR="00EF1BD7" w:rsidRPr="00FA0A43" w:rsidRDefault="00EF1BD7" w:rsidP="00263A2B">
            <w:pPr>
              <w:spacing w:before="40"/>
              <w:jc w:val="center"/>
              <w:rPr>
                <w:rFonts w:ascii="Calibri" w:hAnsi="Calibri"/>
                <w:b/>
                <w:color w:val="000000"/>
              </w:rPr>
            </w:pPr>
            <w:r w:rsidRPr="00FA0A43">
              <w:rPr>
                <w:rFonts w:ascii="Calibri" w:hAnsi="Calibri"/>
                <w:b/>
                <w:color w:val="000000"/>
              </w:rPr>
              <w:t>100</w:t>
            </w:r>
          </w:p>
        </w:tc>
      </w:tr>
      <w:tr w:rsidR="00EF1BD7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EF1BD7" w:rsidRPr="00286F40" w:rsidRDefault="00EF1BD7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EF1BD7" w:rsidRPr="00286F40" w:rsidRDefault="00EF1BD7" w:rsidP="008B475F">
            <w:pPr>
              <w:spacing w:before="40"/>
            </w:pPr>
            <w:r w:rsidRPr="00286F40">
              <w:t xml:space="preserve">бюджет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EF1BD7" w:rsidRPr="00286F40" w:rsidRDefault="00EF1BD7" w:rsidP="00FA0A43">
            <w:pPr>
              <w:spacing w:before="4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18,8</w:t>
            </w:r>
          </w:p>
        </w:tc>
        <w:tc>
          <w:tcPr>
            <w:tcW w:w="1548" w:type="dxa"/>
            <w:noWrap/>
            <w:vAlign w:val="bottom"/>
          </w:tcPr>
          <w:p w:rsidR="00EF1BD7" w:rsidRPr="00286F40" w:rsidRDefault="00EF1BD7" w:rsidP="002C0E6C">
            <w:pPr>
              <w:spacing w:before="4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18,8</w:t>
            </w:r>
          </w:p>
        </w:tc>
        <w:tc>
          <w:tcPr>
            <w:tcW w:w="1540" w:type="dxa"/>
            <w:noWrap/>
            <w:vAlign w:val="bottom"/>
          </w:tcPr>
          <w:p w:rsidR="00EF1BD7" w:rsidRPr="00286F40" w:rsidRDefault="00EF1BD7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</w:tr>
      <w:tr w:rsidR="00EF1BD7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EF1BD7" w:rsidRPr="00286F40" w:rsidRDefault="00EF1BD7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EF1BD7" w:rsidRPr="00286F40" w:rsidRDefault="00EF1BD7" w:rsidP="00EF1BD7">
            <w:pPr>
              <w:spacing w:before="40"/>
              <w:ind w:firstLineChars="100" w:firstLine="31680"/>
            </w:pPr>
            <w:r w:rsidRPr="00286F40">
              <w:t>в том числе:</w:t>
            </w:r>
          </w:p>
        </w:tc>
        <w:tc>
          <w:tcPr>
            <w:tcW w:w="1843" w:type="dxa"/>
            <w:noWrap/>
            <w:vAlign w:val="bottom"/>
          </w:tcPr>
          <w:p w:rsidR="00EF1BD7" w:rsidRPr="00286F40" w:rsidRDefault="00EF1BD7" w:rsidP="00FA0A43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EF1BD7" w:rsidRPr="00286F40" w:rsidRDefault="00EF1BD7" w:rsidP="002C0E6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EF1BD7" w:rsidRPr="00286F40" w:rsidRDefault="00EF1BD7" w:rsidP="00263A2B">
            <w:pPr>
              <w:spacing w:before="40"/>
              <w:rPr>
                <w:rFonts w:ascii="Calibri" w:hAnsi="Calibri"/>
                <w:color w:val="000000"/>
              </w:rPr>
            </w:pPr>
          </w:p>
        </w:tc>
      </w:tr>
      <w:tr w:rsidR="00EF1BD7" w:rsidRPr="00286F40" w:rsidTr="00EB2A40">
        <w:trPr>
          <w:trHeight w:val="1735"/>
        </w:trPr>
        <w:tc>
          <w:tcPr>
            <w:tcW w:w="3233" w:type="dxa"/>
            <w:vMerge/>
            <w:vAlign w:val="center"/>
          </w:tcPr>
          <w:p w:rsidR="00EF1BD7" w:rsidRPr="00286F40" w:rsidRDefault="00EF1BD7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EF1BD7" w:rsidRPr="00286F40" w:rsidRDefault="00EF1BD7" w:rsidP="00EF1BD7">
            <w:pPr>
              <w:spacing w:before="40"/>
              <w:ind w:left="175" w:firstLineChars="2" w:firstLine="31680"/>
            </w:pPr>
            <w:r w:rsidRPr="00286F40">
              <w:t xml:space="preserve">собственные средства бюджета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EF1BD7" w:rsidRPr="00A24923" w:rsidRDefault="00EF1BD7" w:rsidP="00FA0A43">
            <w:pPr>
              <w:spacing w:before="40"/>
              <w:jc w:val="center"/>
              <w:rPr>
                <w:color w:val="000000"/>
              </w:rPr>
            </w:pPr>
            <w:r w:rsidRPr="00A24923">
              <w:rPr>
                <w:color w:val="000000"/>
              </w:rPr>
              <w:t>18,8</w:t>
            </w:r>
          </w:p>
        </w:tc>
        <w:tc>
          <w:tcPr>
            <w:tcW w:w="1548" w:type="dxa"/>
            <w:noWrap/>
            <w:vAlign w:val="bottom"/>
          </w:tcPr>
          <w:p w:rsidR="00EF1BD7" w:rsidRPr="00A24923" w:rsidRDefault="00EF1BD7" w:rsidP="002C0E6C">
            <w:pPr>
              <w:spacing w:before="40"/>
              <w:jc w:val="center"/>
              <w:rPr>
                <w:color w:val="000000"/>
              </w:rPr>
            </w:pPr>
            <w:r w:rsidRPr="00A24923">
              <w:rPr>
                <w:color w:val="000000"/>
              </w:rPr>
              <w:t>18,8</w:t>
            </w:r>
          </w:p>
        </w:tc>
        <w:tc>
          <w:tcPr>
            <w:tcW w:w="1540" w:type="dxa"/>
            <w:noWrap/>
            <w:vAlign w:val="bottom"/>
          </w:tcPr>
          <w:p w:rsidR="00EF1BD7" w:rsidRPr="00286F40" w:rsidRDefault="00EF1BD7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</w:tr>
    </w:tbl>
    <w:p w:rsidR="00EF1BD7" w:rsidRPr="006E4ED9" w:rsidRDefault="00EF1BD7" w:rsidP="00263A2B">
      <w:pPr>
        <w:sectPr w:rsidR="00EF1BD7" w:rsidRPr="006E4ED9" w:rsidSect="00263A2B">
          <w:headerReference w:type="default" r:id="rId10"/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EF1BD7" w:rsidRPr="001E4551" w:rsidRDefault="00EF1BD7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№4</w:t>
      </w:r>
    </w:p>
    <w:p w:rsidR="00EF1BD7" w:rsidRPr="001E4551" w:rsidRDefault="00EF1BD7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EF1BD7" w:rsidRDefault="00EF1BD7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EF1BD7" w:rsidRPr="001E4551" w:rsidRDefault="00EF1BD7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EF1BD7" w:rsidRPr="001E4551" w:rsidRDefault="00EF1BD7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EF1BD7" w:rsidRDefault="00EF1BD7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_____2016 года № </w:t>
      </w:r>
    </w:p>
    <w:p w:rsidR="00EF1BD7" w:rsidRPr="00587E76" w:rsidRDefault="00EF1BD7" w:rsidP="00587E76">
      <w:pPr>
        <w:jc w:val="center"/>
        <w:rPr>
          <w:b/>
          <w:sz w:val="28"/>
          <w:szCs w:val="28"/>
        </w:rPr>
      </w:pPr>
    </w:p>
    <w:p w:rsidR="00EF1BD7" w:rsidRPr="00587E76" w:rsidRDefault="00EF1BD7" w:rsidP="00587E76">
      <w:pPr>
        <w:jc w:val="center"/>
        <w:rPr>
          <w:b/>
          <w:sz w:val="28"/>
          <w:szCs w:val="28"/>
          <w:highlight w:val="yellow"/>
        </w:rPr>
      </w:pPr>
    </w:p>
    <w:p w:rsidR="00EF1BD7" w:rsidRPr="00587E76" w:rsidRDefault="00EF1BD7" w:rsidP="00587E76">
      <w:pPr>
        <w:jc w:val="center"/>
        <w:rPr>
          <w:b/>
          <w:sz w:val="28"/>
          <w:szCs w:val="28"/>
        </w:rPr>
      </w:pPr>
      <w:hyperlink r:id="rId11" w:history="1">
        <w:r w:rsidRPr="00587E76">
          <w:rPr>
            <w:b/>
            <w:sz w:val="28"/>
            <w:szCs w:val="28"/>
          </w:rPr>
          <w:t>Сведения</w:t>
        </w:r>
      </w:hyperlink>
      <w:r w:rsidRPr="00587E76">
        <w:rPr>
          <w:b/>
          <w:sz w:val="28"/>
          <w:szCs w:val="28"/>
        </w:rPr>
        <w:t xml:space="preserve"> о внесенных за отчетный период изменениях в муниципальную </w:t>
      </w:r>
      <w:r>
        <w:rPr>
          <w:b/>
          <w:sz w:val="28"/>
          <w:szCs w:val="28"/>
        </w:rPr>
        <w:t>программу «Развитие физической культуры и спорта в Старотитаровском сельском поселении</w:t>
      </w:r>
      <w:r w:rsidRPr="00D05C18">
        <w:rPr>
          <w:b/>
          <w:sz w:val="28"/>
          <w:szCs w:val="28"/>
        </w:rPr>
        <w:t xml:space="preserve"> Темрюкского района</w:t>
      </w:r>
      <w:r w:rsidRPr="00A92AB5">
        <w:rPr>
          <w:b/>
          <w:sz w:val="28"/>
          <w:szCs w:val="28"/>
        </w:rPr>
        <w:t>» на 2015 год</w:t>
      </w:r>
    </w:p>
    <w:p w:rsidR="00EF1BD7" w:rsidRPr="006E4ED9" w:rsidRDefault="00EF1BD7" w:rsidP="00263A2B"/>
    <w:tbl>
      <w:tblPr>
        <w:tblW w:w="1465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540"/>
        <w:gridCol w:w="5120"/>
        <w:gridCol w:w="1660"/>
        <w:gridCol w:w="1540"/>
        <w:gridCol w:w="5796"/>
      </w:tblGrid>
      <w:tr w:rsidR="00EF1BD7" w:rsidRPr="00286F40" w:rsidTr="00047A74">
        <w:trPr>
          <w:trHeight w:val="20"/>
        </w:trPr>
        <w:tc>
          <w:tcPr>
            <w:tcW w:w="540" w:type="dxa"/>
            <w:vAlign w:val="center"/>
          </w:tcPr>
          <w:p w:rsidR="00EF1BD7" w:rsidRPr="00286F40" w:rsidRDefault="00EF1BD7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№ п/п</w:t>
            </w:r>
          </w:p>
        </w:tc>
        <w:tc>
          <w:tcPr>
            <w:tcW w:w="5120" w:type="dxa"/>
            <w:vAlign w:val="center"/>
          </w:tcPr>
          <w:p w:rsidR="00EF1BD7" w:rsidRPr="00286F40" w:rsidRDefault="00EF1BD7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Вид правового акта</w:t>
            </w:r>
          </w:p>
        </w:tc>
        <w:tc>
          <w:tcPr>
            <w:tcW w:w="1660" w:type="dxa"/>
            <w:vAlign w:val="center"/>
          </w:tcPr>
          <w:p w:rsidR="00EF1BD7" w:rsidRPr="00286F40" w:rsidRDefault="00EF1BD7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Дата принятия</w:t>
            </w:r>
          </w:p>
        </w:tc>
        <w:tc>
          <w:tcPr>
            <w:tcW w:w="1540" w:type="dxa"/>
            <w:vAlign w:val="center"/>
          </w:tcPr>
          <w:p w:rsidR="00EF1BD7" w:rsidRPr="00286F40" w:rsidRDefault="00EF1BD7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Номер</w:t>
            </w:r>
          </w:p>
        </w:tc>
        <w:tc>
          <w:tcPr>
            <w:tcW w:w="5796" w:type="dxa"/>
            <w:vAlign w:val="center"/>
          </w:tcPr>
          <w:p w:rsidR="00EF1BD7" w:rsidRPr="00286F40" w:rsidRDefault="00EF1BD7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Суть изменений (краткое изложение)</w:t>
            </w:r>
          </w:p>
        </w:tc>
      </w:tr>
      <w:tr w:rsidR="00EF1BD7" w:rsidRPr="00286F40" w:rsidTr="00047A74">
        <w:trPr>
          <w:trHeight w:val="20"/>
        </w:trPr>
        <w:tc>
          <w:tcPr>
            <w:tcW w:w="540" w:type="dxa"/>
            <w:noWrap/>
          </w:tcPr>
          <w:p w:rsidR="00EF1BD7" w:rsidRPr="00A92AB5" w:rsidRDefault="00EF1BD7" w:rsidP="00263A2B">
            <w:pPr>
              <w:spacing w:before="40"/>
              <w:jc w:val="center"/>
              <w:rPr>
                <w:color w:val="000000"/>
                <w:sz w:val="28"/>
                <w:szCs w:val="28"/>
              </w:rPr>
            </w:pPr>
            <w:r w:rsidRPr="00A92AB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120" w:type="dxa"/>
            <w:vAlign w:val="bottom"/>
          </w:tcPr>
          <w:p w:rsidR="00EF1BD7" w:rsidRPr="00E31AD9" w:rsidRDefault="00EF1BD7" w:rsidP="00A92AB5">
            <w:pPr>
              <w:jc w:val="center"/>
            </w:pPr>
            <w:r w:rsidRPr="00E31AD9">
              <w:rPr>
                <w:color w:val="000000"/>
              </w:rPr>
              <w:t xml:space="preserve">Постановление Администрации </w:t>
            </w:r>
            <w:r w:rsidRPr="00E31AD9">
              <w:t>Старотитаровского сельского поселения Темрюкского «Развитие физической культуры и спорта в Старотитаровском сельском поселении Темрюкского района» на 2015 год</w:t>
            </w:r>
          </w:p>
          <w:p w:rsidR="00EF1BD7" w:rsidRPr="00A92AB5" w:rsidRDefault="00EF1BD7" w:rsidP="00E355B4">
            <w:r w:rsidRPr="00E31AD9">
              <w:rPr>
                <w:bCs/>
              </w:rPr>
              <w:t>.»</w:t>
            </w:r>
          </w:p>
        </w:tc>
        <w:tc>
          <w:tcPr>
            <w:tcW w:w="1660" w:type="dxa"/>
            <w:noWrap/>
            <w:vAlign w:val="bottom"/>
          </w:tcPr>
          <w:p w:rsidR="00EF1BD7" w:rsidRPr="00286F40" w:rsidRDefault="00EF1BD7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19.12.2014</w:t>
            </w:r>
          </w:p>
        </w:tc>
        <w:tc>
          <w:tcPr>
            <w:tcW w:w="1540" w:type="dxa"/>
            <w:noWrap/>
            <w:vAlign w:val="bottom"/>
          </w:tcPr>
          <w:p w:rsidR="00EF1BD7" w:rsidRPr="00286F40" w:rsidRDefault="00EF1BD7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5796" w:type="dxa"/>
            <w:noWrap/>
            <w:vAlign w:val="bottom"/>
          </w:tcPr>
          <w:p w:rsidR="00EF1BD7" w:rsidRPr="00286F40" w:rsidRDefault="00EF1BD7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</w:tr>
    </w:tbl>
    <w:p w:rsidR="00EF1BD7" w:rsidRPr="006E4ED9" w:rsidRDefault="00EF1BD7" w:rsidP="00263A2B">
      <w:pPr>
        <w:sectPr w:rsidR="00EF1BD7" w:rsidRPr="006E4ED9" w:rsidSect="00CD4C11">
          <w:pgSz w:w="16838" w:h="11906" w:orient="landscape"/>
          <w:pgMar w:top="719" w:right="1418" w:bottom="851" w:left="1418" w:header="709" w:footer="709" w:gutter="0"/>
          <w:cols w:space="708"/>
          <w:titlePg/>
          <w:docGrid w:linePitch="360"/>
        </w:sectPr>
      </w:pPr>
    </w:p>
    <w:p w:rsidR="00EF1BD7" w:rsidRPr="001E4551" w:rsidRDefault="00EF1BD7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№5</w:t>
      </w:r>
    </w:p>
    <w:p w:rsidR="00EF1BD7" w:rsidRPr="001E4551" w:rsidRDefault="00EF1BD7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EF1BD7" w:rsidRDefault="00EF1BD7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EF1BD7" w:rsidRPr="001E4551" w:rsidRDefault="00EF1BD7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EF1BD7" w:rsidRPr="001E4551" w:rsidRDefault="00EF1BD7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EF1BD7" w:rsidRDefault="00EF1BD7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_____2016 года № </w:t>
      </w:r>
    </w:p>
    <w:p w:rsidR="00EF1BD7" w:rsidRPr="00587E76" w:rsidRDefault="00EF1BD7" w:rsidP="00587E76">
      <w:pPr>
        <w:jc w:val="center"/>
        <w:rPr>
          <w:sz w:val="28"/>
          <w:szCs w:val="28"/>
        </w:rPr>
      </w:pPr>
    </w:p>
    <w:p w:rsidR="00EF1BD7" w:rsidRPr="00587E76" w:rsidRDefault="00EF1BD7" w:rsidP="00587E76">
      <w:pPr>
        <w:jc w:val="center"/>
        <w:rPr>
          <w:b/>
        </w:rPr>
      </w:pPr>
    </w:p>
    <w:p w:rsidR="00EF1BD7" w:rsidRPr="00937795" w:rsidRDefault="00EF1BD7" w:rsidP="00937795">
      <w:pPr>
        <w:jc w:val="center"/>
        <w:rPr>
          <w:sz w:val="28"/>
          <w:szCs w:val="28"/>
        </w:rPr>
      </w:pPr>
      <w:r w:rsidRPr="00937795">
        <w:rPr>
          <w:b/>
          <w:sz w:val="28"/>
          <w:szCs w:val="28"/>
        </w:rPr>
        <w:t xml:space="preserve">Результаты оценки эффективности муниципальной  программы </w:t>
      </w:r>
      <w:r>
        <w:rPr>
          <w:b/>
          <w:sz w:val="28"/>
          <w:szCs w:val="28"/>
        </w:rPr>
        <w:t>«Развитие физической культуры и спорта в Старотитаровском сельском поселении</w:t>
      </w:r>
      <w:r w:rsidRPr="00D05C18">
        <w:rPr>
          <w:b/>
          <w:sz w:val="28"/>
          <w:szCs w:val="28"/>
        </w:rPr>
        <w:t xml:space="preserve"> Темрюкского района</w:t>
      </w:r>
      <w:r w:rsidRPr="00937795">
        <w:rPr>
          <w:b/>
          <w:color w:val="000000"/>
          <w:sz w:val="28"/>
          <w:szCs w:val="28"/>
        </w:rPr>
        <w:t>» на 2015</w:t>
      </w:r>
      <w:r>
        <w:rPr>
          <w:b/>
          <w:color w:val="000000"/>
          <w:sz w:val="28"/>
          <w:szCs w:val="28"/>
        </w:rPr>
        <w:t xml:space="preserve"> год</w:t>
      </w:r>
    </w:p>
    <w:p w:rsidR="00EF1BD7" w:rsidRPr="00587E76" w:rsidRDefault="00EF1BD7" w:rsidP="00587E76">
      <w:pPr>
        <w:jc w:val="center"/>
        <w:rPr>
          <w:b/>
          <w:sz w:val="28"/>
          <w:szCs w:val="28"/>
        </w:rPr>
      </w:pPr>
    </w:p>
    <w:p w:rsidR="00EF1BD7" w:rsidRPr="00286F40" w:rsidRDefault="00EF1BD7" w:rsidP="00263A2B">
      <w:pPr>
        <w:tabs>
          <w:tab w:val="left" w:pos="1134"/>
        </w:tabs>
        <w:ind w:left="851"/>
        <w:jc w:val="both"/>
      </w:pPr>
    </w:p>
    <w:tbl>
      <w:tblPr>
        <w:tblW w:w="14220" w:type="dxa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3600"/>
        <w:gridCol w:w="1620"/>
        <w:gridCol w:w="1980"/>
        <w:gridCol w:w="1620"/>
        <w:gridCol w:w="1620"/>
        <w:gridCol w:w="3780"/>
      </w:tblGrid>
      <w:tr w:rsidR="00EF1BD7" w:rsidRPr="00286F40" w:rsidTr="001F6C5B">
        <w:tc>
          <w:tcPr>
            <w:tcW w:w="3600" w:type="dxa"/>
            <w:vMerge w:val="restart"/>
            <w:vAlign w:val="center"/>
          </w:tcPr>
          <w:p w:rsidR="00EF1BD7" w:rsidRPr="00A92AB5" w:rsidRDefault="00EF1BD7" w:rsidP="00A92AB5">
            <w:pPr>
              <w:tabs>
                <w:tab w:val="left" w:pos="1134"/>
              </w:tabs>
              <w:spacing w:before="40"/>
              <w:rPr>
                <w:sz w:val="20"/>
                <w:szCs w:val="20"/>
              </w:rPr>
            </w:pPr>
            <w:r w:rsidRPr="00A92AB5">
              <w:rPr>
                <w:sz w:val="20"/>
                <w:szCs w:val="20"/>
              </w:rPr>
              <w:t>Муниципальная программа, подпрограмма</w:t>
            </w:r>
          </w:p>
        </w:tc>
        <w:tc>
          <w:tcPr>
            <w:tcW w:w="1620" w:type="dxa"/>
            <w:vAlign w:val="center"/>
          </w:tcPr>
          <w:p w:rsidR="00EF1BD7" w:rsidRPr="008B475F" w:rsidRDefault="00EF1BD7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980" w:type="dxa"/>
            <w:vAlign w:val="center"/>
          </w:tcPr>
          <w:p w:rsidR="00EF1BD7" w:rsidRPr="008B475F" w:rsidRDefault="00EF1BD7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620" w:type="dxa"/>
            <w:vAlign w:val="center"/>
          </w:tcPr>
          <w:p w:rsidR="00EF1BD7" w:rsidRPr="008B475F" w:rsidRDefault="00EF1BD7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Степень реализации мероприятий </w:t>
            </w:r>
          </w:p>
        </w:tc>
        <w:tc>
          <w:tcPr>
            <w:tcW w:w="1620" w:type="dxa"/>
            <w:vAlign w:val="center"/>
          </w:tcPr>
          <w:p w:rsidR="00EF1BD7" w:rsidRPr="008B475F" w:rsidRDefault="00EF1BD7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Степень соответствия запланированному уровню расходов</w:t>
            </w:r>
          </w:p>
        </w:tc>
        <w:tc>
          <w:tcPr>
            <w:tcW w:w="3780" w:type="dxa"/>
            <w:vAlign w:val="center"/>
          </w:tcPr>
          <w:p w:rsidR="00EF1BD7" w:rsidRPr="008B475F" w:rsidRDefault="00EF1BD7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Эффективность использования средств бюджета муниципального образования </w:t>
            </w:r>
          </w:p>
        </w:tc>
      </w:tr>
      <w:tr w:rsidR="00EF1BD7" w:rsidRPr="00286F40" w:rsidTr="001F6C5B">
        <w:tc>
          <w:tcPr>
            <w:tcW w:w="3600" w:type="dxa"/>
            <w:vMerge/>
            <w:vAlign w:val="center"/>
          </w:tcPr>
          <w:p w:rsidR="00EF1BD7" w:rsidRPr="00A92AB5" w:rsidRDefault="00EF1BD7" w:rsidP="00A92AB5">
            <w:pPr>
              <w:tabs>
                <w:tab w:val="left" w:pos="1134"/>
              </w:tabs>
              <w:spacing w:before="40"/>
              <w:rPr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EF1BD7" w:rsidRPr="008B475F" w:rsidRDefault="00EF1BD7" w:rsidP="008B475F">
            <w:pPr>
              <w:tabs>
                <w:tab w:val="left" w:pos="1134"/>
              </w:tabs>
              <w:spacing w:before="40"/>
              <w:jc w:val="center"/>
            </w:pPr>
            <w:r w:rsidRPr="001D21B6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pt;height:13.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270FE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9270FE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­Р 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њРџ(РџРџ)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2" o:title="" chromakey="white"/>
                </v:shape>
              </w:pict>
            </w:r>
          </w:p>
        </w:tc>
        <w:tc>
          <w:tcPr>
            <w:tcW w:w="1980" w:type="dxa"/>
            <w:vAlign w:val="center"/>
          </w:tcPr>
          <w:p w:rsidR="00EF1BD7" w:rsidRPr="008B475F" w:rsidRDefault="00EF1BD7" w:rsidP="008B475F">
            <w:pPr>
              <w:tabs>
                <w:tab w:val="left" w:pos="1134"/>
              </w:tabs>
              <w:spacing w:before="40"/>
              <w:jc w:val="center"/>
            </w:pPr>
            <w:r w:rsidRPr="001D21B6">
              <w:pict>
                <v:shape id="_x0000_i1026" type="#_x0000_t75" style="width:47.25pt;height:13.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405D7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2405D7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ЎРџ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њРџ(РџРџ)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3" o:title="" chromakey="white"/>
                </v:shape>
              </w:pict>
            </w:r>
          </w:p>
        </w:tc>
        <w:tc>
          <w:tcPr>
            <w:tcW w:w="1620" w:type="dxa"/>
            <w:vAlign w:val="center"/>
          </w:tcPr>
          <w:p w:rsidR="00EF1BD7" w:rsidRPr="008B475F" w:rsidRDefault="00EF1BD7" w:rsidP="008B475F">
            <w:pPr>
              <w:tabs>
                <w:tab w:val="left" w:pos="1134"/>
              </w:tabs>
              <w:spacing w:before="40"/>
              <w:jc w:val="center"/>
            </w:pPr>
            <w:r w:rsidRPr="001D21B6">
              <w:pict>
                <v:shape id="_x0000_i1027" type="#_x0000_t75" style="width:48pt;height:13.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90DDE&quot;/&gt;&lt;wsp:rsid wsp:val=&quot;00EE0597&quot;/&gt;&lt;wsp:rsid wsp:val=&quot;00F30378&quot;/&gt;&lt;/wsp:rsids&gt;&lt;/w:docPr&gt;&lt;w:body&gt;&lt;w:p wsp:rsidR=&quot;00000000&quot; wsp:rsidRDefault=&quot;00E90DDE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ЎРњ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њРџ(РџРџ)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4" o:title="" chromakey="white"/>
                </v:shape>
              </w:pict>
            </w:r>
          </w:p>
        </w:tc>
        <w:tc>
          <w:tcPr>
            <w:tcW w:w="1620" w:type="dxa"/>
            <w:vAlign w:val="center"/>
          </w:tcPr>
          <w:p w:rsidR="00EF1BD7" w:rsidRPr="008B475F" w:rsidRDefault="00EF1BD7" w:rsidP="008B475F">
            <w:pPr>
              <w:tabs>
                <w:tab w:val="left" w:pos="1134"/>
              </w:tabs>
              <w:spacing w:before="40"/>
              <w:jc w:val="center"/>
            </w:pPr>
            <w:r w:rsidRPr="001D21B6">
              <w:pict>
                <v:shape id="_x0000_i1028" type="#_x0000_t75" style="width:21.75pt;height:12.7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B1321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CB1321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ЎРЎ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ЈР—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5" o:title="" chromakey="white"/>
                </v:shape>
              </w:pict>
            </w:r>
          </w:p>
        </w:tc>
        <w:tc>
          <w:tcPr>
            <w:tcW w:w="3780" w:type="dxa"/>
            <w:vAlign w:val="center"/>
          </w:tcPr>
          <w:p w:rsidR="00EF1BD7" w:rsidRPr="008B475F" w:rsidRDefault="00EF1BD7" w:rsidP="008B475F">
            <w:pPr>
              <w:tabs>
                <w:tab w:val="left" w:pos="1134"/>
              </w:tabs>
              <w:spacing w:before="40"/>
              <w:jc w:val="center"/>
            </w:pPr>
            <w:r w:rsidRPr="001D21B6">
              <w:pict>
                <v:shape id="_x0000_i1029" type="#_x0000_t75" style="width:18pt;height:12.7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13CDD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C13CDD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­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РЎ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6" o:title="" chromakey="white"/>
                </v:shape>
              </w:pict>
            </w:r>
          </w:p>
        </w:tc>
      </w:tr>
      <w:tr w:rsidR="00EF1BD7" w:rsidRPr="006E4ED9" w:rsidTr="001F6C5B">
        <w:tc>
          <w:tcPr>
            <w:tcW w:w="3600" w:type="dxa"/>
          </w:tcPr>
          <w:p w:rsidR="00EF1BD7" w:rsidRPr="00E31AD9" w:rsidRDefault="00EF1BD7" w:rsidP="00C76295">
            <w:r w:rsidRPr="00E31AD9">
              <w:t>МП «Развитие физической культуры и спорта в Старотитаровском сельском поселении Темрюкского района</w:t>
            </w:r>
            <w:r w:rsidRPr="00E31AD9">
              <w:rPr>
                <w:color w:val="000000"/>
              </w:rPr>
              <w:t>» на 2015 год</w:t>
            </w:r>
            <w:r w:rsidRPr="00E31AD9">
              <w:t xml:space="preserve"> за счет всех источников финансирования</w:t>
            </w:r>
          </w:p>
        </w:tc>
        <w:tc>
          <w:tcPr>
            <w:tcW w:w="1620" w:type="dxa"/>
          </w:tcPr>
          <w:p w:rsidR="00EF1BD7" w:rsidRPr="00E5770B" w:rsidRDefault="00EF1BD7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980" w:type="dxa"/>
          </w:tcPr>
          <w:p w:rsidR="00EF1BD7" w:rsidRPr="00E5770B" w:rsidRDefault="00EF1BD7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620" w:type="dxa"/>
          </w:tcPr>
          <w:p w:rsidR="00EF1BD7" w:rsidRPr="00E5770B" w:rsidRDefault="00EF1BD7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620" w:type="dxa"/>
          </w:tcPr>
          <w:p w:rsidR="00EF1BD7" w:rsidRPr="00E5770B" w:rsidRDefault="00EF1BD7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780" w:type="dxa"/>
          </w:tcPr>
          <w:p w:rsidR="00EF1BD7" w:rsidRPr="00E5770B" w:rsidRDefault="00EF1BD7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</w:tr>
    </w:tbl>
    <w:p w:rsidR="00EF1BD7" w:rsidRDefault="00EF1BD7" w:rsidP="009867F8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sectPr w:rsidR="00EF1BD7" w:rsidSect="00263A2B">
      <w:headerReference w:type="default" r:id="rId17"/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1BD7" w:rsidRDefault="00EF1BD7" w:rsidP="00E1044C">
      <w:r>
        <w:separator/>
      </w:r>
    </w:p>
  </w:endnote>
  <w:endnote w:type="continuationSeparator" w:id="1">
    <w:p w:rsidR="00EF1BD7" w:rsidRDefault="00EF1BD7" w:rsidP="00E104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1BD7" w:rsidRDefault="00EF1BD7" w:rsidP="00E1044C">
      <w:r>
        <w:separator/>
      </w:r>
    </w:p>
  </w:footnote>
  <w:footnote w:type="continuationSeparator" w:id="1">
    <w:p w:rsidR="00EF1BD7" w:rsidRDefault="00EF1BD7" w:rsidP="00E104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BD7" w:rsidRDefault="00EF1BD7">
    <w:pPr>
      <w:pStyle w:val="Header"/>
      <w:jc w:val="center"/>
    </w:pPr>
    <w:r w:rsidRPr="00486D96">
      <w:rPr>
        <w:sz w:val="28"/>
        <w:szCs w:val="28"/>
      </w:rPr>
      <w:fldChar w:fldCharType="begin"/>
    </w:r>
    <w:r w:rsidRPr="00486D96">
      <w:rPr>
        <w:sz w:val="28"/>
        <w:szCs w:val="28"/>
      </w:rPr>
      <w:instrText>PAGE   \* MERGEFORMAT</w:instrText>
    </w:r>
    <w:r w:rsidRPr="00486D96">
      <w:rPr>
        <w:sz w:val="28"/>
        <w:szCs w:val="28"/>
      </w:rPr>
      <w:fldChar w:fldCharType="separate"/>
    </w:r>
    <w:r>
      <w:rPr>
        <w:noProof/>
        <w:sz w:val="28"/>
        <w:szCs w:val="28"/>
      </w:rPr>
      <w:t>5</w:t>
    </w:r>
    <w:r w:rsidRPr="00486D96">
      <w:rPr>
        <w:sz w:val="28"/>
        <w:szCs w:val="28"/>
      </w:rPr>
      <w:fldChar w:fldCharType="end"/>
    </w:r>
  </w:p>
  <w:p w:rsidR="00EF1BD7" w:rsidRDefault="00EF1BD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BD7" w:rsidRDefault="00EF1BD7">
    <w:pPr>
      <w:pStyle w:val="Header"/>
      <w:jc w:val="center"/>
    </w:pPr>
  </w:p>
  <w:p w:rsidR="00EF1BD7" w:rsidRDefault="00EF1BD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770F7"/>
    <w:multiLevelType w:val="hybridMultilevel"/>
    <w:tmpl w:val="BC98C332"/>
    <w:lvl w:ilvl="0" w:tplc="DA160F3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2F27FAD"/>
    <w:multiLevelType w:val="hybridMultilevel"/>
    <w:tmpl w:val="0CF0BA24"/>
    <w:lvl w:ilvl="0" w:tplc="81EA9208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134044C7"/>
    <w:multiLevelType w:val="hybridMultilevel"/>
    <w:tmpl w:val="8AC8BD2A"/>
    <w:lvl w:ilvl="0" w:tplc="CCCAD56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564BFF"/>
    <w:multiLevelType w:val="hybridMultilevel"/>
    <w:tmpl w:val="71926F58"/>
    <w:lvl w:ilvl="0" w:tplc="676401F6">
      <w:start w:val="7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18B05842"/>
    <w:multiLevelType w:val="hybridMultilevel"/>
    <w:tmpl w:val="DEE20E46"/>
    <w:lvl w:ilvl="0" w:tplc="F5EC1F3E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987083A"/>
    <w:multiLevelType w:val="hybridMultilevel"/>
    <w:tmpl w:val="C6E48C02"/>
    <w:lvl w:ilvl="0" w:tplc="D38E73C0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1B386E5C"/>
    <w:multiLevelType w:val="multilevel"/>
    <w:tmpl w:val="462436E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7">
    <w:nsid w:val="1B5367A9"/>
    <w:multiLevelType w:val="multilevel"/>
    <w:tmpl w:val="2340A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FC636F2"/>
    <w:multiLevelType w:val="hybridMultilevel"/>
    <w:tmpl w:val="9C2A6E1C"/>
    <w:lvl w:ilvl="0" w:tplc="8746F950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1FC87024"/>
    <w:multiLevelType w:val="hybridMultilevel"/>
    <w:tmpl w:val="8A5C7194"/>
    <w:lvl w:ilvl="0" w:tplc="AB5C59D2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25351CBA"/>
    <w:multiLevelType w:val="hybridMultilevel"/>
    <w:tmpl w:val="698488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CA43E81"/>
    <w:multiLevelType w:val="multilevel"/>
    <w:tmpl w:val="5A44669E"/>
    <w:lvl w:ilvl="0">
      <w:start w:val="2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2">
    <w:nsid w:val="31901B53"/>
    <w:multiLevelType w:val="hybridMultilevel"/>
    <w:tmpl w:val="56DE1310"/>
    <w:lvl w:ilvl="0" w:tplc="D51083D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349E51C7"/>
    <w:multiLevelType w:val="multilevel"/>
    <w:tmpl w:val="F7D2B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E5037EA"/>
    <w:multiLevelType w:val="hybridMultilevel"/>
    <w:tmpl w:val="94805EB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3FD04688"/>
    <w:multiLevelType w:val="multilevel"/>
    <w:tmpl w:val="39D63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0AD628A"/>
    <w:multiLevelType w:val="hybridMultilevel"/>
    <w:tmpl w:val="0F22CFD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42130386"/>
    <w:multiLevelType w:val="hybridMultilevel"/>
    <w:tmpl w:val="F79A52B0"/>
    <w:lvl w:ilvl="0" w:tplc="A1C0C13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>
    <w:nsid w:val="426555A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9">
    <w:nsid w:val="445356BC"/>
    <w:multiLevelType w:val="hybridMultilevel"/>
    <w:tmpl w:val="E58CAC5E"/>
    <w:lvl w:ilvl="0" w:tplc="4150E422">
      <w:start w:val="1"/>
      <w:numFmt w:val="decimal"/>
      <w:lvlText w:val="%1)"/>
      <w:lvlJc w:val="left"/>
      <w:pPr>
        <w:ind w:left="1485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20">
    <w:nsid w:val="45BB5D36"/>
    <w:multiLevelType w:val="hybridMultilevel"/>
    <w:tmpl w:val="15F80BC4"/>
    <w:lvl w:ilvl="0" w:tplc="9F782B8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48216478"/>
    <w:multiLevelType w:val="hybridMultilevel"/>
    <w:tmpl w:val="7D0CA4F4"/>
    <w:lvl w:ilvl="0" w:tplc="8D14A85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4A7074E9"/>
    <w:multiLevelType w:val="multilevel"/>
    <w:tmpl w:val="B4DE2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4">
    <w:nsid w:val="553930B2"/>
    <w:multiLevelType w:val="hybridMultilevel"/>
    <w:tmpl w:val="8FA6468C"/>
    <w:lvl w:ilvl="0" w:tplc="F8F2E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6931301"/>
    <w:multiLevelType w:val="hybridMultilevel"/>
    <w:tmpl w:val="EA64B2D8"/>
    <w:lvl w:ilvl="0" w:tplc="4E3EF8BC"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6">
    <w:nsid w:val="56F53B6A"/>
    <w:multiLevelType w:val="hybridMultilevel"/>
    <w:tmpl w:val="9FF4CB5A"/>
    <w:lvl w:ilvl="0" w:tplc="E8B2B6B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580E4B3C"/>
    <w:multiLevelType w:val="hybridMultilevel"/>
    <w:tmpl w:val="D9BCA502"/>
    <w:lvl w:ilvl="0" w:tplc="A5FC38F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>
    <w:nsid w:val="5D6B2B5A"/>
    <w:multiLevelType w:val="hybridMultilevel"/>
    <w:tmpl w:val="A1DAB0FA"/>
    <w:lvl w:ilvl="0" w:tplc="0419000F">
      <w:start w:val="1"/>
      <w:numFmt w:val="decimal"/>
      <w:lvlText w:val="%1."/>
      <w:lvlJc w:val="left"/>
      <w:pPr>
        <w:ind w:left="164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0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6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  <w:rPr>
        <w:rFonts w:cs="Times New Roman"/>
      </w:rPr>
    </w:lvl>
  </w:abstractNum>
  <w:abstractNum w:abstractNumId="29">
    <w:nsid w:val="5EC45640"/>
    <w:multiLevelType w:val="hybridMultilevel"/>
    <w:tmpl w:val="BEBEF49C"/>
    <w:lvl w:ilvl="0" w:tplc="81900DC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61525955"/>
    <w:multiLevelType w:val="hybridMultilevel"/>
    <w:tmpl w:val="94BA4E58"/>
    <w:lvl w:ilvl="0" w:tplc="DADA6C0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>
    <w:nsid w:val="6B2F37F7"/>
    <w:multiLevelType w:val="hybridMultilevel"/>
    <w:tmpl w:val="DE18C580"/>
    <w:lvl w:ilvl="0" w:tplc="E96EB04A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b w:val="0"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A68FA02">
      <w:start w:val="1"/>
      <w:numFmt w:val="decimal"/>
      <w:lvlText w:val="%3."/>
      <w:lvlJc w:val="right"/>
      <w:pPr>
        <w:ind w:left="2869" w:hanging="180"/>
      </w:pPr>
      <w:rPr>
        <w:rFonts w:cs="Times New Roman" w:hint="default"/>
        <w:b w:val="0"/>
        <w:i w:val="0"/>
        <w:sz w:val="26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2">
    <w:nsid w:val="72FD2320"/>
    <w:multiLevelType w:val="hybridMultilevel"/>
    <w:tmpl w:val="A93CE9AC"/>
    <w:lvl w:ilvl="0" w:tplc="57CCBDD2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>
    <w:nsid w:val="78DF5BF7"/>
    <w:multiLevelType w:val="hybridMultilevel"/>
    <w:tmpl w:val="DCD0BF6E"/>
    <w:lvl w:ilvl="0" w:tplc="88CA465A">
      <w:start w:val="1"/>
      <w:numFmt w:val="decimal"/>
      <w:lvlText w:val="%1)"/>
      <w:lvlJc w:val="left"/>
      <w:pPr>
        <w:ind w:left="150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4">
    <w:nsid w:val="79532818"/>
    <w:multiLevelType w:val="multilevel"/>
    <w:tmpl w:val="DDFEED3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5">
    <w:nsid w:val="7A3C139F"/>
    <w:multiLevelType w:val="hybridMultilevel"/>
    <w:tmpl w:val="F954B3EA"/>
    <w:lvl w:ilvl="0" w:tplc="AF20075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>
    <w:nsid w:val="7CBB747C"/>
    <w:multiLevelType w:val="hybridMultilevel"/>
    <w:tmpl w:val="486840C6"/>
    <w:lvl w:ilvl="0" w:tplc="4E6601E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2"/>
  </w:num>
  <w:num w:numId="2">
    <w:abstractNumId w:val="25"/>
  </w:num>
  <w:num w:numId="3">
    <w:abstractNumId w:val="28"/>
  </w:num>
  <w:num w:numId="4">
    <w:abstractNumId w:val="3"/>
  </w:num>
  <w:num w:numId="5">
    <w:abstractNumId w:val="22"/>
  </w:num>
  <w:num w:numId="6">
    <w:abstractNumId w:val="15"/>
  </w:num>
  <w:num w:numId="7">
    <w:abstractNumId w:val="13"/>
  </w:num>
  <w:num w:numId="8">
    <w:abstractNumId w:val="7"/>
  </w:num>
  <w:num w:numId="9">
    <w:abstractNumId w:val="23"/>
  </w:num>
  <w:num w:numId="10">
    <w:abstractNumId w:val="0"/>
  </w:num>
  <w:num w:numId="11">
    <w:abstractNumId w:val="35"/>
  </w:num>
  <w:num w:numId="12">
    <w:abstractNumId w:val="30"/>
  </w:num>
  <w:num w:numId="13">
    <w:abstractNumId w:val="12"/>
  </w:num>
  <w:num w:numId="14">
    <w:abstractNumId w:val="27"/>
  </w:num>
  <w:num w:numId="15">
    <w:abstractNumId w:val="9"/>
  </w:num>
  <w:num w:numId="16">
    <w:abstractNumId w:val="21"/>
  </w:num>
  <w:num w:numId="17">
    <w:abstractNumId w:val="20"/>
  </w:num>
  <w:num w:numId="18">
    <w:abstractNumId w:val="17"/>
  </w:num>
  <w:num w:numId="19">
    <w:abstractNumId w:val="6"/>
  </w:num>
  <w:num w:numId="20">
    <w:abstractNumId w:val="34"/>
  </w:num>
  <w:num w:numId="21">
    <w:abstractNumId w:val="36"/>
  </w:num>
  <w:num w:numId="22">
    <w:abstractNumId w:val="4"/>
  </w:num>
  <w:num w:numId="23">
    <w:abstractNumId w:val="1"/>
  </w:num>
  <w:num w:numId="24">
    <w:abstractNumId w:val="5"/>
  </w:num>
  <w:num w:numId="25">
    <w:abstractNumId w:val="19"/>
  </w:num>
  <w:num w:numId="26">
    <w:abstractNumId w:val="29"/>
  </w:num>
  <w:num w:numId="27">
    <w:abstractNumId w:val="26"/>
  </w:num>
  <w:num w:numId="28">
    <w:abstractNumId w:val="2"/>
  </w:num>
  <w:num w:numId="29">
    <w:abstractNumId w:val="8"/>
  </w:num>
  <w:num w:numId="30">
    <w:abstractNumId w:val="24"/>
  </w:num>
  <w:num w:numId="31">
    <w:abstractNumId w:val="16"/>
  </w:num>
  <w:num w:numId="32">
    <w:abstractNumId w:val="33"/>
  </w:num>
  <w:num w:numId="33">
    <w:abstractNumId w:val="31"/>
  </w:num>
  <w:num w:numId="34">
    <w:abstractNumId w:val="14"/>
  </w:num>
  <w:num w:numId="35">
    <w:abstractNumId w:val="10"/>
  </w:num>
  <w:num w:numId="36">
    <w:abstractNumId w:val="18"/>
  </w:num>
  <w:num w:numId="3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61C6"/>
    <w:rsid w:val="00003475"/>
    <w:rsid w:val="00011F7C"/>
    <w:rsid w:val="00015287"/>
    <w:rsid w:val="00033748"/>
    <w:rsid w:val="00047A74"/>
    <w:rsid w:val="00074EBB"/>
    <w:rsid w:val="000A13EC"/>
    <w:rsid w:val="000B28F5"/>
    <w:rsid w:val="001064AA"/>
    <w:rsid w:val="00107AB8"/>
    <w:rsid w:val="001348C0"/>
    <w:rsid w:val="00144ADF"/>
    <w:rsid w:val="00145A22"/>
    <w:rsid w:val="0015685E"/>
    <w:rsid w:val="001772B4"/>
    <w:rsid w:val="001A3D6E"/>
    <w:rsid w:val="001B3CD6"/>
    <w:rsid w:val="001B5607"/>
    <w:rsid w:val="001C2E04"/>
    <w:rsid w:val="001D21B6"/>
    <w:rsid w:val="001E4551"/>
    <w:rsid w:val="001F6C5B"/>
    <w:rsid w:val="00203CC1"/>
    <w:rsid w:val="002131F3"/>
    <w:rsid w:val="002354BB"/>
    <w:rsid w:val="00256EB2"/>
    <w:rsid w:val="0026218A"/>
    <w:rsid w:val="00263A2B"/>
    <w:rsid w:val="002709EC"/>
    <w:rsid w:val="002757CC"/>
    <w:rsid w:val="00276912"/>
    <w:rsid w:val="00286F40"/>
    <w:rsid w:val="00291FB0"/>
    <w:rsid w:val="00295A30"/>
    <w:rsid w:val="002A0529"/>
    <w:rsid w:val="002B0DD4"/>
    <w:rsid w:val="002C0E6C"/>
    <w:rsid w:val="002E7AE3"/>
    <w:rsid w:val="00304CE6"/>
    <w:rsid w:val="00320B79"/>
    <w:rsid w:val="0032350C"/>
    <w:rsid w:val="00347E67"/>
    <w:rsid w:val="0035547A"/>
    <w:rsid w:val="003705D6"/>
    <w:rsid w:val="00372E4E"/>
    <w:rsid w:val="003732ED"/>
    <w:rsid w:val="003862A7"/>
    <w:rsid w:val="003B30CF"/>
    <w:rsid w:val="003C07D1"/>
    <w:rsid w:val="003D424D"/>
    <w:rsid w:val="003E729F"/>
    <w:rsid w:val="003F5067"/>
    <w:rsid w:val="003F65B7"/>
    <w:rsid w:val="00403D3D"/>
    <w:rsid w:val="004125E2"/>
    <w:rsid w:val="0042508C"/>
    <w:rsid w:val="00436361"/>
    <w:rsid w:val="00442A36"/>
    <w:rsid w:val="00473A63"/>
    <w:rsid w:val="00486D96"/>
    <w:rsid w:val="00496101"/>
    <w:rsid w:val="004B4F4A"/>
    <w:rsid w:val="004F4102"/>
    <w:rsid w:val="005015B0"/>
    <w:rsid w:val="0050433E"/>
    <w:rsid w:val="005110E0"/>
    <w:rsid w:val="00562830"/>
    <w:rsid w:val="00587E76"/>
    <w:rsid w:val="005A28CA"/>
    <w:rsid w:val="005A5000"/>
    <w:rsid w:val="005B265F"/>
    <w:rsid w:val="005B4E99"/>
    <w:rsid w:val="005C3751"/>
    <w:rsid w:val="005F0A3F"/>
    <w:rsid w:val="005F45A4"/>
    <w:rsid w:val="00602478"/>
    <w:rsid w:val="006073EF"/>
    <w:rsid w:val="00624700"/>
    <w:rsid w:val="00632453"/>
    <w:rsid w:val="00663EB6"/>
    <w:rsid w:val="006800DC"/>
    <w:rsid w:val="006867E6"/>
    <w:rsid w:val="0069662E"/>
    <w:rsid w:val="006A4470"/>
    <w:rsid w:val="006C7453"/>
    <w:rsid w:val="006E4ED9"/>
    <w:rsid w:val="006F2109"/>
    <w:rsid w:val="00713E71"/>
    <w:rsid w:val="00717C20"/>
    <w:rsid w:val="00720160"/>
    <w:rsid w:val="00747988"/>
    <w:rsid w:val="00753931"/>
    <w:rsid w:val="00756CB9"/>
    <w:rsid w:val="007774D1"/>
    <w:rsid w:val="007A0DD2"/>
    <w:rsid w:val="007A682A"/>
    <w:rsid w:val="007B28EE"/>
    <w:rsid w:val="007C0286"/>
    <w:rsid w:val="007C3A7B"/>
    <w:rsid w:val="007D0A21"/>
    <w:rsid w:val="007E44FE"/>
    <w:rsid w:val="007E7EFA"/>
    <w:rsid w:val="007F76D6"/>
    <w:rsid w:val="00804838"/>
    <w:rsid w:val="00847D17"/>
    <w:rsid w:val="00850A3C"/>
    <w:rsid w:val="00882A62"/>
    <w:rsid w:val="00885670"/>
    <w:rsid w:val="00886E7B"/>
    <w:rsid w:val="008940AC"/>
    <w:rsid w:val="008A369A"/>
    <w:rsid w:val="008A4228"/>
    <w:rsid w:val="008B475F"/>
    <w:rsid w:val="008B57E0"/>
    <w:rsid w:val="008D61C1"/>
    <w:rsid w:val="008E04EF"/>
    <w:rsid w:val="008E486C"/>
    <w:rsid w:val="00912C49"/>
    <w:rsid w:val="00927C64"/>
    <w:rsid w:val="00935391"/>
    <w:rsid w:val="00937795"/>
    <w:rsid w:val="00954CEC"/>
    <w:rsid w:val="00976B0E"/>
    <w:rsid w:val="0098040D"/>
    <w:rsid w:val="009867F8"/>
    <w:rsid w:val="009C1E2A"/>
    <w:rsid w:val="009C5F38"/>
    <w:rsid w:val="009D6FC6"/>
    <w:rsid w:val="009E77C7"/>
    <w:rsid w:val="00A061C6"/>
    <w:rsid w:val="00A2306F"/>
    <w:rsid w:val="00A24923"/>
    <w:rsid w:val="00A34D56"/>
    <w:rsid w:val="00A4608F"/>
    <w:rsid w:val="00A515EB"/>
    <w:rsid w:val="00A54CE3"/>
    <w:rsid w:val="00A80628"/>
    <w:rsid w:val="00A837D0"/>
    <w:rsid w:val="00A858B0"/>
    <w:rsid w:val="00A85A55"/>
    <w:rsid w:val="00A92AB5"/>
    <w:rsid w:val="00AA23A9"/>
    <w:rsid w:val="00AC7DAC"/>
    <w:rsid w:val="00AF1C3C"/>
    <w:rsid w:val="00AF5C5E"/>
    <w:rsid w:val="00AF7B05"/>
    <w:rsid w:val="00B0091B"/>
    <w:rsid w:val="00B0366E"/>
    <w:rsid w:val="00B0503E"/>
    <w:rsid w:val="00B112D0"/>
    <w:rsid w:val="00B45B21"/>
    <w:rsid w:val="00B546B2"/>
    <w:rsid w:val="00B60CF2"/>
    <w:rsid w:val="00B64258"/>
    <w:rsid w:val="00B73C78"/>
    <w:rsid w:val="00B76DE6"/>
    <w:rsid w:val="00B84A0D"/>
    <w:rsid w:val="00B90843"/>
    <w:rsid w:val="00BB0BC9"/>
    <w:rsid w:val="00BF1C8F"/>
    <w:rsid w:val="00C2318A"/>
    <w:rsid w:val="00C3321D"/>
    <w:rsid w:val="00C4197A"/>
    <w:rsid w:val="00C453A1"/>
    <w:rsid w:val="00C4631F"/>
    <w:rsid w:val="00C759F4"/>
    <w:rsid w:val="00C76295"/>
    <w:rsid w:val="00C90E94"/>
    <w:rsid w:val="00C939EC"/>
    <w:rsid w:val="00CA1D3F"/>
    <w:rsid w:val="00CC73F7"/>
    <w:rsid w:val="00CD1066"/>
    <w:rsid w:val="00CD4C11"/>
    <w:rsid w:val="00CD5D80"/>
    <w:rsid w:val="00D05C18"/>
    <w:rsid w:val="00D34517"/>
    <w:rsid w:val="00D500B6"/>
    <w:rsid w:val="00D5479E"/>
    <w:rsid w:val="00D60E8A"/>
    <w:rsid w:val="00D70EE0"/>
    <w:rsid w:val="00DB7C47"/>
    <w:rsid w:val="00DD0305"/>
    <w:rsid w:val="00DD322D"/>
    <w:rsid w:val="00DE2B0D"/>
    <w:rsid w:val="00DE48EF"/>
    <w:rsid w:val="00DE7187"/>
    <w:rsid w:val="00DF0505"/>
    <w:rsid w:val="00DF364D"/>
    <w:rsid w:val="00DF5276"/>
    <w:rsid w:val="00E00C42"/>
    <w:rsid w:val="00E1044C"/>
    <w:rsid w:val="00E11A13"/>
    <w:rsid w:val="00E27842"/>
    <w:rsid w:val="00E31AD9"/>
    <w:rsid w:val="00E32DE4"/>
    <w:rsid w:val="00E330CB"/>
    <w:rsid w:val="00E339A4"/>
    <w:rsid w:val="00E355B4"/>
    <w:rsid w:val="00E40EDE"/>
    <w:rsid w:val="00E44696"/>
    <w:rsid w:val="00E5770B"/>
    <w:rsid w:val="00E74F97"/>
    <w:rsid w:val="00EA4319"/>
    <w:rsid w:val="00EB29D1"/>
    <w:rsid w:val="00EB2A40"/>
    <w:rsid w:val="00EB712B"/>
    <w:rsid w:val="00EE0597"/>
    <w:rsid w:val="00EF1BD7"/>
    <w:rsid w:val="00F01F33"/>
    <w:rsid w:val="00F17D14"/>
    <w:rsid w:val="00F2630D"/>
    <w:rsid w:val="00F30378"/>
    <w:rsid w:val="00F369E4"/>
    <w:rsid w:val="00F60E8B"/>
    <w:rsid w:val="00F708C2"/>
    <w:rsid w:val="00FA0336"/>
    <w:rsid w:val="00FA0A43"/>
    <w:rsid w:val="00FA180E"/>
    <w:rsid w:val="00FB4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4B4F4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aliases w:val="Main heading,H1,Заголов,1,ch,Глава,(раздел),Раздел Договора,&quot;Алмаз&quot;,Head 1,Заголовок главы"/>
    <w:basedOn w:val="Normal"/>
    <w:next w:val="Normal"/>
    <w:link w:val="Heading1Char"/>
    <w:uiPriority w:val="99"/>
    <w:qFormat/>
    <w:rsid w:val="00263A2B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Heading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Normal"/>
    <w:next w:val="BodyTextIndent"/>
    <w:link w:val="Heading2Char"/>
    <w:uiPriority w:val="99"/>
    <w:qFormat/>
    <w:rsid w:val="00263A2B"/>
    <w:pPr>
      <w:keepNext/>
      <w:spacing w:before="120" w:after="120"/>
      <w:outlineLvl w:val="1"/>
    </w:pPr>
    <w:rPr>
      <w:rFonts w:ascii="Arial" w:hAnsi="Arial"/>
      <w:b/>
      <w:sz w:val="30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Main heading Char,H1 Char,Заголов Char,1 Char,ch Char,Глава Char,(раздел) Char,Раздел Договора Char,&quot;Алмаз&quot; Char,Head 1 Char,Заголовок главы Char"/>
    <w:basedOn w:val="DefaultParagraphFont"/>
    <w:link w:val="Heading1"/>
    <w:uiPriority w:val="99"/>
    <w:locked/>
    <w:rsid w:val="00263A2B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aliases w:val="Major Char,&quot;Изумруд&quot; Char,H2 Char,Заголовок 2 Знак Знак Знак Знак Знак Знак Знак Знак Знак Знак Знак Знак Char,Заголовок раздела Char,Заголовок для  раздела Char"/>
    <w:basedOn w:val="DefaultParagraphFont"/>
    <w:link w:val="Heading2"/>
    <w:uiPriority w:val="99"/>
    <w:locked/>
    <w:rsid w:val="00263A2B"/>
    <w:rPr>
      <w:rFonts w:ascii="Arial" w:hAnsi="Arial" w:cs="Times New Roman"/>
      <w:b/>
      <w:sz w:val="28"/>
      <w:szCs w:val="28"/>
    </w:rPr>
  </w:style>
  <w:style w:type="paragraph" w:styleId="NormalWeb">
    <w:name w:val="Normal (Web)"/>
    <w:basedOn w:val="Normal"/>
    <w:uiPriority w:val="99"/>
    <w:rsid w:val="00EE0597"/>
    <w:pPr>
      <w:spacing w:before="100" w:beforeAutospacing="1" w:after="100" w:afterAutospacing="1"/>
    </w:pPr>
  </w:style>
  <w:style w:type="paragraph" w:styleId="BodyText">
    <w:name w:val="Body Text"/>
    <w:aliases w:val="Основной текст1,Основной текст Знак Знак,bt"/>
    <w:basedOn w:val="Normal"/>
    <w:link w:val="BodyTextChar"/>
    <w:uiPriority w:val="99"/>
    <w:rsid w:val="004B4F4A"/>
    <w:pPr>
      <w:jc w:val="center"/>
    </w:pPr>
    <w:rPr>
      <w:sz w:val="28"/>
    </w:rPr>
  </w:style>
  <w:style w:type="character" w:customStyle="1" w:styleId="BodyTextChar">
    <w:name w:val="Body Text Char"/>
    <w:aliases w:val="Основной текст1 Char,Основной текст Знак Знак Char,bt Char"/>
    <w:basedOn w:val="DefaultParagraphFont"/>
    <w:link w:val="BodyText"/>
    <w:uiPriority w:val="99"/>
    <w:locked/>
    <w:rsid w:val="004B4F4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uiPriority w:val="99"/>
    <w:rsid w:val="004B4F4A"/>
    <w:rPr>
      <w:rFonts w:eastAsia="Times New Roman"/>
      <w:lang w:eastAsia="en-US"/>
    </w:rPr>
  </w:style>
  <w:style w:type="paragraph" w:customStyle="1" w:styleId="10">
    <w:name w:val="Абзац списка1"/>
    <w:basedOn w:val="Normal"/>
    <w:uiPriority w:val="99"/>
    <w:rsid w:val="004B4F4A"/>
    <w:pPr>
      <w:suppressAutoHyphens/>
      <w:ind w:left="720"/>
    </w:pPr>
    <w:rPr>
      <w:szCs w:val="20"/>
      <w:lang w:eastAsia="zh-CN"/>
    </w:rPr>
  </w:style>
  <w:style w:type="paragraph" w:styleId="NoSpacing">
    <w:name w:val="No Spacing"/>
    <w:uiPriority w:val="99"/>
    <w:qFormat/>
    <w:rsid w:val="00442A36"/>
    <w:rPr>
      <w:rFonts w:ascii="Times New Roman" w:hAnsi="Times New Roman" w:cs="Arial"/>
      <w:sz w:val="28"/>
      <w:szCs w:val="28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E2784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27842"/>
    <w:rPr>
      <w:rFonts w:ascii="Times New Roman" w:hAnsi="Times New Roman" w:cs="Times New Roman"/>
      <w:sz w:val="24"/>
      <w:szCs w:val="24"/>
      <w:lang w:eastAsia="ru-RU"/>
    </w:rPr>
  </w:style>
  <w:style w:type="paragraph" w:styleId="BodyText3">
    <w:name w:val="Body Text 3"/>
    <w:basedOn w:val="Normal"/>
    <w:link w:val="BodyText3Char"/>
    <w:uiPriority w:val="99"/>
    <w:rsid w:val="00E2784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27842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2">
    <w:name w:val="Без интервала2"/>
    <w:uiPriority w:val="99"/>
    <w:rsid w:val="00E27842"/>
    <w:rPr>
      <w:rFonts w:eastAsia="Times New Roman"/>
      <w:lang w:eastAsia="en-US"/>
    </w:rPr>
  </w:style>
  <w:style w:type="paragraph" w:customStyle="1" w:styleId="ConsPlusTitle">
    <w:name w:val="ConsPlusTitle"/>
    <w:uiPriority w:val="99"/>
    <w:rsid w:val="00E2784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styleId="Emphasis">
    <w:name w:val="Emphasis"/>
    <w:basedOn w:val="DefaultParagraphFont"/>
    <w:uiPriority w:val="99"/>
    <w:qFormat/>
    <w:rsid w:val="00E27842"/>
    <w:rPr>
      <w:rFonts w:cs="Times New Roman"/>
      <w:i/>
    </w:rPr>
  </w:style>
  <w:style w:type="paragraph" w:styleId="BlockText">
    <w:name w:val="Block Text"/>
    <w:basedOn w:val="Normal"/>
    <w:uiPriority w:val="99"/>
    <w:rsid w:val="00E27842"/>
    <w:pPr>
      <w:ind w:left="300" w:right="100"/>
      <w:jc w:val="both"/>
    </w:pPr>
    <w:rPr>
      <w:sz w:val="28"/>
      <w:szCs w:val="20"/>
    </w:rPr>
  </w:style>
  <w:style w:type="character" w:customStyle="1" w:styleId="apple-converted-space">
    <w:name w:val="apple-converted-space"/>
    <w:basedOn w:val="DefaultParagraphFont"/>
    <w:uiPriority w:val="99"/>
    <w:rsid w:val="00632453"/>
    <w:rPr>
      <w:rFonts w:cs="Times New Roman"/>
    </w:rPr>
  </w:style>
  <w:style w:type="paragraph" w:styleId="ListParagraph">
    <w:name w:val="List Paragraph"/>
    <w:basedOn w:val="Normal"/>
    <w:link w:val="ListParagraphChar"/>
    <w:uiPriority w:val="99"/>
    <w:qFormat/>
    <w:rsid w:val="00632453"/>
    <w:pPr>
      <w:ind w:left="720"/>
      <w:contextualSpacing/>
    </w:pPr>
    <w:rPr>
      <w:rFonts w:eastAsia="Calibri"/>
      <w:szCs w:val="20"/>
    </w:rPr>
  </w:style>
  <w:style w:type="character" w:styleId="Strong">
    <w:name w:val="Strong"/>
    <w:basedOn w:val="DefaultParagraphFont"/>
    <w:uiPriority w:val="99"/>
    <w:qFormat/>
    <w:rsid w:val="00632453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rsid w:val="00632453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4961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96101"/>
    <w:rPr>
      <w:rFonts w:ascii="Tahoma" w:hAnsi="Tahoma" w:cs="Tahoma"/>
      <w:sz w:val="16"/>
      <w:szCs w:val="16"/>
      <w:lang w:eastAsia="ru-RU"/>
    </w:rPr>
  </w:style>
  <w:style w:type="character" w:customStyle="1" w:styleId="ListParagraphChar">
    <w:name w:val="List Paragraph Char"/>
    <w:link w:val="ListParagraph"/>
    <w:uiPriority w:val="99"/>
    <w:locked/>
    <w:rsid w:val="00850A3C"/>
    <w:rPr>
      <w:rFonts w:ascii="Times New Roman" w:hAnsi="Times New Roman"/>
      <w:sz w:val="24"/>
      <w:lang w:eastAsia="ru-RU"/>
    </w:rPr>
  </w:style>
  <w:style w:type="table" w:styleId="TableGrid">
    <w:name w:val="Table Grid"/>
    <w:basedOn w:val="TableNormal"/>
    <w:uiPriority w:val="99"/>
    <w:rsid w:val="00A34D5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1044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1044C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E1044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1044C"/>
    <w:rPr>
      <w:rFonts w:ascii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uiPriority w:val="99"/>
    <w:rsid w:val="00263A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99"/>
    <w:qFormat/>
    <w:rsid w:val="00263A2B"/>
    <w:pPr>
      <w:outlineLvl w:val="9"/>
    </w:pPr>
    <w:rPr>
      <w:lang w:eastAsia="ru-RU"/>
    </w:rPr>
  </w:style>
  <w:style w:type="paragraph" w:styleId="TOC1">
    <w:name w:val="toc 1"/>
    <w:basedOn w:val="Normal"/>
    <w:next w:val="Normal"/>
    <w:autoRedefine/>
    <w:uiPriority w:val="99"/>
    <w:rsid w:val="00263A2B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OC2">
    <w:name w:val="toc 2"/>
    <w:basedOn w:val="Normal"/>
    <w:next w:val="Normal"/>
    <w:autoRedefine/>
    <w:uiPriority w:val="99"/>
    <w:rsid w:val="00263A2B"/>
    <w:pPr>
      <w:tabs>
        <w:tab w:val="left" w:pos="709"/>
        <w:tab w:val="right" w:leader="dot" w:pos="9627"/>
      </w:tabs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table" w:customStyle="1" w:styleId="20">
    <w:name w:val="Сетка таблицы2"/>
    <w:uiPriority w:val="99"/>
    <w:rsid w:val="00263A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263A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263A2B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rsid w:val="00263A2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263A2B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rsid w:val="00263A2B"/>
    <w:rPr>
      <w:rFonts w:cs="Times New Roman"/>
      <w:vertAlign w:val="superscript"/>
    </w:rPr>
  </w:style>
  <w:style w:type="table" w:customStyle="1" w:styleId="4">
    <w:name w:val="Сетка таблицы4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Heading1"/>
    <w:next w:val="Heading2"/>
    <w:uiPriority w:val="99"/>
    <w:rsid w:val="00263A2B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Title">
    <w:name w:val="Title"/>
    <w:basedOn w:val="Normal"/>
    <w:next w:val="Subtitle"/>
    <w:link w:val="TitleChar"/>
    <w:uiPriority w:val="99"/>
    <w:qFormat/>
    <w:rsid w:val="00263A2B"/>
    <w:pPr>
      <w:suppressAutoHyphens/>
      <w:jc w:val="center"/>
    </w:pPr>
    <w:rPr>
      <w:b/>
      <w:sz w:val="22"/>
      <w:szCs w:val="20"/>
      <w:u w:val="single"/>
      <w:lang w:eastAsia="ar-SA"/>
    </w:rPr>
  </w:style>
  <w:style w:type="character" w:customStyle="1" w:styleId="TitleChar">
    <w:name w:val="Title Char"/>
    <w:basedOn w:val="DefaultParagraphFont"/>
    <w:link w:val="Title"/>
    <w:uiPriority w:val="99"/>
    <w:locked/>
    <w:rsid w:val="00263A2B"/>
    <w:rPr>
      <w:rFonts w:ascii="Times New Roman" w:hAnsi="Times New Roman" w:cs="Times New Roman"/>
      <w:b/>
      <w:sz w:val="20"/>
      <w:szCs w:val="20"/>
      <w:u w:val="single"/>
      <w:lang w:eastAsia="ar-SA" w:bidi="ar-SA"/>
    </w:rPr>
  </w:style>
  <w:style w:type="paragraph" w:styleId="Subtitle">
    <w:name w:val="Subtitle"/>
    <w:basedOn w:val="Normal"/>
    <w:next w:val="Normal"/>
    <w:link w:val="SubtitleChar"/>
    <w:uiPriority w:val="99"/>
    <w:qFormat/>
    <w:rsid w:val="00263A2B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63A2B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0">
    <w:name w:val="Сетка таблицы11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uiPriority w:val="99"/>
    <w:rsid w:val="00263A2B"/>
    <w:pPr>
      <w:ind w:firstLine="567"/>
      <w:jc w:val="both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263A2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63A2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263A2B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en-US"/>
    </w:rPr>
  </w:style>
  <w:style w:type="character" w:customStyle="1" w:styleId="st">
    <w:name w:val="st"/>
    <w:basedOn w:val="DefaultParagraphFont"/>
    <w:uiPriority w:val="99"/>
    <w:rsid w:val="00263A2B"/>
    <w:rPr>
      <w:rFonts w:cs="Times New Roman"/>
    </w:rPr>
  </w:style>
  <w:style w:type="table" w:customStyle="1" w:styleId="12">
    <w:name w:val="Сетка таблицы12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Прижатый влево"/>
    <w:basedOn w:val="Normal"/>
    <w:next w:val="Normal"/>
    <w:uiPriority w:val="99"/>
    <w:rsid w:val="003B30CF"/>
    <w:pPr>
      <w:widowControl w:val="0"/>
      <w:autoSpaceDE w:val="0"/>
      <w:autoSpaceDN w:val="0"/>
      <w:adjustRightInd w:val="0"/>
    </w:pPr>
    <w:rPr>
      <w:rFonts w:ascii="Arial" w:eastAsia="Calibri" w:hAnsi="Arial"/>
    </w:rPr>
  </w:style>
  <w:style w:type="paragraph" w:customStyle="1" w:styleId="a0">
    <w:name w:val="Нормальный (таблица)"/>
    <w:basedOn w:val="Normal"/>
    <w:next w:val="Normal"/>
    <w:uiPriority w:val="99"/>
    <w:rsid w:val="003B30CF"/>
    <w:pPr>
      <w:widowControl w:val="0"/>
      <w:autoSpaceDE w:val="0"/>
      <w:autoSpaceDN w:val="0"/>
      <w:adjustRightInd w:val="0"/>
      <w:jc w:val="both"/>
    </w:pPr>
    <w:rPr>
      <w:rFonts w:ascii="Arial" w:eastAsia="Calibri" w:hAnsi="Arial"/>
    </w:rPr>
  </w:style>
  <w:style w:type="character" w:customStyle="1" w:styleId="a1">
    <w:name w:val="Гипертекстовая ссылка"/>
    <w:basedOn w:val="DefaultParagraphFont"/>
    <w:uiPriority w:val="99"/>
    <w:rsid w:val="00A4608F"/>
    <w:rPr>
      <w:rFonts w:cs="Times New Roman"/>
      <w:b/>
      <w:bCs/>
      <w:color w:val="106BBE"/>
    </w:rPr>
  </w:style>
  <w:style w:type="character" w:styleId="PageNumber">
    <w:name w:val="page number"/>
    <w:basedOn w:val="DefaultParagraphFont"/>
    <w:uiPriority w:val="99"/>
    <w:rsid w:val="00203CC1"/>
    <w:rPr>
      <w:rFonts w:cs="Times New Roman"/>
    </w:rPr>
  </w:style>
  <w:style w:type="paragraph" w:customStyle="1" w:styleId="14">
    <w:name w:val="Обычный + 14 пт"/>
    <w:aliases w:val="Серый 80%,По ширине,После:  0,75 пт,Узор: Нет (Белый)"/>
    <w:basedOn w:val="Normal"/>
    <w:uiPriority w:val="99"/>
    <w:rsid w:val="00203CC1"/>
    <w:pPr>
      <w:widowControl w:val="0"/>
      <w:shd w:val="clear" w:color="auto" w:fill="FFFFFF"/>
      <w:autoSpaceDE w:val="0"/>
      <w:autoSpaceDN w:val="0"/>
      <w:adjustRightInd w:val="0"/>
      <w:spacing w:after="15"/>
      <w:jc w:val="both"/>
    </w:pPr>
    <w:rPr>
      <w:rFonts w:eastAsia="Calibri"/>
      <w:color w:val="333333"/>
      <w:sz w:val="28"/>
      <w:szCs w:val="28"/>
    </w:rPr>
  </w:style>
  <w:style w:type="paragraph" w:customStyle="1" w:styleId="Default">
    <w:name w:val="Default"/>
    <w:uiPriority w:val="99"/>
    <w:rsid w:val="0042508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416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16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16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16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16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41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416090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943416091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943416093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</w:divsChild>
        </w:div>
      </w:divsChild>
    </w:div>
    <w:div w:id="943416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16DK7O" TargetMode="Externa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1C534AC1618B38338B7138DDEB14344F59B417381706259B468524054C32ECBB30FCA5546109B5D4A4FB36DK7O" TargetMode="External"/><Relationship Id="rId12" Type="http://schemas.openxmlformats.org/officeDocument/2006/relationships/image" Target="media/image1.pn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1C534AC1618B38338B7138DDEB14344F59B417381706259B468524054C32ECBB30FCA5546109B5D4A4FBD6DK2O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1C534AC1618B38338B7138DDEB14344F59B417381706259B468524054C32ECBB30FCA5546109B5D4A4FB16DK3O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606</TotalTime>
  <Pages>7</Pages>
  <Words>896</Words>
  <Characters>5109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Evdokimova Irina Alekseevna</dc:creator>
  <cp:keywords/>
  <dc:description/>
  <cp:lastModifiedBy>1</cp:lastModifiedBy>
  <cp:revision>57</cp:revision>
  <cp:lastPrinted>2014-09-16T06:37:00Z</cp:lastPrinted>
  <dcterms:created xsi:type="dcterms:W3CDTF">2014-09-16T06:37:00Z</dcterms:created>
  <dcterms:modified xsi:type="dcterms:W3CDTF">2016-03-14T08:53:00Z</dcterms:modified>
</cp:coreProperties>
</file>