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C4D" w:rsidRPr="001E4551" w:rsidRDefault="00331C4D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331C4D" w:rsidRPr="001E4551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331C4D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331C4D" w:rsidRPr="001E4551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331C4D" w:rsidRPr="001E4551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331C4D" w:rsidRDefault="00331C4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331C4D" w:rsidRPr="00587E76" w:rsidRDefault="00331C4D" w:rsidP="00587E76">
      <w:pPr>
        <w:jc w:val="center"/>
        <w:rPr>
          <w:sz w:val="28"/>
          <w:szCs w:val="28"/>
        </w:rPr>
      </w:pPr>
    </w:p>
    <w:p w:rsidR="00331C4D" w:rsidRPr="006E4ED9" w:rsidRDefault="00331C4D" w:rsidP="00263A2B"/>
    <w:p w:rsidR="00331C4D" w:rsidRPr="005A38DA" w:rsidRDefault="00331C4D" w:rsidP="004E44F9">
      <w:pPr>
        <w:jc w:val="center"/>
        <w:rPr>
          <w:b/>
          <w:sz w:val="28"/>
          <w:szCs w:val="28"/>
        </w:rPr>
      </w:pPr>
      <w:hyperlink r:id="rId7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>
        <w:rPr>
          <w:b/>
          <w:sz w:val="28"/>
          <w:szCs w:val="28"/>
        </w:rPr>
        <w:t xml:space="preserve"> </w:t>
      </w:r>
      <w:r w:rsidRPr="005A38D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Формирование доступной среды жизнедеятельности для инвалидов» в Старотитаровском</w:t>
      </w:r>
      <w:r w:rsidRPr="005A38DA">
        <w:rPr>
          <w:b/>
          <w:sz w:val="28"/>
          <w:szCs w:val="28"/>
        </w:rPr>
        <w:t xml:space="preserve"> сельско</w:t>
      </w:r>
      <w:r>
        <w:rPr>
          <w:b/>
          <w:sz w:val="28"/>
          <w:szCs w:val="28"/>
        </w:rPr>
        <w:t>м</w:t>
      </w:r>
      <w:r w:rsidRPr="005A38DA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 xml:space="preserve">и </w:t>
      </w:r>
      <w:r w:rsidRPr="005A38DA">
        <w:rPr>
          <w:b/>
          <w:sz w:val="28"/>
          <w:szCs w:val="28"/>
        </w:rPr>
        <w:t>Темрюкского района»</w:t>
      </w:r>
      <w:r w:rsidRPr="005A38DA">
        <w:rPr>
          <w:b/>
          <w:bCs/>
          <w:sz w:val="28"/>
          <w:szCs w:val="28"/>
        </w:rPr>
        <w:t xml:space="preserve"> на 2015 год.</w:t>
      </w:r>
    </w:p>
    <w:p w:rsidR="00331C4D" w:rsidRPr="00587E76" w:rsidRDefault="00331C4D" w:rsidP="00587E76">
      <w:pPr>
        <w:jc w:val="center"/>
        <w:rPr>
          <w:b/>
          <w:sz w:val="28"/>
          <w:szCs w:val="28"/>
        </w:rPr>
      </w:pPr>
    </w:p>
    <w:p w:rsidR="00331C4D" w:rsidRPr="006E4ED9" w:rsidRDefault="00331C4D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5"/>
        <w:gridCol w:w="2824"/>
        <w:gridCol w:w="1000"/>
        <w:gridCol w:w="1756"/>
        <w:gridCol w:w="1240"/>
        <w:gridCol w:w="1240"/>
        <w:gridCol w:w="1660"/>
        <w:gridCol w:w="3266"/>
      </w:tblGrid>
      <w:tr w:rsidR="00331C4D" w:rsidRPr="00AF5C5E" w:rsidTr="009A1D63">
        <w:trPr>
          <w:trHeight w:val="20"/>
        </w:trPr>
        <w:tc>
          <w:tcPr>
            <w:tcW w:w="735" w:type="dxa"/>
            <w:vMerge w:val="restart"/>
            <w:vAlign w:val="center"/>
          </w:tcPr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2824" w:type="dxa"/>
            <w:vMerge w:val="restart"/>
            <w:vAlign w:val="center"/>
          </w:tcPr>
          <w:p w:rsidR="00331C4D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  <w:p w:rsidR="00331C4D" w:rsidRDefault="00331C4D" w:rsidP="005A38DA"/>
          <w:p w:rsidR="00331C4D" w:rsidRPr="005A38DA" w:rsidRDefault="00331C4D" w:rsidP="005A38DA"/>
        </w:tc>
        <w:tc>
          <w:tcPr>
            <w:tcW w:w="1000" w:type="dxa"/>
            <w:vMerge w:val="restart"/>
            <w:vAlign w:val="center"/>
          </w:tcPr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31C4D" w:rsidRPr="006E4ED9" w:rsidTr="009A1D63">
        <w:trPr>
          <w:trHeight w:val="1230"/>
        </w:trPr>
        <w:tc>
          <w:tcPr>
            <w:tcW w:w="735" w:type="dxa"/>
            <w:vMerge/>
            <w:vAlign w:val="center"/>
          </w:tcPr>
          <w:p w:rsidR="00331C4D" w:rsidRPr="006E4ED9" w:rsidRDefault="00331C4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824" w:type="dxa"/>
            <w:vMerge/>
            <w:vAlign w:val="center"/>
          </w:tcPr>
          <w:p w:rsidR="00331C4D" w:rsidRPr="006E4ED9" w:rsidRDefault="00331C4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331C4D" w:rsidRPr="006E4ED9" w:rsidRDefault="00331C4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331C4D" w:rsidRPr="007D0A21" w:rsidRDefault="00331C4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331C4D" w:rsidRPr="007D0A21" w:rsidRDefault="00331C4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331C4D" w:rsidRPr="006E4ED9" w:rsidRDefault="00331C4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331C4D" w:rsidRPr="006E4ED9" w:rsidRDefault="00331C4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331C4D" w:rsidRPr="006E4ED9" w:rsidRDefault="00331C4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331C4D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7"/>
            <w:noWrap/>
            <w:vAlign w:val="center"/>
          </w:tcPr>
          <w:p w:rsidR="00331C4D" w:rsidRPr="005A38DA" w:rsidRDefault="00331C4D" w:rsidP="005A38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 «Формирование доступной среды жизнедеятельности для инвалидов» в Старотитаровском</w:t>
            </w:r>
            <w:r w:rsidRPr="005A38DA">
              <w:rPr>
                <w:b/>
                <w:sz w:val="28"/>
                <w:szCs w:val="28"/>
              </w:rPr>
              <w:t xml:space="preserve"> сельско</w:t>
            </w:r>
            <w:r>
              <w:rPr>
                <w:b/>
                <w:sz w:val="28"/>
                <w:szCs w:val="28"/>
              </w:rPr>
              <w:t>м</w:t>
            </w:r>
            <w:r w:rsidRPr="005A38DA">
              <w:rPr>
                <w:b/>
                <w:sz w:val="28"/>
                <w:szCs w:val="28"/>
              </w:rPr>
              <w:t xml:space="preserve"> поселени</w:t>
            </w:r>
            <w:r>
              <w:rPr>
                <w:b/>
                <w:sz w:val="28"/>
                <w:szCs w:val="28"/>
              </w:rPr>
              <w:t>и Темрюкского района</w:t>
            </w:r>
            <w:r w:rsidRPr="005A38DA">
              <w:rPr>
                <w:b/>
                <w:bCs/>
                <w:sz w:val="28"/>
                <w:szCs w:val="28"/>
              </w:rPr>
              <w:t xml:space="preserve"> на 2015 год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331C4D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2824" w:type="dxa"/>
            <w:vAlign w:val="center"/>
          </w:tcPr>
          <w:p w:rsidR="00331C4D" w:rsidRPr="00AF5C5E" w:rsidRDefault="00331C4D" w:rsidP="00263A2B">
            <w:pPr>
              <w:spacing w:before="40"/>
              <w:rPr>
                <w:color w:val="000000"/>
              </w:rPr>
            </w:pPr>
            <w:r>
              <w:t>Оборудование пандуса в здании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</w:t>
            </w:r>
          </w:p>
        </w:tc>
        <w:tc>
          <w:tcPr>
            <w:tcW w:w="1000" w:type="dxa"/>
            <w:noWrap/>
          </w:tcPr>
          <w:p w:rsidR="00331C4D" w:rsidRPr="00B73C78" w:rsidRDefault="00331C4D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bottom"/>
          </w:tcPr>
          <w:p w:rsidR="00331C4D" w:rsidRPr="00AF5C5E" w:rsidRDefault="00331C4D" w:rsidP="003B30CF">
            <w:pPr>
              <w:spacing w:before="40"/>
              <w:jc w:val="center"/>
              <w:rPr>
                <w:color w:val="000000"/>
              </w:rPr>
            </w:pPr>
          </w:p>
          <w:p w:rsidR="00331C4D" w:rsidRPr="00AF5C5E" w:rsidRDefault="00331C4D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bottom"/>
          </w:tcPr>
          <w:p w:rsidR="00331C4D" w:rsidRPr="00AF5C5E" w:rsidRDefault="00331C4D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31C4D" w:rsidRPr="00AF5C5E" w:rsidRDefault="00331C4D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31C4D" w:rsidRPr="00AF5C5E" w:rsidRDefault="00331C4D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31C4D" w:rsidRPr="00AF5C5E" w:rsidRDefault="00331C4D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331C4D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2824" w:type="dxa"/>
          </w:tcPr>
          <w:p w:rsidR="00331C4D" w:rsidRPr="00B73C78" w:rsidRDefault="00331C4D" w:rsidP="002C0E6C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Оборудование пандуса в здании муниципального бюджетного учреждения «Культурно-социальный центр Старотитаровского сельского поселения Темрюкского района»</w:t>
            </w:r>
          </w:p>
        </w:tc>
        <w:tc>
          <w:tcPr>
            <w:tcW w:w="1000" w:type="dxa"/>
            <w:noWrap/>
          </w:tcPr>
          <w:p w:rsidR="00331C4D" w:rsidRPr="00B73C78" w:rsidRDefault="00331C4D" w:rsidP="002C0E6C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331C4D" w:rsidRPr="00AF5C5E" w:rsidRDefault="00331C4D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331C4D" w:rsidRPr="00AF5C5E" w:rsidRDefault="00331C4D" w:rsidP="003B30C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331C4D" w:rsidRPr="00AF5C5E" w:rsidRDefault="00331C4D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331C4D" w:rsidRPr="00AF5C5E" w:rsidRDefault="00331C4D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31C4D" w:rsidRPr="00AF5C5E" w:rsidRDefault="00331C4D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31C4D" w:rsidRPr="00AF5C5E" w:rsidRDefault="00331C4D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331C4D" w:rsidRPr="006E4ED9" w:rsidRDefault="00331C4D" w:rsidP="00263A2B">
      <w:pPr>
        <w:rPr>
          <w:b/>
        </w:rPr>
        <w:sectPr w:rsidR="00331C4D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331C4D" w:rsidRPr="001E4551" w:rsidRDefault="00331C4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331C4D" w:rsidRPr="001E4551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331C4D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331C4D" w:rsidRPr="001E4551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331C4D" w:rsidRPr="001E4551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331C4D" w:rsidRDefault="00331C4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331C4D" w:rsidRPr="00587E76" w:rsidRDefault="00331C4D" w:rsidP="00587E76">
      <w:pPr>
        <w:jc w:val="center"/>
        <w:rPr>
          <w:sz w:val="28"/>
          <w:szCs w:val="28"/>
        </w:rPr>
      </w:pPr>
    </w:p>
    <w:p w:rsidR="00331C4D" w:rsidRDefault="00331C4D" w:rsidP="00263A2B">
      <w:pPr>
        <w:rPr>
          <w:b/>
        </w:rPr>
      </w:pPr>
    </w:p>
    <w:p w:rsidR="00331C4D" w:rsidRDefault="00331C4D" w:rsidP="00263A2B">
      <w:pPr>
        <w:rPr>
          <w:b/>
          <w:sz w:val="28"/>
          <w:szCs w:val="28"/>
        </w:rPr>
      </w:pPr>
    </w:p>
    <w:p w:rsidR="00331C4D" w:rsidRPr="003F65B7" w:rsidRDefault="00331C4D" w:rsidP="00E6492E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</w:t>
      </w:r>
      <w:r w:rsidRPr="005A38D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Формирование доступной среды жизнедеятельности для инвалидов» в Старотитаровском сельском поселении Темрюкского района на 2015 год</w:t>
      </w:r>
    </w:p>
    <w:p w:rsidR="00331C4D" w:rsidRPr="00587E76" w:rsidRDefault="00331C4D" w:rsidP="00E6492E">
      <w:pPr>
        <w:jc w:val="center"/>
        <w:rPr>
          <w:b/>
          <w:sz w:val="28"/>
          <w:szCs w:val="28"/>
        </w:rPr>
      </w:pPr>
    </w:p>
    <w:p w:rsidR="00331C4D" w:rsidRPr="006E4ED9" w:rsidRDefault="00331C4D" w:rsidP="00E6492E">
      <w:pPr>
        <w:jc w:val="center"/>
      </w:pPr>
    </w:p>
    <w:tbl>
      <w:tblPr>
        <w:tblW w:w="1483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260"/>
        <w:gridCol w:w="2700"/>
        <w:gridCol w:w="3060"/>
        <w:gridCol w:w="1136"/>
      </w:tblGrid>
      <w:tr w:rsidR="00331C4D" w:rsidRPr="00AF5C5E" w:rsidTr="00690241">
        <w:trPr>
          <w:trHeight w:val="276"/>
        </w:trPr>
        <w:tc>
          <w:tcPr>
            <w:tcW w:w="2992" w:type="dxa"/>
            <w:vMerge w:val="restart"/>
            <w:vAlign w:val="center"/>
          </w:tcPr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3060" w:type="dxa"/>
            <w:vMerge w:val="restart"/>
            <w:vAlign w:val="center"/>
          </w:tcPr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136" w:type="dxa"/>
            <w:vMerge w:val="restart"/>
            <w:vAlign w:val="center"/>
          </w:tcPr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</w:t>
            </w:r>
            <w:r>
              <w:rPr>
                <w:color w:val="000000"/>
              </w:rPr>
              <w:t>кшие в ходе реализации мероприя</w:t>
            </w:r>
            <w:r w:rsidRPr="00AF5C5E">
              <w:rPr>
                <w:color w:val="000000"/>
              </w:rPr>
              <w:t>тия</w:t>
            </w:r>
            <w:r>
              <w:rPr>
                <w:color w:val="000000"/>
              </w:rPr>
              <w:t>х</w:t>
            </w:r>
          </w:p>
        </w:tc>
      </w:tr>
      <w:tr w:rsidR="00331C4D" w:rsidRPr="00AF5C5E" w:rsidTr="00690241">
        <w:trPr>
          <w:trHeight w:val="1520"/>
        </w:trPr>
        <w:tc>
          <w:tcPr>
            <w:tcW w:w="2992" w:type="dxa"/>
            <w:vMerge/>
            <w:tcBorders>
              <w:bottom w:val="single" w:sz="4" w:space="0" w:color="auto"/>
            </w:tcBorders>
            <w:vAlign w:val="center"/>
          </w:tcPr>
          <w:p w:rsidR="00331C4D" w:rsidRPr="00AF5C5E" w:rsidRDefault="00331C4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tcBorders>
              <w:bottom w:val="single" w:sz="4" w:space="0" w:color="auto"/>
            </w:tcBorders>
            <w:vAlign w:val="center"/>
          </w:tcPr>
          <w:p w:rsidR="00331C4D" w:rsidRPr="00AF5C5E" w:rsidRDefault="00331C4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vAlign w:val="center"/>
          </w:tcPr>
          <w:p w:rsidR="00331C4D" w:rsidRPr="00AF5C5E" w:rsidRDefault="00331C4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331C4D" w:rsidRPr="00AF5C5E" w:rsidRDefault="00331C4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331C4D" w:rsidRPr="00AF5C5E" w:rsidRDefault="00331C4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331C4D" w:rsidRPr="00AF5C5E" w:rsidRDefault="00331C4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vAlign w:val="center"/>
          </w:tcPr>
          <w:p w:rsidR="00331C4D" w:rsidRPr="00AF5C5E" w:rsidRDefault="00331C4D" w:rsidP="00263A2B">
            <w:pPr>
              <w:spacing w:before="40"/>
              <w:rPr>
                <w:color w:val="000000"/>
              </w:rPr>
            </w:pPr>
          </w:p>
        </w:tc>
      </w:tr>
      <w:tr w:rsidR="00331C4D" w:rsidRPr="00AF5C5E" w:rsidTr="00690241">
        <w:trPr>
          <w:trHeight w:val="20"/>
        </w:trPr>
        <w:tc>
          <w:tcPr>
            <w:tcW w:w="2992" w:type="dxa"/>
            <w:noWrap/>
          </w:tcPr>
          <w:p w:rsidR="00331C4D" w:rsidRPr="008A369A" w:rsidRDefault="00331C4D" w:rsidP="002C0E6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доступной  среды жизнедеятельности инвалидов</w:t>
            </w:r>
          </w:p>
        </w:tc>
        <w:tc>
          <w:tcPr>
            <w:tcW w:w="2516" w:type="dxa"/>
            <w:noWrap/>
            <w:vAlign w:val="bottom"/>
          </w:tcPr>
          <w:p w:rsidR="00331C4D" w:rsidRDefault="00331C4D" w:rsidP="00685BEF">
            <w:pPr>
              <w:pStyle w:val="BodyText2"/>
              <w:ind w:firstLine="0"/>
            </w:pPr>
            <w:r>
              <w:t>заместителя главы Старотитаровского сельского поселения Темрюкского района</w:t>
            </w:r>
          </w:p>
          <w:p w:rsidR="00331C4D" w:rsidRDefault="00331C4D" w:rsidP="00685BEF">
            <w:pPr>
              <w:pStyle w:val="BodyText2"/>
              <w:ind w:firstLine="0"/>
            </w:pPr>
          </w:p>
          <w:p w:rsidR="00331C4D" w:rsidRPr="0042508C" w:rsidRDefault="00331C4D" w:rsidP="00685BEF">
            <w:pPr>
              <w:pStyle w:val="BodyText2"/>
              <w:ind w:firstLine="0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331C4D" w:rsidRDefault="00331C4D" w:rsidP="00685BEF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331C4D" w:rsidRDefault="00331C4D" w:rsidP="00685BEF">
            <w:pPr>
              <w:spacing w:before="40"/>
              <w:rPr>
                <w:color w:val="000000"/>
              </w:rPr>
            </w:pPr>
          </w:p>
          <w:p w:rsidR="00331C4D" w:rsidRDefault="00331C4D" w:rsidP="00685BEF">
            <w:pPr>
              <w:spacing w:before="40"/>
              <w:rPr>
                <w:color w:val="000000"/>
              </w:rPr>
            </w:pPr>
          </w:p>
          <w:p w:rsidR="00331C4D" w:rsidRPr="00AF5C5E" w:rsidRDefault="00331C4D" w:rsidP="00685BEF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noWrap/>
            <w:vAlign w:val="bottom"/>
          </w:tcPr>
          <w:p w:rsidR="00331C4D" w:rsidRDefault="00331C4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331C4D" w:rsidRDefault="00331C4D" w:rsidP="00263A2B">
            <w:pPr>
              <w:spacing w:before="40"/>
              <w:jc w:val="center"/>
              <w:rPr>
                <w:color w:val="000000"/>
              </w:rPr>
            </w:pPr>
          </w:p>
          <w:p w:rsidR="00331C4D" w:rsidRPr="000C32F2" w:rsidRDefault="00331C4D" w:rsidP="00263A2B">
            <w:pPr>
              <w:spacing w:before="40"/>
              <w:jc w:val="center"/>
              <w:rPr>
                <w:color w:val="000000"/>
              </w:rPr>
            </w:pPr>
          </w:p>
          <w:p w:rsidR="00331C4D" w:rsidRDefault="00331C4D" w:rsidP="00263A2B">
            <w:pPr>
              <w:spacing w:before="40"/>
              <w:jc w:val="center"/>
              <w:rPr>
                <w:color w:val="000000"/>
              </w:rPr>
            </w:pPr>
          </w:p>
          <w:p w:rsidR="00331C4D" w:rsidRPr="00AF5C5E" w:rsidRDefault="00331C4D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00" w:type="dxa"/>
            <w:noWrap/>
          </w:tcPr>
          <w:p w:rsidR="00331C4D" w:rsidRDefault="00331C4D" w:rsidP="00685BEF">
            <w:r>
              <w:t>Оборудование пандуса в здании муниципального бюджетного учреждения  «Физкультурно-оздоровительный спортивный клуб «Виктория» Старотитаровского сельского поселения Темрюкского района;</w:t>
            </w:r>
          </w:p>
          <w:p w:rsidR="00331C4D" w:rsidRPr="00685BEF" w:rsidRDefault="00331C4D" w:rsidP="00685BEF">
            <w:r>
              <w:t>Оборудование пандуса в здании муниципального бюджетного учреждения «Культурно-социальный центр Старотитаровского сельского поселения Темрюкского района»</w:t>
            </w:r>
          </w:p>
        </w:tc>
        <w:tc>
          <w:tcPr>
            <w:tcW w:w="3060" w:type="dxa"/>
            <w:noWrap/>
          </w:tcPr>
          <w:p w:rsidR="00331C4D" w:rsidRDefault="00331C4D" w:rsidP="00690241">
            <w:pPr>
              <w:pStyle w:val="a0"/>
              <w:ind w:right="958"/>
              <w:rPr>
                <w:rFonts w:ascii="Times New Roman" w:hAnsi="Times New Roman"/>
              </w:rPr>
            </w:pPr>
            <w:r w:rsidRPr="002C569E">
              <w:rPr>
                <w:rFonts w:ascii="Times New Roman" w:hAnsi="Times New Roman"/>
              </w:rPr>
              <w:t>Оборудование пандуса в здании муниципального бюджетного учреждения  «Физкультурно-оздоровительный спортивный клуб «Виктория» Старотитаровского сельского</w:t>
            </w:r>
            <w:r>
              <w:t xml:space="preserve"> </w:t>
            </w:r>
            <w:r w:rsidRPr="002C569E">
              <w:rPr>
                <w:rFonts w:ascii="Times New Roman" w:hAnsi="Times New Roman"/>
              </w:rPr>
              <w:t>поселения Темрюкского района</w:t>
            </w:r>
            <w:r>
              <w:rPr>
                <w:rFonts w:ascii="Times New Roman" w:hAnsi="Times New Roman"/>
              </w:rPr>
              <w:t>;</w:t>
            </w:r>
          </w:p>
          <w:p w:rsidR="00331C4D" w:rsidRPr="00690241" w:rsidRDefault="00331C4D" w:rsidP="00690241">
            <w:r>
              <w:t>Оборудование пандуса в здании муниципального бюджетного учреждения «Культурно-социальный центр Старотитаровского сельского поселения Темрюкского района</w:t>
            </w:r>
          </w:p>
        </w:tc>
        <w:tc>
          <w:tcPr>
            <w:tcW w:w="1136" w:type="dxa"/>
            <w:noWrap/>
            <w:vAlign w:val="bottom"/>
          </w:tcPr>
          <w:p w:rsidR="00331C4D" w:rsidRPr="00AF5C5E" w:rsidRDefault="00331C4D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331C4D" w:rsidRPr="006E4ED9" w:rsidRDefault="00331C4D" w:rsidP="00263A2B">
      <w:pPr>
        <w:sectPr w:rsidR="00331C4D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331C4D" w:rsidRPr="001E4551" w:rsidRDefault="00331C4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331C4D" w:rsidRPr="001E4551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331C4D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331C4D" w:rsidRPr="001E4551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331C4D" w:rsidRPr="001E4551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331C4D" w:rsidRDefault="00331C4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331C4D" w:rsidRPr="00587E76" w:rsidRDefault="00331C4D" w:rsidP="00587E76">
      <w:pPr>
        <w:jc w:val="center"/>
        <w:rPr>
          <w:b/>
          <w:sz w:val="28"/>
          <w:szCs w:val="28"/>
        </w:rPr>
      </w:pPr>
    </w:p>
    <w:p w:rsidR="00331C4D" w:rsidRPr="00587E76" w:rsidRDefault="00331C4D" w:rsidP="00587E76">
      <w:pPr>
        <w:jc w:val="center"/>
        <w:rPr>
          <w:b/>
        </w:rPr>
      </w:pPr>
    </w:p>
    <w:p w:rsidR="00331C4D" w:rsidRPr="003F65B7" w:rsidRDefault="00331C4D" w:rsidP="0042508C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>
        <w:rPr>
          <w:b/>
          <w:sz w:val="28"/>
          <w:szCs w:val="28"/>
        </w:rPr>
        <w:t xml:space="preserve">«Формирование доступной среды жизнедеятельности для инвалидов </w:t>
      </w:r>
      <w:r w:rsidRPr="00033748">
        <w:rPr>
          <w:b/>
          <w:bCs/>
          <w:sz w:val="28"/>
          <w:szCs w:val="28"/>
        </w:rPr>
        <w:t>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на 2015 год</w:t>
      </w:r>
    </w:p>
    <w:p w:rsidR="00331C4D" w:rsidRPr="00587E76" w:rsidRDefault="00331C4D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331C4D" w:rsidRDefault="00331C4D" w:rsidP="00263A2B">
      <w:pPr>
        <w:rPr>
          <w:sz w:val="28"/>
          <w:szCs w:val="28"/>
        </w:rPr>
      </w:pPr>
    </w:p>
    <w:p w:rsidR="00331C4D" w:rsidRPr="00286F40" w:rsidRDefault="00331C4D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331C4D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331C4D" w:rsidRPr="00286F40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331C4D" w:rsidRPr="00286F40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331C4D" w:rsidRPr="00286F40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331C4D" w:rsidRPr="00286F40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331C4D" w:rsidRPr="00286F40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331C4D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331C4D" w:rsidRPr="00286F40" w:rsidRDefault="00331C4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331C4D" w:rsidRPr="00286F40" w:rsidRDefault="00331C4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331C4D" w:rsidRPr="00286F40" w:rsidRDefault="00331C4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331C4D" w:rsidRPr="00286F40" w:rsidRDefault="00331C4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331C4D" w:rsidRPr="00286F40" w:rsidRDefault="00331C4D" w:rsidP="00263A2B">
            <w:pPr>
              <w:spacing w:before="40"/>
              <w:rPr>
                <w:color w:val="000000"/>
              </w:rPr>
            </w:pPr>
          </w:p>
        </w:tc>
      </w:tr>
      <w:tr w:rsidR="00331C4D" w:rsidRPr="00286F40" w:rsidTr="002017EC">
        <w:trPr>
          <w:trHeight w:val="497"/>
        </w:trPr>
        <w:tc>
          <w:tcPr>
            <w:tcW w:w="3233" w:type="dxa"/>
            <w:vMerge w:val="restart"/>
            <w:vAlign w:val="center"/>
          </w:tcPr>
          <w:p w:rsidR="00331C4D" w:rsidRPr="00690241" w:rsidRDefault="00331C4D" w:rsidP="00F97391">
            <w:pPr>
              <w:spacing w:before="40"/>
              <w:jc w:val="center"/>
            </w:pPr>
            <w:r>
              <w:rPr>
                <w:b/>
              </w:rPr>
              <w:t xml:space="preserve">МП </w:t>
            </w:r>
            <w:r w:rsidRPr="00690241">
              <w:rPr>
                <w:b/>
              </w:rPr>
              <w:t xml:space="preserve">«Формирование доступной среды жизнедеятельности для инвалидов </w:t>
            </w:r>
            <w:r w:rsidRPr="00690241">
              <w:rPr>
                <w:b/>
                <w:bCs/>
              </w:rPr>
              <w:t>в Старотитаровском сельском поселении</w:t>
            </w:r>
            <w:r w:rsidRPr="00690241">
              <w:rPr>
                <w:b/>
              </w:rPr>
              <w:t xml:space="preserve"> </w:t>
            </w:r>
            <w:r w:rsidRPr="00690241">
              <w:rPr>
                <w:b/>
                <w:bCs/>
              </w:rPr>
              <w:t>Темрюкского района</w:t>
            </w:r>
            <w:r w:rsidRPr="00690241">
              <w:rPr>
                <w:b/>
              </w:rPr>
              <w:t>» на 2015 год</w:t>
            </w:r>
          </w:p>
          <w:p w:rsidR="00331C4D" w:rsidRPr="00286F40" w:rsidRDefault="00331C4D" w:rsidP="00F973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31C4D" w:rsidRPr="00286F40" w:rsidRDefault="00331C4D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331C4D" w:rsidRPr="00FA0A43" w:rsidRDefault="00331C4D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10,0</w:t>
            </w:r>
          </w:p>
        </w:tc>
        <w:tc>
          <w:tcPr>
            <w:tcW w:w="1548" w:type="dxa"/>
            <w:noWrap/>
            <w:vAlign w:val="bottom"/>
          </w:tcPr>
          <w:p w:rsidR="00331C4D" w:rsidRPr="00FA0A43" w:rsidRDefault="00331C4D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10,0</w:t>
            </w:r>
          </w:p>
        </w:tc>
        <w:tc>
          <w:tcPr>
            <w:tcW w:w="1540" w:type="dxa"/>
            <w:noWrap/>
            <w:vAlign w:val="bottom"/>
          </w:tcPr>
          <w:p w:rsidR="00331C4D" w:rsidRPr="00FA0A43" w:rsidRDefault="00331C4D" w:rsidP="00263A2B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331C4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331C4D" w:rsidRPr="00286F40" w:rsidRDefault="00331C4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31C4D" w:rsidRPr="00286F40" w:rsidRDefault="00331C4D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331C4D" w:rsidRPr="00286F40" w:rsidRDefault="00331C4D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10,0</w:t>
            </w:r>
          </w:p>
        </w:tc>
        <w:tc>
          <w:tcPr>
            <w:tcW w:w="1548" w:type="dxa"/>
            <w:noWrap/>
            <w:vAlign w:val="bottom"/>
          </w:tcPr>
          <w:p w:rsidR="00331C4D" w:rsidRPr="00286F40" w:rsidRDefault="00331C4D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10,0</w:t>
            </w:r>
          </w:p>
        </w:tc>
        <w:tc>
          <w:tcPr>
            <w:tcW w:w="1540" w:type="dxa"/>
            <w:noWrap/>
            <w:vAlign w:val="bottom"/>
          </w:tcPr>
          <w:p w:rsidR="00331C4D" w:rsidRPr="00286F40" w:rsidRDefault="00331C4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331C4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331C4D" w:rsidRPr="00286F40" w:rsidRDefault="00331C4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31C4D" w:rsidRPr="00286F40" w:rsidRDefault="00331C4D" w:rsidP="00980B3E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331C4D" w:rsidRPr="00286F40" w:rsidRDefault="00331C4D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331C4D" w:rsidRPr="00286F40" w:rsidRDefault="00331C4D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31C4D" w:rsidRPr="00286F40" w:rsidRDefault="00331C4D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331C4D" w:rsidRPr="00286F40" w:rsidTr="00F97391">
        <w:trPr>
          <w:trHeight w:val="20"/>
        </w:trPr>
        <w:tc>
          <w:tcPr>
            <w:tcW w:w="3233" w:type="dxa"/>
            <w:vMerge/>
            <w:tcBorders>
              <w:bottom w:val="single" w:sz="4" w:space="0" w:color="auto"/>
            </w:tcBorders>
            <w:vAlign w:val="center"/>
          </w:tcPr>
          <w:p w:rsidR="00331C4D" w:rsidRPr="00286F40" w:rsidRDefault="00331C4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31C4D" w:rsidRPr="00286F40" w:rsidRDefault="00331C4D" w:rsidP="00980B3E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331C4D" w:rsidRPr="00286F40" w:rsidRDefault="00331C4D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10,0</w:t>
            </w:r>
          </w:p>
        </w:tc>
        <w:tc>
          <w:tcPr>
            <w:tcW w:w="1548" w:type="dxa"/>
            <w:noWrap/>
            <w:vAlign w:val="bottom"/>
          </w:tcPr>
          <w:p w:rsidR="00331C4D" w:rsidRPr="00286F40" w:rsidRDefault="00331C4D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10,0</w:t>
            </w:r>
          </w:p>
        </w:tc>
        <w:tc>
          <w:tcPr>
            <w:tcW w:w="1540" w:type="dxa"/>
            <w:noWrap/>
            <w:vAlign w:val="bottom"/>
          </w:tcPr>
          <w:p w:rsidR="00331C4D" w:rsidRPr="00286F40" w:rsidRDefault="00331C4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</w:tbl>
    <w:p w:rsidR="00331C4D" w:rsidRPr="006E4ED9" w:rsidRDefault="00331C4D" w:rsidP="00263A2B">
      <w:pPr>
        <w:sectPr w:rsidR="00331C4D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331C4D" w:rsidRPr="001E4551" w:rsidRDefault="00331C4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331C4D" w:rsidRPr="001E4551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331C4D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331C4D" w:rsidRPr="001E4551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331C4D" w:rsidRPr="001E4551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331C4D" w:rsidRDefault="00331C4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331C4D" w:rsidRPr="00587E76" w:rsidRDefault="00331C4D" w:rsidP="00587E76">
      <w:pPr>
        <w:jc w:val="center"/>
        <w:rPr>
          <w:b/>
          <w:sz w:val="28"/>
          <w:szCs w:val="28"/>
        </w:rPr>
      </w:pPr>
    </w:p>
    <w:p w:rsidR="00331C4D" w:rsidRPr="00587E76" w:rsidRDefault="00331C4D" w:rsidP="00587E76">
      <w:pPr>
        <w:jc w:val="center"/>
        <w:rPr>
          <w:b/>
          <w:sz w:val="28"/>
          <w:szCs w:val="28"/>
          <w:highlight w:val="yellow"/>
        </w:rPr>
      </w:pPr>
    </w:p>
    <w:p w:rsidR="00331C4D" w:rsidRPr="00587E76" w:rsidRDefault="00331C4D" w:rsidP="0032350C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>
        <w:rPr>
          <w:b/>
          <w:sz w:val="28"/>
          <w:szCs w:val="28"/>
        </w:rPr>
        <w:t xml:space="preserve"> «Формирование доступной среды жизнедеятельности для инвалидов </w:t>
      </w:r>
      <w:r w:rsidRPr="00033748">
        <w:rPr>
          <w:b/>
          <w:bCs/>
          <w:sz w:val="28"/>
          <w:szCs w:val="28"/>
        </w:rPr>
        <w:t>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5 год</w:t>
      </w:r>
      <w:r>
        <w:rPr>
          <w:b/>
          <w:sz w:val="28"/>
          <w:szCs w:val="28"/>
        </w:rPr>
        <w:t xml:space="preserve"> </w:t>
      </w:r>
    </w:p>
    <w:p w:rsidR="00331C4D" w:rsidRDefault="00331C4D" w:rsidP="0032350C">
      <w:pPr>
        <w:rPr>
          <w:sz w:val="28"/>
          <w:szCs w:val="28"/>
        </w:rPr>
      </w:pPr>
    </w:p>
    <w:p w:rsidR="00331C4D" w:rsidRPr="00587E76" w:rsidRDefault="00331C4D" w:rsidP="00587E76">
      <w:pPr>
        <w:jc w:val="center"/>
        <w:rPr>
          <w:b/>
          <w:sz w:val="28"/>
          <w:szCs w:val="28"/>
        </w:rPr>
      </w:pPr>
    </w:p>
    <w:p w:rsidR="00331C4D" w:rsidRPr="006E4ED9" w:rsidRDefault="00331C4D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331C4D" w:rsidRPr="00286F40" w:rsidTr="00047A74">
        <w:trPr>
          <w:trHeight w:val="20"/>
        </w:trPr>
        <w:tc>
          <w:tcPr>
            <w:tcW w:w="540" w:type="dxa"/>
            <w:vAlign w:val="center"/>
          </w:tcPr>
          <w:p w:rsidR="00331C4D" w:rsidRPr="00286F40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331C4D" w:rsidRPr="00286F40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331C4D" w:rsidRPr="00286F40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331C4D" w:rsidRPr="00286F40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331C4D" w:rsidRPr="00286F40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331C4D" w:rsidRPr="00286F40" w:rsidTr="00047A74">
        <w:trPr>
          <w:trHeight w:val="20"/>
        </w:trPr>
        <w:tc>
          <w:tcPr>
            <w:tcW w:w="540" w:type="dxa"/>
            <w:noWrap/>
          </w:tcPr>
          <w:p w:rsidR="00331C4D" w:rsidRPr="00286F40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331C4D" w:rsidRPr="002017EC" w:rsidRDefault="00331C4D" w:rsidP="002017EC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Формирование доступной среды жизнедеятельности для инвалидов» в</w:t>
            </w:r>
            <w:r>
              <w:rPr>
                <w:bCs/>
              </w:rPr>
              <w:t xml:space="preserve"> 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2015 год.</w:t>
            </w:r>
          </w:p>
        </w:tc>
        <w:tc>
          <w:tcPr>
            <w:tcW w:w="1660" w:type="dxa"/>
            <w:noWrap/>
            <w:vAlign w:val="bottom"/>
          </w:tcPr>
          <w:p w:rsidR="00331C4D" w:rsidRDefault="00331C4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19.12.2014</w:t>
            </w:r>
          </w:p>
          <w:p w:rsidR="00331C4D" w:rsidRDefault="00331C4D" w:rsidP="00263A2B">
            <w:pPr>
              <w:spacing w:before="40"/>
              <w:rPr>
                <w:color w:val="000000"/>
              </w:rPr>
            </w:pPr>
          </w:p>
          <w:p w:rsidR="00331C4D" w:rsidRPr="00286F40" w:rsidRDefault="00331C4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31C4D" w:rsidRDefault="00331C4D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439</w:t>
            </w:r>
          </w:p>
          <w:p w:rsidR="00331C4D" w:rsidRDefault="00331C4D" w:rsidP="00263A2B">
            <w:pPr>
              <w:spacing w:before="40"/>
              <w:rPr>
                <w:color w:val="000000"/>
              </w:rPr>
            </w:pPr>
          </w:p>
          <w:p w:rsidR="00331C4D" w:rsidRPr="00286F40" w:rsidRDefault="00331C4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noWrap/>
            <w:vAlign w:val="bottom"/>
          </w:tcPr>
          <w:p w:rsidR="00331C4D" w:rsidRPr="00286F40" w:rsidRDefault="00331C4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331C4D" w:rsidRPr="00286F40" w:rsidTr="00047A74">
        <w:trPr>
          <w:trHeight w:val="20"/>
        </w:trPr>
        <w:tc>
          <w:tcPr>
            <w:tcW w:w="540" w:type="dxa"/>
            <w:noWrap/>
          </w:tcPr>
          <w:p w:rsidR="00331C4D" w:rsidRPr="00286F40" w:rsidRDefault="00331C4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331C4D" w:rsidRPr="002017EC" w:rsidRDefault="00331C4D" w:rsidP="002017EC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Формирование доступной среды жизнедеятельности для инвалидов» в</w:t>
            </w:r>
            <w:r>
              <w:rPr>
                <w:bCs/>
              </w:rPr>
              <w:t xml:space="preserve"> 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2015 год.</w:t>
            </w:r>
          </w:p>
        </w:tc>
        <w:tc>
          <w:tcPr>
            <w:tcW w:w="1660" w:type="dxa"/>
            <w:noWrap/>
            <w:vAlign w:val="bottom"/>
          </w:tcPr>
          <w:p w:rsidR="00331C4D" w:rsidRDefault="00331C4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31.12.2015</w:t>
            </w:r>
          </w:p>
          <w:p w:rsidR="00331C4D" w:rsidRDefault="00331C4D" w:rsidP="00263A2B">
            <w:pPr>
              <w:spacing w:before="40"/>
              <w:rPr>
                <w:color w:val="000000"/>
              </w:rPr>
            </w:pPr>
          </w:p>
          <w:p w:rsidR="00331C4D" w:rsidRPr="00286F40" w:rsidRDefault="00331C4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331C4D" w:rsidRDefault="00331C4D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  <w:p w:rsidR="00331C4D" w:rsidRDefault="00331C4D" w:rsidP="00263A2B">
            <w:pPr>
              <w:spacing w:before="40"/>
              <w:rPr>
                <w:color w:val="000000"/>
              </w:rPr>
            </w:pPr>
          </w:p>
          <w:p w:rsidR="00331C4D" w:rsidRPr="00286F40" w:rsidRDefault="00331C4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96" w:type="dxa"/>
            <w:noWrap/>
            <w:vAlign w:val="bottom"/>
          </w:tcPr>
          <w:p w:rsidR="00331C4D" w:rsidRPr="00286F40" w:rsidRDefault="00331C4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331C4D" w:rsidRPr="006E4ED9" w:rsidRDefault="00331C4D" w:rsidP="00263A2B">
      <w:pPr>
        <w:sectPr w:rsidR="00331C4D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331C4D" w:rsidRPr="001E4551" w:rsidRDefault="00331C4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331C4D" w:rsidRPr="001E4551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331C4D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331C4D" w:rsidRPr="001E4551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331C4D" w:rsidRPr="001E4551" w:rsidRDefault="00331C4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331C4D" w:rsidRDefault="00331C4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331C4D" w:rsidRPr="00587E76" w:rsidRDefault="00331C4D" w:rsidP="00587E76">
      <w:pPr>
        <w:jc w:val="center"/>
        <w:rPr>
          <w:sz w:val="28"/>
          <w:szCs w:val="28"/>
        </w:rPr>
      </w:pPr>
    </w:p>
    <w:p w:rsidR="00331C4D" w:rsidRPr="00587E76" w:rsidRDefault="00331C4D" w:rsidP="00587E76">
      <w:pPr>
        <w:jc w:val="center"/>
        <w:rPr>
          <w:b/>
        </w:rPr>
      </w:pPr>
    </w:p>
    <w:p w:rsidR="00331C4D" w:rsidRPr="003F65B7" w:rsidRDefault="00331C4D" w:rsidP="00865F83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«Формирование доступной среды жизнедеятельности для инвалидов </w:t>
      </w:r>
      <w:r w:rsidRPr="00033748">
        <w:rPr>
          <w:b/>
          <w:bCs/>
          <w:sz w:val="28"/>
          <w:szCs w:val="28"/>
        </w:rPr>
        <w:t>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5 год</w:t>
      </w:r>
      <w:r>
        <w:rPr>
          <w:b/>
          <w:sz w:val="28"/>
          <w:szCs w:val="28"/>
        </w:rPr>
        <w:t xml:space="preserve"> </w:t>
      </w:r>
    </w:p>
    <w:p w:rsidR="00331C4D" w:rsidRDefault="00331C4D" w:rsidP="0032350C">
      <w:pPr>
        <w:rPr>
          <w:sz w:val="28"/>
          <w:szCs w:val="28"/>
        </w:rPr>
      </w:pPr>
    </w:p>
    <w:p w:rsidR="00331C4D" w:rsidRPr="00587E76" w:rsidRDefault="00331C4D" w:rsidP="00587E76">
      <w:pPr>
        <w:jc w:val="center"/>
        <w:rPr>
          <w:b/>
          <w:sz w:val="28"/>
          <w:szCs w:val="28"/>
        </w:rPr>
      </w:pPr>
    </w:p>
    <w:p w:rsidR="00331C4D" w:rsidRPr="00286F40" w:rsidRDefault="00331C4D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331C4D" w:rsidRPr="00286F40" w:rsidTr="001F6C5B">
        <w:tc>
          <w:tcPr>
            <w:tcW w:w="3600" w:type="dxa"/>
            <w:vMerge w:val="restart"/>
            <w:vAlign w:val="center"/>
          </w:tcPr>
          <w:p w:rsidR="00331C4D" w:rsidRPr="008B475F" w:rsidRDefault="00331C4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331C4D" w:rsidRPr="008B475F" w:rsidRDefault="00331C4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331C4D" w:rsidRPr="008B475F" w:rsidRDefault="00331C4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331C4D" w:rsidRPr="008B475F" w:rsidRDefault="00331C4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331C4D" w:rsidRPr="008B475F" w:rsidRDefault="00331C4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331C4D" w:rsidRPr="008B475F" w:rsidRDefault="00331C4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331C4D" w:rsidRPr="00286F40" w:rsidTr="004A5B5B">
        <w:trPr>
          <w:trHeight w:val="443"/>
        </w:trPr>
        <w:tc>
          <w:tcPr>
            <w:tcW w:w="3600" w:type="dxa"/>
            <w:vMerge/>
            <w:vAlign w:val="center"/>
          </w:tcPr>
          <w:p w:rsidR="00331C4D" w:rsidRPr="008B475F" w:rsidRDefault="00331C4D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331C4D" w:rsidRPr="008B475F" w:rsidRDefault="00331C4D" w:rsidP="008B475F">
            <w:pPr>
              <w:tabs>
                <w:tab w:val="left" w:pos="1134"/>
              </w:tabs>
              <w:spacing w:before="40"/>
              <w:jc w:val="center"/>
            </w:pPr>
            <w:r w:rsidRPr="00AA7632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331C4D" w:rsidRPr="008B475F" w:rsidRDefault="00331C4D" w:rsidP="008B475F">
            <w:pPr>
              <w:tabs>
                <w:tab w:val="left" w:pos="1134"/>
              </w:tabs>
              <w:spacing w:before="40"/>
              <w:jc w:val="center"/>
            </w:pPr>
            <w:r w:rsidRPr="00AA7632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331C4D" w:rsidRPr="008B475F" w:rsidRDefault="00331C4D" w:rsidP="008B475F">
            <w:pPr>
              <w:tabs>
                <w:tab w:val="left" w:pos="1134"/>
              </w:tabs>
              <w:spacing w:before="40"/>
              <w:jc w:val="center"/>
            </w:pPr>
            <w:r w:rsidRPr="00AA7632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331C4D" w:rsidRPr="008B475F" w:rsidRDefault="00331C4D" w:rsidP="008B475F">
            <w:pPr>
              <w:tabs>
                <w:tab w:val="left" w:pos="1134"/>
              </w:tabs>
              <w:spacing w:before="40"/>
              <w:jc w:val="center"/>
            </w:pPr>
            <w:r w:rsidRPr="00AA7632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331C4D" w:rsidRPr="008B475F" w:rsidRDefault="00331C4D" w:rsidP="008B475F">
            <w:pPr>
              <w:tabs>
                <w:tab w:val="left" w:pos="1134"/>
              </w:tabs>
              <w:spacing w:before="40"/>
              <w:jc w:val="center"/>
            </w:pPr>
            <w:r w:rsidRPr="00AA7632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331C4D" w:rsidRPr="006E4ED9" w:rsidTr="001F6C5B">
        <w:tc>
          <w:tcPr>
            <w:tcW w:w="3600" w:type="dxa"/>
          </w:tcPr>
          <w:p w:rsidR="00331C4D" w:rsidRPr="00690241" w:rsidRDefault="00331C4D" w:rsidP="0032350C">
            <w:pPr>
              <w:rPr>
                <w:b/>
              </w:rPr>
            </w:pPr>
            <w:r w:rsidRPr="00690241">
              <w:rPr>
                <w:b/>
              </w:rPr>
              <w:t>МП  «Формирование доступной среды жизнедеятельности для инвалидов» в</w:t>
            </w:r>
            <w:r w:rsidRPr="00690241">
              <w:rPr>
                <w:b/>
                <w:bCs/>
              </w:rPr>
              <w:t xml:space="preserve">  Старотитаровском сельском поселении</w:t>
            </w:r>
            <w:r w:rsidRPr="00690241">
              <w:rPr>
                <w:b/>
              </w:rPr>
              <w:t xml:space="preserve"> </w:t>
            </w:r>
            <w:r w:rsidRPr="00690241">
              <w:rPr>
                <w:b/>
                <w:bCs/>
              </w:rPr>
              <w:t>Темрюкского района» на 2015 год</w:t>
            </w:r>
          </w:p>
          <w:p w:rsidR="00331C4D" w:rsidRPr="00690241" w:rsidRDefault="00331C4D" w:rsidP="0032350C">
            <w:pPr>
              <w:rPr>
                <w:b/>
              </w:rPr>
            </w:pPr>
            <w:r w:rsidRPr="00690241">
              <w:rPr>
                <w:b/>
              </w:rPr>
              <w:t>за счет всех источников финансирования</w:t>
            </w:r>
          </w:p>
          <w:p w:rsidR="00331C4D" w:rsidRPr="00E5770B" w:rsidRDefault="00331C4D" w:rsidP="0032350C">
            <w:pPr>
              <w:rPr>
                <w:b/>
                <w:sz w:val="28"/>
                <w:szCs w:val="28"/>
              </w:rPr>
            </w:pPr>
          </w:p>
          <w:p w:rsidR="00331C4D" w:rsidRPr="00E5770B" w:rsidRDefault="00331C4D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331C4D" w:rsidRPr="00E5770B" w:rsidRDefault="00331C4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331C4D" w:rsidRPr="00E5770B" w:rsidRDefault="00331C4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331C4D" w:rsidRPr="00E5770B" w:rsidRDefault="00331C4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331C4D" w:rsidRPr="00E5770B" w:rsidRDefault="00331C4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331C4D" w:rsidRPr="00E5770B" w:rsidRDefault="00331C4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331C4D" w:rsidRDefault="00331C4D" w:rsidP="005A6DA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331C4D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C4D" w:rsidRDefault="00331C4D" w:rsidP="00E1044C">
      <w:r>
        <w:separator/>
      </w:r>
    </w:p>
  </w:endnote>
  <w:endnote w:type="continuationSeparator" w:id="0">
    <w:p w:rsidR="00331C4D" w:rsidRDefault="00331C4D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C4D" w:rsidRDefault="00331C4D" w:rsidP="00E1044C">
      <w:r>
        <w:separator/>
      </w:r>
    </w:p>
  </w:footnote>
  <w:footnote w:type="continuationSeparator" w:id="0">
    <w:p w:rsidR="00331C4D" w:rsidRDefault="00331C4D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C4D" w:rsidRDefault="00331C4D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7</w:t>
    </w:r>
    <w:r w:rsidRPr="00486D96">
      <w:rPr>
        <w:sz w:val="28"/>
        <w:szCs w:val="28"/>
      </w:rPr>
      <w:fldChar w:fldCharType="end"/>
    </w:r>
  </w:p>
  <w:p w:rsidR="00331C4D" w:rsidRDefault="00331C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C4D" w:rsidRDefault="00331C4D">
    <w:pPr>
      <w:pStyle w:val="Header"/>
      <w:jc w:val="center"/>
    </w:pPr>
  </w:p>
  <w:p w:rsidR="00331C4D" w:rsidRDefault="00331C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27272"/>
    <w:rsid w:val="00033748"/>
    <w:rsid w:val="00047A74"/>
    <w:rsid w:val="000610C9"/>
    <w:rsid w:val="000A48CA"/>
    <w:rsid w:val="000B28F5"/>
    <w:rsid w:val="000C32F2"/>
    <w:rsid w:val="001064AA"/>
    <w:rsid w:val="00106D03"/>
    <w:rsid w:val="00107AB8"/>
    <w:rsid w:val="00110309"/>
    <w:rsid w:val="00111764"/>
    <w:rsid w:val="001348C0"/>
    <w:rsid w:val="00144ADF"/>
    <w:rsid w:val="00145A22"/>
    <w:rsid w:val="001772B4"/>
    <w:rsid w:val="00195EDC"/>
    <w:rsid w:val="001A3D6E"/>
    <w:rsid w:val="001B5607"/>
    <w:rsid w:val="001C5E7B"/>
    <w:rsid w:val="001E4551"/>
    <w:rsid w:val="001E4A4A"/>
    <w:rsid w:val="001F6C5B"/>
    <w:rsid w:val="002017EC"/>
    <w:rsid w:val="00203CC1"/>
    <w:rsid w:val="00213B3E"/>
    <w:rsid w:val="00215DE1"/>
    <w:rsid w:val="002354BB"/>
    <w:rsid w:val="00256EB2"/>
    <w:rsid w:val="00262C99"/>
    <w:rsid w:val="00263A2B"/>
    <w:rsid w:val="00276912"/>
    <w:rsid w:val="00286F40"/>
    <w:rsid w:val="00291FB0"/>
    <w:rsid w:val="00296CE2"/>
    <w:rsid w:val="002A0529"/>
    <w:rsid w:val="002A5781"/>
    <w:rsid w:val="002B0DD4"/>
    <w:rsid w:val="002B2345"/>
    <w:rsid w:val="002C0E6C"/>
    <w:rsid w:val="002C569E"/>
    <w:rsid w:val="002D200D"/>
    <w:rsid w:val="002D21F5"/>
    <w:rsid w:val="002E7AE3"/>
    <w:rsid w:val="002F14E7"/>
    <w:rsid w:val="002F1EDB"/>
    <w:rsid w:val="0032350C"/>
    <w:rsid w:val="00331C4D"/>
    <w:rsid w:val="00333C9E"/>
    <w:rsid w:val="003705C3"/>
    <w:rsid w:val="003732ED"/>
    <w:rsid w:val="003A110F"/>
    <w:rsid w:val="003B30CF"/>
    <w:rsid w:val="003B4578"/>
    <w:rsid w:val="003D424D"/>
    <w:rsid w:val="003F65B7"/>
    <w:rsid w:val="00403318"/>
    <w:rsid w:val="0042508C"/>
    <w:rsid w:val="004336CE"/>
    <w:rsid w:val="00442A36"/>
    <w:rsid w:val="00473A63"/>
    <w:rsid w:val="00486D96"/>
    <w:rsid w:val="00496101"/>
    <w:rsid w:val="004A5B5B"/>
    <w:rsid w:val="004B4F4A"/>
    <w:rsid w:val="004E44F9"/>
    <w:rsid w:val="004F28F9"/>
    <w:rsid w:val="004F4102"/>
    <w:rsid w:val="005147EF"/>
    <w:rsid w:val="00562830"/>
    <w:rsid w:val="00587E76"/>
    <w:rsid w:val="005A38DA"/>
    <w:rsid w:val="005A5A32"/>
    <w:rsid w:val="005A6DAB"/>
    <w:rsid w:val="005B265F"/>
    <w:rsid w:val="005B4E99"/>
    <w:rsid w:val="005F7568"/>
    <w:rsid w:val="006073EF"/>
    <w:rsid w:val="00624700"/>
    <w:rsid w:val="00632453"/>
    <w:rsid w:val="00663EB6"/>
    <w:rsid w:val="00670E5A"/>
    <w:rsid w:val="006800DC"/>
    <w:rsid w:val="00685BEF"/>
    <w:rsid w:val="00690241"/>
    <w:rsid w:val="00690DFA"/>
    <w:rsid w:val="0069662E"/>
    <w:rsid w:val="006A7C18"/>
    <w:rsid w:val="006C0FFF"/>
    <w:rsid w:val="006E4ED9"/>
    <w:rsid w:val="00713E71"/>
    <w:rsid w:val="00717C20"/>
    <w:rsid w:val="007272CD"/>
    <w:rsid w:val="00756CB9"/>
    <w:rsid w:val="007A0DD2"/>
    <w:rsid w:val="007B4176"/>
    <w:rsid w:val="007C3A7B"/>
    <w:rsid w:val="007C4323"/>
    <w:rsid w:val="007D0A21"/>
    <w:rsid w:val="007E44FE"/>
    <w:rsid w:val="00804838"/>
    <w:rsid w:val="00806B0F"/>
    <w:rsid w:val="00811B81"/>
    <w:rsid w:val="00840873"/>
    <w:rsid w:val="00840905"/>
    <w:rsid w:val="00850A3C"/>
    <w:rsid w:val="00865F83"/>
    <w:rsid w:val="00882A26"/>
    <w:rsid w:val="00882A62"/>
    <w:rsid w:val="00885670"/>
    <w:rsid w:val="00886E7B"/>
    <w:rsid w:val="008940AC"/>
    <w:rsid w:val="008978E7"/>
    <w:rsid w:val="008A369A"/>
    <w:rsid w:val="008A4228"/>
    <w:rsid w:val="008A7108"/>
    <w:rsid w:val="008B475F"/>
    <w:rsid w:val="008D61C1"/>
    <w:rsid w:val="008E002D"/>
    <w:rsid w:val="008F6096"/>
    <w:rsid w:val="00912C49"/>
    <w:rsid w:val="00927C64"/>
    <w:rsid w:val="00934930"/>
    <w:rsid w:val="00954CEC"/>
    <w:rsid w:val="00976B0E"/>
    <w:rsid w:val="00980B3E"/>
    <w:rsid w:val="00990542"/>
    <w:rsid w:val="009A1D63"/>
    <w:rsid w:val="009C5F38"/>
    <w:rsid w:val="009D5FE0"/>
    <w:rsid w:val="009D6FC6"/>
    <w:rsid w:val="009E523B"/>
    <w:rsid w:val="00A061C6"/>
    <w:rsid w:val="00A2306F"/>
    <w:rsid w:val="00A23FB3"/>
    <w:rsid w:val="00A32914"/>
    <w:rsid w:val="00A34D56"/>
    <w:rsid w:val="00A4608F"/>
    <w:rsid w:val="00A60473"/>
    <w:rsid w:val="00A70269"/>
    <w:rsid w:val="00A75C55"/>
    <w:rsid w:val="00A837D0"/>
    <w:rsid w:val="00A85A55"/>
    <w:rsid w:val="00A87B59"/>
    <w:rsid w:val="00AA23A9"/>
    <w:rsid w:val="00AA7632"/>
    <w:rsid w:val="00AD24DC"/>
    <w:rsid w:val="00AE603B"/>
    <w:rsid w:val="00AF5C5E"/>
    <w:rsid w:val="00AF7B05"/>
    <w:rsid w:val="00B0366E"/>
    <w:rsid w:val="00B0503E"/>
    <w:rsid w:val="00B45B21"/>
    <w:rsid w:val="00B50145"/>
    <w:rsid w:val="00B60CF2"/>
    <w:rsid w:val="00B73C78"/>
    <w:rsid w:val="00B76DE6"/>
    <w:rsid w:val="00B90843"/>
    <w:rsid w:val="00C2318A"/>
    <w:rsid w:val="00C759F4"/>
    <w:rsid w:val="00C80542"/>
    <w:rsid w:val="00CC2398"/>
    <w:rsid w:val="00CC73F7"/>
    <w:rsid w:val="00CD1066"/>
    <w:rsid w:val="00CD4C11"/>
    <w:rsid w:val="00CD5D80"/>
    <w:rsid w:val="00D04BC4"/>
    <w:rsid w:val="00D12F3B"/>
    <w:rsid w:val="00D34517"/>
    <w:rsid w:val="00D500B6"/>
    <w:rsid w:val="00D5479E"/>
    <w:rsid w:val="00D60E8A"/>
    <w:rsid w:val="00D70EE0"/>
    <w:rsid w:val="00D7695C"/>
    <w:rsid w:val="00D958D0"/>
    <w:rsid w:val="00DB7C47"/>
    <w:rsid w:val="00DE2B0D"/>
    <w:rsid w:val="00DE7187"/>
    <w:rsid w:val="00DF5276"/>
    <w:rsid w:val="00E1044C"/>
    <w:rsid w:val="00E27842"/>
    <w:rsid w:val="00E330CB"/>
    <w:rsid w:val="00E40EDE"/>
    <w:rsid w:val="00E44696"/>
    <w:rsid w:val="00E5770B"/>
    <w:rsid w:val="00E645B9"/>
    <w:rsid w:val="00E6492E"/>
    <w:rsid w:val="00E74F97"/>
    <w:rsid w:val="00E75C4A"/>
    <w:rsid w:val="00EB712B"/>
    <w:rsid w:val="00EE0597"/>
    <w:rsid w:val="00F1480F"/>
    <w:rsid w:val="00F169AE"/>
    <w:rsid w:val="00F23E12"/>
    <w:rsid w:val="00F2630D"/>
    <w:rsid w:val="00F30378"/>
    <w:rsid w:val="00F369E4"/>
    <w:rsid w:val="00F97391"/>
    <w:rsid w:val="00FA0A43"/>
    <w:rsid w:val="00FA180E"/>
    <w:rsid w:val="00FD1985"/>
    <w:rsid w:val="00FD1B56"/>
    <w:rsid w:val="00FD3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42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027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730420276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730420278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73042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331</TotalTime>
  <Pages>7</Pages>
  <Words>1024</Words>
  <Characters>5837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56</cp:revision>
  <cp:lastPrinted>2014-09-16T06:37:00Z</cp:lastPrinted>
  <dcterms:created xsi:type="dcterms:W3CDTF">2014-09-16T06:37:00Z</dcterms:created>
  <dcterms:modified xsi:type="dcterms:W3CDTF">2016-03-15T05:51:00Z</dcterms:modified>
</cp:coreProperties>
</file>