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787" w:rsidRPr="001E4551" w:rsidRDefault="00766787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66787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66787" w:rsidRDefault="007667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66787" w:rsidRPr="00587E76" w:rsidRDefault="00766787" w:rsidP="00587E76">
      <w:pPr>
        <w:jc w:val="center"/>
        <w:rPr>
          <w:sz w:val="28"/>
          <w:szCs w:val="28"/>
        </w:rPr>
      </w:pPr>
    </w:p>
    <w:p w:rsidR="00766787" w:rsidRPr="006E4ED9" w:rsidRDefault="00766787" w:rsidP="00263A2B"/>
    <w:p w:rsidR="00766787" w:rsidRPr="003F65B7" w:rsidRDefault="00766787" w:rsidP="003B30CF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</w:t>
      </w:r>
      <w:r w:rsidRPr="00D4287D">
        <w:rPr>
          <w:b/>
          <w:sz w:val="28"/>
          <w:szCs w:val="28"/>
        </w:rPr>
        <w:t>«Реализация му</w:t>
      </w:r>
      <w:r w:rsidRPr="00D4287D">
        <w:rPr>
          <w:b/>
          <w:bCs/>
          <w:sz w:val="28"/>
          <w:szCs w:val="28"/>
        </w:rPr>
        <w:t>ниципальных функций, связанных с муниципальным управлением»</w:t>
      </w:r>
      <w:r>
        <w:rPr>
          <w:bCs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766787" w:rsidRPr="00587E76" w:rsidRDefault="00766787" w:rsidP="00587E76">
      <w:pPr>
        <w:jc w:val="center"/>
        <w:rPr>
          <w:b/>
          <w:sz w:val="28"/>
          <w:szCs w:val="28"/>
        </w:rPr>
      </w:pPr>
    </w:p>
    <w:p w:rsidR="00766787" w:rsidRPr="006E4ED9" w:rsidRDefault="00766787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766787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66787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766787" w:rsidRPr="006E4ED9" w:rsidRDefault="007667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766787" w:rsidRPr="006E4ED9" w:rsidRDefault="007667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766787" w:rsidRPr="006E4ED9" w:rsidRDefault="007667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766787" w:rsidRPr="007D0A21" w:rsidRDefault="00766787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766787" w:rsidRPr="007D0A21" w:rsidRDefault="00766787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766787" w:rsidRPr="006E4ED9" w:rsidRDefault="007667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766787" w:rsidRPr="006E4ED9" w:rsidRDefault="007667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766787" w:rsidRPr="006E4ED9" w:rsidRDefault="0076678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766787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12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766787" w:rsidRPr="003F65B7" w:rsidRDefault="00766787" w:rsidP="003B30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</w:t>
            </w:r>
            <w:r w:rsidRPr="00D4287D">
              <w:rPr>
                <w:b/>
                <w:sz w:val="28"/>
                <w:szCs w:val="28"/>
              </w:rPr>
              <w:t>«Реализация му</w:t>
            </w:r>
            <w:r w:rsidRPr="00D4287D">
              <w:rPr>
                <w:b/>
                <w:bCs/>
                <w:sz w:val="28"/>
                <w:szCs w:val="28"/>
              </w:rPr>
              <w:t>ниципальных функций, связанных с муниципальным управлением»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b/>
                <w:bCs/>
                <w:sz w:val="28"/>
                <w:szCs w:val="28"/>
              </w:rPr>
              <w:t>5 год.</w:t>
            </w:r>
          </w:p>
          <w:p w:rsidR="00766787" w:rsidRPr="00AF5C5E" w:rsidRDefault="00766787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766787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>
              <w:t>Увеличение объема налоговых и неналоговых доходов</w:t>
            </w:r>
          </w:p>
        </w:tc>
        <w:tc>
          <w:tcPr>
            <w:tcW w:w="1000" w:type="dxa"/>
            <w:noWrap/>
          </w:tcPr>
          <w:p w:rsidR="00766787" w:rsidRPr="00B73C78" w:rsidRDefault="00766787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w="1756" w:type="dxa"/>
            <w:noWrap/>
            <w:vAlign w:val="bottom"/>
          </w:tcPr>
          <w:p w:rsidR="00766787" w:rsidRPr="00AF5C5E" w:rsidRDefault="00766787" w:rsidP="003B30CF">
            <w:pPr>
              <w:spacing w:before="40"/>
              <w:jc w:val="center"/>
              <w:rPr>
                <w:color w:val="000000"/>
              </w:rPr>
            </w:pPr>
          </w:p>
          <w:p w:rsidR="00766787" w:rsidRPr="00AF5C5E" w:rsidRDefault="00766787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766787" w:rsidRPr="00AF5C5E" w:rsidRDefault="00766787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66787" w:rsidRPr="00AF5C5E" w:rsidRDefault="00766787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66787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766787" w:rsidRPr="00B73C78" w:rsidRDefault="00766787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Отношение объема просроченной кредиторской задолженности к расходам бюджета </w:t>
            </w:r>
          </w:p>
        </w:tc>
        <w:tc>
          <w:tcPr>
            <w:tcW w:w="1000" w:type="dxa"/>
            <w:noWrap/>
          </w:tcPr>
          <w:p w:rsidR="00766787" w:rsidRPr="00B73C78" w:rsidRDefault="00766787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noWrap/>
            <w:vAlign w:val="bottom"/>
          </w:tcPr>
          <w:p w:rsidR="00766787" w:rsidRPr="00AF5C5E" w:rsidRDefault="00766787" w:rsidP="003B30CF">
            <w:pPr>
              <w:spacing w:before="40"/>
              <w:jc w:val="center"/>
              <w:rPr>
                <w:color w:val="000000"/>
              </w:rPr>
            </w:pPr>
          </w:p>
          <w:p w:rsidR="00766787" w:rsidRPr="00AF5C5E" w:rsidRDefault="00766787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766787" w:rsidRPr="00AF5C5E" w:rsidRDefault="00766787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66787" w:rsidRPr="00AF5C5E" w:rsidRDefault="00766787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66787" w:rsidRPr="00AF5C5E" w:rsidTr="00DB7C47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766787" w:rsidRPr="00145A22" w:rsidRDefault="00766787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Доля расходов бюджета поселения, формируется в рамках муниципальных программ, в общем объеме расходов бюджете поселения (за исключением расходов, осуществляемых за счет субвенций) 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766787" w:rsidRDefault="00766787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766787" w:rsidRPr="00AF5C5E" w:rsidRDefault="00766787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  <w:p w:rsidR="00766787" w:rsidRPr="00AF5C5E" w:rsidRDefault="00766787" w:rsidP="003B30C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80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766787" w:rsidRPr="006E4ED9" w:rsidRDefault="00766787" w:rsidP="00263A2B">
      <w:pPr>
        <w:rPr>
          <w:b/>
        </w:rPr>
        <w:sectPr w:rsidR="00766787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766787" w:rsidRPr="001E4551" w:rsidRDefault="0076678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66787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66787" w:rsidRDefault="007667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66787" w:rsidRPr="00587E76" w:rsidRDefault="00766787" w:rsidP="00587E76">
      <w:pPr>
        <w:jc w:val="center"/>
        <w:rPr>
          <w:sz w:val="28"/>
          <w:szCs w:val="28"/>
        </w:rPr>
      </w:pPr>
    </w:p>
    <w:p w:rsidR="00766787" w:rsidRDefault="00766787" w:rsidP="00263A2B">
      <w:pPr>
        <w:rPr>
          <w:b/>
        </w:rPr>
      </w:pPr>
    </w:p>
    <w:p w:rsidR="00766787" w:rsidRDefault="00766787" w:rsidP="00263A2B">
      <w:pPr>
        <w:rPr>
          <w:b/>
          <w:sz w:val="28"/>
          <w:szCs w:val="28"/>
        </w:rPr>
      </w:pPr>
    </w:p>
    <w:p w:rsidR="00766787" w:rsidRPr="003F65B7" w:rsidRDefault="00766787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«Реализация муниципальных функций, связанных с муниципальным управлением»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766787" w:rsidRPr="00587E76" w:rsidRDefault="00766787" w:rsidP="00587E76">
      <w:pPr>
        <w:jc w:val="center"/>
        <w:rPr>
          <w:b/>
          <w:sz w:val="28"/>
          <w:szCs w:val="28"/>
        </w:rPr>
      </w:pPr>
    </w:p>
    <w:p w:rsidR="00766787" w:rsidRPr="006E4ED9" w:rsidRDefault="00766787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2709"/>
        <w:gridCol w:w="1251"/>
      </w:tblGrid>
      <w:tr w:rsidR="00766787" w:rsidRPr="00AF5C5E" w:rsidTr="00B738D6">
        <w:trPr>
          <w:trHeight w:val="276"/>
        </w:trPr>
        <w:tc>
          <w:tcPr>
            <w:tcW w:w="2992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709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766787" w:rsidRPr="00AF5C5E" w:rsidTr="00B738D6">
        <w:trPr>
          <w:trHeight w:val="316"/>
        </w:trPr>
        <w:tc>
          <w:tcPr>
            <w:tcW w:w="2992" w:type="dxa"/>
            <w:vMerge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9" w:type="dxa"/>
            <w:vMerge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vAlign w:val="center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</w:tr>
      <w:tr w:rsidR="00766787" w:rsidRPr="00AF5C5E" w:rsidTr="00B738D6">
        <w:trPr>
          <w:trHeight w:val="20"/>
        </w:trPr>
        <w:tc>
          <w:tcPr>
            <w:tcW w:w="2992" w:type="dxa"/>
            <w:noWrap/>
          </w:tcPr>
          <w:p w:rsidR="00766787" w:rsidRPr="008A369A" w:rsidRDefault="00766787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 и начисления</w:t>
            </w:r>
          </w:p>
        </w:tc>
        <w:tc>
          <w:tcPr>
            <w:tcW w:w="2516" w:type="dxa"/>
            <w:noWrap/>
            <w:vAlign w:val="bottom"/>
          </w:tcPr>
          <w:p w:rsidR="00766787" w:rsidRPr="00B5039F" w:rsidRDefault="00766787" w:rsidP="00B5039F">
            <w:pPr>
              <w:pStyle w:val="BodyText2"/>
              <w:ind w:firstLine="0"/>
            </w:pPr>
            <w:r>
              <w:t>заместителя</w:t>
            </w:r>
            <w:r w:rsidRPr="0042508C">
              <w:t xml:space="preserve"> главы Старотитаровского сельского поселения Темрюкского района </w:t>
            </w:r>
          </w:p>
        </w:tc>
        <w:tc>
          <w:tcPr>
            <w:tcW w:w="1167" w:type="dxa"/>
            <w:noWrap/>
            <w:vAlign w:val="bottom"/>
          </w:tcPr>
          <w:p w:rsidR="00766787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  <w:p w:rsidR="00766787" w:rsidRDefault="00766787" w:rsidP="00263A2B">
            <w:pPr>
              <w:spacing w:before="40"/>
              <w:jc w:val="center"/>
              <w:rPr>
                <w:color w:val="000000"/>
              </w:rPr>
            </w:pPr>
          </w:p>
          <w:p w:rsidR="00766787" w:rsidRDefault="00766787" w:rsidP="00263A2B">
            <w:pPr>
              <w:spacing w:before="40"/>
              <w:jc w:val="center"/>
              <w:rPr>
                <w:color w:val="000000"/>
              </w:rPr>
            </w:pPr>
          </w:p>
          <w:p w:rsidR="00766787" w:rsidRDefault="00766787" w:rsidP="00263A2B">
            <w:pPr>
              <w:spacing w:before="40"/>
              <w:jc w:val="center"/>
              <w:rPr>
                <w:color w:val="000000"/>
              </w:rPr>
            </w:pPr>
          </w:p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766787" w:rsidRDefault="0076678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  <w:p w:rsidR="00766787" w:rsidRDefault="00766787" w:rsidP="00263A2B">
            <w:pPr>
              <w:spacing w:before="40"/>
              <w:jc w:val="center"/>
              <w:rPr>
                <w:color w:val="000000"/>
              </w:rPr>
            </w:pPr>
          </w:p>
          <w:p w:rsidR="00766787" w:rsidRDefault="00766787" w:rsidP="00263A2B">
            <w:pPr>
              <w:spacing w:before="40"/>
              <w:jc w:val="center"/>
              <w:rPr>
                <w:color w:val="000000"/>
              </w:rPr>
            </w:pPr>
          </w:p>
          <w:p w:rsidR="00766787" w:rsidRDefault="00766787" w:rsidP="00263A2B">
            <w:pPr>
              <w:spacing w:before="40"/>
              <w:jc w:val="center"/>
              <w:rPr>
                <w:color w:val="000000"/>
              </w:rPr>
            </w:pPr>
          </w:p>
          <w:p w:rsidR="00766787" w:rsidRPr="00AF5C5E" w:rsidRDefault="00766787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766787" w:rsidRPr="00B45B21" w:rsidRDefault="00766787" w:rsidP="00B738D6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709" w:type="dxa"/>
            <w:noWrap/>
          </w:tcPr>
          <w:p w:rsidR="00766787" w:rsidRPr="00B45B21" w:rsidRDefault="00766787" w:rsidP="002C0E6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1251" w:type="dxa"/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</w:tr>
      <w:tr w:rsidR="00766787" w:rsidRPr="00AF5C5E" w:rsidTr="00B738D6">
        <w:trPr>
          <w:trHeight w:val="20"/>
        </w:trPr>
        <w:tc>
          <w:tcPr>
            <w:tcW w:w="2992" w:type="dxa"/>
            <w:noWrap/>
          </w:tcPr>
          <w:p w:rsidR="00766787" w:rsidRPr="008A369A" w:rsidRDefault="00766787" w:rsidP="002C0E6C">
            <w:pPr>
              <w:rPr>
                <w:rStyle w:val="PageNumber"/>
              </w:rPr>
            </w:pPr>
            <w:r>
              <w:rPr>
                <w:rStyle w:val="PageNumber"/>
              </w:rPr>
              <w:t>Услуги связи</w:t>
            </w:r>
          </w:p>
        </w:tc>
        <w:tc>
          <w:tcPr>
            <w:tcW w:w="2516" w:type="dxa"/>
            <w:noWrap/>
            <w:vAlign w:val="bottom"/>
          </w:tcPr>
          <w:p w:rsidR="00766787" w:rsidRPr="00B5039F" w:rsidRDefault="00766787" w:rsidP="00B5039F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1167" w:type="dxa"/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766787" w:rsidRPr="00B45B21" w:rsidRDefault="00766787" w:rsidP="002C0E6C">
            <w:r>
              <w:t>Оплата сотовой связи, почтовые услуги</w:t>
            </w:r>
          </w:p>
        </w:tc>
        <w:tc>
          <w:tcPr>
            <w:tcW w:w="2709" w:type="dxa"/>
            <w:noWrap/>
          </w:tcPr>
          <w:p w:rsidR="00766787" w:rsidRPr="00B45B21" w:rsidRDefault="00766787" w:rsidP="002C0E6C">
            <w:r>
              <w:t>Оплата сотовой связи, почтовые услуги</w:t>
            </w:r>
          </w:p>
        </w:tc>
        <w:tc>
          <w:tcPr>
            <w:tcW w:w="1251" w:type="dxa"/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66787" w:rsidRPr="00AF5C5E" w:rsidTr="00B738D6">
        <w:trPr>
          <w:trHeight w:val="20"/>
        </w:trPr>
        <w:tc>
          <w:tcPr>
            <w:tcW w:w="2992" w:type="dxa"/>
            <w:noWrap/>
          </w:tcPr>
          <w:p w:rsidR="00766787" w:rsidRPr="008A369A" w:rsidRDefault="00766787" w:rsidP="002C0E6C">
            <w:r>
              <w:t>Коммунальные услуги</w:t>
            </w:r>
          </w:p>
        </w:tc>
        <w:tc>
          <w:tcPr>
            <w:tcW w:w="2516" w:type="dxa"/>
            <w:noWrap/>
            <w:vAlign w:val="bottom"/>
          </w:tcPr>
          <w:p w:rsidR="00766787" w:rsidRPr="00B5039F" w:rsidRDefault="00766787" w:rsidP="00B5039F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1167" w:type="dxa"/>
            <w:noWrap/>
            <w:vAlign w:val="bottom"/>
          </w:tcPr>
          <w:p w:rsidR="00766787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  <w:p w:rsidR="00766787" w:rsidRDefault="00766787" w:rsidP="00263A2B">
            <w:pPr>
              <w:spacing w:before="40"/>
              <w:rPr>
                <w:color w:val="000000"/>
              </w:rPr>
            </w:pPr>
          </w:p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766787" w:rsidRPr="00B45B21" w:rsidRDefault="00766787" w:rsidP="002C0E6C">
            <w:r>
              <w:t>Коммунальные услуги за воду, свет и газ</w:t>
            </w:r>
          </w:p>
        </w:tc>
        <w:tc>
          <w:tcPr>
            <w:tcW w:w="2709" w:type="dxa"/>
            <w:noWrap/>
          </w:tcPr>
          <w:p w:rsidR="00766787" w:rsidRPr="00B45B21" w:rsidRDefault="00766787" w:rsidP="002C0E6C">
            <w:r>
              <w:t>Коммунальные услуги за воду, свет и газ</w:t>
            </w:r>
          </w:p>
        </w:tc>
        <w:tc>
          <w:tcPr>
            <w:tcW w:w="1251" w:type="dxa"/>
            <w:noWrap/>
            <w:vAlign w:val="bottom"/>
          </w:tcPr>
          <w:p w:rsidR="00766787" w:rsidRPr="00AF5C5E" w:rsidRDefault="00766787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66787" w:rsidRPr="00AF5C5E" w:rsidTr="003816A1">
        <w:trPr>
          <w:trHeight w:val="90"/>
        </w:trPr>
        <w:tc>
          <w:tcPr>
            <w:tcW w:w="2992" w:type="dxa"/>
            <w:noWrap/>
          </w:tcPr>
          <w:p w:rsidR="00766787" w:rsidRPr="008A369A" w:rsidRDefault="00766787" w:rsidP="00B0404F">
            <w:r>
              <w:t>Услуги по содержанию имущества</w:t>
            </w:r>
          </w:p>
        </w:tc>
        <w:tc>
          <w:tcPr>
            <w:tcW w:w="2516" w:type="dxa"/>
            <w:noWrap/>
            <w:vAlign w:val="bottom"/>
          </w:tcPr>
          <w:p w:rsidR="00766787" w:rsidRPr="003816A1" w:rsidRDefault="00766787" w:rsidP="00B0404F">
            <w:pPr>
              <w:pStyle w:val="BodyText2"/>
              <w:ind w:firstLine="0"/>
              <w:rPr>
                <w:color w:val="000000"/>
              </w:rPr>
            </w:pPr>
            <w:r w:rsidRPr="0042508C">
              <w:rPr>
                <w:color w:val="000000"/>
              </w:rPr>
              <w:t> </w:t>
            </w:r>
            <w:r w:rsidRPr="003816A1">
              <w:rPr>
                <w:color w:val="000000"/>
              </w:rPr>
              <w:t xml:space="preserve">заместителя главы Старотитаровского сельского поселения Темрюкского района </w:t>
            </w:r>
          </w:p>
          <w:p w:rsidR="00766787" w:rsidRPr="0042508C" w:rsidRDefault="00766787" w:rsidP="003816A1">
            <w:pPr>
              <w:pStyle w:val="BodyText2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766787" w:rsidRPr="00AF5C5E" w:rsidRDefault="00766787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766787" w:rsidRPr="00AF5C5E" w:rsidRDefault="00766787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766787" w:rsidRPr="00B45B21" w:rsidRDefault="00766787" w:rsidP="00B0404F">
            <w:r>
              <w:t>Вывоз ТБО</w:t>
            </w:r>
          </w:p>
        </w:tc>
        <w:tc>
          <w:tcPr>
            <w:tcW w:w="2709" w:type="dxa"/>
            <w:noWrap/>
          </w:tcPr>
          <w:p w:rsidR="00766787" w:rsidRPr="00B45B21" w:rsidRDefault="00766787" w:rsidP="00B0404F">
            <w:r>
              <w:t>Вывоз ТБО</w:t>
            </w:r>
          </w:p>
        </w:tc>
        <w:tc>
          <w:tcPr>
            <w:tcW w:w="1251" w:type="dxa"/>
            <w:noWrap/>
            <w:vAlign w:val="bottom"/>
          </w:tcPr>
          <w:p w:rsidR="00766787" w:rsidRPr="00AF5C5E" w:rsidRDefault="00766787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66787" w:rsidRPr="00AF5C5E" w:rsidTr="00B5039F">
        <w:trPr>
          <w:trHeight w:val="90"/>
        </w:trPr>
        <w:tc>
          <w:tcPr>
            <w:tcW w:w="2992" w:type="dxa"/>
            <w:noWrap/>
          </w:tcPr>
          <w:p w:rsidR="00766787" w:rsidRPr="008A369A" w:rsidRDefault="00766787" w:rsidP="00732F83">
            <w:r>
              <w:t>Прочие услуги</w:t>
            </w:r>
          </w:p>
        </w:tc>
        <w:tc>
          <w:tcPr>
            <w:tcW w:w="2516" w:type="dxa"/>
            <w:noWrap/>
            <w:vAlign w:val="bottom"/>
          </w:tcPr>
          <w:p w:rsidR="00766787" w:rsidRPr="003816A1" w:rsidRDefault="00766787" w:rsidP="00732F83">
            <w:pPr>
              <w:pStyle w:val="BodyText2"/>
              <w:ind w:firstLine="0"/>
              <w:rPr>
                <w:color w:val="000000"/>
              </w:rPr>
            </w:pPr>
            <w:r w:rsidRPr="0042508C">
              <w:rPr>
                <w:color w:val="000000"/>
              </w:rPr>
              <w:t> </w:t>
            </w:r>
            <w:r w:rsidRPr="003816A1">
              <w:rPr>
                <w:color w:val="000000"/>
              </w:rPr>
              <w:t xml:space="preserve">заместителя главы Старотитаровского сельского поселения Темрюкского района </w:t>
            </w:r>
          </w:p>
          <w:p w:rsidR="00766787" w:rsidRPr="0042508C" w:rsidRDefault="00766787" w:rsidP="00B5039F">
            <w:pPr>
              <w:pStyle w:val="BodyText2"/>
              <w:ind w:firstLine="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766787" w:rsidRPr="00B45B21" w:rsidRDefault="00766787" w:rsidP="00732F83">
            <w:r>
              <w:t>Подписка на газеты и журналы, подшивка книг, расходы за зачисления на ПК</w:t>
            </w:r>
          </w:p>
        </w:tc>
        <w:tc>
          <w:tcPr>
            <w:tcW w:w="2709" w:type="dxa"/>
            <w:noWrap/>
          </w:tcPr>
          <w:p w:rsidR="00766787" w:rsidRPr="00B45B21" w:rsidRDefault="00766787" w:rsidP="00732F83">
            <w:r>
              <w:t>Подписка на газеты и журналы, подшивка книг, расходы за зачисления на ПК</w:t>
            </w:r>
          </w:p>
        </w:tc>
        <w:tc>
          <w:tcPr>
            <w:tcW w:w="1251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66787" w:rsidRPr="00AF5C5E" w:rsidTr="00B5039F">
        <w:trPr>
          <w:trHeight w:val="90"/>
        </w:trPr>
        <w:tc>
          <w:tcPr>
            <w:tcW w:w="2992" w:type="dxa"/>
            <w:noWrap/>
          </w:tcPr>
          <w:p w:rsidR="00766787" w:rsidRPr="008A369A" w:rsidRDefault="00766787" w:rsidP="00732F83">
            <w:r>
              <w:t>Прочие расходы</w:t>
            </w:r>
          </w:p>
        </w:tc>
        <w:tc>
          <w:tcPr>
            <w:tcW w:w="2516" w:type="dxa"/>
            <w:noWrap/>
            <w:vAlign w:val="bottom"/>
          </w:tcPr>
          <w:p w:rsidR="00766787" w:rsidRPr="003816A1" w:rsidRDefault="00766787" w:rsidP="00732F83">
            <w:pPr>
              <w:pStyle w:val="BodyText2"/>
              <w:ind w:firstLine="0"/>
              <w:rPr>
                <w:color w:val="000000"/>
              </w:rPr>
            </w:pPr>
            <w:r w:rsidRPr="0042508C">
              <w:rPr>
                <w:color w:val="000000"/>
              </w:rPr>
              <w:t> </w:t>
            </w:r>
            <w:r w:rsidRPr="003816A1">
              <w:rPr>
                <w:color w:val="000000"/>
              </w:rPr>
              <w:t xml:space="preserve">заместителя главы Старотитаровского сельского поселения Темрюкского района </w:t>
            </w:r>
          </w:p>
          <w:p w:rsidR="00766787" w:rsidRPr="0042508C" w:rsidRDefault="00766787" w:rsidP="00B5039F">
            <w:pPr>
              <w:pStyle w:val="BodyText2"/>
              <w:ind w:firstLine="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766787" w:rsidRPr="00B45B21" w:rsidRDefault="00766787" w:rsidP="00732F83">
            <w:r>
              <w:t>Экология, налоги</w:t>
            </w:r>
          </w:p>
        </w:tc>
        <w:tc>
          <w:tcPr>
            <w:tcW w:w="2709" w:type="dxa"/>
            <w:noWrap/>
          </w:tcPr>
          <w:p w:rsidR="00766787" w:rsidRPr="00B45B21" w:rsidRDefault="00766787" w:rsidP="00732F83">
            <w:r>
              <w:t>Экология, налоги</w:t>
            </w:r>
          </w:p>
        </w:tc>
        <w:tc>
          <w:tcPr>
            <w:tcW w:w="1251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66787" w:rsidRPr="00AF5C5E" w:rsidTr="00B5039F">
        <w:trPr>
          <w:trHeight w:val="90"/>
        </w:trPr>
        <w:tc>
          <w:tcPr>
            <w:tcW w:w="2992" w:type="dxa"/>
            <w:noWrap/>
          </w:tcPr>
          <w:p w:rsidR="00766787" w:rsidRPr="008A369A" w:rsidRDefault="00766787" w:rsidP="00732F83">
            <w:r>
              <w:t>Увеличение стоимости основных средств</w:t>
            </w:r>
          </w:p>
        </w:tc>
        <w:tc>
          <w:tcPr>
            <w:tcW w:w="2516" w:type="dxa"/>
            <w:noWrap/>
            <w:vAlign w:val="bottom"/>
          </w:tcPr>
          <w:p w:rsidR="00766787" w:rsidRPr="003816A1" w:rsidRDefault="00766787" w:rsidP="00732F83">
            <w:pPr>
              <w:pStyle w:val="BodyText2"/>
              <w:ind w:firstLine="0"/>
              <w:rPr>
                <w:color w:val="000000"/>
              </w:rPr>
            </w:pPr>
            <w:r w:rsidRPr="0042508C">
              <w:rPr>
                <w:color w:val="000000"/>
              </w:rPr>
              <w:t> </w:t>
            </w:r>
            <w:r w:rsidRPr="003816A1">
              <w:rPr>
                <w:color w:val="000000"/>
              </w:rPr>
              <w:t xml:space="preserve">заместителя главы Старотитаровского сельского поселения Темрюкского района </w:t>
            </w:r>
          </w:p>
          <w:p w:rsidR="00766787" w:rsidRPr="0042508C" w:rsidRDefault="00766787" w:rsidP="00B5039F">
            <w:pPr>
              <w:pStyle w:val="BodyText2"/>
              <w:ind w:firstLine="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766787" w:rsidRPr="00B45B21" w:rsidRDefault="00766787" w:rsidP="00732F83">
            <w:r>
              <w:t>Закупка мебели и прочих материалов</w:t>
            </w:r>
          </w:p>
        </w:tc>
        <w:tc>
          <w:tcPr>
            <w:tcW w:w="2709" w:type="dxa"/>
            <w:noWrap/>
          </w:tcPr>
          <w:p w:rsidR="00766787" w:rsidRPr="00B45B21" w:rsidRDefault="00766787" w:rsidP="00732F83">
            <w:r>
              <w:t>Закупка мебели и прочих материалов</w:t>
            </w:r>
          </w:p>
        </w:tc>
        <w:tc>
          <w:tcPr>
            <w:tcW w:w="1251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766787" w:rsidRPr="00AF5C5E" w:rsidTr="00B5039F">
        <w:trPr>
          <w:trHeight w:val="90"/>
        </w:trPr>
        <w:tc>
          <w:tcPr>
            <w:tcW w:w="2992" w:type="dxa"/>
            <w:noWrap/>
          </w:tcPr>
          <w:p w:rsidR="00766787" w:rsidRPr="008A369A" w:rsidRDefault="00766787" w:rsidP="00732F83">
            <w:r>
              <w:t>Увеличение стоимости материальных зщапасов</w:t>
            </w:r>
          </w:p>
        </w:tc>
        <w:tc>
          <w:tcPr>
            <w:tcW w:w="2516" w:type="dxa"/>
            <w:noWrap/>
            <w:vAlign w:val="bottom"/>
          </w:tcPr>
          <w:p w:rsidR="00766787" w:rsidRPr="003816A1" w:rsidRDefault="00766787" w:rsidP="00732F83">
            <w:pPr>
              <w:pStyle w:val="BodyText2"/>
              <w:ind w:firstLine="0"/>
              <w:rPr>
                <w:color w:val="000000"/>
              </w:rPr>
            </w:pPr>
            <w:r w:rsidRPr="0042508C">
              <w:rPr>
                <w:color w:val="000000"/>
              </w:rPr>
              <w:t> </w:t>
            </w:r>
            <w:r w:rsidRPr="003816A1">
              <w:rPr>
                <w:color w:val="000000"/>
              </w:rPr>
              <w:t xml:space="preserve">заместителя главы Старотитаровского сельского поселения Темрюкского района </w:t>
            </w:r>
          </w:p>
          <w:p w:rsidR="00766787" w:rsidRPr="0042508C" w:rsidRDefault="00766787" w:rsidP="00B5039F">
            <w:pPr>
              <w:pStyle w:val="BodyText2"/>
              <w:ind w:firstLine="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766787" w:rsidRPr="00B45B21" w:rsidRDefault="00766787" w:rsidP="00732F83">
            <w:r>
              <w:t xml:space="preserve">Приобретение хозяйственных товаров, канцелярских товаров </w:t>
            </w:r>
          </w:p>
        </w:tc>
        <w:tc>
          <w:tcPr>
            <w:tcW w:w="2709" w:type="dxa"/>
            <w:noWrap/>
          </w:tcPr>
          <w:p w:rsidR="00766787" w:rsidRPr="00B45B21" w:rsidRDefault="00766787" w:rsidP="00732F83">
            <w:r>
              <w:t>Приобретение хозяйственных товаров, канцелярских товаров</w:t>
            </w:r>
          </w:p>
        </w:tc>
        <w:tc>
          <w:tcPr>
            <w:tcW w:w="1251" w:type="dxa"/>
            <w:noWrap/>
            <w:vAlign w:val="bottom"/>
          </w:tcPr>
          <w:p w:rsidR="00766787" w:rsidRPr="00AF5C5E" w:rsidRDefault="00766787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766787" w:rsidRPr="006E4ED9" w:rsidRDefault="00766787" w:rsidP="00263A2B">
      <w:pPr>
        <w:sectPr w:rsidR="00766787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766787" w:rsidRPr="001E4551" w:rsidRDefault="0076678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66787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66787" w:rsidRDefault="007667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66787" w:rsidRPr="00587E76" w:rsidRDefault="00766787" w:rsidP="00587E76">
      <w:pPr>
        <w:jc w:val="center"/>
        <w:rPr>
          <w:b/>
          <w:sz w:val="28"/>
          <w:szCs w:val="28"/>
        </w:rPr>
      </w:pPr>
    </w:p>
    <w:p w:rsidR="00766787" w:rsidRPr="00587E76" w:rsidRDefault="00766787" w:rsidP="00587E76">
      <w:pPr>
        <w:jc w:val="center"/>
        <w:rPr>
          <w:b/>
        </w:rPr>
      </w:pPr>
    </w:p>
    <w:p w:rsidR="00766787" w:rsidRPr="003F65B7" w:rsidRDefault="00766787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>
        <w:rPr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766787" w:rsidRPr="00587E76" w:rsidRDefault="00766787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766787" w:rsidRDefault="00766787" w:rsidP="00263A2B">
      <w:pPr>
        <w:rPr>
          <w:sz w:val="28"/>
          <w:szCs w:val="28"/>
        </w:rPr>
      </w:pPr>
    </w:p>
    <w:p w:rsidR="00766787" w:rsidRPr="00286F40" w:rsidRDefault="00766787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766787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766787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</w:p>
        </w:tc>
      </w:tr>
      <w:tr w:rsidR="00766787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766787" w:rsidRPr="0042508C" w:rsidRDefault="00766787" w:rsidP="0042508C">
            <w:pPr>
              <w:jc w:val="center"/>
            </w:pPr>
            <w:r w:rsidRPr="0042508C">
              <w:t>«</w:t>
            </w:r>
            <w:r>
              <w:t>Обеспечение безопасности населения</w:t>
            </w:r>
            <w:r w:rsidRPr="0042508C">
              <w:t>»</w:t>
            </w:r>
            <w:r w:rsidRPr="0042508C">
              <w:rPr>
                <w:bCs/>
              </w:rPr>
              <w:t xml:space="preserve"> в Старотитаровском сельском поселении</w:t>
            </w:r>
            <w:r w:rsidRPr="0042508C">
              <w:t xml:space="preserve"> </w:t>
            </w:r>
            <w:r w:rsidRPr="0042508C">
              <w:rPr>
                <w:bCs/>
              </w:rPr>
              <w:t>Темрюкского района на 2015 год.</w:t>
            </w:r>
          </w:p>
          <w:p w:rsidR="00766787" w:rsidRPr="00286F40" w:rsidRDefault="0076678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766787" w:rsidRPr="00286F40" w:rsidRDefault="00766787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766787" w:rsidRPr="00CF4C47" w:rsidRDefault="00766787" w:rsidP="00F74E70">
            <w:pPr>
              <w:spacing w:before="40"/>
              <w:jc w:val="center"/>
              <w:rPr>
                <w:b/>
                <w:color w:val="000000"/>
              </w:rPr>
            </w:pPr>
            <w:r w:rsidRPr="00CF4C47">
              <w:rPr>
                <w:b/>
                <w:color w:val="000000"/>
              </w:rPr>
              <w:t>5571,1</w:t>
            </w:r>
          </w:p>
        </w:tc>
        <w:tc>
          <w:tcPr>
            <w:tcW w:w="1548" w:type="dxa"/>
            <w:noWrap/>
            <w:vAlign w:val="bottom"/>
          </w:tcPr>
          <w:p w:rsidR="00766787" w:rsidRPr="00CF4C47" w:rsidRDefault="00766787" w:rsidP="00F74E70">
            <w:pPr>
              <w:spacing w:before="40"/>
              <w:jc w:val="center"/>
              <w:rPr>
                <w:b/>
                <w:color w:val="000000"/>
              </w:rPr>
            </w:pPr>
            <w:r w:rsidRPr="00CF4C47">
              <w:rPr>
                <w:b/>
                <w:color w:val="000000"/>
              </w:rPr>
              <w:t>5571,1</w:t>
            </w:r>
          </w:p>
        </w:tc>
        <w:tc>
          <w:tcPr>
            <w:tcW w:w="1540" w:type="dxa"/>
            <w:noWrap/>
            <w:vAlign w:val="bottom"/>
          </w:tcPr>
          <w:p w:rsidR="00766787" w:rsidRPr="00CF4C47" w:rsidRDefault="00766787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CF4C47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766787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766787" w:rsidRPr="00286F40" w:rsidRDefault="0076678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766787" w:rsidRPr="00286F40" w:rsidRDefault="00766787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766787" w:rsidRPr="00CF4C47" w:rsidRDefault="00766787" w:rsidP="00F74E70">
            <w:pPr>
              <w:spacing w:before="40"/>
              <w:jc w:val="center"/>
              <w:rPr>
                <w:b/>
                <w:color w:val="000000"/>
              </w:rPr>
            </w:pPr>
            <w:r w:rsidRPr="00CF4C47">
              <w:rPr>
                <w:b/>
                <w:color w:val="000000"/>
              </w:rPr>
              <w:t>5571,1</w:t>
            </w:r>
          </w:p>
        </w:tc>
        <w:tc>
          <w:tcPr>
            <w:tcW w:w="1548" w:type="dxa"/>
            <w:noWrap/>
            <w:vAlign w:val="bottom"/>
          </w:tcPr>
          <w:p w:rsidR="00766787" w:rsidRPr="00CF4C47" w:rsidRDefault="00766787" w:rsidP="00F74E70">
            <w:pPr>
              <w:spacing w:before="40"/>
              <w:jc w:val="center"/>
              <w:rPr>
                <w:b/>
                <w:color w:val="000000"/>
              </w:rPr>
            </w:pPr>
            <w:r w:rsidRPr="00CF4C47">
              <w:rPr>
                <w:b/>
                <w:color w:val="000000"/>
              </w:rPr>
              <w:t>5571,1</w:t>
            </w:r>
          </w:p>
        </w:tc>
        <w:tc>
          <w:tcPr>
            <w:tcW w:w="1540" w:type="dxa"/>
            <w:noWrap/>
            <w:vAlign w:val="bottom"/>
          </w:tcPr>
          <w:p w:rsidR="00766787" w:rsidRPr="00CF4C47" w:rsidRDefault="00766787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CF4C47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766787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766787" w:rsidRPr="00286F40" w:rsidRDefault="0076678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766787" w:rsidRPr="00286F40" w:rsidRDefault="00766787" w:rsidP="00BA6591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766787" w:rsidRPr="00286F40" w:rsidRDefault="00766787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766787" w:rsidRPr="00286F40" w:rsidRDefault="00766787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766787" w:rsidRPr="00286F40" w:rsidRDefault="00766787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766787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766787" w:rsidRPr="00286F40" w:rsidRDefault="0076678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766787" w:rsidRPr="00286F40" w:rsidRDefault="00766787" w:rsidP="00BA6591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766787" w:rsidRPr="00CF4C47" w:rsidRDefault="00766787" w:rsidP="00FA0A43">
            <w:pPr>
              <w:spacing w:before="40"/>
              <w:jc w:val="center"/>
              <w:rPr>
                <w:color w:val="000000"/>
              </w:rPr>
            </w:pPr>
            <w:r w:rsidRPr="00CF4C47">
              <w:rPr>
                <w:color w:val="000000"/>
              </w:rPr>
              <w:t>5571,1</w:t>
            </w:r>
          </w:p>
        </w:tc>
        <w:tc>
          <w:tcPr>
            <w:tcW w:w="1548" w:type="dxa"/>
            <w:noWrap/>
            <w:vAlign w:val="bottom"/>
          </w:tcPr>
          <w:p w:rsidR="00766787" w:rsidRPr="00CF4C47" w:rsidRDefault="00766787" w:rsidP="002C0E6C">
            <w:pPr>
              <w:spacing w:before="40"/>
              <w:jc w:val="center"/>
              <w:rPr>
                <w:color w:val="000000"/>
              </w:rPr>
            </w:pPr>
            <w:r w:rsidRPr="00CF4C47">
              <w:rPr>
                <w:color w:val="000000"/>
              </w:rPr>
              <w:t>5571,1</w:t>
            </w:r>
          </w:p>
        </w:tc>
        <w:tc>
          <w:tcPr>
            <w:tcW w:w="1540" w:type="dxa"/>
            <w:noWrap/>
            <w:vAlign w:val="bottom"/>
          </w:tcPr>
          <w:p w:rsidR="00766787" w:rsidRPr="00286F40" w:rsidRDefault="00766787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766787" w:rsidRPr="006E4ED9" w:rsidRDefault="00766787" w:rsidP="00263A2B">
      <w:pPr>
        <w:sectPr w:rsidR="00766787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766787" w:rsidRPr="001E4551" w:rsidRDefault="0076678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66787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66787" w:rsidRDefault="007667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66787" w:rsidRPr="00587E76" w:rsidRDefault="00766787" w:rsidP="00587E76">
      <w:pPr>
        <w:jc w:val="center"/>
        <w:rPr>
          <w:b/>
          <w:sz w:val="28"/>
          <w:szCs w:val="28"/>
        </w:rPr>
      </w:pPr>
    </w:p>
    <w:p w:rsidR="00766787" w:rsidRPr="00587E76" w:rsidRDefault="00766787" w:rsidP="00587E76">
      <w:pPr>
        <w:jc w:val="center"/>
        <w:rPr>
          <w:b/>
          <w:sz w:val="28"/>
          <w:szCs w:val="28"/>
          <w:highlight w:val="yellow"/>
        </w:rPr>
      </w:pPr>
    </w:p>
    <w:p w:rsidR="00766787" w:rsidRPr="00587E76" w:rsidRDefault="00766787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«Реализация муниципальных функций, связанных с муниципальным управлением»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766787" w:rsidRDefault="00766787" w:rsidP="0032350C">
      <w:pPr>
        <w:rPr>
          <w:sz w:val="28"/>
          <w:szCs w:val="28"/>
        </w:rPr>
      </w:pPr>
    </w:p>
    <w:p w:rsidR="00766787" w:rsidRPr="00587E76" w:rsidRDefault="00766787" w:rsidP="00587E76">
      <w:pPr>
        <w:jc w:val="center"/>
        <w:rPr>
          <w:b/>
          <w:sz w:val="28"/>
          <w:szCs w:val="28"/>
        </w:rPr>
      </w:pPr>
    </w:p>
    <w:p w:rsidR="00766787" w:rsidRPr="006E4ED9" w:rsidRDefault="00766787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766787" w:rsidRPr="00286F40" w:rsidTr="00047A74">
        <w:trPr>
          <w:trHeight w:val="20"/>
        </w:trPr>
        <w:tc>
          <w:tcPr>
            <w:tcW w:w="540" w:type="dxa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766787" w:rsidRPr="00286F40" w:rsidTr="00047A74">
        <w:trPr>
          <w:trHeight w:val="20"/>
        </w:trPr>
        <w:tc>
          <w:tcPr>
            <w:tcW w:w="540" w:type="dxa"/>
            <w:noWrap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766787" w:rsidRPr="00CD4C11" w:rsidRDefault="00766787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Реализация муниципальных функций, связанных с муниципальным управлением»</w:t>
            </w:r>
            <w:r w:rsidRPr="00CD4C11">
              <w:rPr>
                <w:bCs/>
              </w:rPr>
              <w:t xml:space="preserve"> в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766787" w:rsidRPr="00286F40" w:rsidRDefault="00766787" w:rsidP="00CD4C1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bottom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5796" w:type="dxa"/>
            <w:noWrap/>
            <w:vAlign w:val="bottom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766787" w:rsidRPr="00286F40" w:rsidTr="00047A74">
        <w:trPr>
          <w:trHeight w:val="20"/>
        </w:trPr>
        <w:tc>
          <w:tcPr>
            <w:tcW w:w="540" w:type="dxa"/>
            <w:noWrap/>
          </w:tcPr>
          <w:p w:rsidR="00766787" w:rsidRPr="00286F40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766787" w:rsidRPr="00CD4C11" w:rsidRDefault="00766787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Реализация муниципальных функций, связанных с муниципальным управлением»</w:t>
            </w:r>
            <w:r w:rsidRPr="00CD4C11">
              <w:rPr>
                <w:bCs/>
              </w:rPr>
              <w:t xml:space="preserve">  в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766787" w:rsidRPr="00286F40" w:rsidRDefault="00766787" w:rsidP="00DE2B0D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11.03.2015</w:t>
            </w:r>
          </w:p>
        </w:tc>
        <w:tc>
          <w:tcPr>
            <w:tcW w:w="1540" w:type="dxa"/>
            <w:noWrap/>
            <w:vAlign w:val="bottom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5796" w:type="dxa"/>
            <w:noWrap/>
            <w:vAlign w:val="bottom"/>
          </w:tcPr>
          <w:p w:rsidR="00766787" w:rsidRPr="00286F40" w:rsidRDefault="0076678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66787" w:rsidRPr="006E4ED9" w:rsidTr="00047A74">
        <w:trPr>
          <w:trHeight w:val="883"/>
        </w:trPr>
        <w:tc>
          <w:tcPr>
            <w:tcW w:w="540" w:type="dxa"/>
            <w:noWrap/>
          </w:tcPr>
          <w:p w:rsidR="00766787" w:rsidRPr="00047A74" w:rsidRDefault="00766787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t>3</w:t>
            </w:r>
          </w:p>
        </w:tc>
        <w:tc>
          <w:tcPr>
            <w:tcW w:w="5120" w:type="dxa"/>
            <w:noWrap/>
            <w:vAlign w:val="bottom"/>
          </w:tcPr>
          <w:p w:rsidR="00766787" w:rsidRPr="00047A74" w:rsidRDefault="00766787" w:rsidP="00CD4C11">
            <w:r w:rsidRPr="00047A74">
              <w:rPr>
                <w:color w:val="000000"/>
              </w:rPr>
              <w:t xml:space="preserve"> 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</w:t>
            </w:r>
            <w:r>
              <w:t xml:space="preserve">ждении муниципальной программы </w:t>
            </w:r>
            <w:r w:rsidRPr="00CD4C11">
              <w:t>«</w:t>
            </w:r>
            <w:r>
              <w:t>Реализация муниципальных функций, связанных с муниципальным управлением</w:t>
            </w:r>
            <w:r w:rsidRPr="00047A74">
              <w:t>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766787" w:rsidRPr="00047A74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766787" w:rsidRPr="00CD4C11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16.04.2015</w:t>
            </w:r>
          </w:p>
        </w:tc>
        <w:tc>
          <w:tcPr>
            <w:tcW w:w="1540" w:type="dxa"/>
            <w:noWrap/>
            <w:vAlign w:val="bottom"/>
          </w:tcPr>
          <w:p w:rsidR="00766787" w:rsidRPr="00CD4C11" w:rsidRDefault="00766787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145</w:t>
            </w:r>
          </w:p>
        </w:tc>
        <w:tc>
          <w:tcPr>
            <w:tcW w:w="5796" w:type="dxa"/>
            <w:noWrap/>
            <w:vAlign w:val="bottom"/>
          </w:tcPr>
          <w:p w:rsidR="00766787" w:rsidRPr="006E4ED9" w:rsidRDefault="00766787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66787" w:rsidRPr="006E4ED9" w:rsidTr="00047A74">
        <w:trPr>
          <w:trHeight w:val="160"/>
        </w:trPr>
        <w:tc>
          <w:tcPr>
            <w:tcW w:w="540" w:type="dxa"/>
            <w:tcBorders>
              <w:bottom w:val="single" w:sz="4" w:space="0" w:color="auto"/>
            </w:tcBorders>
            <w:noWrap/>
          </w:tcPr>
          <w:p w:rsidR="00766787" w:rsidRPr="00047A74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4 </w:t>
            </w:r>
          </w:p>
        </w:tc>
        <w:tc>
          <w:tcPr>
            <w:tcW w:w="5120" w:type="dxa"/>
            <w:tcBorders>
              <w:bottom w:val="single" w:sz="4" w:space="0" w:color="auto"/>
            </w:tcBorders>
            <w:noWrap/>
            <w:vAlign w:val="bottom"/>
          </w:tcPr>
          <w:p w:rsidR="00766787" w:rsidRPr="00047A74" w:rsidRDefault="00766787" w:rsidP="00CD4C11">
            <w:r w:rsidRPr="00047A74">
              <w:rPr>
                <w:color w:val="000000"/>
              </w:rPr>
              <w:t xml:space="preserve"> 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 xml:space="preserve">Старотитаровского сельского поселения Темрюкского района «Об утверждении муниципальной программы </w:t>
            </w:r>
            <w:r w:rsidRPr="00CD4C11">
              <w:t>«</w:t>
            </w:r>
            <w:r>
              <w:t>Реализация муниципальных функций, связанных с муниципальным управлением»</w:t>
            </w:r>
            <w:r w:rsidRPr="00CD4C11">
              <w:rPr>
                <w:bCs/>
              </w:rPr>
              <w:t xml:space="preserve"> 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766787" w:rsidRPr="00047A74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766787" w:rsidRPr="00CD4C11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05.05.2015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766787" w:rsidRPr="00CD4C11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5796" w:type="dxa"/>
            <w:tcBorders>
              <w:bottom w:val="single" w:sz="4" w:space="0" w:color="auto"/>
            </w:tcBorders>
            <w:noWrap/>
            <w:vAlign w:val="bottom"/>
          </w:tcPr>
          <w:p w:rsidR="00766787" w:rsidRPr="006E4ED9" w:rsidRDefault="00766787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66787" w:rsidRPr="006E4ED9" w:rsidTr="00047A74">
        <w:trPr>
          <w:trHeight w:val="5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66787" w:rsidRPr="00047A74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66787" w:rsidRPr="009C44B4" w:rsidRDefault="00766787" w:rsidP="009C44B4">
            <w:r w:rsidRPr="00047A74">
              <w:rPr>
                <w:color w:val="000000"/>
              </w:rPr>
              <w:t xml:space="preserve">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 xml:space="preserve">Старотитаровского сельского поселения Темрюкского района «Об утверждении муниципальной программы </w:t>
            </w:r>
            <w:r w:rsidRPr="00CD4C11">
              <w:t>«</w:t>
            </w:r>
            <w:r>
              <w:t>Реализация муниципальных функций, связанных с муниципальным управлением»</w:t>
            </w:r>
            <w:r w:rsidRPr="00CD4C11">
              <w:rPr>
                <w:bCs/>
              </w:rPr>
              <w:t xml:space="preserve"> 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66787" w:rsidRPr="00CD4C11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03.09.2015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66787" w:rsidRPr="00CD4C11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579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66787" w:rsidRPr="006E4ED9" w:rsidRDefault="00766787" w:rsidP="00263A2B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66787" w:rsidRPr="006E4ED9" w:rsidTr="00047A74">
        <w:trPr>
          <w:trHeight w:val="280"/>
        </w:trPr>
        <w:tc>
          <w:tcPr>
            <w:tcW w:w="540" w:type="dxa"/>
            <w:tcBorders>
              <w:top w:val="single" w:sz="4" w:space="0" w:color="auto"/>
            </w:tcBorders>
            <w:noWrap/>
          </w:tcPr>
          <w:p w:rsidR="00766787" w:rsidRPr="00047A74" w:rsidRDefault="00766787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auto"/>
            </w:tcBorders>
            <w:noWrap/>
            <w:vAlign w:val="bottom"/>
          </w:tcPr>
          <w:p w:rsidR="00766787" w:rsidRPr="00047A74" w:rsidRDefault="00766787" w:rsidP="00CD4C11">
            <w:r w:rsidRPr="00047A74">
              <w:rPr>
                <w:color w:val="000000"/>
              </w:rPr>
              <w:t xml:space="preserve">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 xml:space="preserve">Старотитаровского сельского поселения Темрюкского района «Об утверждении муниципальной программы </w:t>
            </w:r>
            <w:r w:rsidRPr="00CD4C11">
              <w:t>«</w:t>
            </w:r>
            <w:r>
              <w:t>Реализация муниципальных функций, связанных с муниципальным управлением»</w:t>
            </w:r>
            <w:r w:rsidRPr="00CD4C11">
              <w:rPr>
                <w:bCs/>
              </w:rPr>
              <w:t xml:space="preserve"> </w:t>
            </w:r>
            <w:r w:rsidRPr="00047A74">
              <w:rPr>
                <w:bCs/>
              </w:rPr>
              <w:t>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766787" w:rsidRPr="00047A74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766787" w:rsidRPr="00CD4C11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12.10.2015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766787" w:rsidRDefault="0076678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  <w:p w:rsidR="00766787" w:rsidRPr="00CD4C11" w:rsidRDefault="0076678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tcBorders>
              <w:top w:val="single" w:sz="4" w:space="0" w:color="auto"/>
            </w:tcBorders>
            <w:noWrap/>
            <w:vAlign w:val="bottom"/>
          </w:tcPr>
          <w:p w:rsidR="00766787" w:rsidRPr="006E4ED9" w:rsidRDefault="00766787" w:rsidP="00263A2B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66787" w:rsidRPr="006E4ED9" w:rsidTr="009C44B4">
        <w:trPr>
          <w:trHeight w:val="280"/>
        </w:trPr>
        <w:tc>
          <w:tcPr>
            <w:tcW w:w="540" w:type="dxa"/>
            <w:tcBorders>
              <w:top w:val="single" w:sz="4" w:space="0" w:color="auto"/>
            </w:tcBorders>
            <w:noWrap/>
          </w:tcPr>
          <w:p w:rsidR="00766787" w:rsidRPr="00047A74" w:rsidRDefault="00766787" w:rsidP="00732F8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tcBorders>
              <w:top w:val="single" w:sz="4" w:space="0" w:color="auto"/>
            </w:tcBorders>
            <w:noWrap/>
            <w:vAlign w:val="bottom"/>
          </w:tcPr>
          <w:p w:rsidR="00766787" w:rsidRPr="009C44B4" w:rsidRDefault="00766787" w:rsidP="00732F83">
            <w:pPr>
              <w:rPr>
                <w:color w:val="000000"/>
              </w:rPr>
            </w:pPr>
            <w:r w:rsidRPr="00047A74">
              <w:rPr>
                <w:color w:val="000000"/>
              </w:rPr>
              <w:t xml:space="preserve">Постановление Администрации </w:t>
            </w:r>
            <w:r w:rsidRPr="009C44B4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9C44B4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«Реализация муниципальных функций, связанных с муниципальным управлением» в Старотитаровском сельском поселении Темрюкского района на 2015 год.»</w:t>
            </w:r>
          </w:p>
          <w:p w:rsidR="00766787" w:rsidRPr="00047A74" w:rsidRDefault="00766787" w:rsidP="009C44B4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766787" w:rsidRPr="00CD4C11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20.10.2015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766787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369</w:t>
            </w:r>
          </w:p>
          <w:p w:rsidR="00766787" w:rsidRPr="00CD4C11" w:rsidRDefault="00766787" w:rsidP="00732F83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tcBorders>
              <w:top w:val="single" w:sz="4" w:space="0" w:color="auto"/>
            </w:tcBorders>
            <w:noWrap/>
            <w:vAlign w:val="bottom"/>
          </w:tcPr>
          <w:p w:rsidR="00766787" w:rsidRPr="009C44B4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66787" w:rsidRPr="006E4ED9" w:rsidTr="009C44B4">
        <w:trPr>
          <w:trHeight w:val="280"/>
        </w:trPr>
        <w:tc>
          <w:tcPr>
            <w:tcW w:w="540" w:type="dxa"/>
            <w:tcBorders>
              <w:top w:val="single" w:sz="4" w:space="0" w:color="auto"/>
            </w:tcBorders>
            <w:noWrap/>
          </w:tcPr>
          <w:p w:rsidR="00766787" w:rsidRPr="00047A74" w:rsidRDefault="00766787" w:rsidP="00732F8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tcBorders>
              <w:top w:val="single" w:sz="4" w:space="0" w:color="auto"/>
            </w:tcBorders>
            <w:noWrap/>
            <w:vAlign w:val="bottom"/>
          </w:tcPr>
          <w:p w:rsidR="00766787" w:rsidRPr="009C44B4" w:rsidRDefault="00766787" w:rsidP="00732F83">
            <w:pPr>
              <w:rPr>
                <w:color w:val="000000"/>
              </w:rPr>
            </w:pPr>
            <w:r w:rsidRPr="00047A74">
              <w:rPr>
                <w:color w:val="000000"/>
              </w:rPr>
              <w:t xml:space="preserve">Постановление Администрации </w:t>
            </w:r>
            <w:r w:rsidRPr="009C44B4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9C44B4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«Реализация муниципальных функций, связанных с муниципальным управлением» в Старотитаровском сельском поселении Темрюкского района на 2015 год.»</w:t>
            </w:r>
          </w:p>
          <w:p w:rsidR="00766787" w:rsidRPr="00047A74" w:rsidRDefault="00766787" w:rsidP="009C44B4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766787" w:rsidRPr="00CD4C11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17.12.2015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766787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523</w:t>
            </w:r>
          </w:p>
          <w:p w:rsidR="00766787" w:rsidRPr="00CD4C11" w:rsidRDefault="00766787" w:rsidP="00732F83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tcBorders>
              <w:top w:val="single" w:sz="4" w:space="0" w:color="auto"/>
            </w:tcBorders>
            <w:noWrap/>
            <w:vAlign w:val="bottom"/>
          </w:tcPr>
          <w:p w:rsidR="00766787" w:rsidRPr="009C44B4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766787" w:rsidRPr="006E4ED9" w:rsidTr="009C44B4">
        <w:trPr>
          <w:trHeight w:val="280"/>
        </w:trPr>
        <w:tc>
          <w:tcPr>
            <w:tcW w:w="540" w:type="dxa"/>
            <w:tcBorders>
              <w:top w:val="single" w:sz="4" w:space="0" w:color="auto"/>
            </w:tcBorders>
            <w:noWrap/>
          </w:tcPr>
          <w:p w:rsidR="00766787" w:rsidRPr="00047A74" w:rsidRDefault="00766787" w:rsidP="00732F8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tcBorders>
              <w:top w:val="single" w:sz="4" w:space="0" w:color="auto"/>
            </w:tcBorders>
            <w:noWrap/>
            <w:vAlign w:val="bottom"/>
          </w:tcPr>
          <w:p w:rsidR="00766787" w:rsidRPr="009C44B4" w:rsidRDefault="00766787" w:rsidP="00732F83">
            <w:pPr>
              <w:rPr>
                <w:color w:val="000000"/>
              </w:rPr>
            </w:pPr>
            <w:r w:rsidRPr="00047A74">
              <w:rPr>
                <w:color w:val="000000"/>
              </w:rPr>
              <w:t xml:space="preserve">Постановление Администрации </w:t>
            </w:r>
            <w:r w:rsidRPr="009C44B4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9C44B4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«Реализация муниципальных функций, связанных с муниципальным управлением» в Старотитаровском сельском поселении Темрюкского района на 2015 год.»</w:t>
            </w:r>
          </w:p>
          <w:p w:rsidR="00766787" w:rsidRPr="00047A74" w:rsidRDefault="00766787" w:rsidP="009C44B4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766787" w:rsidRPr="00CD4C11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31.12.2015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766787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588</w:t>
            </w:r>
          </w:p>
          <w:p w:rsidR="00766787" w:rsidRPr="00CD4C11" w:rsidRDefault="00766787" w:rsidP="00732F83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tcBorders>
              <w:top w:val="single" w:sz="4" w:space="0" w:color="auto"/>
            </w:tcBorders>
            <w:noWrap/>
            <w:vAlign w:val="bottom"/>
          </w:tcPr>
          <w:p w:rsidR="00766787" w:rsidRPr="009C44B4" w:rsidRDefault="00766787" w:rsidP="00732F83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766787" w:rsidRPr="006E4ED9" w:rsidRDefault="00766787" w:rsidP="00263A2B">
      <w:pPr>
        <w:sectPr w:rsidR="00766787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766787" w:rsidRPr="001E4551" w:rsidRDefault="0076678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66787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766787" w:rsidRPr="001E4551" w:rsidRDefault="0076678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66787" w:rsidRDefault="0076678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766787" w:rsidRPr="00587E76" w:rsidRDefault="00766787" w:rsidP="00587E76">
      <w:pPr>
        <w:jc w:val="center"/>
        <w:rPr>
          <w:sz w:val="28"/>
          <w:szCs w:val="28"/>
        </w:rPr>
      </w:pPr>
    </w:p>
    <w:p w:rsidR="00766787" w:rsidRPr="00587E76" w:rsidRDefault="00766787" w:rsidP="00587E76">
      <w:pPr>
        <w:jc w:val="center"/>
        <w:rPr>
          <w:b/>
        </w:rPr>
      </w:pPr>
    </w:p>
    <w:p w:rsidR="00766787" w:rsidRPr="003F65B7" w:rsidRDefault="00766787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766787" w:rsidRDefault="00766787" w:rsidP="0032350C">
      <w:pPr>
        <w:rPr>
          <w:sz w:val="28"/>
          <w:szCs w:val="28"/>
        </w:rPr>
      </w:pPr>
    </w:p>
    <w:p w:rsidR="00766787" w:rsidRPr="00587E76" w:rsidRDefault="00766787" w:rsidP="00587E76">
      <w:pPr>
        <w:jc w:val="center"/>
        <w:rPr>
          <w:b/>
          <w:sz w:val="28"/>
          <w:szCs w:val="28"/>
        </w:rPr>
      </w:pPr>
    </w:p>
    <w:p w:rsidR="00766787" w:rsidRPr="00286F40" w:rsidRDefault="00766787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766787" w:rsidRPr="00286F40" w:rsidTr="001F6C5B">
        <w:tc>
          <w:tcPr>
            <w:tcW w:w="3600" w:type="dxa"/>
            <w:vMerge w:val="restart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766787" w:rsidRPr="00286F40" w:rsidTr="001F6C5B">
        <w:tc>
          <w:tcPr>
            <w:tcW w:w="3600" w:type="dxa"/>
            <w:vMerge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3E37C8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3E37C8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3E37C8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3E37C8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766787" w:rsidRPr="008B475F" w:rsidRDefault="00766787" w:rsidP="008B475F">
            <w:pPr>
              <w:tabs>
                <w:tab w:val="left" w:pos="1134"/>
              </w:tabs>
              <w:spacing w:before="40"/>
              <w:jc w:val="center"/>
            </w:pPr>
            <w:r w:rsidRPr="003E37C8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766787" w:rsidRPr="006E4ED9" w:rsidTr="001F6C5B">
        <w:tc>
          <w:tcPr>
            <w:tcW w:w="3600" w:type="dxa"/>
          </w:tcPr>
          <w:p w:rsidR="00766787" w:rsidRPr="0084173E" w:rsidRDefault="00766787" w:rsidP="0032350C">
            <w:pPr>
              <w:rPr>
                <w:b/>
              </w:rPr>
            </w:pPr>
            <w:r w:rsidRPr="0084173E">
              <w:rPr>
                <w:b/>
              </w:rPr>
              <w:t>МП «Реализация муниципальных функций, связанных с муниципальным управлением»</w:t>
            </w:r>
            <w:r w:rsidRPr="0084173E">
              <w:rPr>
                <w:b/>
                <w:bCs/>
              </w:rPr>
              <w:t xml:space="preserve"> в Старотитаровском сельском поселении</w:t>
            </w:r>
            <w:r w:rsidRPr="0084173E">
              <w:rPr>
                <w:b/>
              </w:rPr>
              <w:t xml:space="preserve"> </w:t>
            </w:r>
            <w:r w:rsidRPr="0084173E">
              <w:rPr>
                <w:b/>
                <w:bCs/>
              </w:rPr>
              <w:t>Темрюкского района на 2015 год</w:t>
            </w:r>
          </w:p>
          <w:p w:rsidR="00766787" w:rsidRPr="0084173E" w:rsidRDefault="00766787" w:rsidP="0032350C">
            <w:pPr>
              <w:rPr>
                <w:b/>
              </w:rPr>
            </w:pPr>
            <w:r w:rsidRPr="0084173E">
              <w:rPr>
                <w:b/>
              </w:rPr>
              <w:t>за счет всех источников финансирования</w:t>
            </w:r>
          </w:p>
          <w:p w:rsidR="00766787" w:rsidRPr="00E5770B" w:rsidRDefault="00766787" w:rsidP="0032350C">
            <w:pPr>
              <w:rPr>
                <w:b/>
                <w:sz w:val="28"/>
                <w:szCs w:val="28"/>
              </w:rPr>
            </w:pPr>
          </w:p>
          <w:p w:rsidR="00766787" w:rsidRPr="00E5770B" w:rsidRDefault="00766787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766787" w:rsidRPr="00E5770B" w:rsidRDefault="007667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766787" w:rsidRPr="00E5770B" w:rsidRDefault="007667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66787" w:rsidRPr="00E5770B" w:rsidRDefault="007667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766787" w:rsidRPr="00E5770B" w:rsidRDefault="007667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766787" w:rsidRPr="00E5770B" w:rsidRDefault="0076678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766787" w:rsidRDefault="00766787" w:rsidP="002F792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766787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787" w:rsidRDefault="00766787" w:rsidP="00E1044C">
      <w:r>
        <w:separator/>
      </w:r>
    </w:p>
  </w:endnote>
  <w:endnote w:type="continuationSeparator" w:id="0">
    <w:p w:rsidR="00766787" w:rsidRDefault="00766787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787" w:rsidRDefault="00766787" w:rsidP="00E1044C">
      <w:r>
        <w:separator/>
      </w:r>
    </w:p>
  </w:footnote>
  <w:footnote w:type="continuationSeparator" w:id="0">
    <w:p w:rsidR="00766787" w:rsidRDefault="00766787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87" w:rsidRDefault="00766787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8</w:t>
    </w:r>
    <w:r w:rsidRPr="00486D96">
      <w:rPr>
        <w:sz w:val="28"/>
        <w:szCs w:val="28"/>
      </w:rPr>
      <w:fldChar w:fldCharType="end"/>
    </w:r>
  </w:p>
  <w:p w:rsidR="00766787" w:rsidRDefault="007667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87" w:rsidRDefault="00766787">
    <w:pPr>
      <w:pStyle w:val="Header"/>
      <w:jc w:val="center"/>
    </w:pPr>
  </w:p>
  <w:p w:rsidR="00766787" w:rsidRDefault="007667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2B22"/>
    <w:rsid w:val="00033748"/>
    <w:rsid w:val="00047A74"/>
    <w:rsid w:val="000B28F5"/>
    <w:rsid w:val="000D3BFF"/>
    <w:rsid w:val="001064AA"/>
    <w:rsid w:val="00107AB8"/>
    <w:rsid w:val="001313A3"/>
    <w:rsid w:val="001348C0"/>
    <w:rsid w:val="001359C1"/>
    <w:rsid w:val="001418C5"/>
    <w:rsid w:val="00144ADF"/>
    <w:rsid w:val="00145A22"/>
    <w:rsid w:val="00167E17"/>
    <w:rsid w:val="0017096C"/>
    <w:rsid w:val="001772B4"/>
    <w:rsid w:val="00187F20"/>
    <w:rsid w:val="001A3D6E"/>
    <w:rsid w:val="001B5607"/>
    <w:rsid w:val="001D2F8D"/>
    <w:rsid w:val="001E4551"/>
    <w:rsid w:val="001F6C5B"/>
    <w:rsid w:val="00203CC1"/>
    <w:rsid w:val="002071A9"/>
    <w:rsid w:val="00222FD1"/>
    <w:rsid w:val="002354BB"/>
    <w:rsid w:val="00256EB2"/>
    <w:rsid w:val="00263A2B"/>
    <w:rsid w:val="00276912"/>
    <w:rsid w:val="00285E9B"/>
    <w:rsid w:val="00286F40"/>
    <w:rsid w:val="00291FB0"/>
    <w:rsid w:val="002A0529"/>
    <w:rsid w:val="002A4079"/>
    <w:rsid w:val="002B0DD4"/>
    <w:rsid w:val="002C0E6C"/>
    <w:rsid w:val="002E7AE3"/>
    <w:rsid w:val="002F7920"/>
    <w:rsid w:val="003121D3"/>
    <w:rsid w:val="0032350C"/>
    <w:rsid w:val="00342C1A"/>
    <w:rsid w:val="00364C8C"/>
    <w:rsid w:val="003732ED"/>
    <w:rsid w:val="003816A1"/>
    <w:rsid w:val="003B30CF"/>
    <w:rsid w:val="003D1C36"/>
    <w:rsid w:val="003D424D"/>
    <w:rsid w:val="003E37C8"/>
    <w:rsid w:val="003F65B7"/>
    <w:rsid w:val="0042508C"/>
    <w:rsid w:val="00442A36"/>
    <w:rsid w:val="00473A63"/>
    <w:rsid w:val="0048651B"/>
    <w:rsid w:val="00486D96"/>
    <w:rsid w:val="00496101"/>
    <w:rsid w:val="004A1F17"/>
    <w:rsid w:val="004B4F4A"/>
    <w:rsid w:val="004F4102"/>
    <w:rsid w:val="00562830"/>
    <w:rsid w:val="00572E3E"/>
    <w:rsid w:val="00587E76"/>
    <w:rsid w:val="005B1F38"/>
    <w:rsid w:val="005B265F"/>
    <w:rsid w:val="005B4E99"/>
    <w:rsid w:val="006073EF"/>
    <w:rsid w:val="00624700"/>
    <w:rsid w:val="00626097"/>
    <w:rsid w:val="00632453"/>
    <w:rsid w:val="00663EB6"/>
    <w:rsid w:val="006800DC"/>
    <w:rsid w:val="0069662E"/>
    <w:rsid w:val="006C3882"/>
    <w:rsid w:val="006E4ED9"/>
    <w:rsid w:val="00713E71"/>
    <w:rsid w:val="00717C20"/>
    <w:rsid w:val="00732F83"/>
    <w:rsid w:val="00756CB9"/>
    <w:rsid w:val="00766787"/>
    <w:rsid w:val="007A0DD2"/>
    <w:rsid w:val="007A4857"/>
    <w:rsid w:val="007C3A7B"/>
    <w:rsid w:val="007D0A21"/>
    <w:rsid w:val="007D2F56"/>
    <w:rsid w:val="007E44FE"/>
    <w:rsid w:val="00804838"/>
    <w:rsid w:val="00820266"/>
    <w:rsid w:val="0084173E"/>
    <w:rsid w:val="00846AEB"/>
    <w:rsid w:val="00850A3C"/>
    <w:rsid w:val="00882A62"/>
    <w:rsid w:val="00885670"/>
    <w:rsid w:val="00886E7B"/>
    <w:rsid w:val="008940AC"/>
    <w:rsid w:val="008A369A"/>
    <w:rsid w:val="008A4228"/>
    <w:rsid w:val="008B475F"/>
    <w:rsid w:val="008D61C1"/>
    <w:rsid w:val="00912C49"/>
    <w:rsid w:val="00927C64"/>
    <w:rsid w:val="00954CEC"/>
    <w:rsid w:val="00961FB9"/>
    <w:rsid w:val="00976B0E"/>
    <w:rsid w:val="0098123C"/>
    <w:rsid w:val="009C44B4"/>
    <w:rsid w:val="009C5F38"/>
    <w:rsid w:val="009D6FC6"/>
    <w:rsid w:val="009E35D2"/>
    <w:rsid w:val="009F7457"/>
    <w:rsid w:val="00A061C6"/>
    <w:rsid w:val="00A11BC6"/>
    <w:rsid w:val="00A2306F"/>
    <w:rsid w:val="00A34D56"/>
    <w:rsid w:val="00A4608F"/>
    <w:rsid w:val="00A55FCE"/>
    <w:rsid w:val="00A63C3E"/>
    <w:rsid w:val="00A837D0"/>
    <w:rsid w:val="00A85A55"/>
    <w:rsid w:val="00AA23A9"/>
    <w:rsid w:val="00AB0146"/>
    <w:rsid w:val="00AD4687"/>
    <w:rsid w:val="00AF5C5E"/>
    <w:rsid w:val="00AF7B05"/>
    <w:rsid w:val="00B02842"/>
    <w:rsid w:val="00B0366E"/>
    <w:rsid w:val="00B0404F"/>
    <w:rsid w:val="00B0503E"/>
    <w:rsid w:val="00B132DA"/>
    <w:rsid w:val="00B37ECF"/>
    <w:rsid w:val="00B45B21"/>
    <w:rsid w:val="00B5039F"/>
    <w:rsid w:val="00B60CF2"/>
    <w:rsid w:val="00B738D6"/>
    <w:rsid w:val="00B73C78"/>
    <w:rsid w:val="00B76DE6"/>
    <w:rsid w:val="00B90843"/>
    <w:rsid w:val="00BA6591"/>
    <w:rsid w:val="00C2318A"/>
    <w:rsid w:val="00C30235"/>
    <w:rsid w:val="00C315BA"/>
    <w:rsid w:val="00C36892"/>
    <w:rsid w:val="00C43CB8"/>
    <w:rsid w:val="00C759F4"/>
    <w:rsid w:val="00C94CC2"/>
    <w:rsid w:val="00C9525C"/>
    <w:rsid w:val="00CC73F7"/>
    <w:rsid w:val="00CC77A6"/>
    <w:rsid w:val="00CD1066"/>
    <w:rsid w:val="00CD4C11"/>
    <w:rsid w:val="00CD5D80"/>
    <w:rsid w:val="00CE38E7"/>
    <w:rsid w:val="00CE4C33"/>
    <w:rsid w:val="00CF07E4"/>
    <w:rsid w:val="00CF4C47"/>
    <w:rsid w:val="00D113AA"/>
    <w:rsid w:val="00D34517"/>
    <w:rsid w:val="00D4287D"/>
    <w:rsid w:val="00D500B6"/>
    <w:rsid w:val="00D5479E"/>
    <w:rsid w:val="00D60E8A"/>
    <w:rsid w:val="00D70EE0"/>
    <w:rsid w:val="00DB7C47"/>
    <w:rsid w:val="00DE2B0D"/>
    <w:rsid w:val="00DE7187"/>
    <w:rsid w:val="00DF5276"/>
    <w:rsid w:val="00DF529C"/>
    <w:rsid w:val="00E1044C"/>
    <w:rsid w:val="00E27842"/>
    <w:rsid w:val="00E330CB"/>
    <w:rsid w:val="00E40EDE"/>
    <w:rsid w:val="00E44696"/>
    <w:rsid w:val="00E45328"/>
    <w:rsid w:val="00E5770B"/>
    <w:rsid w:val="00E74F97"/>
    <w:rsid w:val="00E84985"/>
    <w:rsid w:val="00EB712B"/>
    <w:rsid w:val="00EE0597"/>
    <w:rsid w:val="00F01EAE"/>
    <w:rsid w:val="00F2630D"/>
    <w:rsid w:val="00F30378"/>
    <w:rsid w:val="00F369E4"/>
    <w:rsid w:val="00F74E70"/>
    <w:rsid w:val="00FA0A43"/>
    <w:rsid w:val="00FA180E"/>
    <w:rsid w:val="00FB6ED3"/>
    <w:rsid w:val="00FD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430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037430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037430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803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398</TotalTime>
  <Pages>11</Pages>
  <Words>1626</Words>
  <Characters>9274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46</cp:revision>
  <cp:lastPrinted>2014-09-16T06:37:00Z</cp:lastPrinted>
  <dcterms:created xsi:type="dcterms:W3CDTF">2014-09-16T06:37:00Z</dcterms:created>
  <dcterms:modified xsi:type="dcterms:W3CDTF">2016-03-15T05:46:00Z</dcterms:modified>
</cp:coreProperties>
</file>