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225" w:rsidRPr="001E4551" w:rsidRDefault="000B2225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B2225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B2225" w:rsidRDefault="000B222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0B2225" w:rsidRPr="00587E76" w:rsidRDefault="000B2225" w:rsidP="00587E76">
      <w:pPr>
        <w:jc w:val="center"/>
        <w:rPr>
          <w:sz w:val="28"/>
          <w:szCs w:val="28"/>
        </w:rPr>
      </w:pPr>
    </w:p>
    <w:p w:rsidR="000B2225" w:rsidRPr="006E4ED9" w:rsidRDefault="000B2225" w:rsidP="00263A2B"/>
    <w:p w:rsidR="000B2225" w:rsidRPr="00A515EB" w:rsidRDefault="000B2225" w:rsidP="003B30CF">
      <w:pPr>
        <w:jc w:val="center"/>
        <w:rPr>
          <w:b/>
          <w:sz w:val="28"/>
          <w:szCs w:val="28"/>
        </w:rPr>
      </w:pPr>
      <w:hyperlink r:id="rId7" w:history="1">
        <w:r w:rsidRPr="00A515EB">
          <w:rPr>
            <w:b/>
            <w:sz w:val="28"/>
            <w:szCs w:val="28"/>
          </w:rPr>
          <w:t>Отчет</w:t>
        </w:r>
      </w:hyperlink>
      <w:r w:rsidRPr="00A515EB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</w:t>
      </w:r>
      <w:r>
        <w:rPr>
          <w:b/>
          <w:sz w:val="28"/>
          <w:szCs w:val="28"/>
        </w:rPr>
        <w:t>Развитие массового спорта в Старотитаровском сельском поселении</w:t>
      </w:r>
      <w:r w:rsidRPr="00A515EB">
        <w:rPr>
          <w:b/>
          <w:sz w:val="28"/>
          <w:szCs w:val="28"/>
        </w:rPr>
        <w:t xml:space="preserve"> Темрюкского района</w:t>
      </w:r>
      <w:r w:rsidRPr="00A515EB">
        <w:rPr>
          <w:b/>
          <w:bCs/>
          <w:sz w:val="28"/>
          <w:szCs w:val="28"/>
        </w:rPr>
        <w:t>» на 2015 год</w:t>
      </w:r>
      <w:r w:rsidRPr="00A515EB">
        <w:rPr>
          <w:b/>
          <w:sz w:val="28"/>
          <w:szCs w:val="28"/>
        </w:rPr>
        <w:t>.</w:t>
      </w:r>
    </w:p>
    <w:p w:rsidR="000B2225" w:rsidRPr="00587E76" w:rsidRDefault="000B2225" w:rsidP="00587E76">
      <w:pPr>
        <w:jc w:val="center"/>
        <w:rPr>
          <w:b/>
          <w:sz w:val="28"/>
          <w:szCs w:val="28"/>
        </w:rPr>
      </w:pPr>
    </w:p>
    <w:p w:rsidR="000B2225" w:rsidRPr="006E4ED9" w:rsidRDefault="000B2225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0B2225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B2225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0B2225" w:rsidRPr="006E4ED9" w:rsidRDefault="000B222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0B2225" w:rsidRPr="006E4ED9" w:rsidRDefault="000B222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0B2225" w:rsidRPr="006E4ED9" w:rsidRDefault="000B222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0B2225" w:rsidRPr="007D0A21" w:rsidRDefault="000B2225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0B2225" w:rsidRPr="007D0A21" w:rsidRDefault="000B2225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0B2225" w:rsidRPr="006E4ED9" w:rsidRDefault="000B222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0B2225" w:rsidRPr="006E4ED9" w:rsidRDefault="000B222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0B2225" w:rsidRPr="006E4ED9" w:rsidRDefault="000B222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0B2225" w:rsidRPr="00AF5C5E" w:rsidTr="00A515EB">
        <w:trPr>
          <w:trHeight w:val="1051"/>
        </w:trPr>
        <w:tc>
          <w:tcPr>
            <w:tcW w:w="551" w:type="dxa"/>
            <w:noWrap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0B2225" w:rsidRPr="00A515EB" w:rsidRDefault="000B2225" w:rsidP="00A515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C76295">
              <w:rPr>
                <w:b/>
                <w:sz w:val="28"/>
                <w:szCs w:val="28"/>
              </w:rPr>
              <w:t>программа «</w:t>
            </w:r>
            <w:r>
              <w:rPr>
                <w:b/>
                <w:sz w:val="28"/>
                <w:szCs w:val="28"/>
              </w:rPr>
              <w:t>Развитие массового спорта в Старотитаровском сельском поселении</w:t>
            </w:r>
            <w:r w:rsidRPr="00C76295">
              <w:rPr>
                <w:b/>
                <w:sz w:val="28"/>
                <w:szCs w:val="28"/>
              </w:rPr>
              <w:t xml:space="preserve"> Темрюкского района</w:t>
            </w:r>
            <w:r w:rsidRPr="00C76295">
              <w:rPr>
                <w:b/>
                <w:bCs/>
                <w:sz w:val="28"/>
                <w:szCs w:val="28"/>
              </w:rPr>
              <w:t>» на</w:t>
            </w:r>
            <w:r w:rsidRPr="003C07D1">
              <w:rPr>
                <w:b/>
                <w:bCs/>
                <w:sz w:val="28"/>
                <w:szCs w:val="28"/>
              </w:rPr>
              <w:t xml:space="preserve"> 2015 год</w:t>
            </w:r>
            <w:r w:rsidRPr="003C07D1">
              <w:rPr>
                <w:b/>
                <w:sz w:val="28"/>
                <w:szCs w:val="28"/>
              </w:rPr>
              <w:t>.</w:t>
            </w:r>
          </w:p>
        </w:tc>
      </w:tr>
      <w:tr w:rsidR="000B2225" w:rsidRPr="00AF5C5E" w:rsidTr="0074253C">
        <w:trPr>
          <w:trHeight w:val="1740"/>
        </w:trPr>
        <w:tc>
          <w:tcPr>
            <w:tcW w:w="551" w:type="dxa"/>
            <w:tcBorders>
              <w:bottom w:val="single" w:sz="4" w:space="0" w:color="auto"/>
            </w:tcBorders>
            <w:noWrap/>
          </w:tcPr>
          <w:p w:rsidR="000B2225" w:rsidRDefault="000B2225" w:rsidP="006C514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0B2225" w:rsidRPr="00D66E15" w:rsidRDefault="000B2225" w:rsidP="006C514C">
            <w:pPr>
              <w:jc w:val="both"/>
            </w:pPr>
            <w:r>
              <w:t>количество</w:t>
            </w:r>
            <w:r w:rsidRPr="00D66E15">
              <w:t xml:space="preserve"> детей, подростков, молодежи и прочих категории населения станицы, регулярно занимающихся физической культурой и спортом;</w:t>
            </w:r>
          </w:p>
          <w:p w:rsidR="000B2225" w:rsidRPr="00D66E15" w:rsidRDefault="000B2225" w:rsidP="006C514C">
            <w:pPr>
              <w:pStyle w:val="a"/>
              <w:rPr>
                <w:rFonts w:ascii="Times New Roman" w:hAnsi="Times New Roman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0B2225" w:rsidRPr="00B73C78" w:rsidRDefault="000B2225" w:rsidP="006C514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0B2225" w:rsidRPr="00B73C78" w:rsidRDefault="000B2225" w:rsidP="0074253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0B2225" w:rsidRPr="00AF5C5E" w:rsidRDefault="000B2225" w:rsidP="007425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0B2225" w:rsidRPr="00AF5C5E" w:rsidRDefault="000B222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0B2225" w:rsidRPr="00AF5C5E" w:rsidRDefault="000B222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0B2225" w:rsidRPr="00AF5C5E" w:rsidTr="0074253C">
        <w:trPr>
          <w:trHeight w:val="560"/>
        </w:trPr>
        <w:tc>
          <w:tcPr>
            <w:tcW w:w="551" w:type="dxa"/>
            <w:tcBorders>
              <w:top w:val="single" w:sz="4" w:space="0" w:color="auto"/>
            </w:tcBorders>
            <w:noWrap/>
          </w:tcPr>
          <w:p w:rsidR="000B2225" w:rsidRDefault="000B2225" w:rsidP="006C514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0B2225" w:rsidRPr="00026A04" w:rsidRDefault="000B2225" w:rsidP="006C514C">
            <w:r w:rsidRPr="00026A04">
              <w:t>количество проведенных  массовых мероприятий общефизической направленности.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0B2225" w:rsidRDefault="000B2225" w:rsidP="006C514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0B2225" w:rsidRDefault="000B2225" w:rsidP="0074253C">
            <w:pPr>
              <w:pStyle w:val="Header"/>
              <w:jc w:val="center"/>
            </w:pPr>
            <w: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0B2225" w:rsidRPr="00AF5C5E" w:rsidRDefault="000B2225" w:rsidP="007425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0B2225" w:rsidRDefault="000B222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0B2225" w:rsidRDefault="000B2225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center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</w:p>
        </w:tc>
      </w:tr>
    </w:tbl>
    <w:p w:rsidR="000B2225" w:rsidRPr="006E4ED9" w:rsidRDefault="000B2225" w:rsidP="00263A2B">
      <w:pPr>
        <w:rPr>
          <w:b/>
        </w:rPr>
        <w:sectPr w:rsidR="000B2225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0B2225" w:rsidRPr="001E4551" w:rsidRDefault="000B222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B2225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B2225" w:rsidRDefault="000B222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0B2225" w:rsidRPr="00587E76" w:rsidRDefault="000B2225" w:rsidP="00587E76">
      <w:pPr>
        <w:jc w:val="center"/>
        <w:rPr>
          <w:sz w:val="28"/>
          <w:szCs w:val="28"/>
        </w:rPr>
      </w:pPr>
    </w:p>
    <w:p w:rsidR="000B2225" w:rsidRDefault="000B2225" w:rsidP="00263A2B">
      <w:pPr>
        <w:rPr>
          <w:b/>
        </w:rPr>
      </w:pPr>
    </w:p>
    <w:p w:rsidR="000B2225" w:rsidRDefault="000B2225" w:rsidP="00263A2B">
      <w:pPr>
        <w:rPr>
          <w:b/>
          <w:sz w:val="28"/>
          <w:szCs w:val="28"/>
        </w:rPr>
      </w:pPr>
    </w:p>
    <w:p w:rsidR="000B2225" w:rsidRPr="003F65B7" w:rsidRDefault="000B2225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</w:t>
      </w:r>
      <w:r w:rsidRPr="00A57AD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массового спорта в Старотитаровском сельском поселении</w:t>
      </w:r>
      <w:r w:rsidRPr="00A515EB">
        <w:rPr>
          <w:b/>
          <w:sz w:val="28"/>
          <w:szCs w:val="28"/>
        </w:rPr>
        <w:t xml:space="preserve"> Темрюкского района</w:t>
      </w:r>
      <w:r w:rsidRPr="00A57ADB"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год.</w:t>
      </w:r>
    </w:p>
    <w:p w:rsidR="000B2225" w:rsidRPr="00587E76" w:rsidRDefault="000B2225" w:rsidP="00587E76">
      <w:pPr>
        <w:jc w:val="center"/>
        <w:rPr>
          <w:b/>
          <w:sz w:val="28"/>
          <w:szCs w:val="28"/>
        </w:rPr>
      </w:pPr>
    </w:p>
    <w:p w:rsidR="000B2225" w:rsidRPr="006E4ED9" w:rsidRDefault="000B2225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260"/>
        <w:gridCol w:w="2700"/>
        <w:gridCol w:w="2880"/>
        <w:gridCol w:w="1260"/>
      </w:tblGrid>
      <w:tr w:rsidR="000B2225" w:rsidRPr="00AF5C5E" w:rsidTr="00DF364D">
        <w:trPr>
          <w:trHeight w:val="276"/>
        </w:trPr>
        <w:tc>
          <w:tcPr>
            <w:tcW w:w="2992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87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0B2225" w:rsidRPr="00AF5C5E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0B2225" w:rsidRPr="00AF5C5E" w:rsidTr="00DF364D">
        <w:trPr>
          <w:trHeight w:val="1756"/>
        </w:trPr>
        <w:tc>
          <w:tcPr>
            <w:tcW w:w="2992" w:type="dxa"/>
            <w:vMerge/>
            <w:vAlign w:val="center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vMerge/>
            <w:vAlign w:val="center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DF364D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A80628">
              <w:rPr>
                <w:sz w:val="24"/>
                <w:szCs w:val="24"/>
              </w:rPr>
              <w:t xml:space="preserve">Открытое первенство по мини-футболу среди мужских команд Темрюкского района 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5F45A4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5F45A4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F45A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A515EB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A515EB">
            <w:r>
              <w:t>Транспортные расходы, питание, призы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263A2B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C453A1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5110E0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A80628">
              <w:rPr>
                <w:sz w:val="24"/>
                <w:szCs w:val="24"/>
              </w:rPr>
              <w:t>Соревнования на Первенство сельского поселения среди трудовых коллективов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5110E0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5110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5110E0">
            <w:r>
              <w:t>Транспортные расходы, питание, призы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C453A1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5110E0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A80628">
              <w:rPr>
                <w:sz w:val="24"/>
                <w:szCs w:val="24"/>
              </w:rPr>
              <w:t>Спартакиада между городскими и сельскими поселениями Темрюкского района «За единую здоровую Тамань»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5110E0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5110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5110E0">
            <w:r>
              <w:t>Транспортные расходы, питание, призы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C453A1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5110E0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A80628">
              <w:rPr>
                <w:sz w:val="24"/>
                <w:szCs w:val="24"/>
              </w:rPr>
              <w:t>Районный фестиваль «Спортивная семья»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5110E0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5110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5110E0">
            <w:r>
              <w:t>Транспортные расходы, питание, призы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C453A1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5110E0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A80628">
              <w:rPr>
                <w:sz w:val="24"/>
                <w:szCs w:val="24"/>
              </w:rPr>
              <w:t xml:space="preserve">Районный этап Всекубанского турнира по стрит-болу на Кубок губернатора Краснодарского края 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5110E0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5110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5110E0">
            <w:r>
              <w:t>Транспортные расходы, питание, призы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A80628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5110E0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A80628">
              <w:rPr>
                <w:sz w:val="24"/>
                <w:szCs w:val="24"/>
              </w:rPr>
              <w:t xml:space="preserve">Показательные выступления и спортивно-массовые соревнования в честь праздничных мероприятий. Юбилейных и памятных дат 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5110E0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5110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5110E0">
            <w:r>
              <w:t>Транспортные расходы, питание, призы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A80628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5110E0">
            <w:pPr>
              <w:pStyle w:val="14"/>
              <w:shd w:val="clear" w:color="auto" w:fill="auto"/>
              <w:jc w:val="left"/>
            </w:pPr>
            <w:r>
              <w:t>Соревнования в Старотитаровском сельском поселении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5110E0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5110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5110E0">
            <w:r>
              <w:t>Транспортные расходы, питание, призы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7C0286">
        <w:trPr>
          <w:trHeight w:val="20"/>
        </w:trPr>
        <w:tc>
          <w:tcPr>
            <w:tcW w:w="14595" w:type="dxa"/>
            <w:gridSpan w:val="7"/>
            <w:noWrap/>
          </w:tcPr>
          <w:p w:rsidR="000B2225" w:rsidRDefault="000B2225" w:rsidP="005110E0">
            <w:pPr>
              <w:spacing w:before="40"/>
              <w:rPr>
                <w:color w:val="000000"/>
              </w:rPr>
            </w:pPr>
          </w:p>
          <w:p w:rsidR="000B2225" w:rsidRPr="00AF5C5E" w:rsidRDefault="000B2225" w:rsidP="005110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 xml:space="preserve">Участие сборных команд Темрюкского  района по культивируемым видам спорта краевых и всероссийских соревнованиях </w:t>
            </w:r>
          </w:p>
        </w:tc>
      </w:tr>
      <w:tr w:rsidR="000B2225" w:rsidRPr="00AF5C5E" w:rsidTr="008B57E0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8B57E0">
            <w:pPr>
              <w:pStyle w:val="14"/>
              <w:shd w:val="clear" w:color="auto" w:fill="auto"/>
              <w:jc w:val="left"/>
            </w:pPr>
            <w:r>
              <w:t>Сельские игры Кубани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8B57E0">
            <w:pPr>
              <w:pStyle w:val="BodyText2"/>
              <w:ind w:firstLine="0"/>
            </w:pPr>
            <w:r w:rsidRPr="0042508C">
              <w:t>заместителя главы Старотитаровского сельского поселения Темрюкского района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8B57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8B57E0">
            <w:r>
              <w:t>Транспортные расходы, питание, призы.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935391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8B57E0">
            <w:pPr>
              <w:pStyle w:val="14"/>
              <w:shd w:val="clear" w:color="auto" w:fill="auto"/>
              <w:jc w:val="left"/>
            </w:pPr>
            <w:r>
              <w:t>Спартакиада трудящихся Кубани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8B57E0">
            <w:pPr>
              <w:pStyle w:val="BodyText2"/>
              <w:ind w:firstLine="0"/>
            </w:pPr>
            <w:r w:rsidRPr="0042508C">
              <w:t>заместителя главы Старотитаровского сельского поселения Темрюкского района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8B57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8B57E0">
            <w:r>
              <w:t>Транспортные расходы, питание, призы.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935391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8B57E0">
            <w:pPr>
              <w:pStyle w:val="14"/>
              <w:shd w:val="clear" w:color="auto" w:fill="auto"/>
              <w:jc w:val="left"/>
            </w:pPr>
            <w:r>
              <w:t>Спартакиада учащихся Кубани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8B57E0">
            <w:pPr>
              <w:pStyle w:val="BodyText2"/>
              <w:ind w:firstLine="0"/>
            </w:pPr>
            <w:r w:rsidRPr="0042508C">
              <w:t>заместителя главы Старотитаровского сельского поселения Темрюкского района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8B57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8B57E0">
            <w:r>
              <w:t>Транспортные расходы, питание, призы.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</w:p>
        </w:tc>
      </w:tr>
      <w:tr w:rsidR="000B2225" w:rsidRPr="00AF5C5E" w:rsidTr="00935391">
        <w:trPr>
          <w:trHeight w:val="20"/>
        </w:trPr>
        <w:tc>
          <w:tcPr>
            <w:tcW w:w="2992" w:type="dxa"/>
            <w:noWrap/>
          </w:tcPr>
          <w:p w:rsidR="000B2225" w:rsidRPr="00A80628" w:rsidRDefault="000B2225" w:rsidP="008B57E0">
            <w:pPr>
              <w:pStyle w:val="14"/>
              <w:shd w:val="clear" w:color="auto" w:fill="auto"/>
              <w:jc w:val="left"/>
            </w:pPr>
            <w:r>
              <w:t>Всекубанский турнир по футболу на Кубок губернатора Краснодарского края</w:t>
            </w:r>
          </w:p>
        </w:tc>
        <w:tc>
          <w:tcPr>
            <w:tcW w:w="2516" w:type="dxa"/>
            <w:noWrap/>
            <w:vAlign w:val="bottom"/>
          </w:tcPr>
          <w:p w:rsidR="000B2225" w:rsidRPr="005F45A4" w:rsidRDefault="000B2225" w:rsidP="008B57E0">
            <w:pPr>
              <w:pStyle w:val="BodyText2"/>
              <w:ind w:firstLine="0"/>
            </w:pPr>
            <w:r w:rsidRPr="0042508C">
              <w:t>заместителя главы Старотитаровского сельского поселения Темрюкского района</w:t>
            </w:r>
          </w:p>
        </w:tc>
        <w:tc>
          <w:tcPr>
            <w:tcW w:w="987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0B2225" w:rsidRPr="003C07D1" w:rsidRDefault="000B2225" w:rsidP="008B57E0">
            <w:r>
              <w:t>Транспортные расходы, питание, призы.</w:t>
            </w:r>
          </w:p>
        </w:tc>
        <w:tc>
          <w:tcPr>
            <w:tcW w:w="2880" w:type="dxa"/>
            <w:noWrap/>
          </w:tcPr>
          <w:p w:rsidR="000B2225" w:rsidRPr="00B45B21" w:rsidRDefault="000B2225" w:rsidP="008B57E0">
            <w:r>
              <w:t>Транспортные расходы, питание, призы.</w:t>
            </w:r>
          </w:p>
        </w:tc>
        <w:tc>
          <w:tcPr>
            <w:tcW w:w="1260" w:type="dxa"/>
            <w:noWrap/>
            <w:vAlign w:val="bottom"/>
          </w:tcPr>
          <w:p w:rsidR="000B2225" w:rsidRPr="00AF5C5E" w:rsidRDefault="000B2225" w:rsidP="008B57E0">
            <w:pPr>
              <w:spacing w:before="40"/>
              <w:rPr>
                <w:color w:val="000000"/>
              </w:rPr>
            </w:pPr>
          </w:p>
        </w:tc>
      </w:tr>
    </w:tbl>
    <w:p w:rsidR="000B2225" w:rsidRPr="006E4ED9" w:rsidRDefault="000B2225" w:rsidP="00263A2B">
      <w:pPr>
        <w:sectPr w:rsidR="000B2225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0B2225" w:rsidRPr="001E4551" w:rsidRDefault="000B222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B2225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B2225" w:rsidRDefault="000B222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0B2225" w:rsidRPr="00587E76" w:rsidRDefault="000B2225" w:rsidP="00587E76">
      <w:pPr>
        <w:jc w:val="center"/>
        <w:rPr>
          <w:b/>
          <w:sz w:val="28"/>
          <w:szCs w:val="28"/>
        </w:rPr>
      </w:pPr>
    </w:p>
    <w:p w:rsidR="000B2225" w:rsidRPr="00587E76" w:rsidRDefault="000B2225" w:rsidP="00587E76">
      <w:pPr>
        <w:jc w:val="center"/>
        <w:rPr>
          <w:b/>
        </w:rPr>
      </w:pPr>
    </w:p>
    <w:p w:rsidR="000B2225" w:rsidRPr="00A92AB5" w:rsidRDefault="000B2225" w:rsidP="00587E76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</w:t>
      </w:r>
      <w:r w:rsidRPr="00A92AB5">
        <w:rPr>
          <w:b/>
          <w:sz w:val="28"/>
          <w:szCs w:val="28"/>
        </w:rPr>
        <w:t xml:space="preserve">программы </w:t>
      </w:r>
      <w:r w:rsidRPr="00A57AD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массового спорта в Старотитаровском сельском поселении</w:t>
      </w:r>
      <w:r w:rsidRPr="00A515EB">
        <w:rPr>
          <w:b/>
          <w:sz w:val="28"/>
          <w:szCs w:val="28"/>
        </w:rPr>
        <w:t xml:space="preserve"> Темрюкского района</w:t>
      </w:r>
      <w:r w:rsidRPr="00A57ADB">
        <w:rPr>
          <w:b/>
          <w:sz w:val="28"/>
          <w:szCs w:val="28"/>
        </w:rPr>
        <w:t>»</w:t>
      </w:r>
      <w:r w:rsidRPr="00A92AB5">
        <w:rPr>
          <w:b/>
          <w:sz w:val="28"/>
          <w:szCs w:val="28"/>
        </w:rPr>
        <w:t xml:space="preserve"> на 2015 год за счет всех источников финансирования</w:t>
      </w:r>
    </w:p>
    <w:p w:rsidR="000B2225" w:rsidRPr="00A92AB5" w:rsidRDefault="000B2225" w:rsidP="00263A2B">
      <w:pPr>
        <w:rPr>
          <w:sz w:val="28"/>
          <w:szCs w:val="28"/>
        </w:rPr>
      </w:pPr>
    </w:p>
    <w:p w:rsidR="000B2225" w:rsidRPr="00A92AB5" w:rsidRDefault="000B2225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0B2225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0B2225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</w:p>
        </w:tc>
      </w:tr>
      <w:tr w:rsidR="000B2225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0B2225" w:rsidRPr="00EB2A40" w:rsidRDefault="000B2225" w:rsidP="00EB2A40">
            <w:pPr>
              <w:jc w:val="center"/>
            </w:pPr>
            <w:r w:rsidRPr="00FB402A">
              <w:rPr>
                <w:b/>
              </w:rPr>
              <w:t>«</w:t>
            </w:r>
            <w:r>
              <w:rPr>
                <w:b/>
              </w:rPr>
              <w:t>Развитие массового спорта»  в Старотитаровском сельском поселении Темрюкского района» на 2015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0B2225" w:rsidRPr="00286F40" w:rsidRDefault="000B2225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0B2225" w:rsidRPr="00FA0A43" w:rsidRDefault="000B2225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97,6</w:t>
            </w:r>
          </w:p>
        </w:tc>
        <w:tc>
          <w:tcPr>
            <w:tcW w:w="1548" w:type="dxa"/>
            <w:noWrap/>
            <w:vAlign w:val="bottom"/>
          </w:tcPr>
          <w:p w:rsidR="000B2225" w:rsidRPr="00FA0A43" w:rsidRDefault="000B2225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97,6</w:t>
            </w:r>
          </w:p>
        </w:tc>
        <w:tc>
          <w:tcPr>
            <w:tcW w:w="1540" w:type="dxa"/>
            <w:noWrap/>
            <w:vAlign w:val="bottom"/>
          </w:tcPr>
          <w:p w:rsidR="000B2225" w:rsidRPr="00FA0A43" w:rsidRDefault="000B2225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0B222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0B2225" w:rsidRPr="00286F40" w:rsidRDefault="000B222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B2225" w:rsidRPr="00286F40" w:rsidRDefault="000B2225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0B2225" w:rsidRPr="00286F40" w:rsidRDefault="000B222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97,6</w:t>
            </w:r>
          </w:p>
        </w:tc>
        <w:tc>
          <w:tcPr>
            <w:tcW w:w="1548" w:type="dxa"/>
            <w:noWrap/>
            <w:vAlign w:val="bottom"/>
          </w:tcPr>
          <w:p w:rsidR="000B2225" w:rsidRPr="00286F40" w:rsidRDefault="000B222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97,6</w:t>
            </w:r>
          </w:p>
        </w:tc>
        <w:tc>
          <w:tcPr>
            <w:tcW w:w="1540" w:type="dxa"/>
            <w:noWrap/>
            <w:vAlign w:val="bottom"/>
          </w:tcPr>
          <w:p w:rsidR="000B2225" w:rsidRPr="00286F40" w:rsidRDefault="000B2225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0B222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0B2225" w:rsidRPr="00286F40" w:rsidRDefault="000B222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B2225" w:rsidRPr="00286F40" w:rsidRDefault="000B2225" w:rsidP="00B93B37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0B2225" w:rsidRPr="00286F40" w:rsidRDefault="000B2225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B2225" w:rsidRPr="00286F40" w:rsidRDefault="000B2225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0B2225" w:rsidRPr="00286F40" w:rsidRDefault="000B2225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0B2225" w:rsidRPr="00286F40" w:rsidTr="00EB2A40">
        <w:trPr>
          <w:trHeight w:val="1735"/>
        </w:trPr>
        <w:tc>
          <w:tcPr>
            <w:tcW w:w="3233" w:type="dxa"/>
            <w:vMerge/>
            <w:vAlign w:val="center"/>
          </w:tcPr>
          <w:p w:rsidR="000B2225" w:rsidRPr="00286F40" w:rsidRDefault="000B222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B2225" w:rsidRPr="00286F40" w:rsidRDefault="000B2225" w:rsidP="00B93B37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0B2225" w:rsidRPr="00286F40" w:rsidRDefault="000B222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97,6</w:t>
            </w:r>
          </w:p>
        </w:tc>
        <w:tc>
          <w:tcPr>
            <w:tcW w:w="1548" w:type="dxa"/>
            <w:noWrap/>
            <w:vAlign w:val="bottom"/>
          </w:tcPr>
          <w:p w:rsidR="000B2225" w:rsidRPr="00286F40" w:rsidRDefault="000B2225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97,6</w:t>
            </w:r>
          </w:p>
        </w:tc>
        <w:tc>
          <w:tcPr>
            <w:tcW w:w="1540" w:type="dxa"/>
            <w:noWrap/>
            <w:vAlign w:val="bottom"/>
          </w:tcPr>
          <w:p w:rsidR="000B2225" w:rsidRPr="00286F40" w:rsidRDefault="000B2225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0B2225" w:rsidRPr="006E4ED9" w:rsidRDefault="000B2225" w:rsidP="00263A2B">
      <w:pPr>
        <w:sectPr w:rsidR="000B2225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0B2225" w:rsidRPr="001E4551" w:rsidRDefault="000B222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B2225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B2225" w:rsidRDefault="000B222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0B2225" w:rsidRPr="00587E76" w:rsidRDefault="000B2225" w:rsidP="00587E76">
      <w:pPr>
        <w:jc w:val="center"/>
        <w:rPr>
          <w:b/>
          <w:sz w:val="28"/>
          <w:szCs w:val="28"/>
        </w:rPr>
      </w:pPr>
    </w:p>
    <w:p w:rsidR="000B2225" w:rsidRPr="00587E76" w:rsidRDefault="000B2225" w:rsidP="00587E76">
      <w:pPr>
        <w:jc w:val="center"/>
        <w:rPr>
          <w:b/>
          <w:sz w:val="28"/>
          <w:szCs w:val="28"/>
          <w:highlight w:val="yellow"/>
        </w:rPr>
      </w:pPr>
    </w:p>
    <w:p w:rsidR="000B2225" w:rsidRPr="00587E76" w:rsidRDefault="000B2225" w:rsidP="00587E76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«Развитие массового спорта в Старотитаровском сельском поселении</w:t>
      </w:r>
      <w:r w:rsidRPr="00A515EB">
        <w:rPr>
          <w:b/>
          <w:sz w:val="28"/>
          <w:szCs w:val="28"/>
        </w:rPr>
        <w:t xml:space="preserve"> Темрюкского района</w:t>
      </w:r>
      <w:r w:rsidRPr="00A92AB5">
        <w:rPr>
          <w:b/>
          <w:sz w:val="28"/>
          <w:szCs w:val="28"/>
        </w:rPr>
        <w:t>» на 2015 год</w:t>
      </w:r>
    </w:p>
    <w:p w:rsidR="000B2225" w:rsidRPr="006E4ED9" w:rsidRDefault="000B2225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0B2225" w:rsidRPr="00286F40" w:rsidTr="00047A74">
        <w:trPr>
          <w:trHeight w:val="20"/>
        </w:trPr>
        <w:tc>
          <w:tcPr>
            <w:tcW w:w="540" w:type="dxa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0B2225" w:rsidRPr="00286F40" w:rsidRDefault="000B222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0B2225" w:rsidRPr="00286F40" w:rsidTr="00047A74">
        <w:trPr>
          <w:trHeight w:val="20"/>
        </w:trPr>
        <w:tc>
          <w:tcPr>
            <w:tcW w:w="540" w:type="dxa"/>
            <w:noWrap/>
          </w:tcPr>
          <w:p w:rsidR="000B2225" w:rsidRPr="00A92AB5" w:rsidRDefault="000B2225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0B2225" w:rsidRPr="00A92AB5" w:rsidRDefault="000B2225" w:rsidP="00A92AB5">
            <w:pPr>
              <w:jc w:val="center"/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A92AB5">
              <w:t>Старотитаровского сельского поселения Темрюкского района «Об утверждении муниципальной программы «</w:t>
            </w:r>
            <w:r>
              <w:t xml:space="preserve">Развитие массового спорта»  в Старотитаровском сельском поселении Темрюкского района </w:t>
            </w:r>
            <w:r w:rsidRPr="00A92AB5">
              <w:t>» на 2015 год</w:t>
            </w:r>
          </w:p>
          <w:p w:rsidR="000B2225" w:rsidRPr="00A92AB5" w:rsidRDefault="000B2225" w:rsidP="00E355B4">
            <w:r w:rsidRPr="00A92AB5">
              <w:rPr>
                <w:bCs/>
              </w:rPr>
              <w:t>.»</w:t>
            </w:r>
          </w:p>
        </w:tc>
        <w:tc>
          <w:tcPr>
            <w:tcW w:w="1660" w:type="dxa"/>
            <w:noWrap/>
            <w:vAlign w:val="bottom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433</w:t>
            </w:r>
          </w:p>
        </w:tc>
        <w:tc>
          <w:tcPr>
            <w:tcW w:w="5796" w:type="dxa"/>
            <w:noWrap/>
            <w:vAlign w:val="bottom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0B2225" w:rsidRPr="00286F40" w:rsidTr="00047A74">
        <w:trPr>
          <w:trHeight w:val="20"/>
        </w:trPr>
        <w:tc>
          <w:tcPr>
            <w:tcW w:w="540" w:type="dxa"/>
            <w:noWrap/>
          </w:tcPr>
          <w:p w:rsidR="000B2225" w:rsidRPr="00A92AB5" w:rsidRDefault="000B2225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bottom"/>
          </w:tcPr>
          <w:p w:rsidR="000B2225" w:rsidRPr="00A92AB5" w:rsidRDefault="000B2225" w:rsidP="00847D17">
            <w:pPr>
              <w:jc w:val="center"/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A92AB5">
              <w:t>Старотитаровского сельского поселения Темрюкского района</w:t>
            </w:r>
            <w:r>
              <w:t xml:space="preserve"> </w:t>
            </w:r>
            <w:r w:rsidRPr="00A92AB5">
              <w:t xml:space="preserve"> О внесении изменений в постановление </w:t>
            </w:r>
            <w:r w:rsidRPr="00A92AB5">
              <w:rPr>
                <w:color w:val="000000"/>
              </w:rPr>
              <w:t xml:space="preserve">Администрации </w:t>
            </w:r>
            <w:r w:rsidRPr="00A92AB5">
              <w:t>Старотитаровского сельского поселения Темрюкского района «</w:t>
            </w:r>
            <w:r>
              <w:t xml:space="preserve">Развитие массового спорта»  в Старотитаровском сельском поселении Темрюкского района </w:t>
            </w:r>
            <w:r w:rsidRPr="00A92AB5">
              <w:t>» на 2015 год</w:t>
            </w:r>
          </w:p>
          <w:p w:rsidR="000B2225" w:rsidRPr="009867F8" w:rsidRDefault="000B2225" w:rsidP="009867F8">
            <w:pPr>
              <w:jc w:val="center"/>
            </w:pPr>
          </w:p>
        </w:tc>
        <w:tc>
          <w:tcPr>
            <w:tcW w:w="1660" w:type="dxa"/>
            <w:noWrap/>
            <w:vAlign w:val="bottom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30.01.2015</w:t>
            </w:r>
          </w:p>
        </w:tc>
        <w:tc>
          <w:tcPr>
            <w:tcW w:w="1540" w:type="dxa"/>
            <w:noWrap/>
            <w:vAlign w:val="bottom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796" w:type="dxa"/>
            <w:noWrap/>
            <w:vAlign w:val="bottom"/>
          </w:tcPr>
          <w:p w:rsidR="000B2225" w:rsidRPr="00286F40" w:rsidRDefault="000B2225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0B2225" w:rsidRPr="00286F40" w:rsidTr="00847D17">
        <w:trPr>
          <w:trHeight w:val="20"/>
        </w:trPr>
        <w:tc>
          <w:tcPr>
            <w:tcW w:w="540" w:type="dxa"/>
            <w:noWrap/>
          </w:tcPr>
          <w:p w:rsidR="000B2225" w:rsidRPr="00A92AB5" w:rsidRDefault="000B2225" w:rsidP="008B57E0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120" w:type="dxa"/>
            <w:vAlign w:val="bottom"/>
          </w:tcPr>
          <w:p w:rsidR="000B2225" w:rsidRPr="00847D17" w:rsidRDefault="000B2225" w:rsidP="008B57E0">
            <w:pPr>
              <w:jc w:val="center"/>
              <w:rPr>
                <w:color w:val="000000"/>
              </w:rPr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847D17">
              <w:rPr>
                <w:color w:val="000000"/>
              </w:rPr>
              <w:t xml:space="preserve">Старотитаровского сельского поселения Темрюкского района  О внесении изменений в постановление </w:t>
            </w:r>
            <w:r w:rsidRPr="00A92AB5">
              <w:rPr>
                <w:color w:val="000000"/>
              </w:rPr>
              <w:t xml:space="preserve">Администрации </w:t>
            </w:r>
            <w:r w:rsidRPr="00847D17">
              <w:rPr>
                <w:color w:val="000000"/>
              </w:rPr>
              <w:t>Старотитаровского сельского поселения Темрюкского района «Развитие массового спорта»  в Старотитаровском сельском поселении Темрюкского района » на 2015 год</w:t>
            </w:r>
          </w:p>
          <w:p w:rsidR="000B2225" w:rsidRPr="00847D17" w:rsidRDefault="000B2225" w:rsidP="008B57E0">
            <w:pPr>
              <w:jc w:val="center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0B2225" w:rsidRPr="00286F40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03.09.2015</w:t>
            </w:r>
          </w:p>
        </w:tc>
        <w:tc>
          <w:tcPr>
            <w:tcW w:w="1540" w:type="dxa"/>
            <w:noWrap/>
            <w:vAlign w:val="bottom"/>
          </w:tcPr>
          <w:p w:rsidR="000B2225" w:rsidRPr="00286F40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5796" w:type="dxa"/>
            <w:noWrap/>
            <w:vAlign w:val="bottom"/>
          </w:tcPr>
          <w:p w:rsidR="000B2225" w:rsidRPr="00286F40" w:rsidRDefault="000B2225" w:rsidP="008B57E0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0B2225" w:rsidRPr="00286F40" w:rsidTr="00847D17">
        <w:trPr>
          <w:trHeight w:val="20"/>
        </w:trPr>
        <w:tc>
          <w:tcPr>
            <w:tcW w:w="540" w:type="dxa"/>
            <w:noWrap/>
          </w:tcPr>
          <w:p w:rsidR="000B2225" w:rsidRPr="00A92AB5" w:rsidRDefault="000B2225" w:rsidP="008B57E0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120" w:type="dxa"/>
            <w:vAlign w:val="bottom"/>
          </w:tcPr>
          <w:p w:rsidR="000B2225" w:rsidRPr="00847D17" w:rsidRDefault="000B2225" w:rsidP="008B57E0">
            <w:pPr>
              <w:jc w:val="center"/>
              <w:rPr>
                <w:color w:val="000000"/>
              </w:rPr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847D17">
              <w:rPr>
                <w:color w:val="000000"/>
              </w:rPr>
              <w:t xml:space="preserve">Старотитаровского сельского поселения Темрюкского района  О внесении изменений в постановление </w:t>
            </w:r>
            <w:r w:rsidRPr="00A92AB5">
              <w:rPr>
                <w:color w:val="000000"/>
              </w:rPr>
              <w:t xml:space="preserve">Администрации </w:t>
            </w:r>
            <w:r w:rsidRPr="00847D17">
              <w:rPr>
                <w:color w:val="000000"/>
              </w:rPr>
              <w:t>Старотитаровского сельского поселения Темрюкского района «Развитие массового спорта»  в Старотитаровском сельском поселении Темрюкского района » на 2015 год</w:t>
            </w:r>
          </w:p>
          <w:p w:rsidR="000B2225" w:rsidRPr="00847D17" w:rsidRDefault="000B2225" w:rsidP="008B57E0">
            <w:pPr>
              <w:jc w:val="center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0B2225" w:rsidRPr="00286F40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08.12.2015</w:t>
            </w:r>
          </w:p>
        </w:tc>
        <w:tc>
          <w:tcPr>
            <w:tcW w:w="1540" w:type="dxa"/>
            <w:noWrap/>
            <w:vAlign w:val="bottom"/>
          </w:tcPr>
          <w:p w:rsidR="000B2225" w:rsidRPr="00286F40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497</w:t>
            </w:r>
          </w:p>
        </w:tc>
        <w:tc>
          <w:tcPr>
            <w:tcW w:w="5796" w:type="dxa"/>
            <w:noWrap/>
            <w:vAlign w:val="bottom"/>
          </w:tcPr>
          <w:p w:rsidR="000B2225" w:rsidRPr="00286F40" w:rsidRDefault="000B2225" w:rsidP="008B57E0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0B2225" w:rsidRPr="00286F40" w:rsidTr="00847D17">
        <w:trPr>
          <w:trHeight w:val="20"/>
        </w:trPr>
        <w:tc>
          <w:tcPr>
            <w:tcW w:w="540" w:type="dxa"/>
            <w:noWrap/>
          </w:tcPr>
          <w:p w:rsidR="000B2225" w:rsidRPr="00A92AB5" w:rsidRDefault="000B2225" w:rsidP="008B57E0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20" w:type="dxa"/>
            <w:vAlign w:val="bottom"/>
          </w:tcPr>
          <w:p w:rsidR="000B2225" w:rsidRPr="00847D17" w:rsidRDefault="000B2225" w:rsidP="008B57E0">
            <w:pPr>
              <w:jc w:val="center"/>
              <w:rPr>
                <w:color w:val="000000"/>
              </w:rPr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847D17">
              <w:rPr>
                <w:color w:val="000000"/>
              </w:rPr>
              <w:t xml:space="preserve">Старотитаровского сельского поселения Темрюкского района  О внесении изменений в постановление </w:t>
            </w:r>
            <w:r w:rsidRPr="00A92AB5">
              <w:rPr>
                <w:color w:val="000000"/>
              </w:rPr>
              <w:t xml:space="preserve">Администрации </w:t>
            </w:r>
            <w:r w:rsidRPr="00847D17">
              <w:rPr>
                <w:color w:val="000000"/>
              </w:rPr>
              <w:t>Старотитаровского сельского поселения Темрюкского района «Развитие массового спорта»  в Старотитаровском сельском поселении Темрюкского района » на 2015 год</w:t>
            </w:r>
          </w:p>
          <w:p w:rsidR="000B2225" w:rsidRPr="00847D17" w:rsidRDefault="000B2225" w:rsidP="008B57E0">
            <w:pPr>
              <w:jc w:val="center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0B2225" w:rsidRPr="00286F40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31.12.15</w:t>
            </w:r>
          </w:p>
        </w:tc>
        <w:tc>
          <w:tcPr>
            <w:tcW w:w="1540" w:type="dxa"/>
            <w:noWrap/>
            <w:vAlign w:val="bottom"/>
          </w:tcPr>
          <w:p w:rsidR="000B2225" w:rsidRPr="00286F40" w:rsidRDefault="000B2225" w:rsidP="008B57E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585</w:t>
            </w:r>
          </w:p>
        </w:tc>
        <w:tc>
          <w:tcPr>
            <w:tcW w:w="5796" w:type="dxa"/>
            <w:noWrap/>
            <w:vAlign w:val="bottom"/>
          </w:tcPr>
          <w:p w:rsidR="000B2225" w:rsidRPr="00286F40" w:rsidRDefault="000B2225" w:rsidP="008B57E0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0B2225" w:rsidRPr="006E4ED9" w:rsidRDefault="000B2225" w:rsidP="00263A2B">
      <w:pPr>
        <w:sectPr w:rsidR="000B2225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0B2225" w:rsidRPr="001E4551" w:rsidRDefault="000B222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B2225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B2225" w:rsidRPr="001E4551" w:rsidRDefault="000B2225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B2225" w:rsidRDefault="000B2225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0B2225" w:rsidRPr="00587E76" w:rsidRDefault="000B2225" w:rsidP="00587E76">
      <w:pPr>
        <w:jc w:val="center"/>
        <w:rPr>
          <w:sz w:val="28"/>
          <w:szCs w:val="28"/>
        </w:rPr>
      </w:pPr>
    </w:p>
    <w:p w:rsidR="000B2225" w:rsidRPr="00587E76" w:rsidRDefault="000B2225" w:rsidP="00587E76">
      <w:pPr>
        <w:jc w:val="center"/>
        <w:rPr>
          <w:b/>
        </w:rPr>
      </w:pPr>
    </w:p>
    <w:p w:rsidR="000B2225" w:rsidRPr="00937795" w:rsidRDefault="000B2225" w:rsidP="00937795">
      <w:pPr>
        <w:jc w:val="center"/>
        <w:rPr>
          <w:sz w:val="28"/>
          <w:szCs w:val="28"/>
        </w:rPr>
      </w:pPr>
      <w:r w:rsidRPr="00937795">
        <w:rPr>
          <w:b/>
          <w:sz w:val="28"/>
          <w:szCs w:val="28"/>
        </w:rPr>
        <w:t>Результаты оценки эффективности муниципальной  программы «</w:t>
      </w:r>
      <w:r w:rsidRPr="00937795">
        <w:rPr>
          <w:b/>
          <w:color w:val="000000"/>
          <w:sz w:val="28"/>
          <w:szCs w:val="28"/>
        </w:rPr>
        <w:t>Развитие массового спорта»  в Старотитаровском сельском поселении Темрюкского района » на 2015</w:t>
      </w:r>
    </w:p>
    <w:p w:rsidR="000B2225" w:rsidRPr="00587E76" w:rsidRDefault="000B2225" w:rsidP="00587E76">
      <w:pPr>
        <w:jc w:val="center"/>
        <w:rPr>
          <w:b/>
          <w:sz w:val="28"/>
          <w:szCs w:val="28"/>
        </w:rPr>
      </w:pPr>
    </w:p>
    <w:p w:rsidR="000B2225" w:rsidRPr="00286F40" w:rsidRDefault="000B2225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0B2225" w:rsidRPr="00286F40" w:rsidTr="001F6C5B">
        <w:tc>
          <w:tcPr>
            <w:tcW w:w="3600" w:type="dxa"/>
            <w:vMerge w:val="restart"/>
            <w:vAlign w:val="center"/>
          </w:tcPr>
          <w:p w:rsidR="000B2225" w:rsidRPr="00A92AB5" w:rsidRDefault="000B2225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0B2225" w:rsidRPr="00286F40" w:rsidTr="001F6C5B">
        <w:tc>
          <w:tcPr>
            <w:tcW w:w="3600" w:type="dxa"/>
            <w:vMerge/>
            <w:vAlign w:val="center"/>
          </w:tcPr>
          <w:p w:rsidR="000B2225" w:rsidRPr="00A92AB5" w:rsidRDefault="000B2225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220717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220717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220717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220717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0B2225" w:rsidRPr="008B475F" w:rsidRDefault="000B2225" w:rsidP="008B475F">
            <w:pPr>
              <w:tabs>
                <w:tab w:val="left" w:pos="1134"/>
              </w:tabs>
              <w:spacing w:before="40"/>
              <w:jc w:val="center"/>
            </w:pPr>
            <w:r w:rsidRPr="00220717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0B2225" w:rsidRPr="006E4ED9" w:rsidTr="001F6C5B">
        <w:tc>
          <w:tcPr>
            <w:tcW w:w="3600" w:type="dxa"/>
          </w:tcPr>
          <w:p w:rsidR="000B2225" w:rsidRPr="00C76295" w:rsidRDefault="000B2225" w:rsidP="00C76295">
            <w:r w:rsidRPr="009867F8">
              <w:t>МП «</w:t>
            </w:r>
            <w:r w:rsidRPr="00847D17">
              <w:rPr>
                <w:color w:val="000000"/>
              </w:rPr>
              <w:t>Развитие массового спорта»  в Старотитаровском сельском поселении Темрюкского района » на 2015 год</w:t>
            </w:r>
            <w:r w:rsidRPr="009867F8">
              <w:t xml:space="preserve"> за счет всех источников</w:t>
            </w:r>
            <w:r w:rsidRPr="00A92AB5">
              <w:t xml:space="preserve"> финансирования</w:t>
            </w:r>
          </w:p>
        </w:tc>
        <w:tc>
          <w:tcPr>
            <w:tcW w:w="1620" w:type="dxa"/>
          </w:tcPr>
          <w:p w:rsidR="000B2225" w:rsidRPr="00E5770B" w:rsidRDefault="000B222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0B2225" w:rsidRPr="00E5770B" w:rsidRDefault="000B222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0B2225" w:rsidRPr="00E5770B" w:rsidRDefault="000B222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0B2225" w:rsidRPr="00E5770B" w:rsidRDefault="000B222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0B2225" w:rsidRPr="00E5770B" w:rsidRDefault="000B2225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0B2225" w:rsidRDefault="000B2225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0B2225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225" w:rsidRDefault="000B2225" w:rsidP="00E1044C">
      <w:r>
        <w:separator/>
      </w:r>
    </w:p>
  </w:endnote>
  <w:endnote w:type="continuationSeparator" w:id="0">
    <w:p w:rsidR="000B2225" w:rsidRDefault="000B2225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225" w:rsidRDefault="000B2225" w:rsidP="00E1044C">
      <w:r>
        <w:separator/>
      </w:r>
    </w:p>
  </w:footnote>
  <w:footnote w:type="continuationSeparator" w:id="0">
    <w:p w:rsidR="000B2225" w:rsidRDefault="000B2225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225" w:rsidRDefault="000B2225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8</w:t>
    </w:r>
    <w:r w:rsidRPr="00486D96">
      <w:rPr>
        <w:sz w:val="28"/>
        <w:szCs w:val="28"/>
      </w:rPr>
      <w:fldChar w:fldCharType="end"/>
    </w:r>
  </w:p>
  <w:p w:rsidR="000B2225" w:rsidRDefault="000B22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225" w:rsidRDefault="000B2225">
    <w:pPr>
      <w:pStyle w:val="Header"/>
      <w:jc w:val="center"/>
    </w:pPr>
  </w:p>
  <w:p w:rsidR="000B2225" w:rsidRDefault="000B22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5287"/>
    <w:rsid w:val="00026A04"/>
    <w:rsid w:val="00033748"/>
    <w:rsid w:val="00047A74"/>
    <w:rsid w:val="00074EBB"/>
    <w:rsid w:val="000A13EC"/>
    <w:rsid w:val="000B2225"/>
    <w:rsid w:val="000B28F5"/>
    <w:rsid w:val="000F2AAB"/>
    <w:rsid w:val="001064AA"/>
    <w:rsid w:val="00107AB8"/>
    <w:rsid w:val="001348C0"/>
    <w:rsid w:val="00144ADF"/>
    <w:rsid w:val="00145A22"/>
    <w:rsid w:val="0015685E"/>
    <w:rsid w:val="001772B4"/>
    <w:rsid w:val="001A3D6E"/>
    <w:rsid w:val="001B5607"/>
    <w:rsid w:val="001E4551"/>
    <w:rsid w:val="001F6C5B"/>
    <w:rsid w:val="00203CC1"/>
    <w:rsid w:val="00220717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A0529"/>
    <w:rsid w:val="002B0DD4"/>
    <w:rsid w:val="002C0E6C"/>
    <w:rsid w:val="002E7AE3"/>
    <w:rsid w:val="00304CE6"/>
    <w:rsid w:val="00320B79"/>
    <w:rsid w:val="0032350C"/>
    <w:rsid w:val="003236AC"/>
    <w:rsid w:val="00347E67"/>
    <w:rsid w:val="0035547A"/>
    <w:rsid w:val="003705D6"/>
    <w:rsid w:val="00372E4E"/>
    <w:rsid w:val="003732ED"/>
    <w:rsid w:val="003862A7"/>
    <w:rsid w:val="003B30CF"/>
    <w:rsid w:val="003C07D1"/>
    <w:rsid w:val="003D424D"/>
    <w:rsid w:val="003E729F"/>
    <w:rsid w:val="003F5067"/>
    <w:rsid w:val="003F65B7"/>
    <w:rsid w:val="004125E2"/>
    <w:rsid w:val="004160D4"/>
    <w:rsid w:val="0042508C"/>
    <w:rsid w:val="00436361"/>
    <w:rsid w:val="00442A36"/>
    <w:rsid w:val="00473A63"/>
    <w:rsid w:val="00486D96"/>
    <w:rsid w:val="00496101"/>
    <w:rsid w:val="004B4F4A"/>
    <w:rsid w:val="004F4102"/>
    <w:rsid w:val="005015B0"/>
    <w:rsid w:val="0050433E"/>
    <w:rsid w:val="005110E0"/>
    <w:rsid w:val="0053391D"/>
    <w:rsid w:val="00562830"/>
    <w:rsid w:val="00587E76"/>
    <w:rsid w:val="005A28CA"/>
    <w:rsid w:val="005B265F"/>
    <w:rsid w:val="005B4E99"/>
    <w:rsid w:val="005F0A3F"/>
    <w:rsid w:val="005F45A4"/>
    <w:rsid w:val="00602478"/>
    <w:rsid w:val="006073EF"/>
    <w:rsid w:val="00624700"/>
    <w:rsid w:val="00632453"/>
    <w:rsid w:val="00663EB6"/>
    <w:rsid w:val="006800DC"/>
    <w:rsid w:val="006867E6"/>
    <w:rsid w:val="0069662E"/>
    <w:rsid w:val="006A4470"/>
    <w:rsid w:val="006C514C"/>
    <w:rsid w:val="006C7453"/>
    <w:rsid w:val="006E4ED9"/>
    <w:rsid w:val="00713E71"/>
    <w:rsid w:val="00717C20"/>
    <w:rsid w:val="00720160"/>
    <w:rsid w:val="0074253C"/>
    <w:rsid w:val="00747988"/>
    <w:rsid w:val="00753931"/>
    <w:rsid w:val="00756CB9"/>
    <w:rsid w:val="007774D1"/>
    <w:rsid w:val="007A0DD2"/>
    <w:rsid w:val="007A682A"/>
    <w:rsid w:val="007C0286"/>
    <w:rsid w:val="007C3A7B"/>
    <w:rsid w:val="007D0A21"/>
    <w:rsid w:val="007E44FE"/>
    <w:rsid w:val="007E7EFA"/>
    <w:rsid w:val="00804838"/>
    <w:rsid w:val="0083734A"/>
    <w:rsid w:val="00847D17"/>
    <w:rsid w:val="00850A3C"/>
    <w:rsid w:val="00882A62"/>
    <w:rsid w:val="00885670"/>
    <w:rsid w:val="00886E7B"/>
    <w:rsid w:val="008940AC"/>
    <w:rsid w:val="008A369A"/>
    <w:rsid w:val="008A4228"/>
    <w:rsid w:val="008B475F"/>
    <w:rsid w:val="008B57E0"/>
    <w:rsid w:val="008D61C1"/>
    <w:rsid w:val="00912C49"/>
    <w:rsid w:val="00927C64"/>
    <w:rsid w:val="00935391"/>
    <w:rsid w:val="00937795"/>
    <w:rsid w:val="00954CEC"/>
    <w:rsid w:val="00976B0E"/>
    <w:rsid w:val="0098040D"/>
    <w:rsid w:val="009867F8"/>
    <w:rsid w:val="009C5F38"/>
    <w:rsid w:val="009D6FC6"/>
    <w:rsid w:val="009E77C7"/>
    <w:rsid w:val="00A061C6"/>
    <w:rsid w:val="00A2306F"/>
    <w:rsid w:val="00A34D56"/>
    <w:rsid w:val="00A4608F"/>
    <w:rsid w:val="00A515EB"/>
    <w:rsid w:val="00A54CE3"/>
    <w:rsid w:val="00A57ADB"/>
    <w:rsid w:val="00A80628"/>
    <w:rsid w:val="00A837D0"/>
    <w:rsid w:val="00A858B0"/>
    <w:rsid w:val="00A85A55"/>
    <w:rsid w:val="00A92AB5"/>
    <w:rsid w:val="00AA23A9"/>
    <w:rsid w:val="00AC7DAC"/>
    <w:rsid w:val="00AF1C3C"/>
    <w:rsid w:val="00AF5C5E"/>
    <w:rsid w:val="00AF7B05"/>
    <w:rsid w:val="00B0091B"/>
    <w:rsid w:val="00B0366E"/>
    <w:rsid w:val="00B0503E"/>
    <w:rsid w:val="00B45B21"/>
    <w:rsid w:val="00B546B2"/>
    <w:rsid w:val="00B60CF2"/>
    <w:rsid w:val="00B64258"/>
    <w:rsid w:val="00B73C78"/>
    <w:rsid w:val="00B76DE6"/>
    <w:rsid w:val="00B84A0D"/>
    <w:rsid w:val="00B90843"/>
    <w:rsid w:val="00B93B37"/>
    <w:rsid w:val="00BB0BC9"/>
    <w:rsid w:val="00BC3389"/>
    <w:rsid w:val="00C100DA"/>
    <w:rsid w:val="00C2318A"/>
    <w:rsid w:val="00C3321D"/>
    <w:rsid w:val="00C4197A"/>
    <w:rsid w:val="00C453A1"/>
    <w:rsid w:val="00C4631F"/>
    <w:rsid w:val="00C759F4"/>
    <w:rsid w:val="00C76295"/>
    <w:rsid w:val="00C90E94"/>
    <w:rsid w:val="00C939EC"/>
    <w:rsid w:val="00CA1D3F"/>
    <w:rsid w:val="00CC73F7"/>
    <w:rsid w:val="00CD1066"/>
    <w:rsid w:val="00CD4C11"/>
    <w:rsid w:val="00CD5D80"/>
    <w:rsid w:val="00D34517"/>
    <w:rsid w:val="00D500B6"/>
    <w:rsid w:val="00D5479E"/>
    <w:rsid w:val="00D60E8A"/>
    <w:rsid w:val="00D66E15"/>
    <w:rsid w:val="00D70EE0"/>
    <w:rsid w:val="00DB7C47"/>
    <w:rsid w:val="00DD0305"/>
    <w:rsid w:val="00DD322D"/>
    <w:rsid w:val="00DD4B63"/>
    <w:rsid w:val="00DE2B0D"/>
    <w:rsid w:val="00DE48EF"/>
    <w:rsid w:val="00DE7187"/>
    <w:rsid w:val="00DF364D"/>
    <w:rsid w:val="00DF5276"/>
    <w:rsid w:val="00E00C42"/>
    <w:rsid w:val="00E1044C"/>
    <w:rsid w:val="00E11A13"/>
    <w:rsid w:val="00E27842"/>
    <w:rsid w:val="00E32DE4"/>
    <w:rsid w:val="00E330CB"/>
    <w:rsid w:val="00E339A4"/>
    <w:rsid w:val="00E355B4"/>
    <w:rsid w:val="00E40EDE"/>
    <w:rsid w:val="00E44696"/>
    <w:rsid w:val="00E5770B"/>
    <w:rsid w:val="00E74F97"/>
    <w:rsid w:val="00EA4319"/>
    <w:rsid w:val="00EB29D1"/>
    <w:rsid w:val="00EB2A40"/>
    <w:rsid w:val="00EB712B"/>
    <w:rsid w:val="00EE0597"/>
    <w:rsid w:val="00F2630D"/>
    <w:rsid w:val="00F30378"/>
    <w:rsid w:val="00F369E4"/>
    <w:rsid w:val="00F708C2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66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39843566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39843566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39843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540</TotalTime>
  <Pages>9</Pages>
  <Words>1404</Words>
  <Characters>8007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53</cp:revision>
  <cp:lastPrinted>2014-09-16T06:37:00Z</cp:lastPrinted>
  <dcterms:created xsi:type="dcterms:W3CDTF">2014-09-16T06:37:00Z</dcterms:created>
  <dcterms:modified xsi:type="dcterms:W3CDTF">2016-03-15T05:40:00Z</dcterms:modified>
</cp:coreProperties>
</file>