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8C" w:rsidRPr="001E4551" w:rsidRDefault="0070608C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0608C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0608C" w:rsidRDefault="0070608C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0608C" w:rsidRPr="00587E76" w:rsidRDefault="0070608C" w:rsidP="00587E76">
      <w:pPr>
        <w:jc w:val="center"/>
        <w:rPr>
          <w:sz w:val="28"/>
          <w:szCs w:val="28"/>
        </w:rPr>
      </w:pPr>
    </w:p>
    <w:p w:rsidR="0070608C" w:rsidRPr="006E4ED9" w:rsidRDefault="0070608C" w:rsidP="00263A2B"/>
    <w:p w:rsidR="0070608C" w:rsidRPr="005A38DA" w:rsidRDefault="0070608C" w:rsidP="004E44F9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 w:rsidRPr="00B92A22">
        <w:rPr>
          <w:b/>
          <w:sz w:val="28"/>
          <w:szCs w:val="28"/>
        </w:rPr>
        <w:t>Развитие жилищно-коммунального хозяйства» в Старотитаровском сельском поселении Темрюкского района»</w:t>
      </w:r>
      <w:r w:rsidRPr="00B92A22">
        <w:rPr>
          <w:b/>
          <w:bCs/>
          <w:sz w:val="28"/>
          <w:szCs w:val="28"/>
        </w:rPr>
        <w:t xml:space="preserve"> на</w:t>
      </w:r>
      <w:r w:rsidRPr="005A38DA">
        <w:rPr>
          <w:b/>
          <w:bCs/>
          <w:sz w:val="28"/>
          <w:szCs w:val="28"/>
        </w:rPr>
        <w:t xml:space="preserve"> 2015 год.</w:t>
      </w:r>
    </w:p>
    <w:p w:rsidR="0070608C" w:rsidRPr="00587E76" w:rsidRDefault="0070608C" w:rsidP="00587E76">
      <w:pPr>
        <w:jc w:val="center"/>
        <w:rPr>
          <w:b/>
          <w:sz w:val="28"/>
          <w:szCs w:val="28"/>
        </w:rPr>
      </w:pPr>
    </w:p>
    <w:p w:rsidR="0070608C" w:rsidRPr="006E4ED9" w:rsidRDefault="0070608C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70608C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70608C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70608C" w:rsidRDefault="0070608C" w:rsidP="005A38DA"/>
          <w:p w:rsidR="0070608C" w:rsidRPr="005A38DA" w:rsidRDefault="0070608C" w:rsidP="005A38DA"/>
        </w:tc>
        <w:tc>
          <w:tcPr>
            <w:tcW w:w="1000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0608C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70608C" w:rsidRPr="006E4ED9" w:rsidRDefault="0070608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70608C" w:rsidRPr="006E4ED9" w:rsidRDefault="0070608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70608C" w:rsidRPr="006E4ED9" w:rsidRDefault="0070608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70608C" w:rsidRPr="007D0A21" w:rsidRDefault="0070608C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70608C" w:rsidRPr="007D0A21" w:rsidRDefault="0070608C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70608C" w:rsidRPr="006E4ED9" w:rsidRDefault="0070608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70608C" w:rsidRPr="006E4ED9" w:rsidRDefault="0070608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70608C" w:rsidRPr="006E4ED9" w:rsidRDefault="0070608C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70608C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B92A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</w:t>
            </w:r>
            <w:r w:rsidRPr="00B92A22">
              <w:rPr>
                <w:b/>
                <w:sz w:val="28"/>
                <w:szCs w:val="28"/>
              </w:rPr>
              <w:t>Развитие жилищно-коммунального хозяйства» в Старотитаровском сельском поселении Темрюкского района»</w:t>
            </w:r>
            <w:r w:rsidRPr="00B92A22">
              <w:rPr>
                <w:b/>
                <w:bCs/>
                <w:sz w:val="28"/>
                <w:szCs w:val="28"/>
              </w:rPr>
              <w:t xml:space="preserve"> на</w:t>
            </w:r>
            <w:r w:rsidRPr="005A38DA">
              <w:rPr>
                <w:b/>
                <w:bCs/>
                <w:sz w:val="28"/>
                <w:szCs w:val="28"/>
              </w:rPr>
              <w:t xml:space="preserve"> 2015 год.</w:t>
            </w:r>
          </w:p>
          <w:p w:rsidR="0070608C" w:rsidRPr="005A38DA" w:rsidRDefault="0070608C" w:rsidP="00B92A22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  <w:r>
              <w:t>Количество разработанных проектов капитального строительства</w:t>
            </w:r>
          </w:p>
        </w:tc>
        <w:tc>
          <w:tcPr>
            <w:tcW w:w="1000" w:type="dxa"/>
            <w:noWrap/>
          </w:tcPr>
          <w:p w:rsidR="0070608C" w:rsidRPr="00B73C78" w:rsidRDefault="0070608C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3B30CF">
            <w:pPr>
              <w:spacing w:before="40"/>
              <w:jc w:val="center"/>
              <w:rPr>
                <w:color w:val="000000"/>
              </w:rPr>
            </w:pPr>
          </w:p>
          <w:p w:rsidR="0070608C" w:rsidRPr="00AF5C5E" w:rsidRDefault="0070608C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2824" w:type="dxa"/>
          </w:tcPr>
          <w:p w:rsidR="0070608C" w:rsidRPr="00B73C78" w:rsidRDefault="0070608C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электрозащитных установок</w:t>
            </w:r>
          </w:p>
        </w:tc>
        <w:tc>
          <w:tcPr>
            <w:tcW w:w="1000" w:type="dxa"/>
            <w:noWrap/>
          </w:tcPr>
          <w:p w:rsidR="0070608C" w:rsidRPr="00B73C78" w:rsidRDefault="0070608C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70608C" w:rsidRPr="00AF5C5E" w:rsidRDefault="0070608C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9D4984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</w:tcPr>
          <w:p w:rsidR="0070608C" w:rsidRPr="00B73C78" w:rsidRDefault="0070608C" w:rsidP="003F2CFB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мемориала боевой славы (вечный огонь) в Старотитаровском сельском поселении Темрюкского района</w:t>
            </w:r>
          </w:p>
        </w:tc>
        <w:tc>
          <w:tcPr>
            <w:tcW w:w="1000" w:type="dxa"/>
            <w:noWrap/>
          </w:tcPr>
          <w:p w:rsidR="0070608C" w:rsidRPr="00B73C78" w:rsidRDefault="0070608C" w:rsidP="003F2CFB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70608C" w:rsidRDefault="0070608C" w:rsidP="003F2CF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0608C" w:rsidRPr="00AF5C5E" w:rsidRDefault="0070608C" w:rsidP="003F2CF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3F2CF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9D4984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</w:tcPr>
          <w:p w:rsidR="0070608C" w:rsidRPr="00B73C78" w:rsidRDefault="0070608C" w:rsidP="003F2CFB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КНС; </w:t>
            </w:r>
          </w:p>
        </w:tc>
        <w:tc>
          <w:tcPr>
            <w:tcW w:w="1000" w:type="dxa"/>
            <w:noWrap/>
          </w:tcPr>
          <w:p w:rsidR="0070608C" w:rsidRPr="00B73C78" w:rsidRDefault="0070608C" w:rsidP="003F2CFB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D766A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Default="0070608C" w:rsidP="003F2CF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0608C" w:rsidRPr="00AF5C5E" w:rsidRDefault="0070608C" w:rsidP="003F2CF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3F2CF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A356F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24" w:type="dxa"/>
          </w:tcPr>
          <w:p w:rsidR="0070608C" w:rsidRPr="00B73C78" w:rsidRDefault="0070608C" w:rsidP="003F2CFB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земельных участков под строительство жилья</w:t>
            </w:r>
          </w:p>
        </w:tc>
        <w:tc>
          <w:tcPr>
            <w:tcW w:w="1000" w:type="dxa"/>
            <w:noWrap/>
          </w:tcPr>
          <w:p w:rsidR="0070608C" w:rsidRPr="00B73C78" w:rsidRDefault="0070608C" w:rsidP="003F2CFB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0608C" w:rsidRPr="00AF5C5E" w:rsidRDefault="0070608C" w:rsidP="003F2CF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70608C" w:rsidRDefault="0070608C" w:rsidP="003F2CF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0608C" w:rsidRPr="00AF5C5E" w:rsidRDefault="0070608C" w:rsidP="003F2CF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3F2CF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3F2CF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C75F2B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2E2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824" w:type="dxa"/>
          </w:tcPr>
          <w:p w:rsidR="0070608C" w:rsidRPr="00B73C78" w:rsidRDefault="0070608C" w:rsidP="001C2E26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в действие распределительных газовых сетей;</w:t>
            </w:r>
          </w:p>
        </w:tc>
        <w:tc>
          <w:tcPr>
            <w:tcW w:w="1000" w:type="dxa"/>
            <w:noWrap/>
          </w:tcPr>
          <w:p w:rsidR="0070608C" w:rsidRPr="00B73C78" w:rsidRDefault="0070608C" w:rsidP="001C2E26">
            <w:pPr>
              <w:pStyle w:val="Header"/>
              <w:jc w:val="center"/>
            </w:pPr>
            <w:r>
              <w:t>км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2E2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  <w:p w:rsidR="0070608C" w:rsidRPr="00AF5C5E" w:rsidRDefault="0070608C" w:rsidP="001C2E2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70608C" w:rsidRDefault="0070608C" w:rsidP="001C2E26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  <w:p w:rsidR="0070608C" w:rsidRPr="00AF5C5E" w:rsidRDefault="0070608C" w:rsidP="001C2E26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2E26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2E26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2E26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00BF1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Комплексное обустройство поселения обьектами социальной и инженерной инфраструктуры;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300BF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00BF1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обрезанных деревьев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00BF1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цветов и кустарников;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00BF1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клумб;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776D9">
        <w:trPr>
          <w:trHeight w:val="118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70608C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ликвидированных свалок;</w:t>
            </w:r>
          </w:p>
          <w:p w:rsidR="0070608C" w:rsidRDefault="0070608C" w:rsidP="003776D9"/>
          <w:p w:rsidR="0070608C" w:rsidRPr="003776D9" w:rsidRDefault="0070608C" w:rsidP="003776D9"/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776D9">
        <w:trPr>
          <w:trHeight w:val="18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70608C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70608C" w:rsidRDefault="0070608C" w:rsidP="003776D9">
            <w:r>
              <w:t>Приобритение спец техники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70608C" w:rsidRDefault="0070608C" w:rsidP="001C58A9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70608C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70608C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5A38DA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1C5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№1 «Поддержка коммунального хозяйства» в Старотитаровском сельском поселении Темрюкского района на 2015 год</w:t>
            </w:r>
          </w:p>
          <w:p w:rsidR="0070608C" w:rsidRPr="005A38DA" w:rsidRDefault="0070608C" w:rsidP="001C58A9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разработанных проектов  капитального строительства;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00BF1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электрозащитных установок;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300BF1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мемориала боевой славы (вечный огонь) в Старотитаровском сельском поселении Темрюкского района;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5A38DA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1C5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№3 «Развитие водоотведения» в Старотитаровском сельском поселении Темрюкского района на 2015 год</w:t>
            </w:r>
          </w:p>
          <w:p w:rsidR="0070608C" w:rsidRPr="005A38DA" w:rsidRDefault="0070608C" w:rsidP="001C58A9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КНС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5A38DA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1C5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№4 «По обеспечению земельных участков инженерной инфраструктурой в целях жилищного строительства, в том числе жилья эконом - класса  и жилья из быстровозводимых конструкций на территории Старотитаровского сельского поселения Темрюкского района на 2015 год»</w:t>
            </w:r>
          </w:p>
          <w:p w:rsidR="0070608C" w:rsidRPr="005A38DA" w:rsidRDefault="0070608C" w:rsidP="001C58A9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753F2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земельных участков под строительство жилья, предоставляемым многодетным семьям;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5A38DA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1C5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№5  «Устойчивое развитие сельских территорий» в Старотитаровском сельском поселении на 2015 год</w:t>
            </w:r>
          </w:p>
          <w:p w:rsidR="0070608C" w:rsidRPr="005A38DA" w:rsidRDefault="0070608C" w:rsidP="001C58A9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в действие распределенных газовых сетей;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Км.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5A38DA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1C5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№6 «Комплексное развитие систем коммунальной инфраструктуры Старотитаровского сельского поселения Темрюкского района на основе документов территориального планирования на 2015 год»</w:t>
            </w:r>
          </w:p>
          <w:p w:rsidR="0070608C" w:rsidRPr="005A38DA" w:rsidRDefault="0070608C" w:rsidP="001C58A9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Комплексное обустройство поселения обьектами социальной и инженерной инфраструктуры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5A38DA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70608C" w:rsidRPr="005A38DA" w:rsidRDefault="0070608C" w:rsidP="001C58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№7«Благоустройство территории Старотитаровского сельского поселения Темрюкского района» на 2015 год</w:t>
            </w:r>
          </w:p>
          <w:p w:rsidR="0070608C" w:rsidRPr="005A38DA" w:rsidRDefault="0070608C" w:rsidP="001C58A9">
            <w:pPr>
              <w:rPr>
                <w:b/>
                <w:sz w:val="28"/>
                <w:szCs w:val="28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8.1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обрезанных деревьев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8.2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созданных зон отдыха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8.3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цветов и кустарников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1C58A9">
        <w:trPr>
          <w:trHeight w:val="20"/>
        </w:trPr>
        <w:tc>
          <w:tcPr>
            <w:tcW w:w="735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8.4</w:t>
            </w:r>
          </w:p>
        </w:tc>
        <w:tc>
          <w:tcPr>
            <w:tcW w:w="2824" w:type="dxa"/>
          </w:tcPr>
          <w:p w:rsidR="0070608C" w:rsidRPr="00B73C78" w:rsidRDefault="0070608C" w:rsidP="001C58A9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клумб</w:t>
            </w:r>
          </w:p>
        </w:tc>
        <w:tc>
          <w:tcPr>
            <w:tcW w:w="1000" w:type="dxa"/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5D433E">
        <w:trPr>
          <w:trHeight w:val="52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70608C" w:rsidRPr="005D433E" w:rsidRDefault="0070608C" w:rsidP="005D433E">
            <w:pPr>
              <w:pStyle w:val="a"/>
            </w:pPr>
            <w:r w:rsidRPr="005D433E">
              <w:rPr>
                <w:rFonts w:ascii="Times New Roman" w:hAnsi="Times New Roman"/>
              </w:rPr>
              <w:t>Количество ликвидированных свалок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70608C" w:rsidRPr="00B73C78" w:rsidRDefault="0070608C" w:rsidP="001C58A9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5D433E">
        <w:trPr>
          <w:trHeight w:val="540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70608C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8.6</w:t>
            </w: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70608C" w:rsidRPr="005D433E" w:rsidRDefault="0070608C" w:rsidP="005D433E">
            <w:pPr>
              <w:pStyle w:val="a"/>
              <w:rPr>
                <w:rFonts w:ascii="Times New Roman" w:hAnsi="Times New Roman"/>
              </w:rPr>
            </w:pPr>
          </w:p>
          <w:p w:rsidR="0070608C" w:rsidRPr="005D433E" w:rsidRDefault="0070608C" w:rsidP="005D433E">
            <w:r>
              <w:t>Приобритение спец техники</w:t>
            </w:r>
          </w:p>
          <w:p w:rsidR="0070608C" w:rsidRPr="005D433E" w:rsidRDefault="0070608C" w:rsidP="005D433E"/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70608C" w:rsidRDefault="0070608C" w:rsidP="001C58A9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1C58A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1C58A9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70608C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70608C" w:rsidRDefault="0070608C" w:rsidP="001C58A9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70608C" w:rsidRPr="00AF5C5E" w:rsidRDefault="0070608C" w:rsidP="001C58A9">
            <w:pPr>
              <w:spacing w:before="40"/>
              <w:rPr>
                <w:color w:val="000000"/>
              </w:rPr>
            </w:pPr>
          </w:p>
        </w:tc>
      </w:tr>
    </w:tbl>
    <w:p w:rsidR="0070608C" w:rsidRPr="006E4ED9" w:rsidRDefault="0070608C" w:rsidP="00263A2B">
      <w:pPr>
        <w:rPr>
          <w:b/>
        </w:rPr>
        <w:sectPr w:rsidR="0070608C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70608C" w:rsidRPr="001E4551" w:rsidRDefault="0070608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0608C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0608C" w:rsidRDefault="0070608C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0608C" w:rsidRPr="00587E76" w:rsidRDefault="0070608C" w:rsidP="00587E76">
      <w:pPr>
        <w:jc w:val="center"/>
        <w:rPr>
          <w:sz w:val="28"/>
          <w:szCs w:val="28"/>
        </w:rPr>
      </w:pPr>
    </w:p>
    <w:p w:rsidR="0070608C" w:rsidRDefault="0070608C" w:rsidP="00263A2B">
      <w:pPr>
        <w:rPr>
          <w:b/>
        </w:rPr>
      </w:pPr>
    </w:p>
    <w:p w:rsidR="0070608C" w:rsidRDefault="0070608C" w:rsidP="009F2025">
      <w:pPr>
        <w:jc w:val="center"/>
        <w:rPr>
          <w:b/>
          <w:sz w:val="28"/>
          <w:szCs w:val="28"/>
        </w:rPr>
      </w:pPr>
    </w:p>
    <w:p w:rsidR="0070608C" w:rsidRPr="003F65B7" w:rsidRDefault="0070608C" w:rsidP="009F2025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жилищно-коммунального хозяйства» в Старотитаровском сельском поселении Темрюкского района</w:t>
      </w:r>
    </w:p>
    <w:p w:rsidR="0070608C" w:rsidRPr="00587E76" w:rsidRDefault="0070608C" w:rsidP="00587E76">
      <w:pPr>
        <w:jc w:val="center"/>
        <w:rPr>
          <w:b/>
          <w:sz w:val="28"/>
          <w:szCs w:val="28"/>
        </w:rPr>
      </w:pPr>
    </w:p>
    <w:p w:rsidR="0070608C" w:rsidRPr="006E4ED9" w:rsidRDefault="0070608C" w:rsidP="00263A2B"/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3060"/>
        <w:gridCol w:w="1136"/>
      </w:tblGrid>
      <w:tr w:rsidR="0070608C" w:rsidRPr="00AF5C5E" w:rsidTr="00690241">
        <w:trPr>
          <w:trHeight w:val="276"/>
        </w:trPr>
        <w:tc>
          <w:tcPr>
            <w:tcW w:w="2992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136" w:type="dxa"/>
            <w:vMerge w:val="restart"/>
            <w:vAlign w:val="center"/>
          </w:tcPr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70608C" w:rsidRPr="00AF5C5E" w:rsidTr="00690241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690241">
        <w:trPr>
          <w:trHeight w:val="20"/>
        </w:trPr>
        <w:tc>
          <w:tcPr>
            <w:tcW w:w="2992" w:type="dxa"/>
            <w:noWrap/>
          </w:tcPr>
          <w:p w:rsidR="0070608C" w:rsidRPr="009702BE" w:rsidRDefault="0070608C" w:rsidP="009702BE">
            <w:pPr>
              <w:jc w:val="center"/>
              <w:rPr>
                <w:b/>
              </w:rPr>
            </w:pPr>
            <w:r w:rsidRPr="009702BE">
              <w:rPr>
                <w:b/>
              </w:rPr>
              <w:t>Подпрограмма №1 «Поддержка коммунального хозяйства» в Старотитаровском сельском поселении Темрюкского района на 2015 год</w:t>
            </w:r>
          </w:p>
          <w:p w:rsidR="0070608C" w:rsidRPr="009702BE" w:rsidRDefault="0070608C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bottom"/>
          </w:tcPr>
          <w:p w:rsidR="0070608C" w:rsidRDefault="0070608C" w:rsidP="00685BEF">
            <w:pPr>
              <w:pStyle w:val="BodyText2"/>
              <w:ind w:firstLine="0"/>
            </w:pPr>
            <w:r>
              <w:t>заместителя главы Старотитаровского сельского поселения Темрюкского района</w:t>
            </w:r>
          </w:p>
          <w:p w:rsidR="0070608C" w:rsidRDefault="0070608C" w:rsidP="00685BEF">
            <w:pPr>
              <w:pStyle w:val="BodyText2"/>
              <w:ind w:firstLine="0"/>
            </w:pPr>
          </w:p>
          <w:p w:rsidR="0070608C" w:rsidRPr="0042508C" w:rsidRDefault="0070608C" w:rsidP="00685BE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70608C" w:rsidRDefault="0070608C" w:rsidP="00685BE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70608C" w:rsidRDefault="0070608C" w:rsidP="00685BEF">
            <w:pPr>
              <w:spacing w:before="40"/>
              <w:rPr>
                <w:color w:val="000000"/>
              </w:rPr>
            </w:pPr>
          </w:p>
          <w:p w:rsidR="0070608C" w:rsidRDefault="0070608C" w:rsidP="00685BEF">
            <w:pPr>
              <w:spacing w:before="40"/>
              <w:rPr>
                <w:color w:val="000000"/>
              </w:rPr>
            </w:pPr>
          </w:p>
          <w:p w:rsidR="0070608C" w:rsidRPr="00AF5C5E" w:rsidRDefault="0070608C" w:rsidP="00685BEF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70608C" w:rsidRDefault="0070608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70608C" w:rsidRDefault="0070608C" w:rsidP="00263A2B">
            <w:pPr>
              <w:spacing w:before="40"/>
              <w:jc w:val="center"/>
              <w:rPr>
                <w:color w:val="000000"/>
              </w:rPr>
            </w:pPr>
          </w:p>
          <w:p w:rsidR="0070608C" w:rsidRPr="000C32F2" w:rsidRDefault="0070608C" w:rsidP="00263A2B">
            <w:pPr>
              <w:spacing w:before="40"/>
              <w:jc w:val="center"/>
              <w:rPr>
                <w:color w:val="000000"/>
              </w:rPr>
            </w:pPr>
          </w:p>
          <w:p w:rsidR="0070608C" w:rsidRDefault="0070608C" w:rsidP="00263A2B">
            <w:pPr>
              <w:spacing w:before="40"/>
              <w:jc w:val="center"/>
              <w:rPr>
                <w:color w:val="000000"/>
              </w:rPr>
            </w:pPr>
          </w:p>
          <w:p w:rsidR="0070608C" w:rsidRPr="00AF5C5E" w:rsidRDefault="0070608C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70608C" w:rsidRPr="00685BEF" w:rsidRDefault="0070608C" w:rsidP="00685BEF">
            <w:r>
              <w:t>Разработка проектно-сметной документации. Техническое обслуживание электрозащитных установок. Потребление газа и услуги по транспортировке газа</w:t>
            </w:r>
          </w:p>
        </w:tc>
        <w:tc>
          <w:tcPr>
            <w:tcW w:w="3060" w:type="dxa"/>
            <w:noWrap/>
          </w:tcPr>
          <w:p w:rsidR="0070608C" w:rsidRPr="00685BEF" w:rsidRDefault="0070608C" w:rsidP="00537502">
            <w:r>
              <w:t>Разработка проектно-сметной документации. Техническое обслуживание электрозащитных установок. Потребление газа и услуги по транспортировке газа</w:t>
            </w:r>
          </w:p>
        </w:tc>
        <w:tc>
          <w:tcPr>
            <w:tcW w:w="1136" w:type="dxa"/>
            <w:noWrap/>
            <w:vAlign w:val="bottom"/>
          </w:tcPr>
          <w:p w:rsidR="0070608C" w:rsidRPr="00AF5C5E" w:rsidRDefault="0070608C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7F00F3">
        <w:trPr>
          <w:trHeight w:val="20"/>
        </w:trPr>
        <w:tc>
          <w:tcPr>
            <w:tcW w:w="2992" w:type="dxa"/>
            <w:noWrap/>
          </w:tcPr>
          <w:p w:rsidR="0070608C" w:rsidRPr="009702BE" w:rsidRDefault="0070608C" w:rsidP="009702BE">
            <w:pPr>
              <w:pStyle w:val="14"/>
              <w:shd w:val="clear" w:color="auto" w:fill="auto"/>
              <w:jc w:val="center"/>
              <w:rPr>
                <w:b/>
                <w:color w:val="auto"/>
                <w:sz w:val="24"/>
                <w:szCs w:val="24"/>
              </w:rPr>
            </w:pPr>
            <w:r w:rsidRPr="009702BE">
              <w:rPr>
                <w:b/>
                <w:color w:val="auto"/>
                <w:sz w:val="24"/>
                <w:szCs w:val="24"/>
              </w:rPr>
              <w:t>Подпрограмма №3 «Развитие водоотведения» в Старотитаровском сельском поселении Темрюкского района на 2015 год</w:t>
            </w:r>
          </w:p>
          <w:p w:rsidR="0070608C" w:rsidRPr="009702BE" w:rsidRDefault="0070608C" w:rsidP="009702BE">
            <w:pPr>
              <w:pStyle w:val="14"/>
              <w:shd w:val="clear" w:color="auto" w:fill="auto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70608C" w:rsidRPr="009702BE" w:rsidRDefault="0070608C" w:rsidP="009140A5">
            <w:pPr>
              <w:pStyle w:val="14"/>
              <w:shd w:val="clear" w:color="auto" w:fill="auto"/>
              <w:jc w:val="left"/>
              <w:rPr>
                <w:b/>
                <w:sz w:val="24"/>
                <w:szCs w:val="24"/>
              </w:rPr>
            </w:pPr>
          </w:p>
          <w:p w:rsidR="0070608C" w:rsidRPr="009702BE" w:rsidRDefault="0070608C" w:rsidP="009140A5">
            <w:pPr>
              <w:pStyle w:val="14"/>
              <w:shd w:val="clear" w:color="auto" w:fill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bottom"/>
          </w:tcPr>
          <w:p w:rsidR="0070608C" w:rsidRDefault="0070608C" w:rsidP="009140A5">
            <w:pPr>
              <w:pStyle w:val="BodyText2"/>
              <w:ind w:firstLine="0"/>
            </w:pPr>
            <w:r>
              <w:t>заместителя главы Старотитаровского сельского поселения Темрюкского района</w:t>
            </w:r>
          </w:p>
          <w:p w:rsidR="0070608C" w:rsidRDefault="0070608C" w:rsidP="009140A5">
            <w:pPr>
              <w:pStyle w:val="BodyText2"/>
              <w:ind w:firstLine="0"/>
            </w:pPr>
          </w:p>
          <w:p w:rsidR="0070608C" w:rsidRPr="007F00F3" w:rsidRDefault="0070608C" w:rsidP="009140A5">
            <w:pPr>
              <w:pStyle w:val="BodyText2"/>
              <w:ind w:firstLine="0"/>
            </w:pPr>
          </w:p>
        </w:tc>
        <w:tc>
          <w:tcPr>
            <w:tcW w:w="1167" w:type="dxa"/>
            <w:noWrap/>
            <w:vAlign w:val="bottom"/>
          </w:tcPr>
          <w:p w:rsidR="0070608C" w:rsidRDefault="0070608C" w:rsidP="009140A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70608C" w:rsidRDefault="0070608C" w:rsidP="009140A5">
            <w:pPr>
              <w:spacing w:before="40"/>
              <w:rPr>
                <w:color w:val="000000"/>
              </w:rPr>
            </w:pPr>
          </w:p>
          <w:p w:rsidR="0070608C" w:rsidRDefault="0070608C" w:rsidP="009140A5">
            <w:pPr>
              <w:spacing w:before="40"/>
              <w:rPr>
                <w:color w:val="000000"/>
              </w:rPr>
            </w:pPr>
          </w:p>
          <w:p w:rsidR="0070608C" w:rsidRDefault="0070608C" w:rsidP="009140A5">
            <w:pPr>
              <w:spacing w:before="40"/>
              <w:rPr>
                <w:color w:val="000000"/>
              </w:rPr>
            </w:pPr>
          </w:p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  <w:p w:rsidR="0070608C" w:rsidRPr="000C32F2" w:rsidRDefault="0070608C" w:rsidP="009140A5">
            <w:pPr>
              <w:spacing w:before="40"/>
              <w:jc w:val="center"/>
              <w:rPr>
                <w:color w:val="000000"/>
              </w:rPr>
            </w:pPr>
          </w:p>
          <w:p w:rsidR="0070608C" w:rsidRPr="00AF5C5E" w:rsidRDefault="0070608C" w:rsidP="007F00F3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70608C" w:rsidRPr="00685BEF" w:rsidRDefault="0070608C" w:rsidP="009140A5">
            <w:r>
              <w:t>Ремонт КНС</w:t>
            </w:r>
          </w:p>
        </w:tc>
        <w:tc>
          <w:tcPr>
            <w:tcW w:w="3060" w:type="dxa"/>
            <w:noWrap/>
          </w:tcPr>
          <w:p w:rsidR="0070608C" w:rsidRPr="00685BEF" w:rsidRDefault="0070608C" w:rsidP="00537502">
            <w:r>
              <w:t>Ремонт КНС</w:t>
            </w:r>
          </w:p>
        </w:tc>
        <w:tc>
          <w:tcPr>
            <w:tcW w:w="1136" w:type="dxa"/>
            <w:noWrap/>
            <w:vAlign w:val="bottom"/>
          </w:tcPr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9702BE">
        <w:trPr>
          <w:trHeight w:val="5160"/>
        </w:trPr>
        <w:tc>
          <w:tcPr>
            <w:tcW w:w="2992" w:type="dxa"/>
            <w:tcBorders>
              <w:bottom w:val="single" w:sz="4" w:space="0" w:color="auto"/>
            </w:tcBorders>
            <w:noWrap/>
          </w:tcPr>
          <w:p w:rsidR="0070608C" w:rsidRPr="009702BE" w:rsidRDefault="0070608C" w:rsidP="009702BE">
            <w:pPr>
              <w:jc w:val="center"/>
            </w:pPr>
            <w:r w:rsidRPr="009702BE">
              <w:rPr>
                <w:b/>
              </w:rPr>
              <w:t>Подпрограмма №4 «По обеспечению земельных участков инженерной инфраструктурой в целях жилищного строительства, в том числе жилья эконом - класса  и жилья из быстровозводимых конструкций на территории Старотитаровского сельского поселения Темрюкского района на 2015 год»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pStyle w:val="BodyText2"/>
              <w:ind w:firstLine="0"/>
            </w:pPr>
            <w:r>
              <w:t>заместителя главы Старотитаровского сельского поселения Темрюкского района</w:t>
            </w:r>
          </w:p>
          <w:p w:rsidR="0070608C" w:rsidRDefault="0070608C" w:rsidP="009140A5">
            <w:pPr>
              <w:pStyle w:val="BodyText2"/>
              <w:ind w:firstLine="0"/>
            </w:pPr>
          </w:p>
          <w:p w:rsidR="0070608C" w:rsidRDefault="0070608C" w:rsidP="009140A5">
            <w:pPr>
              <w:pStyle w:val="BodyText2"/>
              <w:ind w:firstLine="0"/>
            </w:pPr>
          </w:p>
          <w:p w:rsidR="0070608C" w:rsidRDefault="0070608C" w:rsidP="009140A5">
            <w:pPr>
              <w:pStyle w:val="BodyText2"/>
              <w:ind w:firstLine="0"/>
            </w:pPr>
          </w:p>
          <w:p w:rsidR="0070608C" w:rsidRDefault="0070608C" w:rsidP="009140A5">
            <w:pPr>
              <w:pStyle w:val="BodyText2"/>
              <w:ind w:firstLine="0"/>
            </w:pPr>
          </w:p>
          <w:p w:rsidR="0070608C" w:rsidRPr="007F00F3" w:rsidRDefault="0070608C" w:rsidP="009140A5">
            <w:pPr>
              <w:pStyle w:val="BodyText2"/>
              <w:ind w:firstLine="0"/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70608C" w:rsidRDefault="0070608C" w:rsidP="009140A5">
            <w:pPr>
              <w:spacing w:before="40"/>
              <w:rPr>
                <w:color w:val="000000"/>
              </w:rPr>
            </w:pPr>
          </w:p>
          <w:p w:rsidR="0070608C" w:rsidRDefault="0070608C" w:rsidP="009140A5">
            <w:pPr>
              <w:spacing w:before="40"/>
              <w:rPr>
                <w:color w:val="000000"/>
              </w:rPr>
            </w:pPr>
          </w:p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  <w:p w:rsidR="0070608C" w:rsidRPr="000C32F2" w:rsidRDefault="0070608C" w:rsidP="009140A5">
            <w:pPr>
              <w:spacing w:before="40"/>
              <w:jc w:val="center"/>
              <w:rPr>
                <w:color w:val="000000"/>
              </w:rPr>
            </w:pPr>
          </w:p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  <w:p w:rsidR="0070608C" w:rsidRPr="00AF5C5E" w:rsidRDefault="0070608C" w:rsidP="009140A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noWrap/>
          </w:tcPr>
          <w:p w:rsidR="0070608C" w:rsidRPr="00685BEF" w:rsidRDefault="0070608C" w:rsidP="009140A5">
            <w:r>
              <w:t>Разработка проектно-сметной документации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noWrap/>
          </w:tcPr>
          <w:p w:rsidR="0070608C" w:rsidRPr="00685BEF" w:rsidRDefault="0070608C" w:rsidP="00537502">
            <w:r>
              <w:t>Разработка проектно-сметной документации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0608C" w:rsidRPr="00AF5C5E" w:rsidTr="009702BE">
        <w:trPr>
          <w:trHeight w:val="540"/>
        </w:trPr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Pr="009702BE" w:rsidRDefault="0070608C" w:rsidP="009702BE">
            <w:pPr>
              <w:jc w:val="center"/>
              <w:rPr>
                <w:b/>
              </w:rPr>
            </w:pPr>
            <w:r w:rsidRPr="009702BE">
              <w:rPr>
                <w:b/>
              </w:rPr>
              <w:t>Подпрограмма №5  «Устойчивое развитие сельских территорий» в Старотитаровском сельском поселении на 2015 год</w:t>
            </w:r>
          </w:p>
          <w:p w:rsidR="0070608C" w:rsidRPr="009702BE" w:rsidRDefault="0070608C" w:rsidP="009140A5">
            <w:pPr>
              <w:pStyle w:val="1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pStyle w:val="BodyText2"/>
            </w:pPr>
          </w:p>
          <w:p w:rsidR="0070608C" w:rsidRDefault="0070608C" w:rsidP="009140A5">
            <w:pPr>
              <w:pStyle w:val="BodyText2"/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Default="0070608C" w:rsidP="009140A5">
            <w:r w:rsidRPr="00BB07F6">
              <w:rPr>
                <w:color w:val="000000"/>
              </w:rPr>
              <w:t>Строительство газопровода высокого давления и ШГРП-14,ШГРП-15 в ст.Старотитаровская Темрюкского района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Default="0070608C" w:rsidP="00537502">
            <w:r w:rsidRPr="00BB07F6">
              <w:rPr>
                <w:color w:val="000000"/>
              </w:rPr>
              <w:t>Строительство газопровода высокого давления и ШГРП-14,ШГРП-15 в ст.Старотитаровская Темрюкского района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9702BE">
        <w:trPr>
          <w:trHeight w:val="3920"/>
        </w:trPr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Pr="009702BE" w:rsidRDefault="0070608C" w:rsidP="009702BE">
            <w:pPr>
              <w:jc w:val="center"/>
              <w:rPr>
                <w:b/>
              </w:rPr>
            </w:pPr>
            <w:r w:rsidRPr="009702BE">
              <w:rPr>
                <w:b/>
              </w:rPr>
              <w:t>Подпрограмма №6 «Комплексное развитие систем коммунальной инфраструктуры Старотитаровского сельского поселения Темрюкского района на основе документов территориального планирования на 2015 год»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pStyle w:val="BodyText2"/>
            </w:pPr>
          </w:p>
          <w:p w:rsidR="0070608C" w:rsidRDefault="0070608C" w:rsidP="009140A5">
            <w:pPr>
              <w:pStyle w:val="BodyText2"/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Default="0070608C" w:rsidP="009140A5">
            <w:r>
              <w:t>Разработка проектно-сметной документации, обеспечивающая подведение необходимых коммуникаций к поселению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Default="0070608C" w:rsidP="00537502">
            <w:r>
              <w:t>Разработка проектно-сметной документации, обеспечивающая подведение необходимых коммуникаций к поселению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</w:p>
        </w:tc>
      </w:tr>
      <w:tr w:rsidR="0070608C" w:rsidRPr="00AF5C5E" w:rsidTr="009702BE">
        <w:trPr>
          <w:trHeight w:val="260"/>
        </w:trPr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0608C" w:rsidRPr="009702BE" w:rsidRDefault="0070608C" w:rsidP="009702BE">
            <w:pPr>
              <w:jc w:val="center"/>
              <w:rPr>
                <w:b/>
              </w:rPr>
            </w:pPr>
            <w:r w:rsidRPr="009702BE">
              <w:rPr>
                <w:b/>
              </w:rPr>
              <w:t>Подпрограмма №7«Благоустройство территории Старотитаровского сельского поселения Темрюкского района» на 2015 год</w:t>
            </w:r>
          </w:p>
          <w:p w:rsidR="0070608C" w:rsidRPr="009702BE" w:rsidRDefault="0070608C" w:rsidP="009140A5">
            <w:pPr>
              <w:pStyle w:val="1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pStyle w:val="BodyText2"/>
            </w:pPr>
          </w:p>
        </w:tc>
        <w:tc>
          <w:tcPr>
            <w:tcW w:w="1167" w:type="dxa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9140A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noWrap/>
          </w:tcPr>
          <w:p w:rsidR="0070608C" w:rsidRPr="00DC797F" w:rsidRDefault="0070608C" w:rsidP="00936398">
            <w:r>
              <w:t>Обрезка деревьев,, приобретение цветов и кустарников, скашивание травы, борьба с карантинными растениями.</w:t>
            </w:r>
            <w:r w:rsidRPr="00DC797F">
              <w:t xml:space="preserve"> Ликвидация стихийных свалок,дератизация, уничтожение американской бабочки</w:t>
            </w:r>
            <w:r>
              <w:t>.</w:t>
            </w:r>
            <w:r w:rsidRPr="00DC797F">
              <w:t xml:space="preserve"> Ска</w:t>
            </w:r>
            <w:r>
              <w:t>шивание травы, обрезка деревьев.Приобритение техники:мусоровоз,трактор,пескоразбрасыватель</w:t>
            </w:r>
          </w:p>
          <w:p w:rsidR="0070608C" w:rsidRDefault="0070608C" w:rsidP="009140A5"/>
        </w:tc>
        <w:tc>
          <w:tcPr>
            <w:tcW w:w="3060" w:type="dxa"/>
            <w:tcBorders>
              <w:top w:val="single" w:sz="4" w:space="0" w:color="auto"/>
            </w:tcBorders>
            <w:noWrap/>
          </w:tcPr>
          <w:p w:rsidR="0070608C" w:rsidRPr="00DC797F" w:rsidRDefault="0070608C" w:rsidP="00537502">
            <w:r>
              <w:t>Обрезка деревьев,, приобретение цветов и кустарников, скашивание травы, борьба с карантинными растениями.</w:t>
            </w:r>
            <w:r w:rsidRPr="00DC797F">
              <w:t xml:space="preserve"> Ликвидация стихийных свалок,дератизация, уничтожение американской бабочки</w:t>
            </w:r>
            <w:r>
              <w:t>.</w:t>
            </w:r>
            <w:r w:rsidRPr="00DC797F">
              <w:t xml:space="preserve"> Ска</w:t>
            </w:r>
            <w:r>
              <w:t>шивание травы, обрезка деревьев.Приобритение техники</w:t>
            </w:r>
            <w:r w:rsidRPr="00DC797F">
              <w:t xml:space="preserve"> </w:t>
            </w:r>
            <w:r>
              <w:t>: мусоровоз</w:t>
            </w:r>
          </w:p>
          <w:p w:rsidR="0070608C" w:rsidRDefault="0070608C" w:rsidP="00537502"/>
        </w:tc>
        <w:tc>
          <w:tcPr>
            <w:tcW w:w="1136" w:type="dxa"/>
            <w:tcBorders>
              <w:top w:val="single" w:sz="4" w:space="0" w:color="auto"/>
            </w:tcBorders>
            <w:noWrap/>
            <w:vAlign w:val="bottom"/>
          </w:tcPr>
          <w:p w:rsidR="0070608C" w:rsidRPr="00AF5C5E" w:rsidRDefault="0070608C" w:rsidP="009140A5">
            <w:pPr>
              <w:spacing w:before="40"/>
              <w:rPr>
                <w:color w:val="000000"/>
              </w:rPr>
            </w:pPr>
          </w:p>
        </w:tc>
      </w:tr>
    </w:tbl>
    <w:p w:rsidR="0070608C" w:rsidRPr="006E4ED9" w:rsidRDefault="0070608C" w:rsidP="00263A2B">
      <w:pPr>
        <w:sectPr w:rsidR="0070608C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70608C" w:rsidRPr="001E4551" w:rsidRDefault="0070608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0608C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0608C" w:rsidRDefault="0070608C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0608C" w:rsidRPr="00587E76" w:rsidRDefault="0070608C" w:rsidP="00587E76">
      <w:pPr>
        <w:jc w:val="center"/>
        <w:rPr>
          <w:b/>
          <w:sz w:val="28"/>
          <w:szCs w:val="28"/>
        </w:rPr>
      </w:pPr>
    </w:p>
    <w:p w:rsidR="0070608C" w:rsidRPr="00587E76" w:rsidRDefault="0070608C" w:rsidP="00587E76">
      <w:pPr>
        <w:jc w:val="center"/>
        <w:rPr>
          <w:b/>
        </w:rPr>
      </w:pPr>
    </w:p>
    <w:p w:rsidR="0070608C" w:rsidRDefault="0070608C" w:rsidP="002D67E9">
      <w:pPr>
        <w:jc w:val="center"/>
        <w:rPr>
          <w:b/>
          <w:bCs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Pr="005A38DA">
        <w:rPr>
          <w:b/>
          <w:sz w:val="28"/>
          <w:szCs w:val="28"/>
        </w:rPr>
        <w:t>«</w:t>
      </w:r>
      <w:r w:rsidRPr="00B92A22">
        <w:rPr>
          <w:b/>
          <w:sz w:val="28"/>
          <w:szCs w:val="28"/>
        </w:rPr>
        <w:t>Развитие жилищно-коммунального хозяйства» в Старотитаровском сельском поселении Темрюкского района»</w:t>
      </w:r>
      <w:r w:rsidRPr="00B92A22">
        <w:rPr>
          <w:b/>
          <w:bCs/>
          <w:sz w:val="28"/>
          <w:szCs w:val="28"/>
        </w:rPr>
        <w:t xml:space="preserve"> </w:t>
      </w:r>
    </w:p>
    <w:p w:rsidR="0070608C" w:rsidRPr="00587E76" w:rsidRDefault="0070608C" w:rsidP="002D6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2015 год </w:t>
      </w: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70608C" w:rsidRDefault="0070608C" w:rsidP="00263A2B">
      <w:pPr>
        <w:rPr>
          <w:sz w:val="28"/>
          <w:szCs w:val="28"/>
        </w:rPr>
      </w:pPr>
    </w:p>
    <w:p w:rsidR="0070608C" w:rsidRPr="00286F40" w:rsidRDefault="0070608C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2"/>
        <w:gridCol w:w="5710"/>
        <w:gridCol w:w="7"/>
        <w:gridCol w:w="1840"/>
        <w:gridCol w:w="1540"/>
        <w:gridCol w:w="8"/>
        <w:gridCol w:w="1540"/>
      </w:tblGrid>
      <w:tr w:rsidR="0070608C" w:rsidRPr="00286F40" w:rsidTr="00C02E74">
        <w:trPr>
          <w:trHeight w:val="908"/>
          <w:tblHeader/>
        </w:trPr>
        <w:tc>
          <w:tcPr>
            <w:tcW w:w="3232" w:type="dxa"/>
            <w:vMerge w:val="restart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0" w:type="dxa"/>
            <w:vMerge w:val="restart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7" w:type="dxa"/>
            <w:gridSpan w:val="2"/>
            <w:vMerge w:val="restart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gridSpan w:val="2"/>
            <w:vMerge w:val="restart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70608C" w:rsidRPr="00286F40" w:rsidTr="00C02E74">
        <w:trPr>
          <w:trHeight w:val="316"/>
          <w:tblHeader/>
        </w:trPr>
        <w:tc>
          <w:tcPr>
            <w:tcW w:w="3232" w:type="dxa"/>
            <w:vMerge/>
            <w:tcBorders>
              <w:bottom w:val="single" w:sz="4" w:space="0" w:color="auto"/>
            </w:tcBorders>
            <w:vAlign w:val="center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0" w:type="dxa"/>
            <w:vMerge/>
            <w:vAlign w:val="center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7" w:type="dxa"/>
            <w:gridSpan w:val="2"/>
            <w:vMerge/>
            <w:vAlign w:val="center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gridSpan w:val="2"/>
            <w:vMerge/>
            <w:vAlign w:val="center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</w:tr>
      <w:tr w:rsidR="0070608C" w:rsidRPr="00286F40" w:rsidTr="00861D76">
        <w:trPr>
          <w:trHeight w:val="714"/>
        </w:trPr>
        <w:tc>
          <w:tcPr>
            <w:tcW w:w="3232" w:type="dxa"/>
            <w:vMerge w:val="restart"/>
            <w:tcBorders>
              <w:top w:val="single" w:sz="4" w:space="0" w:color="auto"/>
            </w:tcBorders>
            <w:vAlign w:val="center"/>
          </w:tcPr>
          <w:p w:rsidR="0070608C" w:rsidRPr="00690241" w:rsidRDefault="0070608C" w:rsidP="00F97391">
            <w:pPr>
              <w:spacing w:before="40"/>
              <w:jc w:val="center"/>
            </w:pPr>
            <w:r>
              <w:rPr>
                <w:b/>
              </w:rPr>
              <w:t>МП «Развитие жилищно-коммунального хозяйства» в Старотитаровском сельском поселении Темрюкского района на 2015 год</w:t>
            </w:r>
          </w:p>
          <w:p w:rsidR="0070608C" w:rsidRPr="00286F40" w:rsidRDefault="0070608C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shd w:val="clear" w:color="000000" w:fill="FFFFFF"/>
            <w:vAlign w:val="center"/>
          </w:tcPr>
          <w:p w:rsidR="0070608C" w:rsidRPr="00286F40" w:rsidRDefault="0070608C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7" w:type="dxa"/>
            <w:gridSpan w:val="2"/>
            <w:noWrap/>
            <w:vAlign w:val="bottom"/>
          </w:tcPr>
          <w:p w:rsidR="0070608C" w:rsidRPr="00FA0A43" w:rsidRDefault="0070608C" w:rsidP="008325D2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11629,6</w:t>
            </w:r>
          </w:p>
        </w:tc>
        <w:tc>
          <w:tcPr>
            <w:tcW w:w="1548" w:type="dxa"/>
            <w:gridSpan w:val="2"/>
            <w:noWrap/>
            <w:vAlign w:val="bottom"/>
          </w:tcPr>
          <w:p w:rsidR="0070608C" w:rsidRPr="00FA0A43" w:rsidRDefault="0070608C" w:rsidP="008325D2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9594,1</w:t>
            </w:r>
          </w:p>
        </w:tc>
        <w:tc>
          <w:tcPr>
            <w:tcW w:w="1540" w:type="dxa"/>
            <w:noWrap/>
            <w:vAlign w:val="bottom"/>
          </w:tcPr>
          <w:p w:rsidR="0070608C" w:rsidRPr="00CC3756" w:rsidRDefault="0070608C" w:rsidP="008325D2">
            <w:pPr>
              <w:spacing w:before="40"/>
              <w:jc w:val="center"/>
              <w:rPr>
                <w:b/>
                <w:color w:val="000000"/>
              </w:rPr>
            </w:pPr>
            <w:r w:rsidRPr="00CC3756">
              <w:rPr>
                <w:b/>
                <w:color w:val="000000"/>
              </w:rPr>
              <w:t>82,5</w:t>
            </w:r>
          </w:p>
        </w:tc>
      </w:tr>
      <w:tr w:rsidR="0070608C" w:rsidRPr="00286F40" w:rsidTr="00C02E74">
        <w:trPr>
          <w:trHeight w:val="20"/>
        </w:trPr>
        <w:tc>
          <w:tcPr>
            <w:tcW w:w="3232" w:type="dxa"/>
            <w:vMerge/>
            <w:vAlign w:val="center"/>
          </w:tcPr>
          <w:p w:rsidR="0070608C" w:rsidRPr="00286F40" w:rsidRDefault="0070608C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shd w:val="clear" w:color="000000" w:fill="FFFFFF"/>
            <w:vAlign w:val="center"/>
          </w:tcPr>
          <w:p w:rsidR="0070608C" w:rsidRPr="00286F40" w:rsidRDefault="0070608C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7" w:type="dxa"/>
            <w:gridSpan w:val="2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11629,6</w:t>
            </w:r>
          </w:p>
        </w:tc>
        <w:tc>
          <w:tcPr>
            <w:tcW w:w="1548" w:type="dxa"/>
            <w:gridSpan w:val="2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9594,1</w:t>
            </w:r>
          </w:p>
        </w:tc>
        <w:tc>
          <w:tcPr>
            <w:tcW w:w="1540" w:type="dxa"/>
            <w:noWrap/>
            <w:vAlign w:val="bottom"/>
          </w:tcPr>
          <w:p w:rsidR="0070608C" w:rsidRPr="00CC3756" w:rsidRDefault="0070608C" w:rsidP="008325D2">
            <w:pPr>
              <w:spacing w:before="40"/>
              <w:jc w:val="center"/>
              <w:rPr>
                <w:b/>
                <w:color w:val="000000"/>
              </w:rPr>
            </w:pPr>
            <w:r w:rsidRPr="00CC3756">
              <w:rPr>
                <w:b/>
                <w:color w:val="000000"/>
              </w:rPr>
              <w:t>82,5</w:t>
            </w:r>
          </w:p>
        </w:tc>
      </w:tr>
      <w:tr w:rsidR="0070608C" w:rsidRPr="00286F40" w:rsidTr="00C02E74">
        <w:trPr>
          <w:trHeight w:val="20"/>
        </w:trPr>
        <w:tc>
          <w:tcPr>
            <w:tcW w:w="3232" w:type="dxa"/>
            <w:vMerge/>
            <w:vAlign w:val="center"/>
          </w:tcPr>
          <w:p w:rsidR="0070608C" w:rsidRPr="00286F40" w:rsidRDefault="0070608C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shd w:val="clear" w:color="000000" w:fill="FFFFFF"/>
            <w:vAlign w:val="center"/>
          </w:tcPr>
          <w:p w:rsidR="0070608C" w:rsidRPr="00286F40" w:rsidRDefault="0070608C" w:rsidP="00F2476A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7" w:type="dxa"/>
            <w:gridSpan w:val="2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gridSpan w:val="2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0608C" w:rsidRPr="00286F40" w:rsidTr="00C02E74">
        <w:trPr>
          <w:trHeight w:val="20"/>
        </w:trPr>
        <w:tc>
          <w:tcPr>
            <w:tcW w:w="3232" w:type="dxa"/>
            <w:vMerge/>
            <w:tcBorders>
              <w:bottom w:val="single" w:sz="4" w:space="0" w:color="auto"/>
            </w:tcBorders>
            <w:vAlign w:val="center"/>
          </w:tcPr>
          <w:p w:rsidR="0070608C" w:rsidRPr="00286F40" w:rsidRDefault="0070608C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shd w:val="clear" w:color="000000" w:fill="FFFFFF"/>
            <w:vAlign w:val="center"/>
          </w:tcPr>
          <w:p w:rsidR="0070608C" w:rsidRPr="00286F40" w:rsidRDefault="0070608C" w:rsidP="00F2476A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7" w:type="dxa"/>
            <w:gridSpan w:val="2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gridSpan w:val="2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Pr="00286F40" w:rsidRDefault="0070608C" w:rsidP="008325D2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0608C" w:rsidRPr="00286F40" w:rsidTr="00C02E74">
        <w:trPr>
          <w:trHeight w:val="260"/>
        </w:trPr>
        <w:tc>
          <w:tcPr>
            <w:tcW w:w="32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F973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№1 «Поддержка коммунального хозяйства» в Старотитаровском сельском поселении Темрюкского района на 2015 год</w:t>
            </w:r>
          </w:p>
        </w:tc>
        <w:tc>
          <w:tcPr>
            <w:tcW w:w="571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0608C" w:rsidRPr="009140A5" w:rsidRDefault="0070608C" w:rsidP="009140A5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70608C" w:rsidRPr="009140A5" w:rsidRDefault="0070608C" w:rsidP="008325D2">
            <w:pPr>
              <w:spacing w:before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1548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70608C" w:rsidRPr="009140A5" w:rsidRDefault="0070608C" w:rsidP="008325D2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70608C" w:rsidRPr="009140A5" w:rsidRDefault="0070608C" w:rsidP="008325D2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70608C" w:rsidRPr="00861D76" w:rsidTr="00C02E74">
        <w:trPr>
          <w:trHeight w:val="28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Default="0070608C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70608C" w:rsidRPr="00861D76" w:rsidRDefault="0070608C" w:rsidP="00714D7F">
            <w:pPr>
              <w:spacing w:before="40"/>
              <w:jc w:val="center"/>
            </w:pPr>
            <w:r w:rsidRPr="00861D76">
              <w:t xml:space="preserve">бюджет поселения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0608C" w:rsidRPr="00861D76" w:rsidRDefault="0070608C" w:rsidP="008325D2">
            <w:pPr>
              <w:spacing w:before="40"/>
              <w:jc w:val="center"/>
              <w:rPr>
                <w:bCs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0608C" w:rsidRPr="00861D76" w:rsidRDefault="0070608C" w:rsidP="008325D2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70608C" w:rsidRPr="00861D76" w:rsidRDefault="0070608C" w:rsidP="008325D2">
            <w:pPr>
              <w:spacing w:before="40"/>
              <w:jc w:val="center"/>
              <w:rPr>
                <w:color w:val="000000"/>
              </w:rPr>
            </w:pPr>
            <w:r w:rsidRPr="00861D76">
              <w:rPr>
                <w:color w:val="000000"/>
              </w:rPr>
              <w:t>100</w:t>
            </w:r>
          </w:p>
        </w:tc>
      </w:tr>
      <w:tr w:rsidR="0070608C" w:rsidRPr="00861D76" w:rsidTr="00C02E74">
        <w:trPr>
          <w:trHeight w:val="2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9140A5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8C" w:rsidRPr="00861D76" w:rsidRDefault="0070608C" w:rsidP="009140A5">
            <w:pPr>
              <w:spacing w:before="40"/>
              <w:jc w:val="center"/>
            </w:pPr>
            <w:r w:rsidRPr="00861D76">
              <w:t>в том числе:</w:t>
            </w:r>
          </w:p>
        </w:tc>
        <w:tc>
          <w:tcPr>
            <w:tcW w:w="1847" w:type="dxa"/>
            <w:gridSpan w:val="2"/>
            <w:noWrap/>
            <w:vAlign w:val="bottom"/>
          </w:tcPr>
          <w:p w:rsidR="0070608C" w:rsidRPr="00861D76" w:rsidRDefault="0070608C" w:rsidP="009140A5">
            <w:pPr>
              <w:spacing w:before="40"/>
              <w:rPr>
                <w:bCs/>
              </w:rPr>
            </w:pPr>
          </w:p>
        </w:tc>
        <w:tc>
          <w:tcPr>
            <w:tcW w:w="1548" w:type="dxa"/>
            <w:gridSpan w:val="2"/>
            <w:noWrap/>
            <w:vAlign w:val="bottom"/>
          </w:tcPr>
          <w:p w:rsidR="0070608C" w:rsidRPr="00861D76" w:rsidRDefault="0070608C" w:rsidP="009140A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Pr="00861D76" w:rsidRDefault="0070608C" w:rsidP="009140A5">
            <w:pPr>
              <w:spacing w:before="40"/>
              <w:jc w:val="center"/>
              <w:rPr>
                <w:color w:val="000000"/>
              </w:rPr>
            </w:pPr>
          </w:p>
        </w:tc>
      </w:tr>
      <w:tr w:rsidR="0070608C" w:rsidRPr="00861D76" w:rsidTr="00C02E74">
        <w:trPr>
          <w:trHeight w:val="2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9140A5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8C" w:rsidRPr="00861D76" w:rsidRDefault="0070608C" w:rsidP="009140A5">
            <w:pPr>
              <w:spacing w:before="40"/>
              <w:jc w:val="center"/>
            </w:pPr>
            <w:r w:rsidRPr="00861D76">
              <w:t xml:space="preserve">собственные средства бюджета поселения </w:t>
            </w:r>
          </w:p>
        </w:tc>
        <w:tc>
          <w:tcPr>
            <w:tcW w:w="1847" w:type="dxa"/>
            <w:gridSpan w:val="2"/>
            <w:noWrap/>
            <w:vAlign w:val="bottom"/>
          </w:tcPr>
          <w:p w:rsidR="0070608C" w:rsidRPr="00861D76" w:rsidRDefault="0070608C" w:rsidP="00C52B82">
            <w:pPr>
              <w:spacing w:before="40"/>
              <w:jc w:val="center"/>
              <w:rPr>
                <w:bCs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1548" w:type="dxa"/>
            <w:gridSpan w:val="2"/>
            <w:noWrap/>
            <w:vAlign w:val="bottom"/>
          </w:tcPr>
          <w:p w:rsidR="0070608C" w:rsidRPr="00861D76" w:rsidRDefault="0070608C" w:rsidP="00C52B82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1540" w:type="dxa"/>
            <w:noWrap/>
            <w:vAlign w:val="bottom"/>
          </w:tcPr>
          <w:p w:rsidR="0070608C" w:rsidRPr="00157FB0" w:rsidRDefault="0070608C" w:rsidP="00C52B82">
            <w:pPr>
              <w:spacing w:before="40"/>
              <w:jc w:val="center"/>
              <w:rPr>
                <w:b/>
                <w:color w:val="000000"/>
              </w:rPr>
            </w:pPr>
            <w:r w:rsidRPr="00157FB0">
              <w:rPr>
                <w:b/>
                <w:color w:val="000000"/>
              </w:rPr>
              <w:t>100</w:t>
            </w:r>
          </w:p>
        </w:tc>
      </w:tr>
      <w:tr w:rsidR="0070608C" w:rsidRPr="00846730" w:rsidTr="00314E01">
        <w:trPr>
          <w:trHeight w:val="320"/>
        </w:trPr>
        <w:tc>
          <w:tcPr>
            <w:tcW w:w="32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Default="0070608C" w:rsidP="00C02E74">
            <w:pPr>
              <w:rPr>
                <w:b/>
              </w:rPr>
            </w:pPr>
            <w:r>
              <w:rPr>
                <w:b/>
              </w:rPr>
              <w:t>Подпрограмма №3 «Развитие водоотведения» в Старотитаровском сельском поселении Темрюкского района на 2015 год</w:t>
            </w:r>
          </w:p>
          <w:p w:rsidR="0070608C" w:rsidRPr="00314E01" w:rsidRDefault="0070608C" w:rsidP="00314E01"/>
        </w:tc>
        <w:tc>
          <w:tcPr>
            <w:tcW w:w="571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0608C" w:rsidRDefault="0070608C" w:rsidP="001C007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  <w:p w:rsidR="0070608C" w:rsidRPr="00C02E74" w:rsidRDefault="0070608C" w:rsidP="001C0073">
            <w:pPr>
              <w:jc w:val="center"/>
              <w:rPr>
                <w:b/>
              </w:rPr>
            </w:pP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70608C" w:rsidRPr="00C02E74" w:rsidRDefault="0070608C" w:rsidP="00C52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548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70608C" w:rsidRPr="00C02E74" w:rsidRDefault="0070608C" w:rsidP="00C52B82">
            <w:pPr>
              <w:spacing w:before="4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70608C" w:rsidRPr="00846730" w:rsidRDefault="0070608C" w:rsidP="00C52B82">
            <w:pPr>
              <w:spacing w:before="40"/>
              <w:jc w:val="center"/>
              <w:rPr>
                <w:b/>
                <w:bCs/>
              </w:rPr>
            </w:pPr>
            <w:r w:rsidRPr="00846730">
              <w:rPr>
                <w:b/>
                <w:bCs/>
              </w:rPr>
              <w:t>100</w:t>
            </w:r>
          </w:p>
        </w:tc>
      </w:tr>
      <w:tr w:rsidR="0070608C" w:rsidRPr="00846730" w:rsidTr="00314E01">
        <w:trPr>
          <w:trHeight w:val="480"/>
        </w:trPr>
        <w:tc>
          <w:tcPr>
            <w:tcW w:w="32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Default="0070608C" w:rsidP="00C02E74">
            <w:pPr>
              <w:rPr>
                <w:b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70608C" w:rsidRPr="00861D76" w:rsidRDefault="0070608C" w:rsidP="00314E01">
            <w:pPr>
              <w:jc w:val="center"/>
            </w:pPr>
            <w:r w:rsidRPr="00861D76">
              <w:t xml:space="preserve">бюджет поселения </w:t>
            </w:r>
          </w:p>
          <w:p w:rsidR="0070608C" w:rsidRDefault="0070608C" w:rsidP="001C0073">
            <w:pPr>
              <w:jc w:val="center"/>
              <w:rPr>
                <w:b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C52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0608C" w:rsidRDefault="0070608C" w:rsidP="00C52B82">
            <w:pPr>
              <w:spacing w:before="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70608C" w:rsidRPr="00846730" w:rsidRDefault="0070608C" w:rsidP="00C52B82">
            <w:pPr>
              <w:spacing w:before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70608C" w:rsidRPr="00846730" w:rsidTr="00314E01">
        <w:trPr>
          <w:trHeight w:val="72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08C" w:rsidRPr="00861D76" w:rsidRDefault="0070608C" w:rsidP="001C0073">
            <w:pPr>
              <w:jc w:val="center"/>
            </w:pPr>
            <w:r w:rsidRPr="00286F40">
              <w:t>в том числе:</w:t>
            </w:r>
          </w:p>
          <w:p w:rsidR="0070608C" w:rsidRPr="00861D76" w:rsidRDefault="0070608C" w:rsidP="00C02E74"/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08C" w:rsidRPr="00861D76" w:rsidRDefault="0070608C" w:rsidP="00C02E7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08C" w:rsidRPr="00861D76" w:rsidRDefault="0070608C" w:rsidP="00C02E74">
            <w:pPr>
              <w:spacing w:before="40"/>
              <w:jc w:val="center"/>
            </w:pP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70608C" w:rsidRPr="00861D76" w:rsidRDefault="0070608C" w:rsidP="00C02E74">
            <w:pPr>
              <w:spacing w:before="40"/>
              <w:rPr>
                <w:bCs/>
              </w:rPr>
            </w:pPr>
          </w:p>
        </w:tc>
      </w:tr>
      <w:tr w:rsidR="0070608C" w:rsidRPr="00846730" w:rsidTr="00314E01">
        <w:trPr>
          <w:trHeight w:val="92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0608C" w:rsidRPr="00861D76" w:rsidRDefault="0070608C" w:rsidP="00C02E74"/>
          <w:p w:rsidR="0070608C" w:rsidRPr="00861D76" w:rsidRDefault="0070608C" w:rsidP="00C02E74">
            <w:r w:rsidRPr="00286F40">
              <w:t xml:space="preserve">собственные средства бюджета </w:t>
            </w:r>
            <w:r>
              <w:t>поселения</w:t>
            </w:r>
          </w:p>
          <w:p w:rsidR="0070608C" w:rsidRPr="00861D76" w:rsidRDefault="0070608C" w:rsidP="00C02E74"/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0608C" w:rsidRPr="00861D76" w:rsidRDefault="0070608C" w:rsidP="008325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0608C" w:rsidRPr="00861D76" w:rsidRDefault="0070608C" w:rsidP="008325D2">
            <w:pPr>
              <w:spacing w:before="40"/>
              <w:jc w:val="center"/>
              <w:rPr>
                <w:bCs/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:rsidR="0070608C" w:rsidRPr="00C52B82" w:rsidRDefault="0070608C" w:rsidP="008325D2">
            <w:pPr>
              <w:spacing w:before="40"/>
              <w:jc w:val="center"/>
              <w:rPr>
                <w:b/>
                <w:bCs/>
              </w:rPr>
            </w:pPr>
            <w:r w:rsidRPr="00C52B82">
              <w:rPr>
                <w:b/>
                <w:bCs/>
              </w:rPr>
              <w:t>100,0</w:t>
            </w:r>
          </w:p>
        </w:tc>
      </w:tr>
      <w:tr w:rsidR="0070608C" w:rsidRPr="00846730" w:rsidTr="00C02E74">
        <w:trPr>
          <w:trHeight w:val="65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nil"/>
              <w:right w:val="single" w:sz="4" w:space="0" w:color="auto"/>
            </w:tcBorders>
          </w:tcPr>
          <w:p w:rsidR="0070608C" w:rsidRPr="00846730" w:rsidRDefault="0070608C">
            <w:pPr>
              <w:rPr>
                <w:b/>
                <w:bCs/>
              </w:rPr>
            </w:pPr>
          </w:p>
        </w:tc>
        <w:tc>
          <w:tcPr>
            <w:tcW w:w="1840" w:type="dxa"/>
            <w:tcBorders>
              <w:top w:val="nil"/>
              <w:right w:val="single" w:sz="4" w:space="0" w:color="auto"/>
            </w:tcBorders>
          </w:tcPr>
          <w:p w:rsidR="0070608C" w:rsidRPr="00846730" w:rsidRDefault="0070608C" w:rsidP="008325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540" w:type="dxa"/>
            <w:tcBorders>
              <w:top w:val="nil"/>
              <w:right w:val="single" w:sz="4" w:space="0" w:color="auto"/>
            </w:tcBorders>
          </w:tcPr>
          <w:p w:rsidR="0070608C" w:rsidRPr="00846730" w:rsidRDefault="0070608C" w:rsidP="008325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548" w:type="dxa"/>
            <w:gridSpan w:val="2"/>
            <w:tcBorders>
              <w:top w:val="nil"/>
              <w:right w:val="single" w:sz="4" w:space="0" w:color="auto"/>
            </w:tcBorders>
          </w:tcPr>
          <w:p w:rsidR="0070608C" w:rsidRPr="00C52B82" w:rsidRDefault="0070608C" w:rsidP="008325D2">
            <w:pPr>
              <w:jc w:val="center"/>
              <w:rPr>
                <w:b/>
                <w:bCs/>
              </w:rPr>
            </w:pPr>
          </w:p>
        </w:tc>
      </w:tr>
      <w:tr w:rsidR="0070608C" w:rsidRPr="00846730" w:rsidTr="00945ABE">
        <w:trPr>
          <w:trHeight w:val="650"/>
        </w:trPr>
        <w:tc>
          <w:tcPr>
            <w:tcW w:w="32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608C" w:rsidRPr="00C02E74" w:rsidRDefault="0070608C" w:rsidP="001C0073">
            <w:pPr>
              <w:rPr>
                <w:b/>
              </w:rPr>
            </w:pPr>
            <w:r>
              <w:rPr>
                <w:b/>
              </w:rPr>
              <w:t>Подпрограмма №4 «По обеспечению земельных участков инженерной инфраструктурой в целях жилищного строительства, в том числе жилья эконом-класса и жилья из быстро возводимых конструкций на территории Старотитаровского сельского поселения Темрюкского района на 2015 год</w:t>
            </w:r>
          </w:p>
        </w:tc>
        <w:tc>
          <w:tcPr>
            <w:tcW w:w="5717" w:type="dxa"/>
            <w:gridSpan w:val="2"/>
            <w:tcBorders>
              <w:top w:val="nil"/>
              <w:right w:val="single" w:sz="4" w:space="0" w:color="auto"/>
            </w:tcBorders>
          </w:tcPr>
          <w:p w:rsidR="0070608C" w:rsidRDefault="0070608C" w:rsidP="00C02E74">
            <w:pPr>
              <w:rPr>
                <w:b/>
              </w:rPr>
            </w:pPr>
            <w:r>
              <w:rPr>
                <w:b/>
              </w:rPr>
              <w:t>Всего</w:t>
            </w:r>
          </w:p>
          <w:p w:rsidR="0070608C" w:rsidRDefault="0070608C" w:rsidP="00C02E74">
            <w:pPr>
              <w:rPr>
                <w:b/>
              </w:rPr>
            </w:pPr>
          </w:p>
          <w:p w:rsidR="0070608C" w:rsidRPr="00C02E74" w:rsidRDefault="0070608C" w:rsidP="00C02E74">
            <w:pPr>
              <w:rPr>
                <w:b/>
              </w:rPr>
            </w:pPr>
          </w:p>
        </w:tc>
        <w:tc>
          <w:tcPr>
            <w:tcW w:w="1840" w:type="dxa"/>
            <w:tcBorders>
              <w:top w:val="nil"/>
              <w:right w:val="single" w:sz="4" w:space="0" w:color="auto"/>
            </w:tcBorders>
          </w:tcPr>
          <w:p w:rsidR="0070608C" w:rsidRPr="00C02E74" w:rsidRDefault="0070608C" w:rsidP="001C0073">
            <w:pPr>
              <w:jc w:val="center"/>
              <w:rPr>
                <w:b/>
              </w:rPr>
            </w:pPr>
            <w:r>
              <w:rPr>
                <w:b/>
              </w:rPr>
              <w:t>510,6</w:t>
            </w:r>
          </w:p>
        </w:tc>
        <w:tc>
          <w:tcPr>
            <w:tcW w:w="1540" w:type="dxa"/>
            <w:tcBorders>
              <w:top w:val="nil"/>
              <w:right w:val="single" w:sz="4" w:space="0" w:color="auto"/>
            </w:tcBorders>
          </w:tcPr>
          <w:p w:rsidR="0070608C" w:rsidRPr="00C02E74" w:rsidRDefault="0070608C" w:rsidP="00C02E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510,6</w:t>
            </w:r>
          </w:p>
        </w:tc>
        <w:tc>
          <w:tcPr>
            <w:tcW w:w="1548" w:type="dxa"/>
            <w:gridSpan w:val="2"/>
            <w:tcBorders>
              <w:top w:val="nil"/>
              <w:right w:val="single" w:sz="4" w:space="0" w:color="auto"/>
            </w:tcBorders>
          </w:tcPr>
          <w:p w:rsidR="0070608C" w:rsidRPr="00C02E74" w:rsidRDefault="0070608C" w:rsidP="00C02E74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C02E74">
              <w:rPr>
                <w:b/>
                <w:bCs/>
                <w:color w:val="000000"/>
              </w:rPr>
              <w:t>100</w:t>
            </w:r>
          </w:p>
        </w:tc>
      </w:tr>
      <w:tr w:rsidR="0070608C" w:rsidRPr="00846730" w:rsidTr="00945ABE">
        <w:trPr>
          <w:trHeight w:val="80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r w:rsidRPr="00861D76">
              <w:t xml:space="preserve">бюджет поселения </w:t>
            </w:r>
          </w:p>
          <w:p w:rsidR="0070608C" w:rsidRPr="00861D76" w:rsidRDefault="0070608C" w:rsidP="00C02E74"/>
          <w:p w:rsidR="0070608C" w:rsidRPr="00861D76" w:rsidRDefault="0070608C" w:rsidP="001C0073"/>
        </w:tc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pPr>
              <w:jc w:val="center"/>
            </w:pPr>
            <w:r>
              <w:t>510,6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510,6</w:t>
            </w:r>
          </w:p>
        </w:tc>
        <w:tc>
          <w:tcPr>
            <w:tcW w:w="154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pPr>
              <w:spacing w:before="40"/>
              <w:jc w:val="center"/>
              <w:rPr>
                <w:bCs/>
                <w:color w:val="000000"/>
              </w:rPr>
            </w:pPr>
            <w:r w:rsidRPr="00861D76">
              <w:rPr>
                <w:bCs/>
                <w:color w:val="000000"/>
              </w:rPr>
              <w:t>100</w:t>
            </w:r>
          </w:p>
        </w:tc>
      </w:tr>
      <w:tr w:rsidR="0070608C" w:rsidRPr="00846730" w:rsidTr="00157DF1">
        <w:trPr>
          <w:trHeight w:val="86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1C0073"/>
          <w:p w:rsidR="0070608C" w:rsidRPr="00861D76" w:rsidRDefault="0070608C" w:rsidP="00314E01">
            <w:pPr>
              <w:jc w:val="center"/>
            </w:pPr>
            <w:r w:rsidRPr="00286F40">
              <w:t>в том числе:</w:t>
            </w:r>
          </w:p>
          <w:p w:rsidR="0070608C" w:rsidRPr="00861D76" w:rsidRDefault="0070608C" w:rsidP="001C0073"/>
          <w:p w:rsidR="0070608C" w:rsidRPr="00861D76" w:rsidRDefault="0070608C" w:rsidP="001C0073"/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pPr>
              <w:spacing w:before="40"/>
              <w:jc w:val="center"/>
              <w:rPr>
                <w:bCs/>
                <w:color w:val="000000"/>
              </w:rPr>
            </w:pPr>
          </w:p>
        </w:tc>
      </w:tr>
      <w:tr w:rsidR="0070608C" w:rsidRPr="00846730" w:rsidTr="00314E01">
        <w:trPr>
          <w:trHeight w:val="104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314E01">
            <w:r w:rsidRPr="00286F40">
              <w:t xml:space="preserve">собственные средства бюджета </w:t>
            </w:r>
            <w:r>
              <w:t>поселения</w:t>
            </w:r>
          </w:p>
          <w:p w:rsidR="0070608C" w:rsidRPr="00861D76" w:rsidRDefault="0070608C" w:rsidP="001C0073"/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pPr>
              <w:jc w:val="center"/>
            </w:pPr>
            <w:r>
              <w:t>510,6</w:t>
            </w: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510,6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C02E74">
            <w:pPr>
              <w:spacing w:before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70608C" w:rsidRPr="00C02E74" w:rsidTr="00A746B7">
        <w:trPr>
          <w:trHeight w:val="650"/>
        </w:trPr>
        <w:tc>
          <w:tcPr>
            <w:tcW w:w="32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608C" w:rsidRPr="00C02E74" w:rsidRDefault="0070608C" w:rsidP="001C0073">
            <w:pPr>
              <w:rPr>
                <w:b/>
              </w:rPr>
            </w:pPr>
            <w:r>
              <w:rPr>
                <w:b/>
              </w:rPr>
              <w:t>Подпрограмма№5 «Устойчивое развитие сельских территорий» в Старотитаровском сельском поселении Темрюкского района на 2015 год</w:t>
            </w:r>
          </w:p>
        </w:tc>
        <w:tc>
          <w:tcPr>
            <w:tcW w:w="5717" w:type="dxa"/>
            <w:gridSpan w:val="2"/>
            <w:tcBorders>
              <w:top w:val="nil"/>
              <w:right w:val="single" w:sz="4" w:space="0" w:color="auto"/>
            </w:tcBorders>
          </w:tcPr>
          <w:p w:rsidR="0070608C" w:rsidRDefault="0070608C" w:rsidP="001C0073">
            <w:pPr>
              <w:rPr>
                <w:b/>
              </w:rPr>
            </w:pPr>
            <w:r>
              <w:rPr>
                <w:b/>
              </w:rPr>
              <w:t>Всего</w:t>
            </w:r>
          </w:p>
          <w:p w:rsidR="0070608C" w:rsidRDefault="0070608C" w:rsidP="001C0073">
            <w:pPr>
              <w:rPr>
                <w:b/>
              </w:rPr>
            </w:pPr>
          </w:p>
          <w:p w:rsidR="0070608C" w:rsidRPr="00C02E74" w:rsidRDefault="0070608C" w:rsidP="001C0073">
            <w:pPr>
              <w:rPr>
                <w:b/>
              </w:rPr>
            </w:pPr>
          </w:p>
        </w:tc>
        <w:tc>
          <w:tcPr>
            <w:tcW w:w="1840" w:type="dxa"/>
            <w:tcBorders>
              <w:top w:val="nil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</w:rPr>
            </w:pPr>
            <w:r>
              <w:t>2552,3</w:t>
            </w:r>
          </w:p>
        </w:tc>
        <w:tc>
          <w:tcPr>
            <w:tcW w:w="1540" w:type="dxa"/>
            <w:tcBorders>
              <w:top w:val="nil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</w:rPr>
            </w:pPr>
            <w:r>
              <w:t>2552,3</w:t>
            </w:r>
          </w:p>
        </w:tc>
        <w:tc>
          <w:tcPr>
            <w:tcW w:w="1548" w:type="dxa"/>
            <w:gridSpan w:val="2"/>
            <w:tcBorders>
              <w:top w:val="nil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  <w:bCs/>
                <w:color w:val="000000"/>
              </w:rPr>
            </w:pPr>
            <w:r w:rsidRPr="00C02E74">
              <w:rPr>
                <w:b/>
                <w:bCs/>
                <w:color w:val="000000"/>
              </w:rPr>
              <w:t>100</w:t>
            </w:r>
          </w:p>
        </w:tc>
      </w:tr>
      <w:tr w:rsidR="0070608C" w:rsidRPr="00C02E74" w:rsidTr="00C6621B">
        <w:trPr>
          <w:trHeight w:val="48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r w:rsidRPr="00861D76">
              <w:t xml:space="preserve">бюджет поселения </w:t>
            </w:r>
          </w:p>
          <w:p w:rsidR="0070608C" w:rsidRPr="00861D76" w:rsidRDefault="0070608C" w:rsidP="001C0073"/>
        </w:tc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>
              <w:t>2552,3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>
              <w:t>2552,3</w:t>
            </w:r>
          </w:p>
        </w:tc>
        <w:tc>
          <w:tcPr>
            <w:tcW w:w="154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  <w:rPr>
                <w:bCs/>
                <w:color w:val="000000"/>
              </w:rPr>
            </w:pPr>
            <w:r w:rsidRPr="00861D76">
              <w:rPr>
                <w:bCs/>
                <w:color w:val="000000"/>
              </w:rPr>
              <w:t>100</w:t>
            </w:r>
          </w:p>
        </w:tc>
      </w:tr>
      <w:tr w:rsidR="0070608C" w:rsidRPr="00C02E74" w:rsidTr="00C6621B">
        <w:trPr>
          <w:trHeight w:val="54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1C0073"/>
          <w:p w:rsidR="0070608C" w:rsidRPr="00861D76" w:rsidRDefault="0070608C" w:rsidP="008A48DC">
            <w:pPr>
              <w:jc w:val="center"/>
            </w:pPr>
            <w:r w:rsidRPr="00286F40">
              <w:t>в том числе:</w:t>
            </w:r>
          </w:p>
          <w:p w:rsidR="0070608C" w:rsidRPr="00861D76" w:rsidRDefault="0070608C" w:rsidP="001C0073"/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  <w:rPr>
                <w:bCs/>
                <w:color w:val="000000"/>
              </w:rPr>
            </w:pPr>
            <w:r w:rsidRPr="00861D76">
              <w:rPr>
                <w:bCs/>
                <w:color w:val="000000"/>
              </w:rPr>
              <w:t>100</w:t>
            </w:r>
          </w:p>
        </w:tc>
      </w:tr>
      <w:tr w:rsidR="0070608C" w:rsidRPr="00C02E74" w:rsidTr="003015F1">
        <w:trPr>
          <w:trHeight w:val="48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Default="0070608C" w:rsidP="008A48DC">
            <w:r w:rsidRPr="00286F40">
              <w:t xml:space="preserve">собственные средства бюджета </w:t>
            </w:r>
            <w:r>
              <w:t>поселения</w:t>
            </w:r>
          </w:p>
          <w:p w:rsidR="0070608C" w:rsidRPr="00861D76" w:rsidRDefault="0070608C" w:rsidP="001C0073"/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>
              <w:t>825,9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>
              <w:t>825,9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  <w:rPr>
                <w:bCs/>
                <w:color w:val="000000"/>
              </w:rPr>
            </w:pPr>
            <w:r w:rsidRPr="00861D76">
              <w:rPr>
                <w:bCs/>
                <w:color w:val="000000"/>
              </w:rPr>
              <w:t>100</w:t>
            </w:r>
          </w:p>
        </w:tc>
      </w:tr>
      <w:tr w:rsidR="0070608C" w:rsidRPr="00C02E74" w:rsidTr="003015F1">
        <w:trPr>
          <w:trHeight w:val="28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286F40" w:rsidRDefault="0070608C" w:rsidP="001C0073">
            <w:r>
              <w:t>средства краевого бюджета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Default="0070608C" w:rsidP="008325D2">
            <w:pPr>
              <w:jc w:val="center"/>
            </w:pPr>
            <w:r>
              <w:t>144,9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Default="0070608C" w:rsidP="008325D2">
            <w:pPr>
              <w:jc w:val="center"/>
            </w:pPr>
            <w:r>
              <w:t>144,9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70608C" w:rsidRPr="00C02E74" w:rsidTr="003015F1">
        <w:trPr>
          <w:trHeight w:val="300"/>
        </w:trPr>
        <w:tc>
          <w:tcPr>
            <w:tcW w:w="3232" w:type="dxa"/>
            <w:vMerge/>
            <w:tcBorders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r>
              <w:t>средства федерального бюджета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Default="0070608C" w:rsidP="008325D2">
            <w:pPr>
              <w:jc w:val="center"/>
            </w:pPr>
            <w:r>
              <w:t>1581,5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Default="0070608C" w:rsidP="008325D2">
            <w:pPr>
              <w:jc w:val="center"/>
            </w:pPr>
            <w:r>
              <w:t>1581,5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70608C" w:rsidRPr="00C02E74" w:rsidTr="00C6621B">
        <w:trPr>
          <w:trHeight w:val="340"/>
        </w:trPr>
        <w:tc>
          <w:tcPr>
            <w:tcW w:w="32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C02E74" w:rsidRDefault="0070608C" w:rsidP="001C0073">
            <w:pPr>
              <w:rPr>
                <w:b/>
              </w:rPr>
            </w:pPr>
            <w:r>
              <w:rPr>
                <w:b/>
              </w:rPr>
              <w:t>Подпрограмма№6 «Комплексное развитие систем коммунальной инфраструктуры Старотитаровского сельского поселения Темрюкского района на 2015 год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Default="0070608C" w:rsidP="001C0073">
            <w:pPr>
              <w:rPr>
                <w:b/>
              </w:rPr>
            </w:pPr>
            <w:r>
              <w:rPr>
                <w:b/>
              </w:rPr>
              <w:t>Всего</w:t>
            </w:r>
          </w:p>
          <w:p w:rsidR="0070608C" w:rsidRDefault="0070608C" w:rsidP="001C0073">
            <w:pPr>
              <w:rPr>
                <w:b/>
              </w:rPr>
            </w:pPr>
          </w:p>
          <w:p w:rsidR="0070608C" w:rsidRPr="00C02E74" w:rsidRDefault="0070608C" w:rsidP="001C0073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C6621B" w:rsidRDefault="0070608C" w:rsidP="008325D2">
            <w:pPr>
              <w:jc w:val="center"/>
              <w:rPr>
                <w:b/>
              </w:rPr>
            </w:pPr>
            <w:r w:rsidRPr="00C6621B">
              <w:rPr>
                <w:b/>
              </w:rPr>
              <w:t>100</w:t>
            </w:r>
          </w:p>
        </w:tc>
      </w:tr>
      <w:tr w:rsidR="0070608C" w:rsidRPr="00C02E74" w:rsidTr="004022D6">
        <w:trPr>
          <w:trHeight w:val="105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r w:rsidRPr="00861D76">
              <w:t>Бюджет поселения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 w:rsidRPr="00861D76">
              <w:t>80,0</w:t>
            </w:r>
          </w:p>
          <w:p w:rsidR="0070608C" w:rsidRPr="00861D76" w:rsidRDefault="0070608C" w:rsidP="008325D2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 w:rsidRPr="00861D76">
              <w:t>80,0</w:t>
            </w:r>
          </w:p>
          <w:p w:rsidR="0070608C" w:rsidRPr="00861D76" w:rsidRDefault="0070608C" w:rsidP="008325D2">
            <w:pPr>
              <w:jc w:val="center"/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 w:rsidRPr="00861D76">
              <w:t>100</w:t>
            </w:r>
          </w:p>
          <w:p w:rsidR="0070608C" w:rsidRPr="00861D76" w:rsidRDefault="0070608C" w:rsidP="008325D2">
            <w:pPr>
              <w:jc w:val="center"/>
            </w:pPr>
          </w:p>
        </w:tc>
      </w:tr>
      <w:tr w:rsidR="0070608C" w:rsidRPr="00C6621B" w:rsidTr="00861D76">
        <w:trPr>
          <w:trHeight w:val="1116"/>
        </w:trPr>
        <w:tc>
          <w:tcPr>
            <w:tcW w:w="32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C02E74" w:rsidRDefault="0070608C" w:rsidP="001C0073">
            <w:pPr>
              <w:rPr>
                <w:b/>
              </w:rPr>
            </w:pPr>
            <w:r>
              <w:rPr>
                <w:b/>
              </w:rPr>
              <w:t>Подпрограмма №7 «Благоустройство территории Старотитаровского сельского поселения Темрюкского района на 2015 год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Default="0070608C" w:rsidP="001C0073">
            <w:pPr>
              <w:rPr>
                <w:b/>
              </w:rPr>
            </w:pPr>
            <w:r>
              <w:rPr>
                <w:b/>
              </w:rPr>
              <w:t>Всего</w:t>
            </w:r>
          </w:p>
          <w:p w:rsidR="0070608C" w:rsidRDefault="0070608C" w:rsidP="001C0073">
            <w:pPr>
              <w:rPr>
                <w:b/>
              </w:rPr>
            </w:pPr>
          </w:p>
          <w:p w:rsidR="0070608C" w:rsidRPr="00C02E74" w:rsidRDefault="0070608C" w:rsidP="001C0073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</w:rPr>
            </w:pPr>
            <w:r>
              <w:rPr>
                <w:b/>
              </w:rPr>
              <w:t>7724,8</w:t>
            </w: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C02E74" w:rsidRDefault="0070608C" w:rsidP="008325D2">
            <w:pPr>
              <w:jc w:val="center"/>
              <w:rPr>
                <w:b/>
              </w:rPr>
            </w:pPr>
            <w:r>
              <w:rPr>
                <w:b/>
              </w:rPr>
              <w:t>5689,3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C6621B" w:rsidRDefault="0070608C" w:rsidP="008325D2">
            <w:pPr>
              <w:jc w:val="center"/>
              <w:rPr>
                <w:b/>
              </w:rPr>
            </w:pPr>
            <w:r>
              <w:rPr>
                <w:b/>
              </w:rPr>
              <w:t>73,6</w:t>
            </w:r>
          </w:p>
        </w:tc>
      </w:tr>
      <w:tr w:rsidR="0070608C" w:rsidRPr="00C6621B" w:rsidTr="00861D76">
        <w:trPr>
          <w:trHeight w:val="1050"/>
        </w:trPr>
        <w:tc>
          <w:tcPr>
            <w:tcW w:w="323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08C" w:rsidRPr="00286F40" w:rsidRDefault="0070608C" w:rsidP="001C007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1C0073">
            <w:r w:rsidRPr="00861D76">
              <w:t>Бюджет поселения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 w:rsidRPr="00861D76">
              <w:t>7724,8</w:t>
            </w:r>
          </w:p>
          <w:p w:rsidR="0070608C" w:rsidRPr="00861D76" w:rsidRDefault="0070608C" w:rsidP="008325D2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4670AF">
            <w:pPr>
              <w:jc w:val="center"/>
            </w:pPr>
            <w:r>
              <w:t>5689,3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08C" w:rsidRPr="00861D76" w:rsidRDefault="0070608C" w:rsidP="008325D2">
            <w:pPr>
              <w:jc w:val="center"/>
            </w:pPr>
            <w:r>
              <w:t>73,6</w:t>
            </w:r>
          </w:p>
          <w:p w:rsidR="0070608C" w:rsidRPr="00861D76" w:rsidRDefault="0070608C" w:rsidP="008325D2">
            <w:pPr>
              <w:jc w:val="center"/>
            </w:pPr>
          </w:p>
        </w:tc>
      </w:tr>
    </w:tbl>
    <w:p w:rsidR="0070608C" w:rsidRPr="006E4ED9" w:rsidRDefault="0070608C" w:rsidP="00263A2B">
      <w:pPr>
        <w:sectPr w:rsidR="0070608C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70608C" w:rsidRPr="001E4551" w:rsidRDefault="0070608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0608C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0608C" w:rsidRDefault="0070608C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0608C" w:rsidRPr="00587E76" w:rsidRDefault="0070608C" w:rsidP="00587E76">
      <w:pPr>
        <w:jc w:val="center"/>
        <w:rPr>
          <w:b/>
          <w:sz w:val="28"/>
          <w:szCs w:val="28"/>
        </w:rPr>
      </w:pPr>
    </w:p>
    <w:p w:rsidR="0070608C" w:rsidRPr="00587E76" w:rsidRDefault="0070608C" w:rsidP="00587E76">
      <w:pPr>
        <w:jc w:val="center"/>
        <w:rPr>
          <w:b/>
          <w:sz w:val="28"/>
          <w:szCs w:val="28"/>
          <w:highlight w:val="yellow"/>
        </w:rPr>
      </w:pPr>
    </w:p>
    <w:p w:rsidR="0070608C" w:rsidRPr="00587E76" w:rsidRDefault="0070608C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</w:t>
      </w:r>
      <w:r w:rsidRPr="00B92A22">
        <w:rPr>
          <w:b/>
          <w:sz w:val="28"/>
          <w:szCs w:val="28"/>
        </w:rPr>
        <w:t>Развитие жилищно-коммунального хозяйства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70608C" w:rsidRDefault="0070608C" w:rsidP="0032350C">
      <w:pPr>
        <w:rPr>
          <w:sz w:val="28"/>
          <w:szCs w:val="28"/>
        </w:rPr>
      </w:pPr>
    </w:p>
    <w:p w:rsidR="0070608C" w:rsidRPr="00587E76" w:rsidRDefault="0070608C" w:rsidP="00587E76">
      <w:pPr>
        <w:jc w:val="center"/>
        <w:rPr>
          <w:b/>
          <w:sz w:val="28"/>
          <w:szCs w:val="28"/>
        </w:rPr>
      </w:pPr>
    </w:p>
    <w:p w:rsidR="0070608C" w:rsidRPr="006E4ED9" w:rsidRDefault="0070608C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70608C" w:rsidRPr="00286F40" w:rsidTr="00047A74">
        <w:trPr>
          <w:trHeight w:val="20"/>
        </w:trPr>
        <w:tc>
          <w:tcPr>
            <w:tcW w:w="540" w:type="dxa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70608C" w:rsidRPr="00286F40" w:rsidTr="00047A74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70608C" w:rsidRPr="002017EC" w:rsidRDefault="0070608C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Развитие жилищно-коммунального хозяйства»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  <w:p w:rsidR="0070608C" w:rsidRDefault="0070608C" w:rsidP="00263A2B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  <w:p w:rsidR="0070608C" w:rsidRDefault="0070608C" w:rsidP="00263A2B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70608C" w:rsidRPr="00286F40" w:rsidTr="00047A74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70608C" w:rsidRPr="002017EC" w:rsidRDefault="0070608C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Развитие жилищно-коммунального хозяйства»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30.01.2015</w:t>
            </w:r>
          </w:p>
          <w:p w:rsidR="0070608C" w:rsidRDefault="0070608C" w:rsidP="00263A2B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  <w:p w:rsidR="0070608C" w:rsidRDefault="0070608C" w:rsidP="00263A2B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0608C" w:rsidRPr="00286F40" w:rsidTr="00F2476A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9758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vAlign w:val="bottom"/>
          </w:tcPr>
          <w:p w:rsidR="0070608C" w:rsidRPr="00F2476A" w:rsidRDefault="0070608C" w:rsidP="0097582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F2476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«Развитие жилищно-коммунального хозяйства» в  Старотитаровском сельском поселении Темрюкского района»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11.03.2015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0608C" w:rsidRPr="00286F40" w:rsidTr="00F2476A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9758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vAlign w:val="bottom"/>
          </w:tcPr>
          <w:p w:rsidR="0070608C" w:rsidRPr="00F2476A" w:rsidRDefault="0070608C" w:rsidP="0097582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F2476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«Развитие жилищно-коммунального хозяйства» в  Старотитаровском сельском поселении Темрюкского района»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12.10.2015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0608C" w:rsidRPr="00286F40" w:rsidTr="00F2476A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9758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vAlign w:val="bottom"/>
          </w:tcPr>
          <w:p w:rsidR="0070608C" w:rsidRPr="00F2476A" w:rsidRDefault="0070608C" w:rsidP="0097582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F2476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«Развитие жилищно-коммунального хозяйства» в  Старотитаровском сельском поселении Темрюкского района»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20.10.2015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0608C" w:rsidRPr="00286F40" w:rsidTr="00F2476A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9758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vAlign w:val="bottom"/>
          </w:tcPr>
          <w:p w:rsidR="0070608C" w:rsidRPr="00F2476A" w:rsidRDefault="0070608C" w:rsidP="0097582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F2476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«Развитие жилищно-коммунального хозяйства» в  Старотитаровском сельском поселении Темрюкского района»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08.12.2015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494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0608C" w:rsidRPr="00286F40" w:rsidTr="00F2476A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9758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vAlign w:val="bottom"/>
          </w:tcPr>
          <w:p w:rsidR="0070608C" w:rsidRPr="00F2476A" w:rsidRDefault="0070608C" w:rsidP="0097582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F2476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«Развитие жилищно-коммунального хозяйства» в  Старотитаровском сельском поселении Темрюкского района»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17.12..2015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527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0608C" w:rsidRPr="00286F40" w:rsidTr="00F2476A">
        <w:trPr>
          <w:trHeight w:val="20"/>
        </w:trPr>
        <w:tc>
          <w:tcPr>
            <w:tcW w:w="540" w:type="dxa"/>
            <w:noWrap/>
          </w:tcPr>
          <w:p w:rsidR="0070608C" w:rsidRPr="00286F40" w:rsidRDefault="0070608C" w:rsidP="009758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vAlign w:val="bottom"/>
          </w:tcPr>
          <w:p w:rsidR="0070608C" w:rsidRPr="00F2476A" w:rsidRDefault="0070608C" w:rsidP="0097582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F2476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«Развитие жилищно-коммунального хозяйства» в  Старотитаровском сельском поселении Темрюкского района» на 2015 год.</w:t>
            </w:r>
          </w:p>
        </w:tc>
        <w:tc>
          <w:tcPr>
            <w:tcW w:w="166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31.12.2015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0608C" w:rsidRDefault="0070608C" w:rsidP="0097582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  <w:p w:rsidR="0070608C" w:rsidRDefault="0070608C" w:rsidP="0097582C">
            <w:pPr>
              <w:spacing w:before="40"/>
              <w:rPr>
                <w:color w:val="000000"/>
              </w:rPr>
            </w:pPr>
          </w:p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70608C" w:rsidRPr="00286F40" w:rsidRDefault="0070608C" w:rsidP="0097582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70608C" w:rsidRPr="006E4ED9" w:rsidRDefault="0070608C" w:rsidP="00263A2B">
      <w:pPr>
        <w:sectPr w:rsidR="0070608C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70608C" w:rsidRPr="001E4551" w:rsidRDefault="0070608C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0608C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0608C" w:rsidRPr="001E4551" w:rsidRDefault="0070608C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0608C" w:rsidRDefault="0070608C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0608C" w:rsidRPr="00587E76" w:rsidRDefault="0070608C" w:rsidP="00587E76">
      <w:pPr>
        <w:jc w:val="center"/>
        <w:rPr>
          <w:sz w:val="28"/>
          <w:szCs w:val="28"/>
        </w:rPr>
      </w:pPr>
    </w:p>
    <w:p w:rsidR="0070608C" w:rsidRPr="00587E76" w:rsidRDefault="0070608C" w:rsidP="00587E76">
      <w:pPr>
        <w:jc w:val="center"/>
        <w:rPr>
          <w:b/>
        </w:rPr>
      </w:pPr>
    </w:p>
    <w:p w:rsidR="0070608C" w:rsidRPr="003F65B7" w:rsidRDefault="0070608C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B92A22">
        <w:rPr>
          <w:b/>
          <w:sz w:val="28"/>
          <w:szCs w:val="28"/>
        </w:rPr>
        <w:t>Развитие жилищно-коммунального хозяйства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</w:p>
    <w:p w:rsidR="0070608C" w:rsidRDefault="0070608C" w:rsidP="0032350C">
      <w:pPr>
        <w:rPr>
          <w:sz w:val="28"/>
          <w:szCs w:val="28"/>
        </w:rPr>
      </w:pPr>
    </w:p>
    <w:p w:rsidR="0070608C" w:rsidRPr="00587E76" w:rsidRDefault="0070608C" w:rsidP="00587E76">
      <w:pPr>
        <w:jc w:val="center"/>
        <w:rPr>
          <w:b/>
          <w:sz w:val="28"/>
          <w:szCs w:val="28"/>
        </w:rPr>
      </w:pPr>
    </w:p>
    <w:p w:rsidR="0070608C" w:rsidRPr="00286F40" w:rsidRDefault="0070608C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70608C" w:rsidRPr="00286F40" w:rsidTr="001F6C5B">
        <w:tc>
          <w:tcPr>
            <w:tcW w:w="3600" w:type="dxa"/>
            <w:vMerge w:val="restart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70608C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1444F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1444F3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1444F3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1444F3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70608C" w:rsidRPr="008B475F" w:rsidRDefault="0070608C" w:rsidP="008B475F">
            <w:pPr>
              <w:tabs>
                <w:tab w:val="left" w:pos="1134"/>
              </w:tabs>
              <w:spacing w:before="40"/>
              <w:jc w:val="center"/>
            </w:pPr>
            <w:r w:rsidRPr="001444F3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70608C" w:rsidRPr="006E4ED9" w:rsidTr="001F6C5B">
        <w:tc>
          <w:tcPr>
            <w:tcW w:w="3600" w:type="dxa"/>
          </w:tcPr>
          <w:p w:rsidR="0070608C" w:rsidRPr="00690241" w:rsidRDefault="0070608C" w:rsidP="0032350C">
            <w:pPr>
              <w:rPr>
                <w:b/>
              </w:rPr>
            </w:pPr>
            <w:r w:rsidRPr="00690241">
              <w:rPr>
                <w:b/>
              </w:rPr>
              <w:t>МП  «</w:t>
            </w:r>
            <w:r w:rsidRPr="003420BC">
              <w:rPr>
                <w:b/>
              </w:rPr>
              <w:t>Развитие жилищно-коммунального хозяйства</w:t>
            </w:r>
            <w:r w:rsidRPr="00690241">
              <w:rPr>
                <w:b/>
                <w:bCs/>
              </w:rPr>
              <w:t>» на 2015 год</w:t>
            </w:r>
          </w:p>
          <w:p w:rsidR="0070608C" w:rsidRPr="00690241" w:rsidRDefault="0070608C" w:rsidP="0032350C">
            <w:pPr>
              <w:rPr>
                <w:b/>
              </w:rPr>
            </w:pPr>
            <w:r w:rsidRPr="00690241">
              <w:rPr>
                <w:b/>
              </w:rPr>
              <w:t>за счет всех источников финансирования</w:t>
            </w:r>
          </w:p>
          <w:p w:rsidR="0070608C" w:rsidRPr="00E5770B" w:rsidRDefault="0070608C" w:rsidP="0032350C">
            <w:pPr>
              <w:rPr>
                <w:b/>
                <w:sz w:val="28"/>
                <w:szCs w:val="28"/>
              </w:rPr>
            </w:pPr>
          </w:p>
          <w:p w:rsidR="0070608C" w:rsidRPr="00E5770B" w:rsidRDefault="0070608C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70608C" w:rsidRPr="00E5770B" w:rsidRDefault="0070608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70608C" w:rsidRPr="00E5770B" w:rsidRDefault="0070608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70608C" w:rsidRPr="00E5770B" w:rsidRDefault="0070608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70608C" w:rsidRPr="00E5770B" w:rsidRDefault="0070608C" w:rsidP="006E6CB2">
            <w:pPr>
              <w:tabs>
                <w:tab w:val="left" w:pos="1134"/>
              </w:tabs>
              <w:spacing w:before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3780" w:type="dxa"/>
          </w:tcPr>
          <w:p w:rsidR="0070608C" w:rsidRPr="00E5770B" w:rsidRDefault="0070608C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</w:tr>
      <w:tr w:rsidR="0070608C" w:rsidRPr="006E4ED9" w:rsidTr="005839F8">
        <w:tc>
          <w:tcPr>
            <w:tcW w:w="3600" w:type="dxa"/>
          </w:tcPr>
          <w:p w:rsidR="0070608C" w:rsidRPr="00E5770B" w:rsidRDefault="0070608C" w:rsidP="005839F8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Подпрограмма №1 «Поддержка коммунального хозяйства» в Старотитаровском сельском поселении Темрюкского района на 2015 год</w:t>
            </w:r>
            <w:r w:rsidRPr="00E5770B">
              <w:rPr>
                <w:b/>
                <w:sz w:val="28"/>
                <w:szCs w:val="28"/>
              </w:rPr>
              <w:t xml:space="preserve"> </w:t>
            </w:r>
          </w:p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70608C" w:rsidRPr="00E5770B" w:rsidTr="00D42E69">
        <w:tc>
          <w:tcPr>
            <w:tcW w:w="3600" w:type="dxa"/>
          </w:tcPr>
          <w:p w:rsidR="0070608C" w:rsidRPr="00D42E69" w:rsidRDefault="0070608C" w:rsidP="00D42E69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Подпрограмма №3 «Развитие водоотведения» в Старотитаровском сельском поселении Темрюкского района на 2015 год</w:t>
            </w:r>
            <w:r w:rsidRPr="00D42E6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70608C" w:rsidRPr="00E5770B" w:rsidTr="00D42E69">
        <w:tc>
          <w:tcPr>
            <w:tcW w:w="3600" w:type="dxa"/>
          </w:tcPr>
          <w:p w:rsidR="0070608C" w:rsidRPr="00D42E69" w:rsidRDefault="0070608C" w:rsidP="005839F8">
            <w:pPr>
              <w:rPr>
                <w:b/>
              </w:rPr>
            </w:pPr>
            <w:r>
              <w:rPr>
                <w:b/>
              </w:rPr>
              <w:t>Подпрограмма №4 «По обеспечению земельных участков инженерной инфраструктурой в целях жилищного строительства, в том числе жилья эконом-класса и жилья из быстро возводимых конструкций на территории Старотитаровского сельского поселения Темрюкского района на 2015 год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70608C" w:rsidRPr="00E5770B" w:rsidTr="005839F8">
        <w:tc>
          <w:tcPr>
            <w:tcW w:w="3600" w:type="dxa"/>
          </w:tcPr>
          <w:p w:rsidR="0070608C" w:rsidRPr="00D42E69" w:rsidRDefault="0070608C" w:rsidP="005839F8">
            <w:pPr>
              <w:rPr>
                <w:b/>
              </w:rPr>
            </w:pPr>
            <w:r>
              <w:rPr>
                <w:b/>
              </w:rPr>
              <w:t>Подпрограмма№5 «Устойчивое развитие сельских территорий» в Старотитаровском сельском поселении Темрюкского района на 2015 год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70608C" w:rsidRPr="00E5770B" w:rsidTr="00D42E69">
        <w:tc>
          <w:tcPr>
            <w:tcW w:w="3600" w:type="dxa"/>
          </w:tcPr>
          <w:p w:rsidR="0070608C" w:rsidRPr="00D42E69" w:rsidRDefault="0070608C" w:rsidP="005839F8">
            <w:pPr>
              <w:rPr>
                <w:b/>
              </w:rPr>
            </w:pPr>
            <w:r>
              <w:rPr>
                <w:b/>
              </w:rPr>
              <w:t>Подпрограмма№6 «Комплексное развитие систем коммунальной инфраструктуры Старотитаровского сельского поселения Темрюкского района на 2015 год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70608C" w:rsidRPr="00E5770B" w:rsidTr="00D42E69">
        <w:tc>
          <w:tcPr>
            <w:tcW w:w="3600" w:type="dxa"/>
          </w:tcPr>
          <w:p w:rsidR="0070608C" w:rsidRPr="00D42E69" w:rsidRDefault="0070608C" w:rsidP="005839F8">
            <w:pPr>
              <w:rPr>
                <w:b/>
              </w:rPr>
            </w:pPr>
            <w:r>
              <w:rPr>
                <w:b/>
              </w:rPr>
              <w:t>Подпрограмма №7 «Благоустройство территории Старотитаровского сельского поселения Темрюкского района на 2015 год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9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0,8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0,8</w:t>
            </w:r>
          </w:p>
        </w:tc>
        <w:tc>
          <w:tcPr>
            <w:tcW w:w="162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0,7</w:t>
            </w:r>
          </w:p>
        </w:tc>
        <w:tc>
          <w:tcPr>
            <w:tcW w:w="3780" w:type="dxa"/>
          </w:tcPr>
          <w:p w:rsidR="0070608C" w:rsidRPr="00E5770B" w:rsidRDefault="0070608C" w:rsidP="005839F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,14</w:t>
            </w:r>
          </w:p>
        </w:tc>
      </w:tr>
    </w:tbl>
    <w:p w:rsidR="0070608C" w:rsidRDefault="0070608C" w:rsidP="00D42E6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0608C" w:rsidRDefault="0070608C" w:rsidP="00D42E6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0608C" w:rsidRDefault="0070608C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70608C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08C" w:rsidRDefault="0070608C" w:rsidP="00E1044C">
      <w:r>
        <w:separator/>
      </w:r>
    </w:p>
  </w:endnote>
  <w:endnote w:type="continuationSeparator" w:id="0">
    <w:p w:rsidR="0070608C" w:rsidRDefault="0070608C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08C" w:rsidRDefault="0070608C" w:rsidP="00E1044C">
      <w:r>
        <w:separator/>
      </w:r>
    </w:p>
  </w:footnote>
  <w:footnote w:type="continuationSeparator" w:id="0">
    <w:p w:rsidR="0070608C" w:rsidRDefault="0070608C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8C" w:rsidRDefault="0070608C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15</w:t>
    </w:r>
    <w:r w:rsidRPr="00486D96">
      <w:rPr>
        <w:sz w:val="28"/>
        <w:szCs w:val="28"/>
      </w:rPr>
      <w:fldChar w:fldCharType="end"/>
    </w:r>
  </w:p>
  <w:p w:rsidR="0070608C" w:rsidRDefault="007060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8C" w:rsidRDefault="0070608C">
    <w:pPr>
      <w:pStyle w:val="Header"/>
      <w:jc w:val="center"/>
    </w:pPr>
  </w:p>
  <w:p w:rsidR="0070608C" w:rsidRDefault="007060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610C9"/>
    <w:rsid w:val="000A48CA"/>
    <w:rsid w:val="000A559E"/>
    <w:rsid w:val="000B28F5"/>
    <w:rsid w:val="000C32F2"/>
    <w:rsid w:val="001064AA"/>
    <w:rsid w:val="00107AB8"/>
    <w:rsid w:val="00107FD9"/>
    <w:rsid w:val="00110309"/>
    <w:rsid w:val="001348C0"/>
    <w:rsid w:val="001444F3"/>
    <w:rsid w:val="00144ADF"/>
    <w:rsid w:val="00145A22"/>
    <w:rsid w:val="00157DF1"/>
    <w:rsid w:val="00157FB0"/>
    <w:rsid w:val="001772B4"/>
    <w:rsid w:val="00186E74"/>
    <w:rsid w:val="00193582"/>
    <w:rsid w:val="00195EDC"/>
    <w:rsid w:val="001A3D6E"/>
    <w:rsid w:val="001B5607"/>
    <w:rsid w:val="001C0073"/>
    <w:rsid w:val="001C2E26"/>
    <w:rsid w:val="001C58A9"/>
    <w:rsid w:val="001C5E7B"/>
    <w:rsid w:val="001E4551"/>
    <w:rsid w:val="001E4A4A"/>
    <w:rsid w:val="001F6C5B"/>
    <w:rsid w:val="002017EC"/>
    <w:rsid w:val="00203CC1"/>
    <w:rsid w:val="00213B3E"/>
    <w:rsid w:val="00215DE1"/>
    <w:rsid w:val="002354BB"/>
    <w:rsid w:val="00241B54"/>
    <w:rsid w:val="00251585"/>
    <w:rsid w:val="00256EB2"/>
    <w:rsid w:val="00263A2B"/>
    <w:rsid w:val="00276912"/>
    <w:rsid w:val="00286F40"/>
    <w:rsid w:val="00291FB0"/>
    <w:rsid w:val="00296CE2"/>
    <w:rsid w:val="002A0529"/>
    <w:rsid w:val="002A350D"/>
    <w:rsid w:val="002A5781"/>
    <w:rsid w:val="002B0DD4"/>
    <w:rsid w:val="002B2345"/>
    <w:rsid w:val="002C0E6C"/>
    <w:rsid w:val="002C569E"/>
    <w:rsid w:val="002C78C0"/>
    <w:rsid w:val="002D200D"/>
    <w:rsid w:val="002D21F5"/>
    <w:rsid w:val="002D67E9"/>
    <w:rsid w:val="002E7AE3"/>
    <w:rsid w:val="002F14E7"/>
    <w:rsid w:val="00300BF1"/>
    <w:rsid w:val="003015F1"/>
    <w:rsid w:val="00314E01"/>
    <w:rsid w:val="0032350C"/>
    <w:rsid w:val="00324E4C"/>
    <w:rsid w:val="00333C9E"/>
    <w:rsid w:val="003420BC"/>
    <w:rsid w:val="003705C3"/>
    <w:rsid w:val="003732ED"/>
    <w:rsid w:val="003776D9"/>
    <w:rsid w:val="003975C4"/>
    <w:rsid w:val="003A110F"/>
    <w:rsid w:val="003A356F"/>
    <w:rsid w:val="003B30CF"/>
    <w:rsid w:val="003B4578"/>
    <w:rsid w:val="003D424D"/>
    <w:rsid w:val="003D4971"/>
    <w:rsid w:val="003E1070"/>
    <w:rsid w:val="003E3AA6"/>
    <w:rsid w:val="003F2CFB"/>
    <w:rsid w:val="003F65B7"/>
    <w:rsid w:val="004022D6"/>
    <w:rsid w:val="00403318"/>
    <w:rsid w:val="0042508C"/>
    <w:rsid w:val="004336CE"/>
    <w:rsid w:val="00442A36"/>
    <w:rsid w:val="0046023F"/>
    <w:rsid w:val="004670AF"/>
    <w:rsid w:val="00473A63"/>
    <w:rsid w:val="00483771"/>
    <w:rsid w:val="00486D96"/>
    <w:rsid w:val="00496101"/>
    <w:rsid w:val="004A5B5B"/>
    <w:rsid w:val="004B4F4A"/>
    <w:rsid w:val="004E44F9"/>
    <w:rsid w:val="004F28F9"/>
    <w:rsid w:val="004F4102"/>
    <w:rsid w:val="005147EF"/>
    <w:rsid w:val="00537502"/>
    <w:rsid w:val="005625EC"/>
    <w:rsid w:val="00562830"/>
    <w:rsid w:val="005707DD"/>
    <w:rsid w:val="00574B3F"/>
    <w:rsid w:val="005764BD"/>
    <w:rsid w:val="00581829"/>
    <w:rsid w:val="005839F8"/>
    <w:rsid w:val="00587E76"/>
    <w:rsid w:val="005975E2"/>
    <w:rsid w:val="005A38DA"/>
    <w:rsid w:val="005A5A32"/>
    <w:rsid w:val="005A6DAB"/>
    <w:rsid w:val="005B265F"/>
    <w:rsid w:val="005B4E99"/>
    <w:rsid w:val="005C4AC2"/>
    <w:rsid w:val="005D433E"/>
    <w:rsid w:val="005D7069"/>
    <w:rsid w:val="006073EF"/>
    <w:rsid w:val="00624700"/>
    <w:rsid w:val="00632453"/>
    <w:rsid w:val="00647287"/>
    <w:rsid w:val="00663EB6"/>
    <w:rsid w:val="006800DC"/>
    <w:rsid w:val="00685BEF"/>
    <w:rsid w:val="00690241"/>
    <w:rsid w:val="00690DFA"/>
    <w:rsid w:val="0069662E"/>
    <w:rsid w:val="006C0FFF"/>
    <w:rsid w:val="006E4ED9"/>
    <w:rsid w:val="006E6CB2"/>
    <w:rsid w:val="0070608C"/>
    <w:rsid w:val="00712347"/>
    <w:rsid w:val="00713E71"/>
    <w:rsid w:val="00714D7F"/>
    <w:rsid w:val="00717C20"/>
    <w:rsid w:val="007272CD"/>
    <w:rsid w:val="00753F29"/>
    <w:rsid w:val="00756CB9"/>
    <w:rsid w:val="0077028F"/>
    <w:rsid w:val="007A0DD2"/>
    <w:rsid w:val="007B3E6E"/>
    <w:rsid w:val="007B44F6"/>
    <w:rsid w:val="007C2D7D"/>
    <w:rsid w:val="007C3A7B"/>
    <w:rsid w:val="007C4323"/>
    <w:rsid w:val="007D0A21"/>
    <w:rsid w:val="007E44FE"/>
    <w:rsid w:val="007F00F3"/>
    <w:rsid w:val="00800BE9"/>
    <w:rsid w:val="00804838"/>
    <w:rsid w:val="00806B0F"/>
    <w:rsid w:val="00811B81"/>
    <w:rsid w:val="008325D2"/>
    <w:rsid w:val="00840873"/>
    <w:rsid w:val="00840905"/>
    <w:rsid w:val="00846730"/>
    <w:rsid w:val="00850A3C"/>
    <w:rsid w:val="00860460"/>
    <w:rsid w:val="00861D76"/>
    <w:rsid w:val="00882A26"/>
    <w:rsid w:val="00882A62"/>
    <w:rsid w:val="00885670"/>
    <w:rsid w:val="00886E7B"/>
    <w:rsid w:val="00887E6C"/>
    <w:rsid w:val="008940AC"/>
    <w:rsid w:val="008A369A"/>
    <w:rsid w:val="008A4228"/>
    <w:rsid w:val="008A48DC"/>
    <w:rsid w:val="008A7108"/>
    <w:rsid w:val="008B2490"/>
    <w:rsid w:val="008B475F"/>
    <w:rsid w:val="008D06E0"/>
    <w:rsid w:val="008D0A2D"/>
    <w:rsid w:val="008D61C1"/>
    <w:rsid w:val="008E002D"/>
    <w:rsid w:val="008E366E"/>
    <w:rsid w:val="008F6096"/>
    <w:rsid w:val="00907A30"/>
    <w:rsid w:val="00907E7F"/>
    <w:rsid w:val="00911DDF"/>
    <w:rsid w:val="00912C49"/>
    <w:rsid w:val="009140A5"/>
    <w:rsid w:val="00922E2A"/>
    <w:rsid w:val="00927C64"/>
    <w:rsid w:val="00934930"/>
    <w:rsid w:val="00936398"/>
    <w:rsid w:val="00945ABE"/>
    <w:rsid w:val="00954CEC"/>
    <w:rsid w:val="009702BE"/>
    <w:rsid w:val="0097582C"/>
    <w:rsid w:val="00976B0E"/>
    <w:rsid w:val="009A1D63"/>
    <w:rsid w:val="009C5F38"/>
    <w:rsid w:val="009D4984"/>
    <w:rsid w:val="009D5FE0"/>
    <w:rsid w:val="009D6FC6"/>
    <w:rsid w:val="009E523B"/>
    <w:rsid w:val="009F2025"/>
    <w:rsid w:val="00A061C6"/>
    <w:rsid w:val="00A2306F"/>
    <w:rsid w:val="00A23FB3"/>
    <w:rsid w:val="00A32914"/>
    <w:rsid w:val="00A34D56"/>
    <w:rsid w:val="00A4608F"/>
    <w:rsid w:val="00A5560C"/>
    <w:rsid w:val="00A5635E"/>
    <w:rsid w:val="00A746B7"/>
    <w:rsid w:val="00A75C55"/>
    <w:rsid w:val="00A837D0"/>
    <w:rsid w:val="00A85A55"/>
    <w:rsid w:val="00A87B59"/>
    <w:rsid w:val="00AA23A9"/>
    <w:rsid w:val="00AD24DC"/>
    <w:rsid w:val="00AE603B"/>
    <w:rsid w:val="00AF5C5E"/>
    <w:rsid w:val="00AF7B05"/>
    <w:rsid w:val="00B0366E"/>
    <w:rsid w:val="00B0503E"/>
    <w:rsid w:val="00B44589"/>
    <w:rsid w:val="00B45B21"/>
    <w:rsid w:val="00B50145"/>
    <w:rsid w:val="00B60CF2"/>
    <w:rsid w:val="00B73C78"/>
    <w:rsid w:val="00B76DE6"/>
    <w:rsid w:val="00B90843"/>
    <w:rsid w:val="00B92A22"/>
    <w:rsid w:val="00BB07F6"/>
    <w:rsid w:val="00BC7AA5"/>
    <w:rsid w:val="00C02E74"/>
    <w:rsid w:val="00C04AD4"/>
    <w:rsid w:val="00C2318A"/>
    <w:rsid w:val="00C44735"/>
    <w:rsid w:val="00C45BC5"/>
    <w:rsid w:val="00C52B82"/>
    <w:rsid w:val="00C6621B"/>
    <w:rsid w:val="00C759F4"/>
    <w:rsid w:val="00C75F2B"/>
    <w:rsid w:val="00C82018"/>
    <w:rsid w:val="00C92643"/>
    <w:rsid w:val="00CA0C4A"/>
    <w:rsid w:val="00CC2398"/>
    <w:rsid w:val="00CC3756"/>
    <w:rsid w:val="00CC73F7"/>
    <w:rsid w:val="00CD1066"/>
    <w:rsid w:val="00CD4C11"/>
    <w:rsid w:val="00CD5D80"/>
    <w:rsid w:val="00CD5EE4"/>
    <w:rsid w:val="00D04BC4"/>
    <w:rsid w:val="00D12F3B"/>
    <w:rsid w:val="00D31CBA"/>
    <w:rsid w:val="00D34517"/>
    <w:rsid w:val="00D42E69"/>
    <w:rsid w:val="00D500B6"/>
    <w:rsid w:val="00D5479E"/>
    <w:rsid w:val="00D60E8A"/>
    <w:rsid w:val="00D70EE0"/>
    <w:rsid w:val="00D72D96"/>
    <w:rsid w:val="00D766A0"/>
    <w:rsid w:val="00D7695C"/>
    <w:rsid w:val="00D77B28"/>
    <w:rsid w:val="00D9276D"/>
    <w:rsid w:val="00D92F4C"/>
    <w:rsid w:val="00DB7C47"/>
    <w:rsid w:val="00DC797F"/>
    <w:rsid w:val="00DE2B0D"/>
    <w:rsid w:val="00DE7187"/>
    <w:rsid w:val="00DF5276"/>
    <w:rsid w:val="00E018FE"/>
    <w:rsid w:val="00E1044C"/>
    <w:rsid w:val="00E27842"/>
    <w:rsid w:val="00E30474"/>
    <w:rsid w:val="00E330CB"/>
    <w:rsid w:val="00E40EDE"/>
    <w:rsid w:val="00E44696"/>
    <w:rsid w:val="00E47F40"/>
    <w:rsid w:val="00E5770B"/>
    <w:rsid w:val="00E645B9"/>
    <w:rsid w:val="00E74F97"/>
    <w:rsid w:val="00E75C4A"/>
    <w:rsid w:val="00EB712B"/>
    <w:rsid w:val="00ED4F31"/>
    <w:rsid w:val="00EE0597"/>
    <w:rsid w:val="00F1480F"/>
    <w:rsid w:val="00F169AE"/>
    <w:rsid w:val="00F225A6"/>
    <w:rsid w:val="00F2476A"/>
    <w:rsid w:val="00F2630D"/>
    <w:rsid w:val="00F30378"/>
    <w:rsid w:val="00F360C2"/>
    <w:rsid w:val="00F369E4"/>
    <w:rsid w:val="00F63783"/>
    <w:rsid w:val="00F97391"/>
    <w:rsid w:val="00FA0A43"/>
    <w:rsid w:val="00FA180E"/>
    <w:rsid w:val="00FA6B71"/>
    <w:rsid w:val="00FD1985"/>
    <w:rsid w:val="00FD1B56"/>
    <w:rsid w:val="00FD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6">
    <w:name w:val="Знак Знак6"/>
    <w:basedOn w:val="Normal"/>
    <w:uiPriority w:val="99"/>
    <w:rsid w:val="00936398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4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4938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2554938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2554938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32554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868</TotalTime>
  <Pages>18</Pages>
  <Words>2250</Words>
  <Characters>12828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96</cp:revision>
  <cp:lastPrinted>2016-03-09T12:22:00Z</cp:lastPrinted>
  <dcterms:created xsi:type="dcterms:W3CDTF">2014-09-16T06:37:00Z</dcterms:created>
  <dcterms:modified xsi:type="dcterms:W3CDTF">2016-03-15T05:27:00Z</dcterms:modified>
</cp:coreProperties>
</file>