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C87" w:rsidRPr="001E4551" w:rsidRDefault="00691C87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№1</w:t>
      </w:r>
    </w:p>
    <w:bookmarkEnd w:id="0"/>
    <w:p w:rsidR="00691C87" w:rsidRPr="001E4551" w:rsidRDefault="00691C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691C87" w:rsidRDefault="00691C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691C87" w:rsidRPr="001E4551" w:rsidRDefault="00691C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691C87" w:rsidRPr="001E4551" w:rsidRDefault="00691C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691C87" w:rsidRDefault="00691C87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691C87" w:rsidRPr="00587E76" w:rsidRDefault="00691C87" w:rsidP="00587E76">
      <w:pPr>
        <w:jc w:val="center"/>
        <w:rPr>
          <w:sz w:val="28"/>
          <w:szCs w:val="28"/>
        </w:rPr>
      </w:pPr>
    </w:p>
    <w:p w:rsidR="00691C87" w:rsidRPr="006E4ED9" w:rsidRDefault="00691C87" w:rsidP="00263A2B"/>
    <w:p w:rsidR="00691C87" w:rsidRPr="003F65B7" w:rsidRDefault="00691C87" w:rsidP="004E44F9">
      <w:pPr>
        <w:jc w:val="center"/>
        <w:rPr>
          <w:b/>
          <w:sz w:val="28"/>
          <w:szCs w:val="28"/>
        </w:rPr>
      </w:pPr>
      <w:hyperlink r:id="rId7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</w:t>
      </w:r>
      <w:r>
        <w:rPr>
          <w:b/>
          <w:sz w:val="28"/>
          <w:szCs w:val="28"/>
        </w:rPr>
        <w:t xml:space="preserve"> «Поддержка клубных учреждений Старотитаровского сельского поселения Темрюкского района»</w:t>
      </w:r>
      <w:r w:rsidRPr="00033748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5 год.</w:t>
      </w:r>
    </w:p>
    <w:p w:rsidR="00691C87" w:rsidRPr="00587E76" w:rsidRDefault="00691C87" w:rsidP="00587E76">
      <w:pPr>
        <w:jc w:val="center"/>
        <w:rPr>
          <w:b/>
          <w:sz w:val="28"/>
          <w:szCs w:val="28"/>
        </w:rPr>
      </w:pPr>
    </w:p>
    <w:p w:rsidR="00691C87" w:rsidRPr="006E4ED9" w:rsidRDefault="00691C87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551"/>
        <w:gridCol w:w="3008"/>
        <w:gridCol w:w="1000"/>
        <w:gridCol w:w="1756"/>
        <w:gridCol w:w="1240"/>
        <w:gridCol w:w="1240"/>
        <w:gridCol w:w="1660"/>
        <w:gridCol w:w="3266"/>
      </w:tblGrid>
      <w:tr w:rsidR="00691C87" w:rsidRPr="00AF5C5E" w:rsidTr="00DB7C47">
        <w:trPr>
          <w:trHeight w:val="20"/>
        </w:trPr>
        <w:tc>
          <w:tcPr>
            <w:tcW w:w="551" w:type="dxa"/>
            <w:vMerge w:val="restart"/>
            <w:vAlign w:val="center"/>
          </w:tcPr>
          <w:p w:rsidR="00691C87" w:rsidRPr="00AF5C5E" w:rsidRDefault="00691C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№ п/п</w:t>
            </w:r>
          </w:p>
        </w:tc>
        <w:tc>
          <w:tcPr>
            <w:tcW w:w="3008" w:type="dxa"/>
            <w:vMerge w:val="restart"/>
            <w:vAlign w:val="center"/>
          </w:tcPr>
          <w:p w:rsidR="00691C87" w:rsidRPr="00AF5C5E" w:rsidRDefault="00691C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691C87" w:rsidRPr="00AF5C5E" w:rsidRDefault="00691C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691C87" w:rsidRPr="00AF5C5E" w:rsidRDefault="00691C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691C87" w:rsidRPr="00AF5C5E" w:rsidRDefault="00691C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691C87" w:rsidRPr="00AF5C5E" w:rsidRDefault="00691C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691C87" w:rsidRPr="00AF5C5E" w:rsidRDefault="00691C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691C87" w:rsidRPr="006E4ED9" w:rsidTr="00DB7C47">
        <w:trPr>
          <w:trHeight w:val="1230"/>
        </w:trPr>
        <w:tc>
          <w:tcPr>
            <w:tcW w:w="551" w:type="dxa"/>
            <w:vMerge/>
            <w:vAlign w:val="center"/>
          </w:tcPr>
          <w:p w:rsidR="00691C87" w:rsidRPr="006E4ED9" w:rsidRDefault="00691C87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691C87" w:rsidRPr="006E4ED9" w:rsidRDefault="00691C87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691C87" w:rsidRPr="006E4ED9" w:rsidRDefault="00691C87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691C87" w:rsidRPr="007D0A21" w:rsidRDefault="00691C87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</w:tc>
        <w:tc>
          <w:tcPr>
            <w:tcW w:w="1240" w:type="dxa"/>
            <w:vAlign w:val="center"/>
          </w:tcPr>
          <w:p w:rsidR="00691C87" w:rsidRPr="007D0A21" w:rsidRDefault="00691C87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691C87" w:rsidRPr="006E4ED9" w:rsidRDefault="00691C87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691C87" w:rsidRPr="006E4ED9" w:rsidRDefault="00691C87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691C87" w:rsidRPr="006E4ED9" w:rsidRDefault="00691C87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691C87" w:rsidRPr="00AF5C5E" w:rsidTr="003B30CF">
        <w:trPr>
          <w:trHeight w:val="20"/>
        </w:trPr>
        <w:tc>
          <w:tcPr>
            <w:tcW w:w="551" w:type="dxa"/>
            <w:noWrap/>
            <w:vAlign w:val="center"/>
          </w:tcPr>
          <w:p w:rsidR="00691C87" w:rsidRPr="00AF5C5E" w:rsidRDefault="00691C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3170" w:type="dxa"/>
            <w:gridSpan w:val="7"/>
            <w:noWrap/>
            <w:vAlign w:val="center"/>
          </w:tcPr>
          <w:p w:rsidR="00691C87" w:rsidRPr="003F65B7" w:rsidRDefault="00691C87" w:rsidP="003B30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Муниципальная программа «Поддержка клубных учреждений Старотитаровского сельского поселения Темрюкского района» </w:t>
            </w:r>
            <w:r w:rsidRPr="00033748">
              <w:rPr>
                <w:b/>
                <w:bCs/>
                <w:sz w:val="28"/>
                <w:szCs w:val="28"/>
              </w:rPr>
              <w:t>на 201</w:t>
            </w:r>
            <w:r>
              <w:rPr>
                <w:b/>
                <w:bCs/>
                <w:sz w:val="28"/>
                <w:szCs w:val="28"/>
              </w:rPr>
              <w:t>5 год.</w:t>
            </w:r>
          </w:p>
          <w:p w:rsidR="00691C87" w:rsidRPr="00AF5C5E" w:rsidRDefault="00691C87" w:rsidP="00263A2B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</w:tr>
      <w:tr w:rsidR="00691C87" w:rsidRPr="00AF5C5E" w:rsidTr="00DB7C47">
        <w:trPr>
          <w:trHeight w:val="20"/>
        </w:trPr>
        <w:tc>
          <w:tcPr>
            <w:tcW w:w="551" w:type="dxa"/>
            <w:noWrap/>
            <w:vAlign w:val="center"/>
          </w:tcPr>
          <w:p w:rsidR="00691C87" w:rsidRPr="00AF5C5E" w:rsidRDefault="00691C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</w:tcPr>
          <w:p w:rsidR="00691C87" w:rsidRPr="00AF5C5E" w:rsidRDefault="00691C87" w:rsidP="00263A2B">
            <w:pPr>
              <w:spacing w:before="40"/>
              <w:rPr>
                <w:color w:val="000000"/>
              </w:rPr>
            </w:pPr>
            <w:r>
              <w:t>Проведение мероприятий по техническому оснащению системой пожарной безопасности (установка противопожарного водоснабжения и дренчерной установки) в здании дома культуры</w:t>
            </w:r>
          </w:p>
        </w:tc>
        <w:tc>
          <w:tcPr>
            <w:tcW w:w="1000" w:type="dxa"/>
            <w:noWrap/>
          </w:tcPr>
          <w:p w:rsidR="00691C87" w:rsidRPr="00B73C78" w:rsidRDefault="00691C87" w:rsidP="002C0E6C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56" w:type="dxa"/>
            <w:noWrap/>
            <w:vAlign w:val="bottom"/>
          </w:tcPr>
          <w:p w:rsidR="00691C87" w:rsidRPr="00AF5C5E" w:rsidRDefault="00691C87" w:rsidP="00B06C22">
            <w:pPr>
              <w:spacing w:before="40"/>
              <w:jc w:val="center"/>
              <w:rPr>
                <w:color w:val="000000"/>
              </w:rPr>
            </w:pPr>
          </w:p>
          <w:p w:rsidR="00691C87" w:rsidRPr="00AF5C5E" w:rsidRDefault="00691C87" w:rsidP="00B06C2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bottom"/>
          </w:tcPr>
          <w:p w:rsidR="00691C87" w:rsidRPr="00AF5C5E" w:rsidRDefault="00691C87" w:rsidP="00B06C2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691C87" w:rsidRPr="00AF5C5E" w:rsidRDefault="00691C87" w:rsidP="00B06C2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691C87" w:rsidRPr="00AF5C5E" w:rsidRDefault="00691C87" w:rsidP="00B06C2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691C87" w:rsidRPr="00AF5C5E" w:rsidRDefault="00691C87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691C87" w:rsidRPr="00AF5C5E" w:rsidTr="00DB7C47">
        <w:trPr>
          <w:trHeight w:val="20"/>
        </w:trPr>
        <w:tc>
          <w:tcPr>
            <w:tcW w:w="551" w:type="dxa"/>
            <w:noWrap/>
            <w:vAlign w:val="center"/>
          </w:tcPr>
          <w:p w:rsidR="00691C87" w:rsidRPr="00AF5C5E" w:rsidRDefault="00691C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2</w:t>
            </w:r>
          </w:p>
        </w:tc>
        <w:tc>
          <w:tcPr>
            <w:tcW w:w="3008" w:type="dxa"/>
          </w:tcPr>
          <w:p w:rsidR="00691C87" w:rsidRPr="00B73C78" w:rsidRDefault="00691C87" w:rsidP="002C0E6C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по приобретению кресел для зрительного зала</w:t>
            </w:r>
          </w:p>
        </w:tc>
        <w:tc>
          <w:tcPr>
            <w:tcW w:w="1000" w:type="dxa"/>
            <w:noWrap/>
          </w:tcPr>
          <w:p w:rsidR="00691C87" w:rsidRPr="00B73C78" w:rsidRDefault="00691C87" w:rsidP="002C0E6C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noWrap/>
            <w:vAlign w:val="bottom"/>
          </w:tcPr>
          <w:p w:rsidR="00691C87" w:rsidRPr="00AF5C5E" w:rsidRDefault="00691C87" w:rsidP="00B06C22">
            <w:pPr>
              <w:spacing w:before="40"/>
              <w:jc w:val="center"/>
              <w:rPr>
                <w:color w:val="000000"/>
              </w:rPr>
            </w:pPr>
          </w:p>
          <w:p w:rsidR="00691C87" w:rsidRPr="00AF5C5E" w:rsidRDefault="00691C87" w:rsidP="00B06C2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bottom"/>
          </w:tcPr>
          <w:p w:rsidR="00691C87" w:rsidRPr="00AF5C5E" w:rsidRDefault="00691C87" w:rsidP="00B06C2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691C87" w:rsidRPr="00AF5C5E" w:rsidRDefault="00691C87" w:rsidP="00B06C2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691C87" w:rsidRPr="00AF5C5E" w:rsidRDefault="00691C87" w:rsidP="00B06C2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266" w:type="dxa"/>
            <w:noWrap/>
            <w:vAlign w:val="center"/>
          </w:tcPr>
          <w:p w:rsidR="00691C87" w:rsidRPr="00AF5C5E" w:rsidRDefault="00691C87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691C87" w:rsidRPr="00AF5C5E" w:rsidTr="00DB7C47">
        <w:trPr>
          <w:trHeight w:val="160"/>
        </w:trPr>
        <w:tc>
          <w:tcPr>
            <w:tcW w:w="551" w:type="dxa"/>
            <w:tcBorders>
              <w:bottom w:val="single" w:sz="4" w:space="0" w:color="auto"/>
            </w:tcBorders>
            <w:noWrap/>
            <w:vAlign w:val="center"/>
          </w:tcPr>
          <w:p w:rsidR="00691C87" w:rsidRPr="00AF5C5E" w:rsidRDefault="00691C87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008" w:type="dxa"/>
            <w:tcBorders>
              <w:bottom w:val="single" w:sz="4" w:space="0" w:color="auto"/>
            </w:tcBorders>
            <w:noWrap/>
          </w:tcPr>
          <w:p w:rsidR="00691C87" w:rsidRPr="00145A22" w:rsidRDefault="00691C87" w:rsidP="002C0E6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количества клубных формирований учреждения в сравнении с предыдущим годом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</w:tcPr>
          <w:p w:rsidR="00691C87" w:rsidRDefault="00691C87" w:rsidP="002C0E6C">
            <w:pPr>
              <w:pStyle w:val="Header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bottom"/>
          </w:tcPr>
          <w:p w:rsidR="00691C87" w:rsidRPr="00AF5C5E" w:rsidRDefault="00691C87" w:rsidP="00B06C2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  <w:p w:rsidR="00691C87" w:rsidRPr="00AF5C5E" w:rsidRDefault="00691C87" w:rsidP="00B06C2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691C87" w:rsidRPr="00AF5C5E" w:rsidRDefault="00691C87" w:rsidP="00B06C2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691C87" w:rsidRPr="00AF5C5E" w:rsidRDefault="00691C87" w:rsidP="00B06C2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bottom"/>
          </w:tcPr>
          <w:p w:rsidR="00691C87" w:rsidRPr="00AF5C5E" w:rsidRDefault="00691C87" w:rsidP="00B06C2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691C87" w:rsidRPr="00AF5C5E" w:rsidRDefault="00691C87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  <w:p w:rsidR="00691C87" w:rsidRPr="00AF5C5E" w:rsidRDefault="00691C87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691C87" w:rsidRPr="00AF5C5E" w:rsidTr="00DB7C47">
        <w:trPr>
          <w:trHeight w:val="260"/>
        </w:trPr>
        <w:tc>
          <w:tcPr>
            <w:tcW w:w="551" w:type="dxa"/>
            <w:tcBorders>
              <w:top w:val="single" w:sz="4" w:space="0" w:color="auto"/>
            </w:tcBorders>
            <w:noWrap/>
            <w:vAlign w:val="center"/>
          </w:tcPr>
          <w:p w:rsidR="00691C87" w:rsidRPr="00AF5C5E" w:rsidRDefault="00691C87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008" w:type="dxa"/>
            <w:tcBorders>
              <w:top w:val="single" w:sz="4" w:space="0" w:color="auto"/>
            </w:tcBorders>
            <w:noWrap/>
          </w:tcPr>
          <w:p w:rsidR="00691C87" w:rsidRPr="00B76DE6" w:rsidRDefault="00691C87" w:rsidP="002C0E6C">
            <w:pPr>
              <w:rPr>
                <w:bCs/>
              </w:rPr>
            </w:pPr>
            <w:r>
              <w:rPr>
                <w:bCs/>
              </w:rPr>
              <w:t xml:space="preserve">Увеличение числа участников клубных формирований 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noWrap/>
          </w:tcPr>
          <w:p w:rsidR="00691C87" w:rsidRDefault="00691C87" w:rsidP="002C0E6C">
            <w:pPr>
              <w:pStyle w:val="Header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noWrap/>
            <w:vAlign w:val="bottom"/>
          </w:tcPr>
          <w:p w:rsidR="00691C87" w:rsidRPr="00AF5C5E" w:rsidRDefault="00691C87" w:rsidP="00B06C2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bottom"/>
          </w:tcPr>
          <w:p w:rsidR="00691C87" w:rsidRPr="00AF5C5E" w:rsidRDefault="00691C87" w:rsidP="00B06C2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bottom"/>
          </w:tcPr>
          <w:p w:rsidR="00691C87" w:rsidRPr="00AF5C5E" w:rsidRDefault="00691C87" w:rsidP="00B06C2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bottom"/>
          </w:tcPr>
          <w:p w:rsidR="00691C87" w:rsidRPr="00AF5C5E" w:rsidRDefault="00691C87" w:rsidP="00B06C2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</w:tcBorders>
            <w:noWrap/>
            <w:vAlign w:val="bottom"/>
          </w:tcPr>
          <w:p w:rsidR="00691C87" w:rsidRPr="00AF5C5E" w:rsidRDefault="00691C87" w:rsidP="00263A2B">
            <w:pPr>
              <w:spacing w:before="40"/>
              <w:rPr>
                <w:color w:val="000000"/>
              </w:rPr>
            </w:pPr>
          </w:p>
        </w:tc>
      </w:tr>
      <w:tr w:rsidR="00691C87" w:rsidRPr="00AF5C5E" w:rsidTr="00DB7C47">
        <w:trPr>
          <w:trHeight w:val="20"/>
        </w:trPr>
        <w:tc>
          <w:tcPr>
            <w:tcW w:w="551" w:type="dxa"/>
            <w:noWrap/>
            <w:vAlign w:val="center"/>
          </w:tcPr>
          <w:p w:rsidR="00691C87" w:rsidRPr="00AF5C5E" w:rsidRDefault="00691C87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008" w:type="dxa"/>
            <w:vAlign w:val="center"/>
          </w:tcPr>
          <w:p w:rsidR="00691C87" w:rsidRPr="00AF5C5E" w:rsidRDefault="00691C87" w:rsidP="002C0E6C">
            <w:pPr>
              <w:spacing w:before="40"/>
              <w:rPr>
                <w:color w:val="000000"/>
              </w:rPr>
            </w:pPr>
            <w:r>
              <w:t>Увеличение численности участников культурно – досуговых  мероприятий  по сравнению с предыдущим годом</w:t>
            </w:r>
          </w:p>
        </w:tc>
        <w:tc>
          <w:tcPr>
            <w:tcW w:w="1000" w:type="dxa"/>
            <w:noWrap/>
          </w:tcPr>
          <w:p w:rsidR="00691C87" w:rsidRPr="00B73C78" w:rsidRDefault="00691C87" w:rsidP="002C0E6C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noWrap/>
            <w:vAlign w:val="bottom"/>
          </w:tcPr>
          <w:p w:rsidR="00691C87" w:rsidRPr="00AF5C5E" w:rsidRDefault="00691C87" w:rsidP="00B06C22">
            <w:pPr>
              <w:spacing w:before="40"/>
              <w:jc w:val="center"/>
              <w:rPr>
                <w:color w:val="000000"/>
              </w:rPr>
            </w:pPr>
          </w:p>
          <w:p w:rsidR="00691C87" w:rsidRPr="00AF5C5E" w:rsidRDefault="00691C87" w:rsidP="00B06C2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0" w:type="dxa"/>
            <w:noWrap/>
            <w:vAlign w:val="bottom"/>
          </w:tcPr>
          <w:p w:rsidR="00691C87" w:rsidRPr="00AF5C5E" w:rsidRDefault="00691C87" w:rsidP="00B06C2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0" w:type="dxa"/>
            <w:noWrap/>
            <w:vAlign w:val="center"/>
          </w:tcPr>
          <w:p w:rsidR="00691C87" w:rsidRPr="00AF5C5E" w:rsidRDefault="00691C87" w:rsidP="00B06C2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691C87" w:rsidRPr="00AF5C5E" w:rsidRDefault="00691C87" w:rsidP="00B06C2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691C87" w:rsidRPr="00AF5C5E" w:rsidRDefault="00691C87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691C87" w:rsidRPr="00AF5C5E" w:rsidTr="00DB7C47">
        <w:trPr>
          <w:trHeight w:val="20"/>
        </w:trPr>
        <w:tc>
          <w:tcPr>
            <w:tcW w:w="551" w:type="dxa"/>
            <w:noWrap/>
            <w:vAlign w:val="center"/>
          </w:tcPr>
          <w:p w:rsidR="00691C87" w:rsidRPr="00AF5C5E" w:rsidRDefault="00691C87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008" w:type="dxa"/>
          </w:tcPr>
          <w:p w:rsidR="00691C87" w:rsidRPr="00B73C78" w:rsidRDefault="00691C87" w:rsidP="002C0E6C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удельного веса населения, участвующего в платных культурно – досуговых мероприятиях, проводимых учреждениях</w:t>
            </w:r>
          </w:p>
        </w:tc>
        <w:tc>
          <w:tcPr>
            <w:tcW w:w="1000" w:type="dxa"/>
            <w:noWrap/>
          </w:tcPr>
          <w:p w:rsidR="00691C87" w:rsidRPr="00B73C78" w:rsidRDefault="00691C87" w:rsidP="002C0E6C">
            <w:pPr>
              <w:pStyle w:val="Header"/>
              <w:jc w:val="center"/>
            </w:pPr>
            <w:r>
              <w:t>%.</w:t>
            </w:r>
          </w:p>
        </w:tc>
        <w:tc>
          <w:tcPr>
            <w:tcW w:w="1756" w:type="dxa"/>
            <w:noWrap/>
            <w:vAlign w:val="bottom"/>
          </w:tcPr>
          <w:p w:rsidR="00691C87" w:rsidRPr="00AF5C5E" w:rsidRDefault="00691C87" w:rsidP="00B06C22">
            <w:pPr>
              <w:spacing w:before="40"/>
              <w:jc w:val="center"/>
              <w:rPr>
                <w:color w:val="000000"/>
              </w:rPr>
            </w:pPr>
          </w:p>
          <w:p w:rsidR="00691C87" w:rsidRPr="00AF5C5E" w:rsidRDefault="00691C87" w:rsidP="00B06C2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noWrap/>
            <w:vAlign w:val="bottom"/>
          </w:tcPr>
          <w:p w:rsidR="00691C87" w:rsidRPr="00AF5C5E" w:rsidRDefault="00691C87" w:rsidP="00B06C2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691C87" w:rsidRPr="00AF5C5E" w:rsidRDefault="00691C87" w:rsidP="00B06C2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691C87" w:rsidRPr="00AF5C5E" w:rsidRDefault="00691C87" w:rsidP="00B06C2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266" w:type="dxa"/>
            <w:noWrap/>
            <w:vAlign w:val="center"/>
          </w:tcPr>
          <w:p w:rsidR="00691C87" w:rsidRPr="00AF5C5E" w:rsidRDefault="00691C87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691C87" w:rsidRPr="006E4ED9" w:rsidRDefault="00691C87" w:rsidP="00263A2B">
      <w:pPr>
        <w:rPr>
          <w:b/>
        </w:rPr>
        <w:sectPr w:rsidR="00691C87" w:rsidRPr="006E4ED9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691C87" w:rsidRPr="001E4551" w:rsidRDefault="00691C87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№2</w:t>
      </w:r>
    </w:p>
    <w:p w:rsidR="00691C87" w:rsidRPr="001E4551" w:rsidRDefault="00691C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691C87" w:rsidRDefault="00691C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691C87" w:rsidRPr="001E4551" w:rsidRDefault="00691C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691C87" w:rsidRPr="001E4551" w:rsidRDefault="00691C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691C87" w:rsidRDefault="00691C87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691C87" w:rsidRPr="00587E76" w:rsidRDefault="00691C87" w:rsidP="00587E76">
      <w:pPr>
        <w:jc w:val="center"/>
        <w:rPr>
          <w:sz w:val="28"/>
          <w:szCs w:val="28"/>
        </w:rPr>
      </w:pPr>
    </w:p>
    <w:p w:rsidR="00691C87" w:rsidRDefault="00691C87" w:rsidP="00263A2B">
      <w:pPr>
        <w:rPr>
          <w:b/>
        </w:rPr>
      </w:pPr>
    </w:p>
    <w:p w:rsidR="00691C87" w:rsidRDefault="00691C87" w:rsidP="00263A2B">
      <w:pPr>
        <w:rPr>
          <w:b/>
          <w:sz w:val="28"/>
          <w:szCs w:val="28"/>
        </w:rPr>
      </w:pPr>
    </w:p>
    <w:p w:rsidR="00691C87" w:rsidRPr="003F65B7" w:rsidRDefault="00691C87" w:rsidP="0042508C">
      <w:pPr>
        <w:jc w:val="center"/>
        <w:rPr>
          <w:b/>
          <w:sz w:val="28"/>
          <w:szCs w:val="28"/>
        </w:rPr>
      </w:pPr>
      <w:hyperlink r:id="rId8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Поддержка клубных учреждений</w:t>
      </w:r>
      <w:r w:rsidRPr="00033748">
        <w:rPr>
          <w:b/>
          <w:bCs/>
          <w:sz w:val="28"/>
          <w:szCs w:val="28"/>
        </w:rPr>
        <w:t xml:space="preserve"> 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 на 201</w:t>
      </w:r>
      <w:r>
        <w:rPr>
          <w:b/>
          <w:bCs/>
          <w:sz w:val="28"/>
          <w:szCs w:val="28"/>
        </w:rPr>
        <w:t>5 год.</w:t>
      </w:r>
    </w:p>
    <w:p w:rsidR="00691C87" w:rsidRPr="00587E76" w:rsidRDefault="00691C87" w:rsidP="00587E76">
      <w:pPr>
        <w:jc w:val="center"/>
        <w:rPr>
          <w:b/>
          <w:sz w:val="28"/>
          <w:szCs w:val="28"/>
        </w:rPr>
      </w:pPr>
    </w:p>
    <w:p w:rsidR="00691C87" w:rsidRPr="006E4ED9" w:rsidRDefault="00691C87" w:rsidP="00263A2B"/>
    <w:tbl>
      <w:tblPr>
        <w:tblW w:w="1459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1167"/>
        <w:gridCol w:w="1260"/>
        <w:gridCol w:w="2520"/>
        <w:gridCol w:w="2889"/>
        <w:gridCol w:w="1251"/>
      </w:tblGrid>
      <w:tr w:rsidR="00691C87" w:rsidRPr="00AF5C5E" w:rsidTr="0042508C">
        <w:trPr>
          <w:trHeight w:val="276"/>
        </w:trPr>
        <w:tc>
          <w:tcPr>
            <w:tcW w:w="2992" w:type="dxa"/>
            <w:vMerge w:val="restart"/>
            <w:vAlign w:val="center"/>
          </w:tcPr>
          <w:p w:rsidR="00691C87" w:rsidRPr="00AF5C5E" w:rsidRDefault="00691C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691C87" w:rsidRPr="00AF5C5E" w:rsidRDefault="00691C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67" w:type="dxa"/>
            <w:vMerge w:val="restart"/>
            <w:vAlign w:val="center"/>
          </w:tcPr>
          <w:p w:rsidR="00691C87" w:rsidRPr="00AF5C5E" w:rsidRDefault="00691C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260" w:type="dxa"/>
            <w:vMerge w:val="restart"/>
            <w:vAlign w:val="center"/>
          </w:tcPr>
          <w:p w:rsidR="00691C87" w:rsidRPr="00AF5C5E" w:rsidRDefault="00691C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520" w:type="dxa"/>
            <w:vMerge w:val="restart"/>
            <w:vAlign w:val="center"/>
          </w:tcPr>
          <w:p w:rsidR="00691C87" w:rsidRPr="00AF5C5E" w:rsidRDefault="00691C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2889" w:type="dxa"/>
            <w:vMerge w:val="restart"/>
            <w:vAlign w:val="center"/>
          </w:tcPr>
          <w:p w:rsidR="00691C87" w:rsidRPr="00AF5C5E" w:rsidRDefault="00691C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251" w:type="dxa"/>
            <w:vMerge w:val="restart"/>
            <w:vAlign w:val="center"/>
          </w:tcPr>
          <w:p w:rsidR="00691C87" w:rsidRPr="00AF5C5E" w:rsidRDefault="00691C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возникшие в ходе реализации мероприятия</w:t>
            </w:r>
          </w:p>
        </w:tc>
      </w:tr>
      <w:tr w:rsidR="00691C87" w:rsidRPr="00AF5C5E" w:rsidTr="0042508C">
        <w:trPr>
          <w:trHeight w:val="316"/>
        </w:trPr>
        <w:tc>
          <w:tcPr>
            <w:tcW w:w="2992" w:type="dxa"/>
            <w:vMerge/>
            <w:vAlign w:val="center"/>
          </w:tcPr>
          <w:p w:rsidR="00691C87" w:rsidRPr="00AF5C5E" w:rsidRDefault="00691C8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vAlign w:val="center"/>
          </w:tcPr>
          <w:p w:rsidR="00691C87" w:rsidRPr="00AF5C5E" w:rsidRDefault="00691C8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67" w:type="dxa"/>
            <w:vMerge/>
            <w:vAlign w:val="center"/>
          </w:tcPr>
          <w:p w:rsidR="00691C87" w:rsidRPr="00AF5C5E" w:rsidRDefault="00691C8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691C87" w:rsidRPr="00AF5C5E" w:rsidRDefault="00691C8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20" w:type="dxa"/>
            <w:vMerge/>
            <w:vAlign w:val="center"/>
          </w:tcPr>
          <w:p w:rsidR="00691C87" w:rsidRPr="00AF5C5E" w:rsidRDefault="00691C8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889" w:type="dxa"/>
            <w:vMerge/>
            <w:vAlign w:val="center"/>
          </w:tcPr>
          <w:p w:rsidR="00691C87" w:rsidRPr="00AF5C5E" w:rsidRDefault="00691C8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51" w:type="dxa"/>
            <w:vMerge/>
            <w:vAlign w:val="center"/>
          </w:tcPr>
          <w:p w:rsidR="00691C87" w:rsidRPr="00AF5C5E" w:rsidRDefault="00691C87" w:rsidP="00263A2B">
            <w:pPr>
              <w:spacing w:before="40"/>
              <w:rPr>
                <w:color w:val="000000"/>
              </w:rPr>
            </w:pPr>
          </w:p>
        </w:tc>
      </w:tr>
      <w:tr w:rsidR="00691C87" w:rsidRPr="00AF5C5E" w:rsidTr="0042508C">
        <w:trPr>
          <w:trHeight w:val="20"/>
        </w:trPr>
        <w:tc>
          <w:tcPr>
            <w:tcW w:w="2992" w:type="dxa"/>
            <w:noWrap/>
          </w:tcPr>
          <w:p w:rsidR="00691C87" w:rsidRPr="008A369A" w:rsidRDefault="00691C87" w:rsidP="002C0E6C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клубных учреждений Старотитаровского сельского поселения Темрюкского района: обновле6ние материально технической базы</w:t>
            </w:r>
          </w:p>
        </w:tc>
        <w:tc>
          <w:tcPr>
            <w:tcW w:w="2516" w:type="dxa"/>
            <w:noWrap/>
            <w:vAlign w:val="bottom"/>
          </w:tcPr>
          <w:p w:rsidR="00691C87" w:rsidRPr="0042508C" w:rsidRDefault="00691C87" w:rsidP="00685BEF">
            <w:pPr>
              <w:pStyle w:val="BodyText2"/>
              <w:ind w:firstLine="0"/>
              <w:rPr>
                <w:color w:val="000000"/>
              </w:rPr>
            </w:pPr>
            <w:r>
              <w:t>заместителя главы Старотитаровского селького поселения Темрюкского района</w:t>
            </w:r>
          </w:p>
        </w:tc>
        <w:tc>
          <w:tcPr>
            <w:tcW w:w="1167" w:type="dxa"/>
            <w:noWrap/>
            <w:vAlign w:val="bottom"/>
          </w:tcPr>
          <w:p w:rsidR="00691C87" w:rsidRDefault="00691C87" w:rsidP="00685BEF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  <w:p w:rsidR="00691C87" w:rsidRDefault="00691C87" w:rsidP="00685BEF">
            <w:pPr>
              <w:spacing w:before="40"/>
              <w:rPr>
                <w:color w:val="000000"/>
              </w:rPr>
            </w:pPr>
          </w:p>
          <w:p w:rsidR="00691C87" w:rsidRDefault="00691C87" w:rsidP="00685BEF">
            <w:pPr>
              <w:spacing w:before="40"/>
              <w:rPr>
                <w:color w:val="000000"/>
              </w:rPr>
            </w:pPr>
          </w:p>
          <w:p w:rsidR="00691C87" w:rsidRPr="00AF5C5E" w:rsidRDefault="00691C87" w:rsidP="00685BEF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noWrap/>
            <w:vAlign w:val="bottom"/>
          </w:tcPr>
          <w:p w:rsidR="00691C87" w:rsidRDefault="00691C87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  <w:r w:rsidRPr="00AF5C5E">
              <w:rPr>
                <w:color w:val="000000"/>
              </w:rPr>
              <w:t> </w:t>
            </w:r>
          </w:p>
          <w:p w:rsidR="00691C87" w:rsidRDefault="00691C87" w:rsidP="00263A2B">
            <w:pPr>
              <w:spacing w:before="40"/>
              <w:jc w:val="center"/>
              <w:rPr>
                <w:color w:val="000000"/>
              </w:rPr>
            </w:pPr>
          </w:p>
          <w:p w:rsidR="00691C87" w:rsidRDefault="00691C87" w:rsidP="00263A2B">
            <w:pPr>
              <w:spacing w:before="40"/>
              <w:jc w:val="center"/>
              <w:rPr>
                <w:color w:val="000000"/>
              </w:rPr>
            </w:pPr>
          </w:p>
          <w:p w:rsidR="00691C87" w:rsidRPr="00AF5C5E" w:rsidRDefault="00691C87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520" w:type="dxa"/>
            <w:noWrap/>
          </w:tcPr>
          <w:p w:rsidR="00691C87" w:rsidRDefault="00691C87" w:rsidP="0042508C">
            <w:pPr>
              <w:pStyle w:val="a0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искусственной елки и новогоднего освещения;</w:t>
            </w:r>
          </w:p>
          <w:p w:rsidR="00691C87" w:rsidRDefault="00691C87" w:rsidP="00685BEF">
            <w:r>
              <w:t>Приобретение микшерного пульта, муьтикора;</w:t>
            </w:r>
          </w:p>
          <w:p w:rsidR="00691C87" w:rsidRDefault="00691C87" w:rsidP="00685BEF">
            <w:r>
              <w:t xml:space="preserve">Приобретение и установка водоотливов на здании </w:t>
            </w:r>
            <w:smartTag w:uri="urn:schemas-microsoft-com:office:smarttags" w:element="PersonName">
              <w:r>
                <w:t>ДК</w:t>
              </w:r>
            </w:smartTag>
            <w:r>
              <w:t>;</w:t>
            </w:r>
          </w:p>
          <w:p w:rsidR="00691C87" w:rsidRPr="00685BEF" w:rsidRDefault="00691C87" w:rsidP="00685BEF">
            <w:r>
              <w:t>Приобретение системы видеонаблюдения и прочих материалов</w:t>
            </w:r>
          </w:p>
        </w:tc>
        <w:tc>
          <w:tcPr>
            <w:tcW w:w="2889" w:type="dxa"/>
            <w:noWrap/>
          </w:tcPr>
          <w:p w:rsidR="00691C87" w:rsidRDefault="00691C87" w:rsidP="00685BEF">
            <w:pPr>
              <w:pStyle w:val="a0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искусственной елки и новогоднего освещения;</w:t>
            </w:r>
          </w:p>
          <w:p w:rsidR="00691C87" w:rsidRDefault="00691C87" w:rsidP="00685BEF">
            <w:r>
              <w:t>Приобретение микшерного пульта, муьтикора;</w:t>
            </w:r>
          </w:p>
          <w:p w:rsidR="00691C87" w:rsidRDefault="00691C87" w:rsidP="00685BEF">
            <w:r>
              <w:t xml:space="preserve">Приобретение и установка водоотливов на здании </w:t>
            </w:r>
            <w:smartTag w:uri="urn:schemas-microsoft-com:office:smarttags" w:element="PersonName">
              <w:r>
                <w:t>ДК</w:t>
              </w:r>
            </w:smartTag>
            <w:r>
              <w:t>;</w:t>
            </w:r>
          </w:p>
          <w:p w:rsidR="00691C87" w:rsidRDefault="00691C87" w:rsidP="00685BEF">
            <w:r>
              <w:t>Приобретение системы видеонаблюдения и прочих материалов</w:t>
            </w:r>
          </w:p>
          <w:p w:rsidR="00691C87" w:rsidRPr="00B45B21" w:rsidRDefault="00691C87" w:rsidP="002C0E6C">
            <w:pPr>
              <w:pStyle w:val="a0"/>
              <w:ind w:right="958"/>
              <w:rPr>
                <w:rFonts w:ascii="Times New Roman" w:hAnsi="Times New Roman"/>
              </w:rPr>
            </w:pPr>
          </w:p>
        </w:tc>
        <w:tc>
          <w:tcPr>
            <w:tcW w:w="1251" w:type="dxa"/>
            <w:noWrap/>
            <w:vAlign w:val="bottom"/>
          </w:tcPr>
          <w:p w:rsidR="00691C87" w:rsidRPr="00AF5C5E" w:rsidRDefault="00691C87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691C87" w:rsidRPr="006E4ED9" w:rsidRDefault="00691C87" w:rsidP="00263A2B">
      <w:pPr>
        <w:sectPr w:rsidR="00691C87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691C87" w:rsidRPr="001E4551" w:rsidRDefault="00691C87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№3</w:t>
      </w:r>
    </w:p>
    <w:p w:rsidR="00691C87" w:rsidRPr="001E4551" w:rsidRDefault="00691C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691C87" w:rsidRDefault="00691C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691C87" w:rsidRPr="001E4551" w:rsidRDefault="00691C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691C87" w:rsidRPr="001E4551" w:rsidRDefault="00691C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691C87" w:rsidRDefault="00691C87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691C87" w:rsidRPr="00587E76" w:rsidRDefault="00691C87" w:rsidP="00587E76">
      <w:pPr>
        <w:jc w:val="center"/>
        <w:rPr>
          <w:b/>
          <w:sz w:val="28"/>
          <w:szCs w:val="28"/>
        </w:rPr>
      </w:pPr>
    </w:p>
    <w:p w:rsidR="00691C87" w:rsidRPr="00587E76" w:rsidRDefault="00691C87" w:rsidP="00587E76">
      <w:pPr>
        <w:jc w:val="center"/>
        <w:rPr>
          <w:b/>
        </w:rPr>
      </w:pPr>
    </w:p>
    <w:p w:rsidR="00691C87" w:rsidRPr="003F65B7" w:rsidRDefault="00691C87" w:rsidP="0042508C">
      <w:pPr>
        <w:jc w:val="center"/>
        <w:rPr>
          <w:b/>
          <w:sz w:val="28"/>
          <w:szCs w:val="28"/>
        </w:rPr>
      </w:pPr>
      <w:hyperlink r:id="rId9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расходах на реализацию муниципальной программы </w:t>
      </w:r>
      <w:r>
        <w:rPr>
          <w:b/>
          <w:sz w:val="28"/>
          <w:szCs w:val="28"/>
        </w:rPr>
        <w:t>«Поддержка клубных учреждений Старотитаровского сельского поселения Темрюкского района» на 2015 год</w:t>
      </w:r>
    </w:p>
    <w:p w:rsidR="00691C87" w:rsidRPr="00587E76" w:rsidRDefault="00691C87" w:rsidP="00587E76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за счет всех источников финансирования</w:t>
      </w:r>
    </w:p>
    <w:p w:rsidR="00691C87" w:rsidRDefault="00691C87" w:rsidP="00263A2B">
      <w:pPr>
        <w:rPr>
          <w:sz w:val="28"/>
          <w:szCs w:val="28"/>
        </w:rPr>
      </w:pPr>
    </w:p>
    <w:p w:rsidR="00691C87" w:rsidRPr="00286F40" w:rsidRDefault="00691C87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691C87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691C87" w:rsidRPr="00286F40" w:rsidRDefault="00691C8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691C87" w:rsidRPr="00286F40" w:rsidRDefault="00691C8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691C87" w:rsidRPr="00286F40" w:rsidRDefault="00691C8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691C87" w:rsidRPr="00286F40" w:rsidRDefault="00691C8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691C87" w:rsidRPr="00286F40" w:rsidRDefault="00691C8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691C87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691C87" w:rsidRPr="00286F40" w:rsidRDefault="00691C8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691C87" w:rsidRPr="00286F40" w:rsidRDefault="00691C8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691C87" w:rsidRPr="00286F40" w:rsidRDefault="00691C8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691C87" w:rsidRPr="00286F40" w:rsidRDefault="00691C8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691C87" w:rsidRPr="00286F40" w:rsidRDefault="00691C87" w:rsidP="00263A2B">
            <w:pPr>
              <w:spacing w:before="40"/>
              <w:rPr>
                <w:color w:val="000000"/>
              </w:rPr>
            </w:pPr>
          </w:p>
        </w:tc>
      </w:tr>
      <w:tr w:rsidR="00691C87" w:rsidRPr="00286F40" w:rsidTr="00263A2B">
        <w:trPr>
          <w:trHeight w:val="20"/>
        </w:trPr>
        <w:tc>
          <w:tcPr>
            <w:tcW w:w="3233" w:type="dxa"/>
            <w:vMerge w:val="restart"/>
            <w:vAlign w:val="center"/>
          </w:tcPr>
          <w:p w:rsidR="00691C87" w:rsidRPr="0042508C" w:rsidRDefault="00691C87" w:rsidP="0042508C">
            <w:pPr>
              <w:jc w:val="center"/>
            </w:pPr>
            <w:r>
              <w:rPr>
                <w:b/>
                <w:sz w:val="28"/>
                <w:szCs w:val="28"/>
              </w:rPr>
              <w:t>«Поддержка клубных учреждений Старотитаровского сельского поселения Темрюкского района» на 2015 год</w:t>
            </w:r>
          </w:p>
          <w:p w:rsidR="00691C87" w:rsidRPr="00286F40" w:rsidRDefault="00691C87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691C87" w:rsidRPr="00286F40" w:rsidRDefault="00691C87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691C87" w:rsidRPr="00FA0A43" w:rsidRDefault="00691C87" w:rsidP="00FA0A4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364,1</w:t>
            </w:r>
          </w:p>
        </w:tc>
        <w:tc>
          <w:tcPr>
            <w:tcW w:w="1548" w:type="dxa"/>
            <w:noWrap/>
            <w:vAlign w:val="bottom"/>
          </w:tcPr>
          <w:p w:rsidR="00691C87" w:rsidRPr="00FA0A43" w:rsidRDefault="00691C87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364,1</w:t>
            </w:r>
          </w:p>
        </w:tc>
        <w:tc>
          <w:tcPr>
            <w:tcW w:w="1540" w:type="dxa"/>
            <w:noWrap/>
            <w:vAlign w:val="bottom"/>
          </w:tcPr>
          <w:p w:rsidR="00691C87" w:rsidRPr="00FA0A43" w:rsidRDefault="00691C87" w:rsidP="00263A2B">
            <w:pPr>
              <w:spacing w:before="40"/>
              <w:jc w:val="center"/>
              <w:rPr>
                <w:rFonts w:ascii="Calibri" w:hAnsi="Calibri"/>
                <w:b/>
                <w:color w:val="000000"/>
              </w:rPr>
            </w:pPr>
            <w:r w:rsidRPr="00FA0A43">
              <w:rPr>
                <w:rFonts w:ascii="Calibri" w:hAnsi="Calibri"/>
                <w:b/>
                <w:color w:val="000000"/>
              </w:rPr>
              <w:t>100</w:t>
            </w:r>
          </w:p>
        </w:tc>
      </w:tr>
      <w:tr w:rsidR="00691C87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691C87" w:rsidRPr="00286F40" w:rsidRDefault="00691C87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691C87" w:rsidRPr="00286F40" w:rsidRDefault="00691C87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691C87" w:rsidRPr="00286F40" w:rsidRDefault="00691C87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364,1</w:t>
            </w:r>
          </w:p>
        </w:tc>
        <w:tc>
          <w:tcPr>
            <w:tcW w:w="1548" w:type="dxa"/>
            <w:noWrap/>
            <w:vAlign w:val="bottom"/>
          </w:tcPr>
          <w:p w:rsidR="00691C87" w:rsidRPr="00286F40" w:rsidRDefault="00691C87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364.1</w:t>
            </w:r>
          </w:p>
        </w:tc>
        <w:tc>
          <w:tcPr>
            <w:tcW w:w="1540" w:type="dxa"/>
            <w:noWrap/>
            <w:vAlign w:val="bottom"/>
          </w:tcPr>
          <w:p w:rsidR="00691C87" w:rsidRPr="00286F40" w:rsidRDefault="00691C87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691C87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691C87" w:rsidRPr="00286F40" w:rsidRDefault="00691C87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691C87" w:rsidRPr="00286F40" w:rsidRDefault="00691C87" w:rsidP="00691C87">
            <w:pPr>
              <w:spacing w:before="40"/>
              <w:ind w:firstLineChars="100" w:firstLine="3168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691C87" w:rsidRPr="00286F40" w:rsidRDefault="00691C87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691C87" w:rsidRPr="00286F40" w:rsidRDefault="00691C87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691C87" w:rsidRPr="00286F40" w:rsidRDefault="00691C87" w:rsidP="00263A2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691C87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691C87" w:rsidRPr="00286F40" w:rsidRDefault="00691C87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691C87" w:rsidRPr="00286F40" w:rsidRDefault="00691C87" w:rsidP="00691C87">
            <w:pPr>
              <w:spacing w:before="40"/>
              <w:ind w:left="175" w:firstLineChars="2" w:firstLine="31680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691C87" w:rsidRPr="00286F40" w:rsidRDefault="00691C87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364,1</w:t>
            </w:r>
          </w:p>
        </w:tc>
        <w:tc>
          <w:tcPr>
            <w:tcW w:w="1548" w:type="dxa"/>
            <w:noWrap/>
            <w:vAlign w:val="bottom"/>
          </w:tcPr>
          <w:p w:rsidR="00691C87" w:rsidRPr="00286F40" w:rsidRDefault="00691C87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364,1</w:t>
            </w:r>
          </w:p>
        </w:tc>
        <w:tc>
          <w:tcPr>
            <w:tcW w:w="1540" w:type="dxa"/>
            <w:noWrap/>
            <w:vAlign w:val="bottom"/>
          </w:tcPr>
          <w:p w:rsidR="00691C87" w:rsidRPr="00286F40" w:rsidRDefault="00691C87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</w:tbl>
    <w:p w:rsidR="00691C87" w:rsidRPr="006E4ED9" w:rsidRDefault="00691C87" w:rsidP="00263A2B">
      <w:pPr>
        <w:sectPr w:rsidR="00691C87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691C87" w:rsidRPr="001E4551" w:rsidRDefault="00691C87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№4</w:t>
      </w:r>
    </w:p>
    <w:p w:rsidR="00691C87" w:rsidRPr="001E4551" w:rsidRDefault="00691C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691C87" w:rsidRDefault="00691C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691C87" w:rsidRPr="001E4551" w:rsidRDefault="00691C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691C87" w:rsidRPr="001E4551" w:rsidRDefault="00691C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691C87" w:rsidRDefault="00691C87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691C87" w:rsidRPr="00587E76" w:rsidRDefault="00691C87" w:rsidP="00587E76">
      <w:pPr>
        <w:jc w:val="center"/>
        <w:rPr>
          <w:b/>
          <w:sz w:val="28"/>
          <w:szCs w:val="28"/>
        </w:rPr>
      </w:pPr>
    </w:p>
    <w:p w:rsidR="00691C87" w:rsidRPr="00587E76" w:rsidRDefault="00691C87" w:rsidP="00587E76">
      <w:pPr>
        <w:jc w:val="center"/>
        <w:rPr>
          <w:b/>
          <w:sz w:val="28"/>
          <w:szCs w:val="28"/>
          <w:highlight w:val="yellow"/>
        </w:rPr>
      </w:pPr>
    </w:p>
    <w:p w:rsidR="00691C87" w:rsidRPr="00587E76" w:rsidRDefault="00691C87" w:rsidP="0032350C">
      <w:pPr>
        <w:jc w:val="center"/>
        <w:rPr>
          <w:b/>
          <w:sz w:val="28"/>
          <w:szCs w:val="28"/>
        </w:rPr>
      </w:pPr>
      <w:hyperlink r:id="rId11" w:history="1">
        <w:r w:rsidRPr="00587E76">
          <w:rPr>
            <w:b/>
            <w:sz w:val="28"/>
            <w:szCs w:val="28"/>
          </w:rPr>
          <w:t>Сведения</w:t>
        </w:r>
      </w:hyperlink>
      <w:r w:rsidRPr="00587E76">
        <w:rPr>
          <w:b/>
          <w:sz w:val="28"/>
          <w:szCs w:val="28"/>
        </w:rPr>
        <w:t xml:space="preserve"> о внесенных за отчетный период изменениях в муниципальную программу</w:t>
      </w:r>
      <w:r>
        <w:rPr>
          <w:b/>
          <w:sz w:val="28"/>
          <w:szCs w:val="28"/>
        </w:rPr>
        <w:t xml:space="preserve"> «Поддержка клубных учреждений Старотитаровского сельского поселения Темрюкского района»</w:t>
      </w:r>
      <w:r w:rsidRPr="00033748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5 год</w:t>
      </w:r>
      <w:r>
        <w:rPr>
          <w:b/>
          <w:sz w:val="28"/>
          <w:szCs w:val="28"/>
        </w:rPr>
        <w:t xml:space="preserve"> </w:t>
      </w:r>
    </w:p>
    <w:p w:rsidR="00691C87" w:rsidRDefault="00691C87" w:rsidP="0032350C">
      <w:pPr>
        <w:rPr>
          <w:sz w:val="28"/>
          <w:szCs w:val="28"/>
        </w:rPr>
      </w:pPr>
    </w:p>
    <w:p w:rsidR="00691C87" w:rsidRPr="00587E76" w:rsidRDefault="00691C87" w:rsidP="00587E76">
      <w:pPr>
        <w:jc w:val="center"/>
        <w:rPr>
          <w:b/>
          <w:sz w:val="28"/>
          <w:szCs w:val="28"/>
        </w:rPr>
      </w:pPr>
    </w:p>
    <w:p w:rsidR="00691C87" w:rsidRPr="006E4ED9" w:rsidRDefault="00691C87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691C87" w:rsidRPr="00286F40" w:rsidTr="00047A74">
        <w:trPr>
          <w:trHeight w:val="20"/>
        </w:trPr>
        <w:tc>
          <w:tcPr>
            <w:tcW w:w="540" w:type="dxa"/>
            <w:vAlign w:val="center"/>
          </w:tcPr>
          <w:p w:rsidR="00691C87" w:rsidRPr="00286F40" w:rsidRDefault="00691C8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№ п/п</w:t>
            </w:r>
          </w:p>
        </w:tc>
        <w:tc>
          <w:tcPr>
            <w:tcW w:w="5120" w:type="dxa"/>
            <w:vAlign w:val="center"/>
          </w:tcPr>
          <w:p w:rsidR="00691C87" w:rsidRPr="00286F40" w:rsidRDefault="00691C8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691C87" w:rsidRPr="00286F40" w:rsidRDefault="00691C8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691C87" w:rsidRPr="00286F40" w:rsidRDefault="00691C8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691C87" w:rsidRPr="00286F40" w:rsidRDefault="00691C8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691C87" w:rsidRPr="00286F40" w:rsidTr="00047A74">
        <w:trPr>
          <w:trHeight w:val="20"/>
        </w:trPr>
        <w:tc>
          <w:tcPr>
            <w:tcW w:w="540" w:type="dxa"/>
            <w:noWrap/>
          </w:tcPr>
          <w:p w:rsidR="00691C87" w:rsidRPr="00286F40" w:rsidRDefault="00691C8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1</w:t>
            </w:r>
          </w:p>
        </w:tc>
        <w:tc>
          <w:tcPr>
            <w:tcW w:w="5120" w:type="dxa"/>
            <w:vAlign w:val="bottom"/>
          </w:tcPr>
          <w:p w:rsidR="00691C87" w:rsidRPr="00CD4C11" w:rsidRDefault="00691C87" w:rsidP="00CD4C11">
            <w:r w:rsidRPr="00CD4C11">
              <w:rPr>
                <w:color w:val="000000"/>
              </w:rPr>
              <w:t xml:space="preserve">Постановление Администрации </w:t>
            </w:r>
            <w:r w:rsidRPr="00CD4C11">
              <w:t xml:space="preserve">Старотитаровского сельского поселения Темрюкского района </w:t>
            </w:r>
            <w:r>
              <w:t>«</w:t>
            </w:r>
            <w:r w:rsidRPr="00CD4C11">
              <w:t>Об утверждении муниципальной программы «</w:t>
            </w:r>
            <w:r>
              <w:t>Поддержка клубных учреждений</w:t>
            </w:r>
            <w:r>
              <w:rPr>
                <w:bCs/>
              </w:rPr>
              <w:t xml:space="preserve"> в Старотитаровском </w:t>
            </w:r>
            <w:r w:rsidRPr="00CD4C11">
              <w:rPr>
                <w:bCs/>
              </w:rPr>
              <w:t>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 на 2015 год.</w:t>
            </w:r>
            <w:r>
              <w:rPr>
                <w:bCs/>
              </w:rPr>
              <w:t>»</w:t>
            </w:r>
          </w:p>
          <w:p w:rsidR="00691C87" w:rsidRPr="00286F40" w:rsidRDefault="00691C87" w:rsidP="00CD4C11">
            <w:pPr>
              <w:spacing w:before="40"/>
              <w:rPr>
                <w:color w:val="000000"/>
              </w:rPr>
            </w:pPr>
            <w:r>
              <w:t xml:space="preserve"> </w:t>
            </w:r>
          </w:p>
        </w:tc>
        <w:tc>
          <w:tcPr>
            <w:tcW w:w="1660" w:type="dxa"/>
            <w:noWrap/>
            <w:vAlign w:val="bottom"/>
          </w:tcPr>
          <w:p w:rsidR="00691C87" w:rsidRPr="00286F40" w:rsidRDefault="00691C87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16.12.2014</w:t>
            </w:r>
          </w:p>
        </w:tc>
        <w:tc>
          <w:tcPr>
            <w:tcW w:w="1540" w:type="dxa"/>
            <w:noWrap/>
            <w:vAlign w:val="bottom"/>
          </w:tcPr>
          <w:p w:rsidR="00691C87" w:rsidRPr="00286F40" w:rsidRDefault="00691C87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422</w:t>
            </w:r>
          </w:p>
        </w:tc>
        <w:tc>
          <w:tcPr>
            <w:tcW w:w="5796" w:type="dxa"/>
            <w:noWrap/>
            <w:vAlign w:val="bottom"/>
          </w:tcPr>
          <w:p w:rsidR="00691C87" w:rsidRPr="00286F40" w:rsidRDefault="00691C87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</w:tr>
      <w:tr w:rsidR="00691C87" w:rsidRPr="00286F40" w:rsidTr="00047A74">
        <w:trPr>
          <w:trHeight w:val="20"/>
        </w:trPr>
        <w:tc>
          <w:tcPr>
            <w:tcW w:w="540" w:type="dxa"/>
            <w:noWrap/>
          </w:tcPr>
          <w:p w:rsidR="00691C87" w:rsidRPr="00286F40" w:rsidRDefault="00691C8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2</w:t>
            </w:r>
          </w:p>
        </w:tc>
        <w:tc>
          <w:tcPr>
            <w:tcW w:w="5120" w:type="dxa"/>
            <w:vAlign w:val="bottom"/>
          </w:tcPr>
          <w:p w:rsidR="00691C87" w:rsidRPr="00CD4C11" w:rsidRDefault="00691C87" w:rsidP="00E75C4A">
            <w:r w:rsidRPr="00CD4C11">
              <w:rPr>
                <w:color w:val="000000"/>
              </w:rPr>
              <w:t xml:space="preserve">Постановление Администрации </w:t>
            </w:r>
            <w:r w:rsidRPr="00CD4C11">
              <w:t>Старотитаровского сельского поселения Темрюкского района</w:t>
            </w:r>
            <w:r>
              <w:t xml:space="preserve"> О внесении изменений в постановление </w:t>
            </w:r>
            <w:r w:rsidRPr="00CD4C11">
              <w:rPr>
                <w:color w:val="000000"/>
              </w:rPr>
              <w:t xml:space="preserve">Администрации </w:t>
            </w:r>
            <w:r w:rsidRPr="00CD4C11">
              <w:t xml:space="preserve">Старотитаровского сельского поселения Темрюкского района </w:t>
            </w:r>
            <w:r>
              <w:t>«</w:t>
            </w:r>
            <w:r w:rsidRPr="00CD4C11">
              <w:t>Об утверждении муниципальной программы «</w:t>
            </w:r>
            <w:r>
              <w:t>Поддержка клубных учреждений</w:t>
            </w:r>
            <w:r>
              <w:rPr>
                <w:bCs/>
              </w:rPr>
              <w:t xml:space="preserve"> в Старотитаровском </w:t>
            </w:r>
            <w:r w:rsidRPr="00CD4C11">
              <w:rPr>
                <w:bCs/>
              </w:rPr>
              <w:t>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 на 2015 год.</w:t>
            </w:r>
            <w:r>
              <w:rPr>
                <w:bCs/>
              </w:rPr>
              <w:t>»</w:t>
            </w:r>
          </w:p>
          <w:p w:rsidR="00691C87" w:rsidRPr="00CD4C11" w:rsidRDefault="00691C87" w:rsidP="00CD4C11"/>
          <w:p w:rsidR="00691C87" w:rsidRPr="00286F40" w:rsidRDefault="00691C87" w:rsidP="00DE2B0D">
            <w:pPr>
              <w:spacing w:before="40"/>
              <w:rPr>
                <w:color w:val="000000"/>
              </w:rPr>
            </w:pPr>
          </w:p>
        </w:tc>
        <w:tc>
          <w:tcPr>
            <w:tcW w:w="1660" w:type="dxa"/>
            <w:noWrap/>
            <w:vAlign w:val="bottom"/>
          </w:tcPr>
          <w:p w:rsidR="00691C87" w:rsidRPr="00286F40" w:rsidRDefault="00691C87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30.01.2015</w:t>
            </w:r>
          </w:p>
        </w:tc>
        <w:tc>
          <w:tcPr>
            <w:tcW w:w="1540" w:type="dxa"/>
            <w:noWrap/>
            <w:vAlign w:val="bottom"/>
          </w:tcPr>
          <w:p w:rsidR="00691C87" w:rsidRPr="00286F40" w:rsidRDefault="00691C87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30</w:t>
            </w:r>
          </w:p>
        </w:tc>
        <w:tc>
          <w:tcPr>
            <w:tcW w:w="5796" w:type="dxa"/>
            <w:noWrap/>
            <w:vAlign w:val="bottom"/>
          </w:tcPr>
          <w:p w:rsidR="00691C87" w:rsidRPr="00286F40" w:rsidRDefault="00691C87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691C87" w:rsidRPr="006E4ED9" w:rsidTr="00047A74">
        <w:trPr>
          <w:trHeight w:val="883"/>
        </w:trPr>
        <w:tc>
          <w:tcPr>
            <w:tcW w:w="540" w:type="dxa"/>
            <w:noWrap/>
          </w:tcPr>
          <w:p w:rsidR="00691C87" w:rsidRPr="00047A74" w:rsidRDefault="00691C87" w:rsidP="00047A74">
            <w:pPr>
              <w:spacing w:before="40"/>
              <w:rPr>
                <w:color w:val="000000"/>
              </w:rPr>
            </w:pPr>
            <w:r w:rsidRPr="00047A74">
              <w:rPr>
                <w:color w:val="000000"/>
              </w:rPr>
              <w:t>3</w:t>
            </w:r>
          </w:p>
        </w:tc>
        <w:tc>
          <w:tcPr>
            <w:tcW w:w="5120" w:type="dxa"/>
            <w:noWrap/>
            <w:vAlign w:val="bottom"/>
          </w:tcPr>
          <w:p w:rsidR="00691C87" w:rsidRPr="005A6DAB" w:rsidRDefault="00691C87" w:rsidP="005A6DAB">
            <w:r w:rsidRPr="00047A74">
              <w:rPr>
                <w:color w:val="000000"/>
              </w:rPr>
              <w:t xml:space="preserve"> Постановление Администрации </w:t>
            </w:r>
            <w:r w:rsidRPr="00047A74">
              <w:t xml:space="preserve">Старотитаровского сельского поселения Темрюкского района О внесении изменений в постановление </w:t>
            </w:r>
            <w:r w:rsidRPr="00047A74">
              <w:rPr>
                <w:color w:val="000000"/>
              </w:rPr>
              <w:t xml:space="preserve">Администрации </w:t>
            </w:r>
            <w:r w:rsidRPr="00047A74">
              <w:t xml:space="preserve">Старотитаровского сельского поселения Темрюкского района </w:t>
            </w:r>
            <w:r>
              <w:t>«</w:t>
            </w:r>
            <w:r w:rsidRPr="00CD4C11">
              <w:t>Об утверждении муниципальной программы «</w:t>
            </w:r>
            <w:r>
              <w:t>Поддержка клубных учреждений</w:t>
            </w:r>
            <w:r>
              <w:rPr>
                <w:bCs/>
              </w:rPr>
              <w:t xml:space="preserve"> в Старотитаровском </w:t>
            </w:r>
            <w:r w:rsidRPr="00CD4C11">
              <w:rPr>
                <w:bCs/>
              </w:rPr>
              <w:t>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 на 2015 год.</w:t>
            </w:r>
            <w:r>
              <w:rPr>
                <w:bCs/>
              </w:rPr>
              <w:t>»</w:t>
            </w:r>
          </w:p>
        </w:tc>
        <w:tc>
          <w:tcPr>
            <w:tcW w:w="1660" w:type="dxa"/>
            <w:noWrap/>
            <w:vAlign w:val="bottom"/>
          </w:tcPr>
          <w:p w:rsidR="00691C87" w:rsidRPr="00CD4C11" w:rsidRDefault="00691C87" w:rsidP="00263A2B">
            <w:pPr>
              <w:spacing w:before="40"/>
              <w:rPr>
                <w:color w:val="000000"/>
              </w:rPr>
            </w:pPr>
            <w:r w:rsidRPr="00CD4C11">
              <w:rPr>
                <w:color w:val="000000"/>
              </w:rPr>
              <w:t> </w:t>
            </w:r>
            <w:r>
              <w:rPr>
                <w:color w:val="000000"/>
              </w:rPr>
              <w:t>08.12.15</w:t>
            </w:r>
          </w:p>
        </w:tc>
        <w:tc>
          <w:tcPr>
            <w:tcW w:w="1540" w:type="dxa"/>
            <w:noWrap/>
            <w:vAlign w:val="bottom"/>
          </w:tcPr>
          <w:p w:rsidR="00691C87" w:rsidRPr="00CD4C11" w:rsidRDefault="00691C87" w:rsidP="00263A2B">
            <w:pPr>
              <w:spacing w:before="40"/>
              <w:rPr>
                <w:color w:val="000000"/>
              </w:rPr>
            </w:pPr>
            <w:r w:rsidRPr="00CD4C11">
              <w:rPr>
                <w:color w:val="000000"/>
              </w:rPr>
              <w:t> </w:t>
            </w:r>
            <w:r>
              <w:rPr>
                <w:color w:val="000000"/>
              </w:rPr>
              <w:t>496</w:t>
            </w:r>
          </w:p>
        </w:tc>
        <w:tc>
          <w:tcPr>
            <w:tcW w:w="5796" w:type="dxa"/>
            <w:noWrap/>
            <w:vAlign w:val="bottom"/>
          </w:tcPr>
          <w:p w:rsidR="00691C87" w:rsidRPr="006E4ED9" w:rsidRDefault="00691C87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691C87" w:rsidRPr="006E4ED9" w:rsidTr="00047A74">
        <w:trPr>
          <w:trHeight w:val="160"/>
        </w:trPr>
        <w:tc>
          <w:tcPr>
            <w:tcW w:w="540" w:type="dxa"/>
            <w:tcBorders>
              <w:bottom w:val="single" w:sz="4" w:space="0" w:color="auto"/>
            </w:tcBorders>
            <w:noWrap/>
          </w:tcPr>
          <w:p w:rsidR="00691C87" w:rsidRPr="00047A74" w:rsidRDefault="00691C87" w:rsidP="00263A2B">
            <w:pPr>
              <w:spacing w:before="40"/>
              <w:jc w:val="center"/>
              <w:rPr>
                <w:color w:val="000000"/>
              </w:rPr>
            </w:pPr>
            <w:r w:rsidRPr="00047A74">
              <w:rPr>
                <w:color w:val="000000"/>
              </w:rPr>
              <w:t>4 </w:t>
            </w:r>
          </w:p>
        </w:tc>
        <w:tc>
          <w:tcPr>
            <w:tcW w:w="5120" w:type="dxa"/>
            <w:tcBorders>
              <w:bottom w:val="single" w:sz="4" w:space="0" w:color="auto"/>
            </w:tcBorders>
            <w:noWrap/>
            <w:vAlign w:val="bottom"/>
          </w:tcPr>
          <w:p w:rsidR="00691C87" w:rsidRPr="005A6DAB" w:rsidRDefault="00691C87" w:rsidP="005A6DAB">
            <w:r w:rsidRPr="00047A74">
              <w:rPr>
                <w:color w:val="000000"/>
              </w:rPr>
              <w:t xml:space="preserve"> Постановление Администрации </w:t>
            </w:r>
            <w:r w:rsidRPr="00047A74">
              <w:t xml:space="preserve">Старотитаровского сельского поселения Темрюкского района О внесении изменений в постановление </w:t>
            </w:r>
            <w:r w:rsidRPr="00047A74">
              <w:rPr>
                <w:color w:val="000000"/>
              </w:rPr>
              <w:t xml:space="preserve">Администрации </w:t>
            </w:r>
            <w:r w:rsidRPr="00047A74">
              <w:t xml:space="preserve">Старотитаровского сельского поселения Темрюкского района </w:t>
            </w:r>
            <w:r>
              <w:t>«</w:t>
            </w:r>
            <w:r w:rsidRPr="00CD4C11">
              <w:t>Об утверждении муниципальной программы «</w:t>
            </w:r>
            <w:r>
              <w:t>Поддержка клубных учреждений</w:t>
            </w:r>
            <w:r>
              <w:rPr>
                <w:bCs/>
              </w:rPr>
              <w:t xml:space="preserve"> в Старотитаровском </w:t>
            </w:r>
            <w:r w:rsidRPr="00CD4C11">
              <w:rPr>
                <w:bCs/>
              </w:rPr>
              <w:t>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 на 2015 год.</w:t>
            </w:r>
            <w:r>
              <w:rPr>
                <w:bCs/>
              </w:rPr>
              <w:t>»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bottom"/>
          </w:tcPr>
          <w:p w:rsidR="00691C87" w:rsidRPr="00CD4C11" w:rsidRDefault="00691C87" w:rsidP="00263A2B">
            <w:pPr>
              <w:spacing w:before="40"/>
              <w:rPr>
                <w:color w:val="000000"/>
              </w:rPr>
            </w:pPr>
            <w:r w:rsidRPr="00CD4C11">
              <w:rPr>
                <w:color w:val="000000"/>
              </w:rPr>
              <w:t> </w:t>
            </w:r>
            <w:r>
              <w:rPr>
                <w:color w:val="000000"/>
              </w:rPr>
              <w:t>17.12.2015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noWrap/>
            <w:vAlign w:val="bottom"/>
          </w:tcPr>
          <w:p w:rsidR="00691C87" w:rsidRPr="00CD4C11" w:rsidRDefault="00691C87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  <w:tc>
          <w:tcPr>
            <w:tcW w:w="5796" w:type="dxa"/>
            <w:tcBorders>
              <w:bottom w:val="single" w:sz="4" w:space="0" w:color="auto"/>
            </w:tcBorders>
            <w:noWrap/>
            <w:vAlign w:val="bottom"/>
          </w:tcPr>
          <w:p w:rsidR="00691C87" w:rsidRPr="006E4ED9" w:rsidRDefault="00691C87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691C87" w:rsidRPr="006E4ED9" w:rsidTr="00047A74">
        <w:trPr>
          <w:trHeight w:val="50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691C87" w:rsidRPr="00047A74" w:rsidRDefault="00691C87" w:rsidP="00263A2B">
            <w:pPr>
              <w:spacing w:before="40"/>
              <w:jc w:val="center"/>
              <w:rPr>
                <w:color w:val="000000"/>
              </w:rPr>
            </w:pPr>
            <w:r w:rsidRPr="00047A74">
              <w:rPr>
                <w:color w:val="000000"/>
              </w:rPr>
              <w:t>5</w:t>
            </w:r>
          </w:p>
        </w:tc>
        <w:tc>
          <w:tcPr>
            <w:tcW w:w="512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691C87" w:rsidRPr="00E75C4A" w:rsidRDefault="00691C87" w:rsidP="00E75C4A">
            <w:r w:rsidRPr="00047A74">
              <w:rPr>
                <w:color w:val="000000"/>
              </w:rPr>
              <w:t xml:space="preserve">Постановление Администрации </w:t>
            </w:r>
            <w:r w:rsidRPr="00047A74">
              <w:t xml:space="preserve">Старотитаровского сельского поселения Темрюкского района О внесении изменений в постановление </w:t>
            </w:r>
            <w:r w:rsidRPr="00047A74">
              <w:rPr>
                <w:color w:val="000000"/>
              </w:rPr>
              <w:t xml:space="preserve">Администрации </w:t>
            </w:r>
            <w:r w:rsidRPr="00047A74">
              <w:t xml:space="preserve">Старотитаровского сельского поселения Темрюкского района </w:t>
            </w:r>
            <w:r>
              <w:t>«</w:t>
            </w:r>
            <w:r w:rsidRPr="00CD4C11">
              <w:t>Об утверждении муниципальной программы «</w:t>
            </w:r>
            <w:r>
              <w:t>Поддержка клубных учреждений</w:t>
            </w:r>
            <w:r>
              <w:rPr>
                <w:bCs/>
              </w:rPr>
              <w:t xml:space="preserve"> в Старотитаровском </w:t>
            </w:r>
            <w:r w:rsidRPr="00CD4C11">
              <w:rPr>
                <w:bCs/>
              </w:rPr>
              <w:t>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 xml:space="preserve">Темрюкского района на </w:t>
            </w:r>
            <w:r>
              <w:rPr>
                <w:bCs/>
              </w:rPr>
              <w:t>2015 го</w:t>
            </w:r>
            <w:r w:rsidRPr="00CD4C11">
              <w:rPr>
                <w:bCs/>
              </w:rPr>
              <w:t>д.</w:t>
            </w:r>
            <w:r>
              <w:rPr>
                <w:bCs/>
              </w:rPr>
              <w:t>»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691C87" w:rsidRPr="00CD4C11" w:rsidRDefault="00691C87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31.12.2015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691C87" w:rsidRPr="00CD4C11" w:rsidRDefault="00691C87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579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691C87" w:rsidRPr="006E4ED9" w:rsidRDefault="00691C87" w:rsidP="00263A2B">
            <w:pPr>
              <w:spacing w:before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</w:tbl>
    <w:p w:rsidR="00691C87" w:rsidRPr="006E4ED9" w:rsidRDefault="00691C87" w:rsidP="00263A2B">
      <w:pPr>
        <w:sectPr w:rsidR="00691C87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691C87" w:rsidRPr="001E4551" w:rsidRDefault="00691C87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№5</w:t>
      </w:r>
    </w:p>
    <w:p w:rsidR="00691C87" w:rsidRPr="001E4551" w:rsidRDefault="00691C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691C87" w:rsidRDefault="00691C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691C87" w:rsidRPr="001E4551" w:rsidRDefault="00691C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691C87" w:rsidRPr="001E4551" w:rsidRDefault="00691C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691C87" w:rsidRDefault="00691C87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691C87" w:rsidRPr="00587E76" w:rsidRDefault="00691C87" w:rsidP="00587E76">
      <w:pPr>
        <w:jc w:val="center"/>
        <w:rPr>
          <w:sz w:val="28"/>
          <w:szCs w:val="28"/>
        </w:rPr>
      </w:pPr>
    </w:p>
    <w:p w:rsidR="00691C87" w:rsidRPr="00587E76" w:rsidRDefault="00691C87" w:rsidP="00587E76">
      <w:pPr>
        <w:jc w:val="center"/>
        <w:rPr>
          <w:b/>
        </w:rPr>
      </w:pPr>
    </w:p>
    <w:p w:rsidR="00691C87" w:rsidRPr="003F65B7" w:rsidRDefault="00691C87" w:rsidP="0032350C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Результаты оценки эффективности муниципальной  программы</w:t>
      </w:r>
      <w:r>
        <w:rPr>
          <w:b/>
          <w:sz w:val="28"/>
          <w:szCs w:val="28"/>
        </w:rPr>
        <w:t>«Поддержка клубных учреждений»</w:t>
      </w:r>
      <w:r w:rsidRPr="00033748">
        <w:rPr>
          <w:b/>
          <w:bCs/>
          <w:sz w:val="28"/>
          <w:szCs w:val="28"/>
        </w:rPr>
        <w:t xml:space="preserve"> 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 на 201</w:t>
      </w:r>
      <w:r>
        <w:rPr>
          <w:b/>
          <w:bCs/>
          <w:sz w:val="28"/>
          <w:szCs w:val="28"/>
        </w:rPr>
        <w:t>5 год</w:t>
      </w:r>
    </w:p>
    <w:p w:rsidR="00691C87" w:rsidRDefault="00691C87" w:rsidP="0032350C">
      <w:pPr>
        <w:rPr>
          <w:sz w:val="28"/>
          <w:szCs w:val="28"/>
        </w:rPr>
      </w:pPr>
    </w:p>
    <w:p w:rsidR="00691C87" w:rsidRPr="00587E76" w:rsidRDefault="00691C87" w:rsidP="00587E76">
      <w:pPr>
        <w:jc w:val="center"/>
        <w:rPr>
          <w:b/>
          <w:sz w:val="28"/>
          <w:szCs w:val="28"/>
        </w:rPr>
      </w:pPr>
    </w:p>
    <w:p w:rsidR="00691C87" w:rsidRPr="00286F40" w:rsidRDefault="00691C87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691C87" w:rsidRPr="00286F40" w:rsidTr="001F6C5B">
        <w:tc>
          <w:tcPr>
            <w:tcW w:w="3600" w:type="dxa"/>
            <w:vMerge w:val="restart"/>
            <w:vAlign w:val="center"/>
          </w:tcPr>
          <w:p w:rsidR="00691C87" w:rsidRPr="008B475F" w:rsidRDefault="00691C87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691C87" w:rsidRPr="008B475F" w:rsidRDefault="00691C87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691C87" w:rsidRPr="008B475F" w:rsidRDefault="00691C87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691C87" w:rsidRPr="008B475F" w:rsidRDefault="00691C87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691C87" w:rsidRPr="008B475F" w:rsidRDefault="00691C87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691C87" w:rsidRPr="008B475F" w:rsidRDefault="00691C87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691C87" w:rsidRPr="00286F40" w:rsidTr="001F6C5B">
        <w:tc>
          <w:tcPr>
            <w:tcW w:w="3600" w:type="dxa"/>
            <w:vMerge/>
            <w:vAlign w:val="center"/>
          </w:tcPr>
          <w:p w:rsidR="00691C87" w:rsidRPr="008B475F" w:rsidRDefault="00691C87" w:rsidP="008B475F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620" w:type="dxa"/>
            <w:vAlign w:val="center"/>
          </w:tcPr>
          <w:p w:rsidR="00691C87" w:rsidRPr="008B475F" w:rsidRDefault="00691C87" w:rsidP="008B475F">
            <w:pPr>
              <w:tabs>
                <w:tab w:val="left" w:pos="1134"/>
              </w:tabs>
              <w:spacing w:before="40"/>
              <w:jc w:val="center"/>
            </w:pPr>
            <w:r w:rsidRPr="005277DB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270FE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9270F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691C87" w:rsidRPr="008B475F" w:rsidRDefault="00691C87" w:rsidP="008B475F">
            <w:pPr>
              <w:tabs>
                <w:tab w:val="left" w:pos="1134"/>
              </w:tabs>
              <w:spacing w:before="40"/>
              <w:jc w:val="center"/>
            </w:pPr>
            <w:r w:rsidRPr="005277DB">
              <w:pict>
                <v:shape id="_x0000_i1026" type="#_x0000_t75" style="width:47.2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405D7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2405D7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џ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691C87" w:rsidRPr="008B475F" w:rsidRDefault="00691C87" w:rsidP="008B475F">
            <w:pPr>
              <w:tabs>
                <w:tab w:val="left" w:pos="1134"/>
              </w:tabs>
              <w:spacing w:before="40"/>
              <w:jc w:val="center"/>
            </w:pPr>
            <w:r w:rsidRPr="005277DB">
              <w:pict>
                <v:shape id="_x0000_i1027" type="#_x0000_t75" style="width:48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90DDE&quot;/&gt;&lt;wsp:rsid wsp:val=&quot;00EE0597&quot;/&gt;&lt;wsp:rsid wsp:val=&quot;00F30378&quot;/&gt;&lt;/wsp:rsids&gt;&lt;/w:docPr&gt;&lt;w:body&gt;&lt;w:p wsp:rsidR=&quot;00000000&quot; wsp:rsidRDefault=&quot;00E90DD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њ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691C87" w:rsidRPr="008B475F" w:rsidRDefault="00691C87" w:rsidP="008B475F">
            <w:pPr>
              <w:tabs>
                <w:tab w:val="left" w:pos="1134"/>
              </w:tabs>
              <w:spacing w:before="40"/>
              <w:jc w:val="center"/>
            </w:pPr>
            <w:r w:rsidRPr="005277DB">
              <w:pict>
                <v:shape id="_x0000_i1028" type="#_x0000_t75" style="width:21.75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B1321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B1321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Ў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ЈР—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691C87" w:rsidRPr="008B475F" w:rsidRDefault="00691C87" w:rsidP="008B475F">
            <w:pPr>
              <w:tabs>
                <w:tab w:val="left" w:pos="1134"/>
              </w:tabs>
              <w:spacing w:before="40"/>
              <w:jc w:val="center"/>
            </w:pPr>
            <w:r w:rsidRPr="005277DB">
              <w:pict>
                <v:shape id="_x0000_i1029" type="#_x0000_t75" style="width:18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13CDD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13CDD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РЎ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</w:p>
        </w:tc>
      </w:tr>
      <w:tr w:rsidR="00691C87" w:rsidRPr="006E4ED9" w:rsidTr="001F6C5B">
        <w:tc>
          <w:tcPr>
            <w:tcW w:w="3600" w:type="dxa"/>
          </w:tcPr>
          <w:p w:rsidR="00691C87" w:rsidRPr="00E5770B" w:rsidRDefault="00691C87" w:rsidP="0032350C">
            <w:pPr>
              <w:rPr>
                <w:b/>
              </w:rPr>
            </w:pPr>
            <w:r w:rsidRPr="00E5770B">
              <w:rPr>
                <w:b/>
              </w:rPr>
              <w:t>МП «</w:t>
            </w:r>
            <w:r w:rsidRPr="002B66D0">
              <w:rPr>
                <w:b/>
              </w:rPr>
              <w:t>Поддержка клубных учреждений</w:t>
            </w:r>
            <w:r w:rsidRPr="00E5770B">
              <w:rPr>
                <w:b/>
              </w:rPr>
              <w:t>»</w:t>
            </w:r>
            <w:r w:rsidRPr="00E5770B">
              <w:rPr>
                <w:b/>
                <w:bCs/>
              </w:rPr>
              <w:t xml:space="preserve"> в Старотитаровском сельском поселении</w:t>
            </w:r>
            <w:r w:rsidRPr="00E5770B">
              <w:rPr>
                <w:b/>
              </w:rPr>
              <w:t xml:space="preserve"> </w:t>
            </w:r>
            <w:r w:rsidRPr="00E5770B">
              <w:rPr>
                <w:b/>
                <w:bCs/>
              </w:rPr>
              <w:t>Темрюкского района на 2015 год</w:t>
            </w:r>
          </w:p>
          <w:p w:rsidR="00691C87" w:rsidRPr="00E5770B" w:rsidRDefault="00691C87" w:rsidP="0032350C">
            <w:pPr>
              <w:rPr>
                <w:b/>
              </w:rPr>
            </w:pPr>
            <w:r w:rsidRPr="00E5770B">
              <w:rPr>
                <w:b/>
              </w:rPr>
              <w:t>за счет всех источников финансирования</w:t>
            </w:r>
          </w:p>
          <w:p w:rsidR="00691C87" w:rsidRPr="00E5770B" w:rsidRDefault="00691C87" w:rsidP="0032350C">
            <w:pPr>
              <w:rPr>
                <w:b/>
                <w:sz w:val="28"/>
                <w:szCs w:val="28"/>
              </w:rPr>
            </w:pPr>
          </w:p>
          <w:p w:rsidR="00691C87" w:rsidRPr="00E5770B" w:rsidRDefault="00691C87" w:rsidP="008B475F">
            <w:pPr>
              <w:tabs>
                <w:tab w:val="left" w:pos="1134"/>
              </w:tabs>
              <w:spacing w:before="4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691C87" w:rsidRPr="00E5770B" w:rsidRDefault="00691C87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:rsidR="00691C87" w:rsidRPr="00E5770B" w:rsidRDefault="00691C87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691C87" w:rsidRPr="00E5770B" w:rsidRDefault="00691C87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691C87" w:rsidRPr="00E5770B" w:rsidRDefault="00691C87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</w:tcPr>
          <w:p w:rsidR="00691C87" w:rsidRPr="00E5770B" w:rsidRDefault="00691C87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</w:tbl>
    <w:p w:rsidR="00691C87" w:rsidRDefault="00691C87" w:rsidP="00263A2B">
      <w:pPr>
        <w:tabs>
          <w:tab w:val="left" w:pos="1134"/>
        </w:tabs>
        <w:ind w:left="851"/>
        <w:jc w:val="both"/>
      </w:pPr>
    </w:p>
    <w:p w:rsidR="00691C87" w:rsidRDefault="00691C87" w:rsidP="005A6DA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691C87" w:rsidSect="00263A2B">
      <w:headerReference w:type="default" r:id="rId17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C87" w:rsidRDefault="00691C87" w:rsidP="00E1044C">
      <w:r>
        <w:separator/>
      </w:r>
    </w:p>
  </w:endnote>
  <w:endnote w:type="continuationSeparator" w:id="1">
    <w:p w:rsidR="00691C87" w:rsidRDefault="00691C87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C87" w:rsidRDefault="00691C87" w:rsidP="00E1044C">
      <w:r>
        <w:separator/>
      </w:r>
    </w:p>
  </w:footnote>
  <w:footnote w:type="continuationSeparator" w:id="1">
    <w:p w:rsidR="00691C87" w:rsidRDefault="00691C87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C87" w:rsidRDefault="00691C87">
    <w:pPr>
      <w:pStyle w:val="Header"/>
      <w:jc w:val="center"/>
    </w:pPr>
    <w:r w:rsidRPr="00486D96">
      <w:rPr>
        <w:sz w:val="28"/>
        <w:szCs w:val="28"/>
      </w:rPr>
      <w:fldChar w:fldCharType="begin"/>
    </w:r>
    <w:r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>
      <w:rPr>
        <w:noProof/>
        <w:sz w:val="28"/>
        <w:szCs w:val="28"/>
      </w:rPr>
      <w:t>7</w:t>
    </w:r>
    <w:r w:rsidRPr="00486D96">
      <w:rPr>
        <w:sz w:val="28"/>
        <w:szCs w:val="28"/>
      </w:rPr>
      <w:fldChar w:fldCharType="end"/>
    </w:r>
  </w:p>
  <w:p w:rsidR="00691C87" w:rsidRDefault="00691C8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C87" w:rsidRDefault="00691C87">
    <w:pPr>
      <w:pStyle w:val="Header"/>
      <w:jc w:val="center"/>
    </w:pPr>
  </w:p>
  <w:p w:rsidR="00691C87" w:rsidRDefault="00691C8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33748"/>
    <w:rsid w:val="00047A74"/>
    <w:rsid w:val="000B28F5"/>
    <w:rsid w:val="001064AA"/>
    <w:rsid w:val="00107AB8"/>
    <w:rsid w:val="001348C0"/>
    <w:rsid w:val="00144ADF"/>
    <w:rsid w:val="00145A22"/>
    <w:rsid w:val="001772B4"/>
    <w:rsid w:val="00195EDC"/>
    <w:rsid w:val="00197FF0"/>
    <w:rsid w:val="001A3532"/>
    <w:rsid w:val="001A3D6E"/>
    <w:rsid w:val="001B5607"/>
    <w:rsid w:val="001C5E7B"/>
    <w:rsid w:val="001E4551"/>
    <w:rsid w:val="001F3136"/>
    <w:rsid w:val="001F6C5B"/>
    <w:rsid w:val="00203CC1"/>
    <w:rsid w:val="002354BB"/>
    <w:rsid w:val="00256EB2"/>
    <w:rsid w:val="00263A2B"/>
    <w:rsid w:val="00276912"/>
    <w:rsid w:val="00286F40"/>
    <w:rsid w:val="00291FB0"/>
    <w:rsid w:val="002A0529"/>
    <w:rsid w:val="002B0DD4"/>
    <w:rsid w:val="002B66D0"/>
    <w:rsid w:val="002C0E6C"/>
    <w:rsid w:val="002E7AE3"/>
    <w:rsid w:val="0032350C"/>
    <w:rsid w:val="00333C9E"/>
    <w:rsid w:val="003732ED"/>
    <w:rsid w:val="003B30CF"/>
    <w:rsid w:val="003D424D"/>
    <w:rsid w:val="003F33BB"/>
    <w:rsid w:val="003F65B7"/>
    <w:rsid w:val="0042208A"/>
    <w:rsid w:val="0042508C"/>
    <w:rsid w:val="00442A36"/>
    <w:rsid w:val="0046743F"/>
    <w:rsid w:val="00473A63"/>
    <w:rsid w:val="00485595"/>
    <w:rsid w:val="004859A1"/>
    <w:rsid w:val="00486D96"/>
    <w:rsid w:val="00496101"/>
    <w:rsid w:val="004B4F4A"/>
    <w:rsid w:val="004E44F9"/>
    <w:rsid w:val="004F28F9"/>
    <w:rsid w:val="004F4102"/>
    <w:rsid w:val="005277DB"/>
    <w:rsid w:val="00562830"/>
    <w:rsid w:val="005768D6"/>
    <w:rsid w:val="00587E76"/>
    <w:rsid w:val="005A6DAB"/>
    <w:rsid w:val="005B265F"/>
    <w:rsid w:val="005B4E99"/>
    <w:rsid w:val="006073EF"/>
    <w:rsid w:val="00624700"/>
    <w:rsid w:val="00632453"/>
    <w:rsid w:val="00663EB6"/>
    <w:rsid w:val="006800DC"/>
    <w:rsid w:val="00685BEF"/>
    <w:rsid w:val="00690DFA"/>
    <w:rsid w:val="00691C87"/>
    <w:rsid w:val="0069662E"/>
    <w:rsid w:val="006E4ED9"/>
    <w:rsid w:val="00713E71"/>
    <w:rsid w:val="00717C20"/>
    <w:rsid w:val="007272CD"/>
    <w:rsid w:val="00756CB9"/>
    <w:rsid w:val="007A0DD2"/>
    <w:rsid w:val="007C3A7B"/>
    <w:rsid w:val="007D0A21"/>
    <w:rsid w:val="007E44FE"/>
    <w:rsid w:val="00804838"/>
    <w:rsid w:val="00811B81"/>
    <w:rsid w:val="00850A3C"/>
    <w:rsid w:val="00850DF3"/>
    <w:rsid w:val="00882A62"/>
    <w:rsid w:val="00885670"/>
    <w:rsid w:val="00886E7B"/>
    <w:rsid w:val="008940AC"/>
    <w:rsid w:val="008A369A"/>
    <w:rsid w:val="008A4228"/>
    <w:rsid w:val="008A7108"/>
    <w:rsid w:val="008B475F"/>
    <w:rsid w:val="008C1E7C"/>
    <w:rsid w:val="008C6823"/>
    <w:rsid w:val="008D61C1"/>
    <w:rsid w:val="008E002D"/>
    <w:rsid w:val="00912C49"/>
    <w:rsid w:val="00927C64"/>
    <w:rsid w:val="00954CEC"/>
    <w:rsid w:val="00976B0E"/>
    <w:rsid w:val="009C5F38"/>
    <w:rsid w:val="009D6FC6"/>
    <w:rsid w:val="00A061C6"/>
    <w:rsid w:val="00A2306F"/>
    <w:rsid w:val="00A34D56"/>
    <w:rsid w:val="00A4608F"/>
    <w:rsid w:val="00A61877"/>
    <w:rsid w:val="00A837D0"/>
    <w:rsid w:val="00A840B8"/>
    <w:rsid w:val="00A85A55"/>
    <w:rsid w:val="00AA23A9"/>
    <w:rsid w:val="00AE603B"/>
    <w:rsid w:val="00AF5C5E"/>
    <w:rsid w:val="00AF7B05"/>
    <w:rsid w:val="00B0366E"/>
    <w:rsid w:val="00B0503E"/>
    <w:rsid w:val="00B06C22"/>
    <w:rsid w:val="00B45B21"/>
    <w:rsid w:val="00B60CF2"/>
    <w:rsid w:val="00B73C78"/>
    <w:rsid w:val="00B76DE6"/>
    <w:rsid w:val="00B90843"/>
    <w:rsid w:val="00C2318A"/>
    <w:rsid w:val="00C759F4"/>
    <w:rsid w:val="00CC73F7"/>
    <w:rsid w:val="00CD1066"/>
    <w:rsid w:val="00CD4C11"/>
    <w:rsid w:val="00CD5D80"/>
    <w:rsid w:val="00D34517"/>
    <w:rsid w:val="00D500B6"/>
    <w:rsid w:val="00D5479E"/>
    <w:rsid w:val="00D60E8A"/>
    <w:rsid w:val="00D70EE0"/>
    <w:rsid w:val="00D85B6F"/>
    <w:rsid w:val="00DB7C47"/>
    <w:rsid w:val="00DE2B0D"/>
    <w:rsid w:val="00DE7187"/>
    <w:rsid w:val="00DF5276"/>
    <w:rsid w:val="00E1044C"/>
    <w:rsid w:val="00E27842"/>
    <w:rsid w:val="00E330CB"/>
    <w:rsid w:val="00E40EDE"/>
    <w:rsid w:val="00E44696"/>
    <w:rsid w:val="00E50103"/>
    <w:rsid w:val="00E5770B"/>
    <w:rsid w:val="00E74F97"/>
    <w:rsid w:val="00E75C4A"/>
    <w:rsid w:val="00EB712B"/>
    <w:rsid w:val="00EE0597"/>
    <w:rsid w:val="00F2630D"/>
    <w:rsid w:val="00F30378"/>
    <w:rsid w:val="00F369E4"/>
    <w:rsid w:val="00F70306"/>
    <w:rsid w:val="00FA0A43"/>
    <w:rsid w:val="00FA180E"/>
    <w:rsid w:val="00FB5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aliases w:val="Main heading,H1,Заголов,1,ch,Глава,(раздел),Раздел Договора,&quot;Алмаз&quot;,Head 1,Заголовок главы"/>
    <w:basedOn w:val="Normal"/>
    <w:next w:val="Normal"/>
    <w:link w:val="Heading1Char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Heading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Normal"/>
    <w:next w:val="BodyTextIndent"/>
    <w:link w:val="Heading2Char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ain heading Char,H1 Char,Заголов Char,1 Char,ch Char,Глава Char,(раздел) Char,Раздел Договора Char,&quot;Алмаз&quot; Char,Head 1 Char,Заголовок главы Char"/>
    <w:basedOn w:val="DefaultParagraphFont"/>
    <w:link w:val="Heading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aliases w:val="Major Char,&quot;Изумруд&quot; Char,H2 Char,Заголовок 2 Знак Знак Знак Знак Знак Знак Знак Знак Знак Знак Знак Знак Char,Заголовок раздела Char,Заголовок для  раздела Char"/>
    <w:basedOn w:val="DefaultParagraphFont"/>
    <w:link w:val="Heading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NormalWeb">
    <w:name w:val="Normal (Web)"/>
    <w:basedOn w:val="Normal"/>
    <w:uiPriority w:val="99"/>
    <w:rsid w:val="00EE0597"/>
    <w:pPr>
      <w:spacing w:before="100" w:beforeAutospacing="1" w:after="100" w:afterAutospacing="1"/>
    </w:pPr>
  </w:style>
  <w:style w:type="paragraph" w:styleId="BodyText">
    <w:name w:val="Body Text"/>
    <w:aliases w:val="Основной текст1,Основной текст Знак Знак,bt"/>
    <w:basedOn w:val="Normal"/>
    <w:link w:val="BodyTextChar"/>
    <w:uiPriority w:val="99"/>
    <w:rsid w:val="004B4F4A"/>
    <w:pPr>
      <w:jc w:val="center"/>
    </w:pPr>
    <w:rPr>
      <w:sz w:val="28"/>
    </w:rPr>
  </w:style>
  <w:style w:type="character" w:customStyle="1" w:styleId="BodyTextChar">
    <w:name w:val="Body Text Char"/>
    <w:aliases w:val="Основной текст1 Char,Основной текст Знак Знак Char,bt Char"/>
    <w:basedOn w:val="DefaultParagraphFont"/>
    <w:link w:val="BodyText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4B4F4A"/>
    <w:rPr>
      <w:rFonts w:eastAsia="Times New Roman"/>
      <w:lang w:eastAsia="en-US"/>
    </w:rPr>
  </w:style>
  <w:style w:type="paragraph" w:customStyle="1" w:styleId="10">
    <w:name w:val="Абзац списка1"/>
    <w:basedOn w:val="Normal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NoSpacing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E2784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rsid w:val="00E2784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">
    <w:name w:val="Без интервала2"/>
    <w:uiPriority w:val="99"/>
    <w:rsid w:val="00E27842"/>
    <w:rPr>
      <w:rFonts w:eastAsia="Times New Roman"/>
      <w:lang w:eastAsia="en-US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Emphasis">
    <w:name w:val="Emphasis"/>
    <w:basedOn w:val="DefaultParagraphFont"/>
    <w:uiPriority w:val="99"/>
    <w:qFormat/>
    <w:rsid w:val="00E27842"/>
    <w:rPr>
      <w:rFonts w:cs="Times New Roman"/>
      <w:i/>
    </w:rPr>
  </w:style>
  <w:style w:type="paragraph" w:styleId="BlockText">
    <w:name w:val="Block Text"/>
    <w:basedOn w:val="Normal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632453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632453"/>
    <w:pPr>
      <w:ind w:left="720"/>
      <w:contextualSpacing/>
    </w:pPr>
    <w:rPr>
      <w:rFonts w:eastAsia="Calibri"/>
      <w:szCs w:val="20"/>
    </w:rPr>
  </w:style>
  <w:style w:type="character" w:styleId="Strong">
    <w:name w:val="Strong"/>
    <w:basedOn w:val="DefaultParagraphFont"/>
    <w:uiPriority w:val="99"/>
    <w:qFormat/>
    <w:rsid w:val="00632453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63245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ListParagraphChar">
    <w:name w:val="List Paragraph Char"/>
    <w:link w:val="ListParagraph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TableGrid">
    <w:name w:val="Table Grid"/>
    <w:basedOn w:val="TableNormal"/>
    <w:uiPriority w:val="99"/>
    <w:rsid w:val="00A34D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99"/>
    <w:qFormat/>
    <w:rsid w:val="00263A2B"/>
    <w:pPr>
      <w:outlineLvl w:val="9"/>
    </w:pPr>
    <w:rPr>
      <w:lang w:eastAsia="ru-RU"/>
    </w:rPr>
  </w:style>
  <w:style w:type="paragraph" w:styleId="TOC1">
    <w:name w:val="toc 1"/>
    <w:basedOn w:val="Normal"/>
    <w:next w:val="Normal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OC2">
    <w:name w:val="toc 2"/>
    <w:basedOn w:val="Normal"/>
    <w:next w:val="Normal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0">
    <w:name w:val="Сетка таблицы2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263A2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Heading1"/>
    <w:next w:val="Heading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Title">
    <w:name w:val="Title"/>
    <w:basedOn w:val="Normal"/>
    <w:next w:val="Subtitle"/>
    <w:link w:val="TitleChar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263A2B"/>
    <w:pPr>
      <w:ind w:firstLine="567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st">
    <w:name w:val="st"/>
    <w:basedOn w:val="DefaultParagraphFont"/>
    <w:uiPriority w:val="99"/>
    <w:rsid w:val="00263A2B"/>
    <w:rPr>
      <w:rFonts w:cs="Times New Roman"/>
    </w:rPr>
  </w:style>
  <w:style w:type="table" w:customStyle="1" w:styleId="12">
    <w:name w:val="Сетка таблицы12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0">
    <w:name w:val="Нормальный (таблица)"/>
    <w:basedOn w:val="Normal"/>
    <w:next w:val="Normal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1">
    <w:name w:val="Гипертекстовая ссылка"/>
    <w:basedOn w:val="DefaultParagraphFont"/>
    <w:uiPriority w:val="99"/>
    <w:rsid w:val="00A4608F"/>
    <w:rPr>
      <w:rFonts w:cs="Times New Roman"/>
      <w:b/>
      <w:bCs/>
      <w:color w:val="106BBE"/>
    </w:rPr>
  </w:style>
  <w:style w:type="character" w:styleId="PageNumber">
    <w:name w:val="page number"/>
    <w:basedOn w:val="DefaultParagraphFont"/>
    <w:uiPriority w:val="99"/>
    <w:rsid w:val="00203CC1"/>
    <w:rPr>
      <w:rFonts w:cs="Times New Roman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34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4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344650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178344651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178344653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117834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203</TotalTime>
  <Pages>8</Pages>
  <Words>1191</Words>
  <Characters>6790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33</cp:revision>
  <cp:lastPrinted>2014-09-16T06:37:00Z</cp:lastPrinted>
  <dcterms:created xsi:type="dcterms:W3CDTF">2014-09-16T06:37:00Z</dcterms:created>
  <dcterms:modified xsi:type="dcterms:W3CDTF">2016-03-16T06:57:00Z</dcterms:modified>
</cp:coreProperties>
</file>