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336" w:rsidRPr="001E4551" w:rsidRDefault="00FA0336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A0336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A0336" w:rsidRDefault="00FA0336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FA0336" w:rsidRPr="00587E76" w:rsidRDefault="00FA0336" w:rsidP="00587E76">
      <w:pPr>
        <w:jc w:val="center"/>
        <w:rPr>
          <w:sz w:val="28"/>
          <w:szCs w:val="28"/>
        </w:rPr>
      </w:pPr>
    </w:p>
    <w:p w:rsidR="00FA0336" w:rsidRPr="006E4ED9" w:rsidRDefault="00FA0336" w:rsidP="00263A2B"/>
    <w:p w:rsidR="00FA0336" w:rsidRPr="00A515EB" w:rsidRDefault="00FA0336" w:rsidP="003B30CF">
      <w:pPr>
        <w:jc w:val="center"/>
        <w:rPr>
          <w:b/>
          <w:sz w:val="28"/>
          <w:szCs w:val="28"/>
        </w:rPr>
      </w:pPr>
      <w:hyperlink r:id="rId7" w:history="1">
        <w:r w:rsidRPr="00A515EB">
          <w:rPr>
            <w:b/>
            <w:sz w:val="28"/>
            <w:szCs w:val="28"/>
          </w:rPr>
          <w:t>Отчет</w:t>
        </w:r>
      </w:hyperlink>
      <w:r w:rsidRPr="00A515EB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района</w:t>
      </w:r>
      <w:r w:rsidRPr="00A515EB">
        <w:rPr>
          <w:b/>
          <w:bCs/>
          <w:sz w:val="28"/>
          <w:szCs w:val="28"/>
        </w:rPr>
        <w:t>» на 2015 год</w:t>
      </w:r>
      <w:r w:rsidRPr="00A515EB">
        <w:rPr>
          <w:b/>
          <w:sz w:val="28"/>
          <w:szCs w:val="28"/>
        </w:rPr>
        <w:t>.</w:t>
      </w:r>
    </w:p>
    <w:p w:rsidR="00FA0336" w:rsidRPr="00587E76" w:rsidRDefault="00FA0336" w:rsidP="00587E76">
      <w:pPr>
        <w:jc w:val="center"/>
        <w:rPr>
          <w:b/>
          <w:sz w:val="28"/>
          <w:szCs w:val="28"/>
        </w:rPr>
      </w:pPr>
    </w:p>
    <w:p w:rsidR="00FA0336" w:rsidRPr="006E4ED9" w:rsidRDefault="00FA0336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FA0336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A0336" w:rsidRPr="006E4ED9" w:rsidTr="00A515EB">
        <w:trPr>
          <w:trHeight w:val="781"/>
        </w:trPr>
        <w:tc>
          <w:tcPr>
            <w:tcW w:w="551" w:type="dxa"/>
            <w:vMerge/>
            <w:vAlign w:val="center"/>
          </w:tcPr>
          <w:p w:rsidR="00FA0336" w:rsidRPr="006E4ED9" w:rsidRDefault="00FA03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FA0336" w:rsidRPr="006E4ED9" w:rsidRDefault="00FA03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FA0336" w:rsidRPr="006E4ED9" w:rsidRDefault="00FA03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FA0336" w:rsidRPr="007D0A21" w:rsidRDefault="00FA0336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FA0336" w:rsidRPr="007D0A21" w:rsidRDefault="00FA0336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FA0336" w:rsidRPr="006E4ED9" w:rsidRDefault="00FA03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FA0336" w:rsidRPr="006E4ED9" w:rsidRDefault="00FA03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FA0336" w:rsidRPr="006E4ED9" w:rsidRDefault="00FA0336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FA0336" w:rsidRPr="00AF5C5E" w:rsidTr="00A515EB">
        <w:trPr>
          <w:trHeight w:val="1051"/>
        </w:trPr>
        <w:tc>
          <w:tcPr>
            <w:tcW w:w="551" w:type="dxa"/>
            <w:noWrap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FA0336" w:rsidRPr="00A515EB" w:rsidRDefault="00FA0336" w:rsidP="00A515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C76295">
              <w:rPr>
                <w:b/>
                <w:sz w:val="28"/>
                <w:szCs w:val="28"/>
              </w:rPr>
              <w:t>программа «Пенсионное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района</w:t>
            </w:r>
            <w:r w:rsidRPr="00C76295">
              <w:rPr>
                <w:b/>
                <w:bCs/>
                <w:sz w:val="28"/>
                <w:szCs w:val="28"/>
              </w:rPr>
              <w:t>» на</w:t>
            </w:r>
            <w:r w:rsidRPr="003C07D1">
              <w:rPr>
                <w:b/>
                <w:bCs/>
                <w:sz w:val="28"/>
                <w:szCs w:val="28"/>
              </w:rPr>
              <w:t xml:space="preserve"> 2015 год</w:t>
            </w:r>
            <w:r w:rsidRPr="003C07D1">
              <w:rPr>
                <w:b/>
                <w:sz w:val="28"/>
                <w:szCs w:val="28"/>
              </w:rPr>
              <w:t>.</w:t>
            </w:r>
          </w:p>
        </w:tc>
      </w:tr>
      <w:tr w:rsidR="00FA0336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FA0336" w:rsidRPr="00A515EB" w:rsidRDefault="00FA0336" w:rsidP="00A515EB">
            <w:pPr>
              <w:spacing w:before="40"/>
            </w:pPr>
            <w:r>
              <w:t>Улучшение материального положения пенсионеров муниципальной службы Старотитаровского сельского поселения Темрюкского Района</w:t>
            </w:r>
          </w:p>
        </w:tc>
        <w:tc>
          <w:tcPr>
            <w:tcW w:w="1000" w:type="dxa"/>
            <w:noWrap/>
          </w:tcPr>
          <w:p w:rsidR="00FA0336" w:rsidRPr="00B73C78" w:rsidRDefault="00FA0336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bottom"/>
          </w:tcPr>
          <w:p w:rsidR="00FA0336" w:rsidRPr="00AF5C5E" w:rsidRDefault="00FA0336" w:rsidP="00A515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bottom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0336" w:rsidRPr="00AF5C5E" w:rsidRDefault="00FA0336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FA0336" w:rsidRPr="00AF5C5E" w:rsidRDefault="00FA0336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FA0336" w:rsidRPr="006E4ED9" w:rsidRDefault="00FA0336" w:rsidP="00263A2B">
      <w:pPr>
        <w:rPr>
          <w:b/>
        </w:rPr>
        <w:sectPr w:rsidR="00FA0336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FA0336" w:rsidRPr="001E4551" w:rsidRDefault="00FA03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A0336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A0336" w:rsidRDefault="00FA0336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FA0336" w:rsidRPr="00587E76" w:rsidRDefault="00FA0336" w:rsidP="00587E76">
      <w:pPr>
        <w:jc w:val="center"/>
        <w:rPr>
          <w:sz w:val="28"/>
          <w:szCs w:val="28"/>
        </w:rPr>
      </w:pPr>
    </w:p>
    <w:p w:rsidR="00FA0336" w:rsidRDefault="00FA0336" w:rsidP="00263A2B">
      <w:pPr>
        <w:rPr>
          <w:b/>
        </w:rPr>
      </w:pPr>
    </w:p>
    <w:p w:rsidR="00FA0336" w:rsidRDefault="00FA0336" w:rsidP="00263A2B">
      <w:pPr>
        <w:rPr>
          <w:b/>
          <w:sz w:val="28"/>
          <w:szCs w:val="28"/>
        </w:rPr>
      </w:pPr>
    </w:p>
    <w:p w:rsidR="00FA0336" w:rsidRPr="003F65B7" w:rsidRDefault="00FA0336" w:rsidP="0042508C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</w:t>
      </w:r>
      <w:r w:rsidRPr="00A515EB">
        <w:rPr>
          <w:b/>
          <w:sz w:val="28"/>
          <w:szCs w:val="28"/>
        </w:rPr>
        <w:t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</w:t>
      </w:r>
      <w:r w:rsidRPr="00033748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5 год.</w:t>
      </w:r>
    </w:p>
    <w:p w:rsidR="00FA0336" w:rsidRPr="00587E76" w:rsidRDefault="00FA0336" w:rsidP="00587E76">
      <w:pPr>
        <w:jc w:val="center"/>
        <w:rPr>
          <w:b/>
          <w:sz w:val="28"/>
          <w:szCs w:val="28"/>
        </w:rPr>
      </w:pPr>
    </w:p>
    <w:p w:rsidR="00FA0336" w:rsidRPr="006E4ED9" w:rsidRDefault="00FA0336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FA0336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FA0336" w:rsidRPr="00AF5C5E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FA0336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</w:tr>
      <w:tr w:rsidR="00FA0336" w:rsidRPr="00AF5C5E" w:rsidTr="00DF364D">
        <w:trPr>
          <w:trHeight w:val="20"/>
        </w:trPr>
        <w:tc>
          <w:tcPr>
            <w:tcW w:w="2992" w:type="dxa"/>
            <w:noWrap/>
          </w:tcPr>
          <w:p w:rsidR="00FA0336" w:rsidRPr="008A369A" w:rsidRDefault="00FA0336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t xml:space="preserve">Выплата пенсионного обеспечения за выслугу лет </w:t>
            </w:r>
          </w:p>
        </w:tc>
        <w:tc>
          <w:tcPr>
            <w:tcW w:w="2516" w:type="dxa"/>
            <w:noWrap/>
            <w:vAlign w:val="bottom"/>
          </w:tcPr>
          <w:p w:rsidR="00FA0336" w:rsidRPr="005F45A4" w:rsidRDefault="00FA0336" w:rsidP="005F45A4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FA0336" w:rsidRPr="00AF5C5E" w:rsidRDefault="00FA0336" w:rsidP="005F45A4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FA0336" w:rsidRPr="00AF5C5E" w:rsidRDefault="00FA0336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FA0336" w:rsidRPr="003C07D1" w:rsidRDefault="00FA0336" w:rsidP="00A515EB">
            <w:r>
              <w:t>Улучшение материального положения пенсионеров муниципальной службы Старотитаровского сельского поселения Темрюкского района</w:t>
            </w:r>
          </w:p>
        </w:tc>
        <w:tc>
          <w:tcPr>
            <w:tcW w:w="2880" w:type="dxa"/>
            <w:noWrap/>
          </w:tcPr>
          <w:p w:rsidR="00FA0336" w:rsidRPr="00B45B21" w:rsidRDefault="00FA0336" w:rsidP="00A515EB">
            <w:r>
              <w:t>Улучшение материального положения пенсионеров муниципальной службы Старотитаровского сельского поселения Темрюкского района</w:t>
            </w:r>
          </w:p>
        </w:tc>
        <w:tc>
          <w:tcPr>
            <w:tcW w:w="1260" w:type="dxa"/>
            <w:noWrap/>
            <w:vAlign w:val="bottom"/>
          </w:tcPr>
          <w:p w:rsidR="00FA0336" w:rsidRPr="00AF5C5E" w:rsidRDefault="00FA0336" w:rsidP="00263A2B">
            <w:pPr>
              <w:spacing w:before="40"/>
              <w:rPr>
                <w:color w:val="000000"/>
              </w:rPr>
            </w:pPr>
          </w:p>
        </w:tc>
      </w:tr>
    </w:tbl>
    <w:p w:rsidR="00FA0336" w:rsidRPr="006E4ED9" w:rsidRDefault="00FA0336" w:rsidP="00263A2B">
      <w:pPr>
        <w:sectPr w:rsidR="00FA0336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A0336" w:rsidRPr="001E4551" w:rsidRDefault="00FA03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A0336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A0336" w:rsidRDefault="00FA0336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FA0336" w:rsidRPr="00587E76" w:rsidRDefault="00FA0336" w:rsidP="00587E76">
      <w:pPr>
        <w:jc w:val="center"/>
        <w:rPr>
          <w:b/>
          <w:sz w:val="28"/>
          <w:szCs w:val="28"/>
        </w:rPr>
      </w:pPr>
    </w:p>
    <w:p w:rsidR="00FA0336" w:rsidRPr="00587E76" w:rsidRDefault="00FA0336" w:rsidP="00587E76">
      <w:pPr>
        <w:jc w:val="center"/>
        <w:rPr>
          <w:b/>
        </w:rPr>
      </w:pPr>
    </w:p>
    <w:p w:rsidR="00FA0336" w:rsidRPr="00A92AB5" w:rsidRDefault="00FA0336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</w:t>
      </w:r>
      <w:r w:rsidRPr="00A92AB5">
        <w:rPr>
          <w:b/>
          <w:sz w:val="28"/>
          <w:szCs w:val="28"/>
        </w:rPr>
        <w:t>программы «</w:t>
      </w:r>
      <w:r w:rsidRPr="00A515EB">
        <w:rPr>
          <w:b/>
          <w:sz w:val="28"/>
          <w:szCs w:val="28"/>
        </w:rPr>
        <w:t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</w:t>
      </w:r>
      <w:r>
        <w:rPr>
          <w:b/>
          <w:sz w:val="28"/>
          <w:szCs w:val="28"/>
        </w:rPr>
        <w:t>а</w:t>
      </w:r>
      <w:r w:rsidRPr="00A92AB5">
        <w:rPr>
          <w:b/>
          <w:sz w:val="28"/>
          <w:szCs w:val="28"/>
        </w:rPr>
        <w:t>» на 2015 год за счет всех источников финансирования</w:t>
      </w:r>
    </w:p>
    <w:p w:rsidR="00FA0336" w:rsidRPr="00A92AB5" w:rsidRDefault="00FA0336" w:rsidP="00263A2B">
      <w:pPr>
        <w:rPr>
          <w:sz w:val="28"/>
          <w:szCs w:val="28"/>
        </w:rPr>
      </w:pPr>
    </w:p>
    <w:p w:rsidR="00FA0336" w:rsidRPr="00A92AB5" w:rsidRDefault="00FA0336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FA0336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FA0336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</w:p>
        </w:tc>
      </w:tr>
      <w:tr w:rsidR="00FA0336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FA0336" w:rsidRPr="00EB2A40" w:rsidRDefault="00FA0336" w:rsidP="00EB2A40">
            <w:pPr>
              <w:jc w:val="center"/>
            </w:pPr>
            <w:r w:rsidRPr="00FB402A">
              <w:rPr>
                <w:b/>
              </w:rPr>
              <w:t>«</w:t>
            </w:r>
            <w:r>
              <w:rPr>
                <w:b/>
              </w:rPr>
              <w:t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района» на 2015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FA0336" w:rsidRPr="00286F40" w:rsidRDefault="00FA0336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FA0336" w:rsidRPr="00FA0A43" w:rsidRDefault="00FA0336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66,6</w:t>
            </w:r>
          </w:p>
        </w:tc>
        <w:tc>
          <w:tcPr>
            <w:tcW w:w="1548" w:type="dxa"/>
            <w:noWrap/>
            <w:vAlign w:val="bottom"/>
          </w:tcPr>
          <w:p w:rsidR="00FA0336" w:rsidRPr="00FA0A43" w:rsidRDefault="00FA0336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66,6</w:t>
            </w:r>
          </w:p>
        </w:tc>
        <w:tc>
          <w:tcPr>
            <w:tcW w:w="1540" w:type="dxa"/>
            <w:noWrap/>
            <w:vAlign w:val="bottom"/>
          </w:tcPr>
          <w:p w:rsidR="00FA0336" w:rsidRPr="00FA0A43" w:rsidRDefault="00FA0336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FA03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A0336" w:rsidRPr="00286F40" w:rsidRDefault="00FA0336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FA0336" w:rsidRPr="00286F40" w:rsidRDefault="00FA0336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66,6</w:t>
            </w:r>
          </w:p>
        </w:tc>
        <w:tc>
          <w:tcPr>
            <w:tcW w:w="1548" w:type="dxa"/>
            <w:noWrap/>
            <w:vAlign w:val="bottom"/>
          </w:tcPr>
          <w:p w:rsidR="00FA0336" w:rsidRPr="00286F40" w:rsidRDefault="00FA0336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66,6</w:t>
            </w:r>
          </w:p>
        </w:tc>
        <w:tc>
          <w:tcPr>
            <w:tcW w:w="154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FA0336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A0336" w:rsidRPr="00286F40" w:rsidRDefault="00FA0336" w:rsidP="00304CE6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FA0336" w:rsidRPr="00286F40" w:rsidRDefault="00FA0336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FA0336" w:rsidRPr="00286F40" w:rsidRDefault="00FA0336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FA0336" w:rsidRPr="00286F40" w:rsidTr="00EB2A40">
        <w:trPr>
          <w:trHeight w:val="1735"/>
        </w:trPr>
        <w:tc>
          <w:tcPr>
            <w:tcW w:w="3233" w:type="dxa"/>
            <w:vMerge/>
            <w:vAlign w:val="center"/>
          </w:tcPr>
          <w:p w:rsidR="00FA0336" w:rsidRPr="00286F40" w:rsidRDefault="00FA0336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FA0336" w:rsidRPr="00286F40" w:rsidRDefault="00FA0336" w:rsidP="00304CE6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FA0336" w:rsidRPr="00286F40" w:rsidRDefault="00FA0336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66,6</w:t>
            </w:r>
          </w:p>
        </w:tc>
        <w:tc>
          <w:tcPr>
            <w:tcW w:w="1548" w:type="dxa"/>
            <w:noWrap/>
            <w:vAlign w:val="bottom"/>
          </w:tcPr>
          <w:p w:rsidR="00FA0336" w:rsidRPr="00286F40" w:rsidRDefault="00FA0336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66,6</w:t>
            </w:r>
          </w:p>
        </w:tc>
        <w:tc>
          <w:tcPr>
            <w:tcW w:w="154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FA0336" w:rsidRPr="006E4ED9" w:rsidRDefault="00FA0336" w:rsidP="00263A2B">
      <w:pPr>
        <w:sectPr w:rsidR="00FA0336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FA0336" w:rsidRPr="001E4551" w:rsidRDefault="00FA03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A0336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A0336" w:rsidRDefault="00FA0336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FA0336" w:rsidRPr="00587E76" w:rsidRDefault="00FA0336" w:rsidP="00587E76">
      <w:pPr>
        <w:jc w:val="center"/>
        <w:rPr>
          <w:b/>
          <w:sz w:val="28"/>
          <w:szCs w:val="28"/>
        </w:rPr>
      </w:pPr>
    </w:p>
    <w:p w:rsidR="00FA0336" w:rsidRPr="00587E76" w:rsidRDefault="00FA0336" w:rsidP="00587E76">
      <w:pPr>
        <w:jc w:val="center"/>
        <w:rPr>
          <w:b/>
          <w:sz w:val="28"/>
          <w:szCs w:val="28"/>
          <w:highlight w:val="yellow"/>
        </w:rPr>
      </w:pPr>
    </w:p>
    <w:p w:rsidR="00FA0336" w:rsidRPr="00587E76" w:rsidRDefault="00FA0336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Pr="00A92AB5">
        <w:rPr>
          <w:b/>
          <w:sz w:val="28"/>
          <w:szCs w:val="28"/>
        </w:rPr>
        <w:t xml:space="preserve"> </w:t>
      </w:r>
      <w:r w:rsidRPr="00A515EB">
        <w:rPr>
          <w:b/>
          <w:sz w:val="28"/>
          <w:szCs w:val="28"/>
        </w:rPr>
        <w:t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</w:t>
      </w:r>
      <w:r>
        <w:rPr>
          <w:b/>
          <w:sz w:val="28"/>
          <w:szCs w:val="28"/>
        </w:rPr>
        <w:t>а</w:t>
      </w:r>
      <w:r w:rsidRPr="00A92AB5">
        <w:rPr>
          <w:b/>
          <w:sz w:val="28"/>
          <w:szCs w:val="28"/>
        </w:rPr>
        <w:t>» на 2015 год</w:t>
      </w:r>
    </w:p>
    <w:p w:rsidR="00FA0336" w:rsidRPr="006E4ED9" w:rsidRDefault="00FA0336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FA0336" w:rsidRPr="00286F40" w:rsidTr="00047A74">
        <w:trPr>
          <w:trHeight w:val="20"/>
        </w:trPr>
        <w:tc>
          <w:tcPr>
            <w:tcW w:w="540" w:type="dxa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FA0336" w:rsidRPr="00286F40" w:rsidRDefault="00FA0336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FA0336" w:rsidRPr="00286F40" w:rsidTr="00047A74">
        <w:trPr>
          <w:trHeight w:val="20"/>
        </w:trPr>
        <w:tc>
          <w:tcPr>
            <w:tcW w:w="540" w:type="dxa"/>
            <w:noWrap/>
          </w:tcPr>
          <w:p w:rsidR="00FA0336" w:rsidRPr="00A92AB5" w:rsidRDefault="00FA0336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FA0336" w:rsidRPr="00A92AB5" w:rsidRDefault="00FA0336" w:rsidP="00A92AB5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>Старотитаровского сельского поселения Темрюкского района «Об утверждении муниципальной программы «</w:t>
            </w:r>
            <w:r>
              <w:t xml:space="preserve"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района </w:t>
            </w:r>
            <w:r w:rsidRPr="00A92AB5">
              <w:t>» на 2015 год</w:t>
            </w:r>
          </w:p>
          <w:p w:rsidR="00FA0336" w:rsidRPr="00A92AB5" w:rsidRDefault="00FA0336" w:rsidP="00E355B4">
            <w:r w:rsidRPr="00A92AB5">
              <w:rPr>
                <w:bCs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16.04.2015</w:t>
            </w:r>
          </w:p>
        </w:tc>
        <w:tc>
          <w:tcPr>
            <w:tcW w:w="154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5796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FA0336" w:rsidRPr="00286F40" w:rsidTr="00047A74">
        <w:trPr>
          <w:trHeight w:val="20"/>
        </w:trPr>
        <w:tc>
          <w:tcPr>
            <w:tcW w:w="540" w:type="dxa"/>
            <w:noWrap/>
          </w:tcPr>
          <w:p w:rsidR="00FA0336" w:rsidRPr="00A92AB5" w:rsidRDefault="00FA0336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FA0336" w:rsidRPr="009867F8" w:rsidRDefault="00FA0336" w:rsidP="009867F8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 xml:space="preserve">Старотитаровского сельского поселения Темрюкского района О внесении изменений в постановление </w:t>
            </w:r>
            <w:r w:rsidRPr="00A92AB5">
              <w:rPr>
                <w:color w:val="000000"/>
              </w:rPr>
              <w:t xml:space="preserve">Администрации </w:t>
            </w:r>
            <w:r w:rsidRPr="00A92AB5">
              <w:t>Старотитаровского сельского поселения Темрюкского района «</w:t>
            </w:r>
            <w:r>
              <w:t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района</w:t>
            </w:r>
            <w:r w:rsidRPr="00A92AB5">
              <w:t>» на 2015 год</w:t>
            </w:r>
          </w:p>
        </w:tc>
        <w:tc>
          <w:tcPr>
            <w:tcW w:w="166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31.12.15</w:t>
            </w:r>
          </w:p>
        </w:tc>
        <w:tc>
          <w:tcPr>
            <w:tcW w:w="1540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579</w:t>
            </w:r>
          </w:p>
        </w:tc>
        <w:tc>
          <w:tcPr>
            <w:tcW w:w="5796" w:type="dxa"/>
            <w:noWrap/>
            <w:vAlign w:val="bottom"/>
          </w:tcPr>
          <w:p w:rsidR="00FA0336" w:rsidRPr="00286F40" w:rsidRDefault="00FA0336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FA0336" w:rsidRPr="006E4ED9" w:rsidRDefault="00FA0336" w:rsidP="00263A2B">
      <w:pPr>
        <w:sectPr w:rsidR="00FA0336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FA0336" w:rsidRPr="001E4551" w:rsidRDefault="00FA0336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FA0336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FA0336" w:rsidRPr="001E4551" w:rsidRDefault="00FA0336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FA0336" w:rsidRDefault="00FA0336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FA0336" w:rsidRPr="00587E76" w:rsidRDefault="00FA0336" w:rsidP="00587E76">
      <w:pPr>
        <w:jc w:val="center"/>
        <w:rPr>
          <w:sz w:val="28"/>
          <w:szCs w:val="28"/>
        </w:rPr>
      </w:pPr>
    </w:p>
    <w:p w:rsidR="00FA0336" w:rsidRPr="00587E76" w:rsidRDefault="00FA0336" w:rsidP="00587E76">
      <w:pPr>
        <w:jc w:val="center"/>
        <w:rPr>
          <w:b/>
        </w:rPr>
      </w:pPr>
    </w:p>
    <w:p w:rsidR="00FA0336" w:rsidRPr="003F65B7" w:rsidRDefault="00FA0336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A515EB">
        <w:rPr>
          <w:b/>
          <w:sz w:val="28"/>
          <w:szCs w:val="28"/>
        </w:rPr>
        <w:t>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</w:t>
      </w:r>
      <w:r>
        <w:rPr>
          <w:b/>
          <w:sz w:val="28"/>
          <w:szCs w:val="28"/>
        </w:rPr>
        <w:t>а»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FA0336" w:rsidRDefault="00FA0336" w:rsidP="0032350C">
      <w:pPr>
        <w:rPr>
          <w:sz w:val="28"/>
          <w:szCs w:val="28"/>
        </w:rPr>
      </w:pPr>
    </w:p>
    <w:p w:rsidR="00FA0336" w:rsidRPr="00587E76" w:rsidRDefault="00FA0336" w:rsidP="00587E76">
      <w:pPr>
        <w:jc w:val="center"/>
        <w:rPr>
          <w:b/>
          <w:sz w:val="28"/>
          <w:szCs w:val="28"/>
        </w:rPr>
      </w:pPr>
    </w:p>
    <w:p w:rsidR="00FA0336" w:rsidRPr="00286F40" w:rsidRDefault="00FA0336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FA0336" w:rsidRPr="00286F40" w:rsidTr="001F6C5B">
        <w:tc>
          <w:tcPr>
            <w:tcW w:w="3600" w:type="dxa"/>
            <w:vMerge w:val="restart"/>
            <w:vAlign w:val="center"/>
          </w:tcPr>
          <w:p w:rsidR="00FA0336" w:rsidRPr="00A92AB5" w:rsidRDefault="00FA0336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FA0336" w:rsidRPr="00286F40" w:rsidTr="001F6C5B">
        <w:tc>
          <w:tcPr>
            <w:tcW w:w="3600" w:type="dxa"/>
            <w:vMerge/>
            <w:vAlign w:val="center"/>
          </w:tcPr>
          <w:p w:rsidR="00FA0336" w:rsidRPr="00A92AB5" w:rsidRDefault="00FA0336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753931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753931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753931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753931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FA0336" w:rsidRPr="008B475F" w:rsidRDefault="00FA0336" w:rsidP="008B475F">
            <w:pPr>
              <w:tabs>
                <w:tab w:val="left" w:pos="1134"/>
              </w:tabs>
              <w:spacing w:before="40"/>
              <w:jc w:val="center"/>
            </w:pPr>
            <w:r w:rsidRPr="00753931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FA0336" w:rsidRPr="006E4ED9" w:rsidTr="001F6C5B">
        <w:tc>
          <w:tcPr>
            <w:tcW w:w="3600" w:type="dxa"/>
          </w:tcPr>
          <w:p w:rsidR="00FA0336" w:rsidRPr="009867F8" w:rsidRDefault="00FA0336" w:rsidP="00A92AB5">
            <w:r w:rsidRPr="009867F8">
              <w:t>МП «Пенсионное обеспечение за выслугу лет лицам, занимавшим муниципальные должности и должности муниципальной службы Старотитаровского сельского поселения Темрюкского района» на 2015 год</w:t>
            </w:r>
          </w:p>
          <w:p w:rsidR="00FA0336" w:rsidRPr="00C76295" w:rsidRDefault="00FA0336" w:rsidP="00C76295">
            <w:r w:rsidRPr="009867F8">
              <w:t>за счет всех источников</w:t>
            </w:r>
            <w:r w:rsidRPr="00A92AB5">
              <w:t xml:space="preserve"> финансирования</w:t>
            </w:r>
          </w:p>
        </w:tc>
        <w:tc>
          <w:tcPr>
            <w:tcW w:w="1620" w:type="dxa"/>
          </w:tcPr>
          <w:p w:rsidR="00FA0336" w:rsidRPr="00E5770B" w:rsidRDefault="00FA0336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FA0336" w:rsidRPr="00E5770B" w:rsidRDefault="00FA0336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FA0336" w:rsidRPr="00E5770B" w:rsidRDefault="00FA0336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FA0336" w:rsidRPr="00E5770B" w:rsidRDefault="00FA0336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FA0336" w:rsidRPr="00E5770B" w:rsidRDefault="00FA0336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FA0336" w:rsidRDefault="00FA0336" w:rsidP="009867F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FA0336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336" w:rsidRDefault="00FA0336" w:rsidP="00E1044C">
      <w:r>
        <w:separator/>
      </w:r>
    </w:p>
  </w:endnote>
  <w:endnote w:type="continuationSeparator" w:id="0">
    <w:p w:rsidR="00FA0336" w:rsidRDefault="00FA0336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336" w:rsidRDefault="00FA0336" w:rsidP="00E1044C">
      <w:r>
        <w:separator/>
      </w:r>
    </w:p>
  </w:footnote>
  <w:footnote w:type="continuationSeparator" w:id="0">
    <w:p w:rsidR="00FA0336" w:rsidRDefault="00FA0336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36" w:rsidRDefault="00FA0336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5</w:t>
    </w:r>
    <w:r w:rsidRPr="00486D96">
      <w:rPr>
        <w:sz w:val="28"/>
        <w:szCs w:val="28"/>
      </w:rPr>
      <w:fldChar w:fldCharType="end"/>
    </w:r>
  </w:p>
  <w:p w:rsidR="00FA0336" w:rsidRDefault="00FA03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336" w:rsidRDefault="00FA0336">
    <w:pPr>
      <w:pStyle w:val="Header"/>
      <w:jc w:val="center"/>
    </w:pPr>
  </w:p>
  <w:p w:rsidR="00FA0336" w:rsidRDefault="00FA03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4EBB"/>
    <w:rsid w:val="000B28F5"/>
    <w:rsid w:val="001064AA"/>
    <w:rsid w:val="00107AB8"/>
    <w:rsid w:val="001348C0"/>
    <w:rsid w:val="00144ADF"/>
    <w:rsid w:val="00145A22"/>
    <w:rsid w:val="001772B4"/>
    <w:rsid w:val="001A3D6E"/>
    <w:rsid w:val="001B5607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304CE6"/>
    <w:rsid w:val="0032350C"/>
    <w:rsid w:val="00347E67"/>
    <w:rsid w:val="003705D6"/>
    <w:rsid w:val="00372E4E"/>
    <w:rsid w:val="003732ED"/>
    <w:rsid w:val="003B30CF"/>
    <w:rsid w:val="003C07D1"/>
    <w:rsid w:val="003D424D"/>
    <w:rsid w:val="003E729F"/>
    <w:rsid w:val="003F5067"/>
    <w:rsid w:val="003F65B7"/>
    <w:rsid w:val="0042508C"/>
    <w:rsid w:val="00436361"/>
    <w:rsid w:val="00442A36"/>
    <w:rsid w:val="00473A63"/>
    <w:rsid w:val="00486D96"/>
    <w:rsid w:val="00496101"/>
    <w:rsid w:val="004B4F4A"/>
    <w:rsid w:val="004F4102"/>
    <w:rsid w:val="005015B0"/>
    <w:rsid w:val="00562830"/>
    <w:rsid w:val="00587E76"/>
    <w:rsid w:val="005A28CA"/>
    <w:rsid w:val="005B265F"/>
    <w:rsid w:val="005B4E99"/>
    <w:rsid w:val="005F0A3F"/>
    <w:rsid w:val="005F45A4"/>
    <w:rsid w:val="00602478"/>
    <w:rsid w:val="006073EF"/>
    <w:rsid w:val="00624700"/>
    <w:rsid w:val="00632453"/>
    <w:rsid w:val="00663EB6"/>
    <w:rsid w:val="006800DC"/>
    <w:rsid w:val="006867E6"/>
    <w:rsid w:val="0069662E"/>
    <w:rsid w:val="006E4ED9"/>
    <w:rsid w:val="00713E71"/>
    <w:rsid w:val="00717C20"/>
    <w:rsid w:val="00720160"/>
    <w:rsid w:val="00753931"/>
    <w:rsid w:val="00756CB9"/>
    <w:rsid w:val="007A0DD2"/>
    <w:rsid w:val="007A682A"/>
    <w:rsid w:val="007C3A7B"/>
    <w:rsid w:val="007D0A21"/>
    <w:rsid w:val="007E44FE"/>
    <w:rsid w:val="007E7EFA"/>
    <w:rsid w:val="00804838"/>
    <w:rsid w:val="00850A3C"/>
    <w:rsid w:val="00882A62"/>
    <w:rsid w:val="00885670"/>
    <w:rsid w:val="00886E7B"/>
    <w:rsid w:val="008940AC"/>
    <w:rsid w:val="008A369A"/>
    <w:rsid w:val="008A4228"/>
    <w:rsid w:val="008B475F"/>
    <w:rsid w:val="008D61C1"/>
    <w:rsid w:val="00912C49"/>
    <w:rsid w:val="00927C64"/>
    <w:rsid w:val="00954CEC"/>
    <w:rsid w:val="00976B0E"/>
    <w:rsid w:val="009867F8"/>
    <w:rsid w:val="009C5F38"/>
    <w:rsid w:val="009D6FC6"/>
    <w:rsid w:val="009E77C7"/>
    <w:rsid w:val="00A061C6"/>
    <w:rsid w:val="00A2306F"/>
    <w:rsid w:val="00A34D56"/>
    <w:rsid w:val="00A4608F"/>
    <w:rsid w:val="00A515EB"/>
    <w:rsid w:val="00A54CE3"/>
    <w:rsid w:val="00A837D0"/>
    <w:rsid w:val="00A858B0"/>
    <w:rsid w:val="00A85A55"/>
    <w:rsid w:val="00A92AB5"/>
    <w:rsid w:val="00AA23A9"/>
    <w:rsid w:val="00AC7DAC"/>
    <w:rsid w:val="00AF1C3C"/>
    <w:rsid w:val="00AF5C5E"/>
    <w:rsid w:val="00AF7B05"/>
    <w:rsid w:val="00B0091B"/>
    <w:rsid w:val="00B0366E"/>
    <w:rsid w:val="00B0503E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C2318A"/>
    <w:rsid w:val="00C4197A"/>
    <w:rsid w:val="00C4631F"/>
    <w:rsid w:val="00C759F4"/>
    <w:rsid w:val="00C76295"/>
    <w:rsid w:val="00C90E94"/>
    <w:rsid w:val="00C939EC"/>
    <w:rsid w:val="00CA1D3F"/>
    <w:rsid w:val="00CC73F7"/>
    <w:rsid w:val="00CD1066"/>
    <w:rsid w:val="00CD4C11"/>
    <w:rsid w:val="00CD5D80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4319"/>
    <w:rsid w:val="00EB29D1"/>
    <w:rsid w:val="00EB2A40"/>
    <w:rsid w:val="00EB712B"/>
    <w:rsid w:val="00EE0597"/>
    <w:rsid w:val="00F2630D"/>
    <w:rsid w:val="00F30378"/>
    <w:rsid w:val="00F369E4"/>
    <w:rsid w:val="00FA0336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72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7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5171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9872517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99872517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99872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405</TotalTime>
  <Pages>5</Pages>
  <Words>1016</Words>
  <Characters>5794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39</cp:revision>
  <cp:lastPrinted>2014-09-16T06:37:00Z</cp:lastPrinted>
  <dcterms:created xsi:type="dcterms:W3CDTF">2014-09-16T06:37:00Z</dcterms:created>
  <dcterms:modified xsi:type="dcterms:W3CDTF">2016-02-18T11:45:00Z</dcterms:modified>
</cp:coreProperties>
</file>