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F51" w:rsidRPr="001E4551" w:rsidRDefault="00C05F51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05F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05F51" w:rsidRDefault="00C05F51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C05F51" w:rsidRPr="00587E76" w:rsidRDefault="00C05F51" w:rsidP="00587E76">
      <w:pPr>
        <w:jc w:val="center"/>
        <w:rPr>
          <w:sz w:val="28"/>
          <w:szCs w:val="28"/>
        </w:rPr>
      </w:pPr>
    </w:p>
    <w:p w:rsidR="00C05F51" w:rsidRPr="006E4ED9" w:rsidRDefault="00C05F51" w:rsidP="00263A2B"/>
    <w:p w:rsidR="00C05F51" w:rsidRPr="003F65B7" w:rsidRDefault="00C05F51" w:rsidP="003B30CF">
      <w:pPr>
        <w:jc w:val="center"/>
        <w:rPr>
          <w:b/>
          <w:sz w:val="28"/>
          <w:szCs w:val="28"/>
        </w:rPr>
      </w:pPr>
      <w:hyperlink r:id="rId7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>
        <w:rPr>
          <w:b/>
          <w:sz w:val="28"/>
          <w:szCs w:val="28"/>
        </w:rPr>
        <w:t xml:space="preserve"> «Обеспечение функций муниципальных казенных учреждений»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год.</w:t>
      </w:r>
    </w:p>
    <w:p w:rsidR="00C05F51" w:rsidRPr="00587E76" w:rsidRDefault="00C05F51" w:rsidP="00587E76">
      <w:pPr>
        <w:jc w:val="center"/>
        <w:rPr>
          <w:b/>
          <w:sz w:val="28"/>
          <w:szCs w:val="28"/>
        </w:rPr>
      </w:pPr>
    </w:p>
    <w:p w:rsidR="00C05F51" w:rsidRPr="006E4ED9" w:rsidRDefault="00C05F51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C05F51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C05F51" w:rsidRPr="006E4ED9" w:rsidTr="00DB7C47">
        <w:trPr>
          <w:trHeight w:val="1230"/>
        </w:trPr>
        <w:tc>
          <w:tcPr>
            <w:tcW w:w="551" w:type="dxa"/>
            <w:vMerge/>
            <w:vAlign w:val="center"/>
          </w:tcPr>
          <w:p w:rsidR="00C05F51" w:rsidRPr="006E4ED9" w:rsidRDefault="00C05F51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C05F51" w:rsidRPr="006E4ED9" w:rsidRDefault="00C05F51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C05F51" w:rsidRPr="006E4ED9" w:rsidRDefault="00C05F51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C05F51" w:rsidRPr="007D0A21" w:rsidRDefault="00C05F51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C05F51" w:rsidRPr="007D0A21" w:rsidRDefault="00C05F51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C05F51" w:rsidRPr="006E4ED9" w:rsidRDefault="00C05F51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C05F51" w:rsidRPr="006E4ED9" w:rsidRDefault="00C05F51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C05F51" w:rsidRPr="006E4ED9" w:rsidRDefault="00C05F51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C05F51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C05F51" w:rsidRPr="003F65B7" w:rsidRDefault="00C05F51" w:rsidP="003B30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«Обеспечение функций муниципальных казенных учреждений»</w:t>
            </w:r>
            <w:r w:rsidRPr="00033748">
              <w:rPr>
                <w:b/>
                <w:bCs/>
                <w:sz w:val="28"/>
                <w:szCs w:val="28"/>
              </w:rPr>
              <w:t xml:space="preserve"> в Старотитаровском сельском поселении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33748">
              <w:rPr>
                <w:b/>
                <w:bCs/>
                <w:sz w:val="28"/>
                <w:szCs w:val="28"/>
              </w:rPr>
              <w:t>Темрюкского района на 201</w:t>
            </w:r>
            <w:r>
              <w:rPr>
                <w:b/>
                <w:bCs/>
                <w:sz w:val="28"/>
                <w:szCs w:val="28"/>
              </w:rPr>
              <w:t>5 год.</w:t>
            </w:r>
          </w:p>
          <w:p w:rsidR="00C05F51" w:rsidRPr="00AF5C5E" w:rsidRDefault="00C05F51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C05F51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>
              <w:t>К</w:t>
            </w:r>
            <w:r w:rsidRPr="00B73C78">
              <w:t>оличество обслуживаемых учреждений</w:t>
            </w:r>
          </w:p>
        </w:tc>
        <w:tc>
          <w:tcPr>
            <w:tcW w:w="1000" w:type="dxa"/>
            <w:noWrap/>
          </w:tcPr>
          <w:p w:rsidR="00C05F51" w:rsidRPr="00B73C78" w:rsidRDefault="00C05F51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bottom"/>
          </w:tcPr>
          <w:p w:rsidR="00C05F51" w:rsidRPr="00AF5C5E" w:rsidRDefault="00C05F51" w:rsidP="003B30CF">
            <w:pPr>
              <w:spacing w:before="40"/>
              <w:jc w:val="center"/>
              <w:rPr>
                <w:color w:val="000000"/>
              </w:rPr>
            </w:pPr>
          </w:p>
          <w:p w:rsidR="00C05F51" w:rsidRPr="00AF5C5E" w:rsidRDefault="00C05F51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C05F51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</w:tcPr>
          <w:p w:rsidR="00C05F51" w:rsidRPr="00B73C78" w:rsidRDefault="00C05F51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B73C78">
              <w:rPr>
                <w:rFonts w:ascii="Times New Roman" w:hAnsi="Times New Roman"/>
              </w:rPr>
              <w:t>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000" w:type="dxa"/>
            <w:noWrap/>
          </w:tcPr>
          <w:p w:rsidR="00C05F51" w:rsidRPr="00B73C78" w:rsidRDefault="00C05F51" w:rsidP="002C0E6C">
            <w:pPr>
              <w:pStyle w:val="Header"/>
              <w:jc w:val="center"/>
            </w:pPr>
            <w:r>
              <w:t>е</w:t>
            </w:r>
            <w:r w:rsidRPr="00B73C78">
              <w:t>д</w:t>
            </w:r>
            <w:r>
              <w:t>.</w:t>
            </w:r>
          </w:p>
        </w:tc>
        <w:tc>
          <w:tcPr>
            <w:tcW w:w="1756" w:type="dxa"/>
            <w:noWrap/>
            <w:vAlign w:val="bottom"/>
          </w:tcPr>
          <w:p w:rsidR="00C05F51" w:rsidRPr="00AF5C5E" w:rsidRDefault="00C05F51" w:rsidP="003B30CF">
            <w:pPr>
              <w:spacing w:before="40"/>
              <w:jc w:val="center"/>
              <w:rPr>
                <w:color w:val="000000"/>
              </w:rPr>
            </w:pPr>
          </w:p>
          <w:p w:rsidR="00C05F51" w:rsidRPr="00AF5C5E" w:rsidRDefault="00C05F51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C05F51" w:rsidRPr="00AF5C5E" w:rsidTr="00DB7C47">
        <w:trPr>
          <w:trHeight w:val="16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C05F51" w:rsidRPr="00145A22" w:rsidRDefault="00C05F51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C05F51" w:rsidRDefault="00C05F51" w:rsidP="002C0E6C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C05F51" w:rsidRPr="00AF5C5E" w:rsidRDefault="00C05F51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  <w:p w:rsidR="00C05F51" w:rsidRPr="00AF5C5E" w:rsidRDefault="00C05F51" w:rsidP="003B30C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C05F51" w:rsidRPr="00AF5C5E" w:rsidTr="00DB7C47">
        <w:trPr>
          <w:trHeight w:val="260"/>
        </w:trPr>
        <w:tc>
          <w:tcPr>
            <w:tcW w:w="551" w:type="dxa"/>
            <w:tcBorders>
              <w:top w:val="single" w:sz="4" w:space="0" w:color="auto"/>
            </w:tcBorders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noWrap/>
          </w:tcPr>
          <w:p w:rsidR="00C05F51" w:rsidRPr="00B76DE6" w:rsidRDefault="00C05F51" w:rsidP="002C0E6C">
            <w:pPr>
              <w:rPr>
                <w:bCs/>
              </w:rPr>
            </w:pPr>
            <w:r>
              <w:rPr>
                <w:bCs/>
              </w:rPr>
              <w:t>У</w:t>
            </w:r>
            <w:r w:rsidRPr="00B76DE6">
              <w:rPr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noWrap/>
          </w:tcPr>
          <w:p w:rsidR="00C05F51" w:rsidRDefault="00C05F51" w:rsidP="002C0E6C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noWrap/>
            <w:vAlign w:val="bottom"/>
          </w:tcPr>
          <w:p w:rsidR="00C05F51" w:rsidRPr="00AF5C5E" w:rsidRDefault="00C05F51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</w:p>
        </w:tc>
      </w:tr>
      <w:tr w:rsidR="00C05F51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927C64">
              <w:rPr>
                <w:b/>
              </w:rPr>
              <w:t>Подпрограмма №1 «Обеспечение ведения бухгалтерского учета»</w:t>
            </w:r>
          </w:p>
        </w:tc>
      </w:tr>
      <w:tr w:rsidR="00C05F51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C05F51" w:rsidRPr="00AF5C5E" w:rsidRDefault="00C05F51" w:rsidP="002C0E6C">
            <w:pPr>
              <w:spacing w:before="40"/>
              <w:rPr>
                <w:color w:val="000000"/>
              </w:rPr>
            </w:pPr>
            <w:r>
              <w:t>К</w:t>
            </w:r>
            <w:r w:rsidRPr="00B73C78">
              <w:t>оличество обслуживаемых учреждений</w:t>
            </w:r>
          </w:p>
        </w:tc>
        <w:tc>
          <w:tcPr>
            <w:tcW w:w="1000" w:type="dxa"/>
            <w:noWrap/>
          </w:tcPr>
          <w:p w:rsidR="00C05F51" w:rsidRPr="00B73C78" w:rsidRDefault="00C05F51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bottom"/>
          </w:tcPr>
          <w:p w:rsidR="00C05F51" w:rsidRPr="00AF5C5E" w:rsidRDefault="00C05F51" w:rsidP="002C0E6C">
            <w:pPr>
              <w:spacing w:before="40"/>
              <w:jc w:val="center"/>
              <w:rPr>
                <w:color w:val="000000"/>
              </w:rPr>
            </w:pPr>
          </w:p>
          <w:p w:rsidR="00C05F51" w:rsidRPr="00AF5C5E" w:rsidRDefault="00C05F51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bottom"/>
          </w:tcPr>
          <w:p w:rsidR="00C05F51" w:rsidRPr="00AF5C5E" w:rsidRDefault="00C05F51" w:rsidP="002C0E6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6</w:t>
            </w:r>
          </w:p>
        </w:tc>
        <w:tc>
          <w:tcPr>
            <w:tcW w:w="1240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C05F51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</w:tcPr>
          <w:p w:rsidR="00C05F51" w:rsidRPr="00B73C78" w:rsidRDefault="00C05F51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B73C78">
              <w:rPr>
                <w:rFonts w:ascii="Times New Roman" w:hAnsi="Times New Roman"/>
              </w:rPr>
              <w:t>арушение сроков предоставления форм бюджетной отчетности по всем обслуживаемым учреждениям</w:t>
            </w:r>
          </w:p>
        </w:tc>
        <w:tc>
          <w:tcPr>
            <w:tcW w:w="1000" w:type="dxa"/>
            <w:noWrap/>
          </w:tcPr>
          <w:p w:rsidR="00C05F51" w:rsidRPr="00B73C78" w:rsidRDefault="00C05F51" w:rsidP="002C0E6C">
            <w:pPr>
              <w:pStyle w:val="Header"/>
              <w:jc w:val="center"/>
            </w:pPr>
            <w:r>
              <w:t>е</w:t>
            </w:r>
            <w:r w:rsidRPr="00B73C78">
              <w:t>д</w:t>
            </w:r>
            <w:r>
              <w:t>.</w:t>
            </w:r>
          </w:p>
        </w:tc>
        <w:tc>
          <w:tcPr>
            <w:tcW w:w="1756" w:type="dxa"/>
            <w:noWrap/>
            <w:vAlign w:val="bottom"/>
          </w:tcPr>
          <w:p w:rsidR="00C05F51" w:rsidRPr="00AF5C5E" w:rsidRDefault="00C05F51" w:rsidP="002C0E6C">
            <w:pPr>
              <w:spacing w:before="40"/>
              <w:jc w:val="center"/>
              <w:rPr>
                <w:color w:val="000000"/>
              </w:rPr>
            </w:pPr>
          </w:p>
          <w:p w:rsidR="00C05F51" w:rsidRPr="00AF5C5E" w:rsidRDefault="00C05F51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bottom"/>
          </w:tcPr>
          <w:p w:rsidR="00C05F51" w:rsidRPr="00AF5C5E" w:rsidRDefault="00C05F51" w:rsidP="002C0E6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C05F51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tcBorders>
              <w:top w:val="nil"/>
            </w:tcBorders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hyperlink w:anchor="sub_2000" w:history="1">
              <w:r w:rsidRPr="00A4608F">
                <w:rPr>
                  <w:rStyle w:val="a1"/>
                  <w:color w:val="auto"/>
                </w:rPr>
                <w:t>Подпрограмма</w:t>
              </w:r>
            </w:hyperlink>
            <w:r w:rsidRPr="00927C64">
              <w:rPr>
                <w:b/>
              </w:rPr>
              <w:t xml:space="preserve"> №2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t xml:space="preserve"> </w:t>
            </w:r>
            <w:r w:rsidRPr="00D34517">
              <w:rPr>
                <w:bCs/>
              </w:rPr>
              <w:t>»</w:t>
            </w:r>
          </w:p>
        </w:tc>
      </w:tr>
      <w:tr w:rsidR="00C05F51" w:rsidRPr="00AF5C5E" w:rsidTr="0042508C">
        <w:trPr>
          <w:trHeight w:val="20"/>
        </w:trPr>
        <w:tc>
          <w:tcPr>
            <w:tcW w:w="551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</w:tcPr>
          <w:p w:rsidR="00C05F51" w:rsidRPr="00145A22" w:rsidRDefault="00C05F51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A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качества содержания и обслуживания здания администрации Старотитаровского сельского поселения Темрюкского района.</w:t>
            </w:r>
          </w:p>
        </w:tc>
        <w:tc>
          <w:tcPr>
            <w:tcW w:w="1000" w:type="dxa"/>
            <w:noWrap/>
          </w:tcPr>
          <w:p w:rsidR="00C05F51" w:rsidRDefault="00C05F51" w:rsidP="0042508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</w:tcPr>
          <w:p w:rsidR="00C05F51" w:rsidRDefault="00C05F51" w:rsidP="0042508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  <w:p w:rsidR="00C05F51" w:rsidRPr="00AF5C5E" w:rsidRDefault="00C05F51" w:rsidP="0042508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</w:tcPr>
          <w:p w:rsidR="00C05F51" w:rsidRPr="00AF5C5E" w:rsidRDefault="00C05F51" w:rsidP="0042508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40" w:type="dxa"/>
            <w:noWrap/>
          </w:tcPr>
          <w:p w:rsidR="00C05F51" w:rsidRPr="00AF5C5E" w:rsidRDefault="00C05F51" w:rsidP="0042508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</w:tcPr>
          <w:p w:rsidR="00C05F51" w:rsidRPr="00AF5C5E" w:rsidRDefault="00C05F51" w:rsidP="0042508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</w:tcPr>
          <w:p w:rsidR="00C05F51" w:rsidRPr="00AF5C5E" w:rsidRDefault="00C05F51" w:rsidP="0042508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C05F51" w:rsidRPr="00AF5C5E" w:rsidTr="00886E7B">
        <w:trPr>
          <w:trHeight w:val="20"/>
        </w:trPr>
        <w:tc>
          <w:tcPr>
            <w:tcW w:w="551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3170" w:type="dxa"/>
            <w:gridSpan w:val="7"/>
            <w:vAlign w:val="center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C05F51" w:rsidRPr="00AF5C5E" w:rsidRDefault="00C05F51" w:rsidP="00A4608F">
            <w:pPr>
              <w:spacing w:before="40"/>
              <w:jc w:val="center"/>
              <w:rPr>
                <w:color w:val="000000"/>
              </w:rPr>
            </w:pPr>
            <w:r w:rsidRPr="00927C64">
              <w:rPr>
                <w:b/>
                <w:bCs/>
              </w:rPr>
              <w:t xml:space="preserve">Подпрограмма №3 </w:t>
            </w:r>
            <w:r w:rsidRPr="00927C64">
              <w:rPr>
                <w:b/>
              </w:rPr>
              <w:t>«Обеспечение осуществления закупок товаров, работ и услуг для   муниципальных нужд»</w:t>
            </w:r>
          </w:p>
          <w:p w:rsidR="00C05F51" w:rsidRPr="00AF5C5E" w:rsidRDefault="00C05F51" w:rsidP="00A4608F">
            <w:pPr>
              <w:spacing w:before="40"/>
              <w:jc w:val="center"/>
              <w:rPr>
                <w:color w:val="000000"/>
              </w:rPr>
            </w:pPr>
          </w:p>
          <w:p w:rsidR="00C05F51" w:rsidRPr="00AF5C5E" w:rsidRDefault="00C05F51" w:rsidP="00263A2B">
            <w:pPr>
              <w:spacing w:before="40"/>
              <w:jc w:val="right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C05F51" w:rsidRPr="00AF5C5E" w:rsidTr="0042508C">
        <w:trPr>
          <w:trHeight w:val="20"/>
        </w:trPr>
        <w:tc>
          <w:tcPr>
            <w:tcW w:w="551" w:type="dxa"/>
            <w:noWrap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bCs/>
              </w:rPr>
              <w:t>у</w:t>
            </w:r>
            <w:r w:rsidRPr="00B76DE6">
              <w:rPr>
                <w:bCs/>
              </w:rPr>
              <w:t>величение количества заключенных муниципальных контрактов</w:t>
            </w:r>
          </w:p>
        </w:tc>
        <w:tc>
          <w:tcPr>
            <w:tcW w:w="1000" w:type="dxa"/>
            <w:noWrap/>
          </w:tcPr>
          <w:p w:rsidR="00C05F51" w:rsidRDefault="00C05F51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</w:tcPr>
          <w:p w:rsidR="00C05F51" w:rsidRDefault="00C05F51" w:rsidP="0042508C">
            <w:pPr>
              <w:pStyle w:val="a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  <w:p w:rsidR="00C05F51" w:rsidRPr="00AF5C5E" w:rsidRDefault="00C05F51" w:rsidP="0042508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</w:tcPr>
          <w:p w:rsidR="00C05F51" w:rsidRPr="00AF5C5E" w:rsidRDefault="00C05F51" w:rsidP="0042508C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40" w:type="dxa"/>
            <w:noWrap/>
            <w:vAlign w:val="bottom"/>
          </w:tcPr>
          <w:p w:rsidR="00C05F51" w:rsidRPr="00AF5C5E" w:rsidRDefault="00C05F51" w:rsidP="0042508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bottom"/>
          </w:tcPr>
          <w:p w:rsidR="00C05F51" w:rsidRPr="00AF5C5E" w:rsidRDefault="00C05F51" w:rsidP="0042508C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C05F51" w:rsidRPr="006E4ED9" w:rsidRDefault="00C05F51" w:rsidP="00263A2B">
      <w:pPr>
        <w:rPr>
          <w:b/>
        </w:rPr>
        <w:sectPr w:rsidR="00C05F51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C05F51" w:rsidRPr="001E4551" w:rsidRDefault="00C05F51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05F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05F51" w:rsidRDefault="00C05F51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C05F51" w:rsidRPr="00587E76" w:rsidRDefault="00C05F51" w:rsidP="00587E76">
      <w:pPr>
        <w:jc w:val="center"/>
        <w:rPr>
          <w:sz w:val="28"/>
          <w:szCs w:val="28"/>
        </w:rPr>
      </w:pPr>
    </w:p>
    <w:p w:rsidR="00C05F51" w:rsidRDefault="00C05F51" w:rsidP="00263A2B">
      <w:pPr>
        <w:rPr>
          <w:b/>
        </w:rPr>
      </w:pPr>
    </w:p>
    <w:p w:rsidR="00C05F51" w:rsidRDefault="00C05F51" w:rsidP="00263A2B">
      <w:pPr>
        <w:rPr>
          <w:b/>
          <w:sz w:val="28"/>
          <w:szCs w:val="28"/>
        </w:rPr>
      </w:pPr>
    </w:p>
    <w:p w:rsidR="00C05F51" w:rsidRPr="003F65B7" w:rsidRDefault="00C05F51" w:rsidP="0042508C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«Обеспечение функций муниципальных казенных учреждений»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год.</w:t>
      </w:r>
    </w:p>
    <w:p w:rsidR="00C05F51" w:rsidRPr="00587E76" w:rsidRDefault="00C05F51" w:rsidP="00587E76">
      <w:pPr>
        <w:jc w:val="center"/>
        <w:rPr>
          <w:b/>
          <w:sz w:val="28"/>
          <w:szCs w:val="28"/>
        </w:rPr>
      </w:pPr>
    </w:p>
    <w:p w:rsidR="00C05F51" w:rsidRPr="006E4ED9" w:rsidRDefault="00C05F51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520"/>
        <w:gridCol w:w="2889"/>
        <w:gridCol w:w="1251"/>
      </w:tblGrid>
      <w:tr w:rsidR="00C05F51" w:rsidRPr="00AF5C5E" w:rsidTr="0042508C">
        <w:trPr>
          <w:trHeight w:val="276"/>
        </w:trPr>
        <w:tc>
          <w:tcPr>
            <w:tcW w:w="2992" w:type="dxa"/>
            <w:vMerge w:val="restart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520" w:type="dxa"/>
            <w:vMerge w:val="restart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9" w:type="dxa"/>
            <w:vMerge w:val="restart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51" w:type="dxa"/>
            <w:vMerge w:val="restart"/>
            <w:vAlign w:val="center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C05F51" w:rsidRPr="00AF5C5E" w:rsidTr="0042508C">
        <w:trPr>
          <w:trHeight w:val="316"/>
        </w:trPr>
        <w:tc>
          <w:tcPr>
            <w:tcW w:w="2992" w:type="dxa"/>
            <w:vMerge/>
            <w:vAlign w:val="center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vAlign w:val="center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20" w:type="dxa"/>
            <w:vMerge/>
            <w:vAlign w:val="center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9" w:type="dxa"/>
            <w:vMerge/>
            <w:vAlign w:val="center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1" w:type="dxa"/>
            <w:vMerge/>
            <w:vAlign w:val="center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</w:p>
        </w:tc>
      </w:tr>
      <w:tr w:rsidR="00C05F51" w:rsidRPr="00AF5C5E" w:rsidTr="0042508C">
        <w:trPr>
          <w:trHeight w:val="20"/>
        </w:trPr>
        <w:tc>
          <w:tcPr>
            <w:tcW w:w="2992" w:type="dxa"/>
            <w:noWrap/>
          </w:tcPr>
          <w:p w:rsidR="00C05F51" w:rsidRPr="008A369A" w:rsidRDefault="00C05F51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8A369A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2516" w:type="dxa"/>
            <w:noWrap/>
            <w:vAlign w:val="bottom"/>
          </w:tcPr>
          <w:p w:rsidR="00C05F51" w:rsidRPr="0042508C" w:rsidRDefault="00C05F51" w:rsidP="00203CC1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C05F51" w:rsidRPr="0042508C" w:rsidRDefault="00C05F51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C05F51" w:rsidRPr="00AF5C5E" w:rsidRDefault="00C05F51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2520" w:type="dxa"/>
            <w:noWrap/>
          </w:tcPr>
          <w:p w:rsidR="00C05F51" w:rsidRDefault="00C05F51" w:rsidP="0042508C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</w:p>
          <w:p w:rsidR="00C05F51" w:rsidRDefault="00C05F51" w:rsidP="0042508C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з/платы, канц.товары,</w:t>
            </w:r>
          </w:p>
          <w:p w:rsidR="00C05F51" w:rsidRPr="00B45B21" w:rsidRDefault="00C05F51" w:rsidP="0042508C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налоги,обучение</w:t>
            </w:r>
          </w:p>
        </w:tc>
        <w:tc>
          <w:tcPr>
            <w:tcW w:w="2889" w:type="dxa"/>
            <w:noWrap/>
          </w:tcPr>
          <w:p w:rsidR="00C05F51" w:rsidRDefault="00C05F51" w:rsidP="002C0E6C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</w:p>
          <w:p w:rsidR="00C05F51" w:rsidRDefault="00C05F51" w:rsidP="002C0E6C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з/платы, канц.товары,</w:t>
            </w:r>
          </w:p>
          <w:p w:rsidR="00C05F51" w:rsidRPr="00B45B21" w:rsidRDefault="00C05F51" w:rsidP="002C0E6C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налоги,обучение</w:t>
            </w:r>
          </w:p>
        </w:tc>
        <w:tc>
          <w:tcPr>
            <w:tcW w:w="1251" w:type="dxa"/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C05F51" w:rsidRPr="00AF5C5E" w:rsidTr="0042508C">
        <w:trPr>
          <w:trHeight w:val="20"/>
        </w:trPr>
        <w:tc>
          <w:tcPr>
            <w:tcW w:w="2992" w:type="dxa"/>
            <w:noWrap/>
          </w:tcPr>
          <w:p w:rsidR="00C05F51" w:rsidRPr="008A369A" w:rsidRDefault="00C05F51" w:rsidP="002C0E6C">
            <w:pPr>
              <w:rPr>
                <w:rStyle w:val="PageNumber"/>
              </w:rPr>
            </w:pPr>
            <w:r w:rsidRPr="008A369A">
              <w:rPr>
                <w:rStyle w:val="PageNumber"/>
              </w:rPr>
              <w:t>Обеспечение хозяйственного обслуживания администрации Старотитаровского сельского поселения Темрюкского района</w:t>
            </w:r>
          </w:p>
        </w:tc>
        <w:tc>
          <w:tcPr>
            <w:tcW w:w="2516" w:type="dxa"/>
            <w:noWrap/>
            <w:vAlign w:val="bottom"/>
          </w:tcPr>
          <w:p w:rsidR="00C05F51" w:rsidRPr="0042508C" w:rsidRDefault="00C05F51" w:rsidP="00203CC1">
            <w:pPr>
              <w:pStyle w:val="BodyText2"/>
              <w:ind w:firstLine="0"/>
            </w:pPr>
            <w:r w:rsidRPr="0042508C">
              <w:rPr>
                <w:color w:val="000000"/>
              </w:rPr>
              <w:t> </w:t>
            </w: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C05F51" w:rsidRPr="0042508C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2520" w:type="dxa"/>
            <w:noWrap/>
          </w:tcPr>
          <w:p w:rsidR="00C05F51" w:rsidRPr="00B45B21" w:rsidRDefault="00C05F51" w:rsidP="002C0E6C">
            <w:r w:rsidRPr="00B45B21">
              <w:t>Выплата з/платы</w:t>
            </w:r>
            <w:r>
              <w:t>, хоз товары,налоги,обучение, ГСМ ,закупка материальных запасов и основных средств</w:t>
            </w:r>
          </w:p>
        </w:tc>
        <w:tc>
          <w:tcPr>
            <w:tcW w:w="2889" w:type="dxa"/>
            <w:noWrap/>
          </w:tcPr>
          <w:p w:rsidR="00C05F51" w:rsidRPr="00B45B21" w:rsidRDefault="00C05F51" w:rsidP="002C0E6C">
            <w:r w:rsidRPr="00B45B21">
              <w:t>Выплата з/платы</w:t>
            </w:r>
            <w:r>
              <w:t>, хоз товары,налоги,обучение, ГСМ ,закупка материальных запасов и основных средств</w:t>
            </w:r>
          </w:p>
        </w:tc>
        <w:tc>
          <w:tcPr>
            <w:tcW w:w="1251" w:type="dxa"/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C05F51" w:rsidRPr="00AF5C5E" w:rsidTr="0042508C">
        <w:trPr>
          <w:trHeight w:val="20"/>
        </w:trPr>
        <w:tc>
          <w:tcPr>
            <w:tcW w:w="2992" w:type="dxa"/>
            <w:noWrap/>
          </w:tcPr>
          <w:p w:rsidR="00C05F51" w:rsidRPr="008A369A" w:rsidRDefault="00C05F51" w:rsidP="002C0E6C">
            <w:r w:rsidRPr="008A369A">
              <w:t>Обеспечение осуществления закупок товаров, работ и услуг для   муниципальных нужд</w:t>
            </w:r>
          </w:p>
        </w:tc>
        <w:tc>
          <w:tcPr>
            <w:tcW w:w="2516" w:type="dxa"/>
            <w:noWrap/>
            <w:vAlign w:val="bottom"/>
          </w:tcPr>
          <w:p w:rsidR="00C05F51" w:rsidRPr="0042508C" w:rsidRDefault="00C05F51" w:rsidP="00203CC1">
            <w:pPr>
              <w:pStyle w:val="BodyText2"/>
              <w:ind w:firstLine="0"/>
            </w:pPr>
            <w:r w:rsidRPr="0042508C">
              <w:rPr>
                <w:color w:val="000000"/>
              </w:rPr>
              <w:t> </w:t>
            </w: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C05F51" w:rsidRPr="0042508C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2520" w:type="dxa"/>
            <w:noWrap/>
          </w:tcPr>
          <w:p w:rsidR="00C05F51" w:rsidRPr="00B45B21" w:rsidRDefault="00C05F51" w:rsidP="002C0E6C">
            <w:r w:rsidRPr="00B45B21">
              <w:t>Выплата з/платы</w:t>
            </w:r>
          </w:p>
        </w:tc>
        <w:tc>
          <w:tcPr>
            <w:tcW w:w="2889" w:type="dxa"/>
            <w:noWrap/>
          </w:tcPr>
          <w:p w:rsidR="00C05F51" w:rsidRPr="00B45B21" w:rsidRDefault="00C05F51" w:rsidP="002C0E6C">
            <w:r w:rsidRPr="00B45B21">
              <w:t>Выплата з/платы</w:t>
            </w:r>
          </w:p>
        </w:tc>
        <w:tc>
          <w:tcPr>
            <w:tcW w:w="1251" w:type="dxa"/>
            <w:noWrap/>
            <w:vAlign w:val="bottom"/>
          </w:tcPr>
          <w:p w:rsidR="00C05F51" w:rsidRPr="00AF5C5E" w:rsidRDefault="00C05F51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C05F51" w:rsidRPr="006E4ED9" w:rsidRDefault="00C05F51" w:rsidP="00263A2B">
      <w:pPr>
        <w:sectPr w:rsidR="00C05F51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C05F51" w:rsidRPr="001E4551" w:rsidRDefault="00C05F51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05F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05F51" w:rsidRDefault="00C05F51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C05F51" w:rsidRPr="00587E76" w:rsidRDefault="00C05F51" w:rsidP="00587E76">
      <w:pPr>
        <w:jc w:val="center"/>
        <w:rPr>
          <w:b/>
          <w:sz w:val="28"/>
          <w:szCs w:val="28"/>
        </w:rPr>
      </w:pPr>
    </w:p>
    <w:p w:rsidR="00C05F51" w:rsidRPr="00587E76" w:rsidRDefault="00C05F51" w:rsidP="00587E76">
      <w:pPr>
        <w:jc w:val="center"/>
        <w:rPr>
          <w:b/>
        </w:rPr>
      </w:pPr>
    </w:p>
    <w:p w:rsidR="00C05F51" w:rsidRPr="003F65B7" w:rsidRDefault="00C05F51" w:rsidP="0042508C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>
        <w:rPr>
          <w:b/>
          <w:sz w:val="28"/>
          <w:szCs w:val="28"/>
        </w:rPr>
        <w:t>«Обеспечение функций муниципальных казенных учреждений»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</w:p>
    <w:p w:rsidR="00C05F51" w:rsidRPr="00587E76" w:rsidRDefault="00C05F51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C05F51" w:rsidRDefault="00C05F51" w:rsidP="00263A2B">
      <w:pPr>
        <w:rPr>
          <w:sz w:val="28"/>
          <w:szCs w:val="28"/>
        </w:rPr>
      </w:pPr>
    </w:p>
    <w:p w:rsidR="00C05F51" w:rsidRPr="00286F40" w:rsidRDefault="00C05F51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C05F51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C05F51" w:rsidRPr="00286F40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C05F51" w:rsidRPr="00286F40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C05F51" w:rsidRPr="00286F40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C05F51" w:rsidRPr="00286F40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C05F51" w:rsidRPr="00286F40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C05F51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color w:val="000000"/>
              </w:rPr>
            </w:pPr>
          </w:p>
        </w:tc>
      </w:tr>
      <w:tr w:rsidR="00C05F51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C05F51" w:rsidRPr="0042508C" w:rsidRDefault="00C05F51" w:rsidP="0042508C">
            <w:pPr>
              <w:jc w:val="center"/>
            </w:pPr>
            <w:r w:rsidRPr="0042508C">
              <w:t>«Обеспечение функций муниципальных казенных учреждений»</w:t>
            </w:r>
            <w:r w:rsidRPr="0042508C">
              <w:rPr>
                <w:bCs/>
              </w:rPr>
              <w:t xml:space="preserve"> в Старотитаровском сельском поселении</w:t>
            </w:r>
            <w:r w:rsidRPr="0042508C">
              <w:t xml:space="preserve"> </w:t>
            </w:r>
            <w:r w:rsidRPr="0042508C">
              <w:rPr>
                <w:bCs/>
              </w:rPr>
              <w:t>Темрюкского района на 2015 год.</w:t>
            </w:r>
          </w:p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C05F51" w:rsidRPr="00FA0A43" w:rsidRDefault="00C05F51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8221,0</w:t>
            </w:r>
          </w:p>
        </w:tc>
        <w:tc>
          <w:tcPr>
            <w:tcW w:w="1548" w:type="dxa"/>
            <w:noWrap/>
            <w:vAlign w:val="bottom"/>
          </w:tcPr>
          <w:p w:rsidR="00C05F51" w:rsidRPr="00FA0A43" w:rsidRDefault="00C05F51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8221,0</w:t>
            </w:r>
          </w:p>
        </w:tc>
        <w:tc>
          <w:tcPr>
            <w:tcW w:w="1540" w:type="dxa"/>
            <w:noWrap/>
            <w:vAlign w:val="bottom"/>
          </w:tcPr>
          <w:p w:rsidR="00C05F51" w:rsidRPr="00FA0A43" w:rsidRDefault="00C05F51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C05F51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5F51" w:rsidRPr="00286F40" w:rsidRDefault="00C05F51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05F51" w:rsidRPr="00286F40" w:rsidRDefault="00C05F51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8221,0</w:t>
            </w:r>
          </w:p>
        </w:tc>
        <w:tc>
          <w:tcPr>
            <w:tcW w:w="1548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8221,0</w:t>
            </w: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C05F51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5F51" w:rsidRPr="00286F40" w:rsidRDefault="00C05F51" w:rsidP="00C05F51">
            <w:pPr>
              <w:spacing w:before="40"/>
              <w:ind w:firstLineChars="100" w:firstLine="3168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C05F51" w:rsidRPr="00286F40" w:rsidRDefault="00C05F51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C05F51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5F51" w:rsidRPr="00286F40" w:rsidRDefault="00C05F51" w:rsidP="00C05F51">
            <w:pPr>
              <w:spacing w:before="40"/>
              <w:ind w:left="175" w:firstLineChars="2" w:firstLine="31680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05F51" w:rsidRPr="00286F40" w:rsidRDefault="00C05F51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6522,0</w:t>
            </w:r>
          </w:p>
        </w:tc>
        <w:tc>
          <w:tcPr>
            <w:tcW w:w="1548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6522,0</w:t>
            </w: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C05F51" w:rsidRPr="00FA0A43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  <w:r w:rsidRPr="00927C64">
              <w:rPr>
                <w:b/>
              </w:rPr>
              <w:t>Подпрограмма №1 «Обеспечение ведения бухгалтерского учета»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C05F51" w:rsidRPr="00FA0A43" w:rsidRDefault="00C05F51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1867,5</w:t>
            </w:r>
          </w:p>
        </w:tc>
        <w:tc>
          <w:tcPr>
            <w:tcW w:w="1548" w:type="dxa"/>
            <w:noWrap/>
            <w:vAlign w:val="bottom"/>
          </w:tcPr>
          <w:p w:rsidR="00C05F51" w:rsidRPr="00FA0A43" w:rsidRDefault="00C05F51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1867,5</w:t>
            </w:r>
          </w:p>
        </w:tc>
        <w:tc>
          <w:tcPr>
            <w:tcW w:w="1540" w:type="dxa"/>
            <w:noWrap/>
            <w:vAlign w:val="bottom"/>
          </w:tcPr>
          <w:p w:rsidR="00C05F51" w:rsidRPr="00FA0A43" w:rsidRDefault="00C05F51" w:rsidP="002C0E6C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C05F51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5F51" w:rsidRPr="00286F40" w:rsidRDefault="00C05F51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05F51" w:rsidRPr="00286F40" w:rsidRDefault="00C05F51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1867,5</w:t>
            </w:r>
          </w:p>
        </w:tc>
        <w:tc>
          <w:tcPr>
            <w:tcW w:w="1548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1867,5</w:t>
            </w: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C05F51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5F51" w:rsidRPr="00286F40" w:rsidRDefault="00C05F51" w:rsidP="00C05F51">
            <w:pPr>
              <w:spacing w:before="40"/>
              <w:ind w:firstLineChars="100" w:firstLine="3168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C05F51" w:rsidRPr="00286F40" w:rsidRDefault="00C05F51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C05F51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5F51" w:rsidRDefault="00C05F51" w:rsidP="00C05F51">
            <w:pPr>
              <w:spacing w:before="40"/>
              <w:ind w:left="175" w:firstLineChars="2" w:firstLine="31680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  <w:p w:rsidR="00C05F51" w:rsidRPr="00286F40" w:rsidRDefault="00C05F51" w:rsidP="00C05F51">
            <w:pPr>
              <w:spacing w:before="40"/>
              <w:ind w:left="175" w:firstLineChars="2" w:firstLine="31680"/>
            </w:pPr>
          </w:p>
        </w:tc>
        <w:tc>
          <w:tcPr>
            <w:tcW w:w="1843" w:type="dxa"/>
            <w:noWrap/>
            <w:vAlign w:val="bottom"/>
          </w:tcPr>
          <w:p w:rsidR="00C05F51" w:rsidRPr="00286F40" w:rsidRDefault="00C05F51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1867,5</w:t>
            </w:r>
          </w:p>
        </w:tc>
        <w:tc>
          <w:tcPr>
            <w:tcW w:w="1548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1867,5</w:t>
            </w: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C05F51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C05F51" w:rsidRDefault="00C05F51" w:rsidP="00263A2B">
            <w:pPr>
              <w:spacing w:before="40"/>
              <w:rPr>
                <w:bCs/>
              </w:rPr>
            </w:pPr>
            <w:hyperlink w:anchor="sub_2000" w:history="1">
              <w:r w:rsidRPr="00A4608F">
                <w:rPr>
                  <w:rStyle w:val="a1"/>
                  <w:color w:val="auto"/>
                </w:rPr>
                <w:t>Подпрограмма</w:t>
              </w:r>
            </w:hyperlink>
            <w:r w:rsidRPr="00927C64">
              <w:rPr>
                <w:b/>
              </w:rPr>
              <w:t xml:space="preserve"> №2 «Обеспечение хозяйственного обслуживания администрации Старотитаровского сельского поселения Темрюкского района</w:t>
            </w:r>
            <w:r w:rsidRPr="00D34517">
              <w:t xml:space="preserve"> </w:t>
            </w:r>
            <w:r w:rsidRPr="00D34517">
              <w:rPr>
                <w:bCs/>
              </w:rPr>
              <w:t>»</w:t>
            </w:r>
          </w:p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C05F51" w:rsidRPr="00A837D0" w:rsidRDefault="00C05F51" w:rsidP="00A837D0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5093,4</w:t>
            </w:r>
          </w:p>
        </w:tc>
        <w:tc>
          <w:tcPr>
            <w:tcW w:w="1548" w:type="dxa"/>
            <w:noWrap/>
            <w:vAlign w:val="bottom"/>
          </w:tcPr>
          <w:p w:rsidR="00C05F51" w:rsidRPr="00A837D0" w:rsidRDefault="00C05F51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5093,4</w:t>
            </w:r>
          </w:p>
        </w:tc>
        <w:tc>
          <w:tcPr>
            <w:tcW w:w="1540" w:type="dxa"/>
            <w:noWrap/>
            <w:vAlign w:val="bottom"/>
          </w:tcPr>
          <w:p w:rsidR="00C05F51" w:rsidRPr="00FA0A43" w:rsidRDefault="00C05F51" w:rsidP="002C0E6C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C05F51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5F51" w:rsidRPr="00286F40" w:rsidRDefault="00C05F51" w:rsidP="00C05F51">
            <w:pPr>
              <w:spacing w:before="40"/>
              <w:ind w:firstLineChars="100" w:firstLine="3168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05F51" w:rsidRPr="00A837D0" w:rsidRDefault="00C05F51" w:rsidP="00A837D0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5093,4</w:t>
            </w:r>
          </w:p>
        </w:tc>
        <w:tc>
          <w:tcPr>
            <w:tcW w:w="1548" w:type="dxa"/>
            <w:noWrap/>
            <w:vAlign w:val="bottom"/>
          </w:tcPr>
          <w:p w:rsidR="00C05F51" w:rsidRPr="00A837D0" w:rsidRDefault="00C05F51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5093,4</w:t>
            </w: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C05F51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C05F51" w:rsidRPr="00286F40" w:rsidRDefault="00C05F51" w:rsidP="00C05F51">
            <w:pPr>
              <w:spacing w:before="40"/>
              <w:ind w:firstLineChars="100" w:firstLine="3168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C05F51" w:rsidRPr="00A837D0" w:rsidRDefault="00C05F51" w:rsidP="00A837D0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C05F51" w:rsidRPr="00A837D0" w:rsidRDefault="00C05F51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C05F51" w:rsidRPr="00286F40" w:rsidTr="0042508C">
        <w:trPr>
          <w:trHeight w:val="20"/>
        </w:trPr>
        <w:tc>
          <w:tcPr>
            <w:tcW w:w="3233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C05F51" w:rsidRPr="00286F40" w:rsidRDefault="00C05F51" w:rsidP="00C05F51">
            <w:pPr>
              <w:spacing w:before="40"/>
              <w:ind w:left="175" w:firstLineChars="2" w:firstLine="31680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05F51" w:rsidRPr="00A837D0" w:rsidRDefault="00C05F51" w:rsidP="00A837D0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5093,4</w:t>
            </w:r>
          </w:p>
        </w:tc>
        <w:tc>
          <w:tcPr>
            <w:tcW w:w="1548" w:type="dxa"/>
            <w:noWrap/>
            <w:vAlign w:val="bottom"/>
          </w:tcPr>
          <w:p w:rsidR="00C05F51" w:rsidRPr="00A837D0" w:rsidRDefault="00C05F51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5093,4</w:t>
            </w: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C05F51" w:rsidRPr="00286F40" w:rsidTr="0042508C">
        <w:trPr>
          <w:trHeight w:val="220"/>
        </w:trPr>
        <w:tc>
          <w:tcPr>
            <w:tcW w:w="3233" w:type="dxa"/>
            <w:vMerge w:val="restart"/>
            <w:tcBorders>
              <w:top w:val="single" w:sz="4" w:space="0" w:color="auto"/>
            </w:tcBorders>
            <w:vAlign w:val="center"/>
          </w:tcPr>
          <w:p w:rsidR="00C05F51" w:rsidRPr="00AF5C5E" w:rsidRDefault="00C05F51" w:rsidP="0042508C">
            <w:pPr>
              <w:spacing w:before="40"/>
              <w:rPr>
                <w:color w:val="000000"/>
              </w:rPr>
            </w:pPr>
            <w:r w:rsidRPr="00927C64">
              <w:rPr>
                <w:b/>
                <w:bCs/>
              </w:rPr>
              <w:t xml:space="preserve">Подпрограмма №3 </w:t>
            </w:r>
            <w:r w:rsidRPr="00927C64">
              <w:rPr>
                <w:b/>
              </w:rPr>
              <w:t>«Обеспечение осуществления закупок товаров, работ и услуг для   муниципальных нужд»</w:t>
            </w:r>
          </w:p>
          <w:p w:rsidR="00C05F51" w:rsidRPr="00AF5C5E" w:rsidRDefault="00C05F51" w:rsidP="0042508C">
            <w:pPr>
              <w:spacing w:before="40"/>
              <w:rPr>
                <w:color w:val="000000"/>
              </w:rPr>
            </w:pPr>
          </w:p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05F51" w:rsidRPr="00286F40" w:rsidRDefault="00C05F51" w:rsidP="002C0E6C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bottom"/>
          </w:tcPr>
          <w:p w:rsidR="00C05F51" w:rsidRPr="00F2630D" w:rsidRDefault="00C05F51" w:rsidP="00F2630D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b/>
                <w:color w:val="000000"/>
              </w:rPr>
              <w:t>1260,5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noWrap/>
            <w:vAlign w:val="bottom"/>
          </w:tcPr>
          <w:p w:rsidR="00C05F51" w:rsidRPr="00F2630D" w:rsidRDefault="00C05F51" w:rsidP="002C0E6C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b/>
                <w:color w:val="000000"/>
              </w:rPr>
              <w:t>1260,5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C05F51" w:rsidRPr="00F2630D" w:rsidRDefault="00C05F51" w:rsidP="002C0E6C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2630D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C05F51" w:rsidRPr="00286F40" w:rsidTr="0042508C">
        <w:trPr>
          <w:trHeight w:val="1238"/>
        </w:trPr>
        <w:tc>
          <w:tcPr>
            <w:tcW w:w="3233" w:type="dxa"/>
            <w:vMerge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C05F51" w:rsidRPr="00286F40" w:rsidRDefault="00C05F51" w:rsidP="00C05F51">
            <w:pPr>
              <w:spacing w:before="40"/>
              <w:ind w:firstLineChars="100" w:firstLine="3168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05F51" w:rsidRPr="00286F40" w:rsidRDefault="00C05F51" w:rsidP="00F2630D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1260,5</w:t>
            </w:r>
          </w:p>
        </w:tc>
        <w:tc>
          <w:tcPr>
            <w:tcW w:w="1548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1260,5</w:t>
            </w: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C05F51" w:rsidRPr="00286F40" w:rsidTr="0042508C">
        <w:trPr>
          <w:trHeight w:val="20"/>
        </w:trPr>
        <w:tc>
          <w:tcPr>
            <w:tcW w:w="3233" w:type="dxa"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C05F51" w:rsidRPr="00286F40" w:rsidRDefault="00C05F51" w:rsidP="00C05F51">
            <w:pPr>
              <w:spacing w:before="40"/>
              <w:ind w:firstLineChars="100" w:firstLine="3168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C05F51" w:rsidRPr="00286F40" w:rsidRDefault="00C05F51" w:rsidP="00F2630D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C0E6C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C05F51" w:rsidRPr="00286F40" w:rsidTr="0042508C">
        <w:trPr>
          <w:trHeight w:val="20"/>
        </w:trPr>
        <w:tc>
          <w:tcPr>
            <w:tcW w:w="3233" w:type="dxa"/>
            <w:vAlign w:val="center"/>
          </w:tcPr>
          <w:p w:rsidR="00C05F51" w:rsidRPr="00286F40" w:rsidRDefault="00C05F51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</w:tcPr>
          <w:p w:rsidR="00C05F51" w:rsidRPr="00286F40" w:rsidRDefault="00C05F51" w:rsidP="00C05F51">
            <w:pPr>
              <w:spacing w:before="40"/>
              <w:ind w:left="175" w:firstLineChars="2" w:firstLine="31680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C05F51" w:rsidRPr="00286F40" w:rsidRDefault="00C05F51" w:rsidP="00F2630D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1260,5</w:t>
            </w:r>
          </w:p>
        </w:tc>
        <w:tc>
          <w:tcPr>
            <w:tcW w:w="1548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1260,5</w:t>
            </w: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C0E6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:rsidR="00C05F51" w:rsidRPr="006E4ED9" w:rsidRDefault="00C05F51" w:rsidP="00263A2B">
      <w:pPr>
        <w:sectPr w:rsidR="00C05F51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C05F51" w:rsidRPr="001E4551" w:rsidRDefault="00C05F51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05F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05F51" w:rsidRDefault="00C05F51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C05F51" w:rsidRPr="00587E76" w:rsidRDefault="00C05F51" w:rsidP="00587E76">
      <w:pPr>
        <w:jc w:val="center"/>
        <w:rPr>
          <w:b/>
          <w:sz w:val="28"/>
          <w:szCs w:val="28"/>
        </w:rPr>
      </w:pPr>
    </w:p>
    <w:p w:rsidR="00C05F51" w:rsidRPr="00587E76" w:rsidRDefault="00C05F51" w:rsidP="00587E76">
      <w:pPr>
        <w:jc w:val="center"/>
        <w:rPr>
          <w:b/>
          <w:sz w:val="28"/>
          <w:szCs w:val="28"/>
          <w:highlight w:val="yellow"/>
        </w:rPr>
      </w:pPr>
    </w:p>
    <w:p w:rsidR="00C05F51" w:rsidRPr="00587E76" w:rsidRDefault="00C05F51" w:rsidP="0032350C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>
        <w:rPr>
          <w:b/>
          <w:sz w:val="28"/>
          <w:szCs w:val="28"/>
        </w:rPr>
        <w:t>«Обеспечение функций муниципальных казенных учреждений»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  <w:r>
        <w:rPr>
          <w:b/>
          <w:sz w:val="28"/>
          <w:szCs w:val="28"/>
        </w:rPr>
        <w:t xml:space="preserve"> </w:t>
      </w:r>
    </w:p>
    <w:p w:rsidR="00C05F51" w:rsidRDefault="00C05F51" w:rsidP="0032350C">
      <w:pPr>
        <w:rPr>
          <w:sz w:val="28"/>
          <w:szCs w:val="28"/>
        </w:rPr>
      </w:pPr>
    </w:p>
    <w:p w:rsidR="00C05F51" w:rsidRPr="00587E76" w:rsidRDefault="00C05F51" w:rsidP="00587E76">
      <w:pPr>
        <w:jc w:val="center"/>
        <w:rPr>
          <w:b/>
          <w:sz w:val="28"/>
          <w:szCs w:val="28"/>
        </w:rPr>
      </w:pPr>
    </w:p>
    <w:p w:rsidR="00C05F51" w:rsidRPr="006E4ED9" w:rsidRDefault="00C05F51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C05F51" w:rsidRPr="00286F40" w:rsidTr="00047A74">
        <w:trPr>
          <w:trHeight w:val="20"/>
        </w:trPr>
        <w:tc>
          <w:tcPr>
            <w:tcW w:w="540" w:type="dxa"/>
            <w:vAlign w:val="center"/>
          </w:tcPr>
          <w:p w:rsidR="00C05F51" w:rsidRPr="00286F40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C05F51" w:rsidRPr="00286F40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C05F51" w:rsidRPr="00286F40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C05F51" w:rsidRPr="00286F40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C05F51" w:rsidRPr="00286F40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C05F51" w:rsidRPr="00286F40" w:rsidTr="00047A74">
        <w:trPr>
          <w:trHeight w:val="20"/>
        </w:trPr>
        <w:tc>
          <w:tcPr>
            <w:tcW w:w="540" w:type="dxa"/>
            <w:noWrap/>
          </w:tcPr>
          <w:p w:rsidR="00C05F51" w:rsidRPr="00286F40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C05F51" w:rsidRPr="00CD4C11" w:rsidRDefault="00C05F51" w:rsidP="00CD4C11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«Обеспечение функций муниципальных казенных учреждений»</w:t>
            </w:r>
            <w:r w:rsidRPr="00CD4C11">
              <w:rPr>
                <w:bCs/>
              </w:rPr>
              <w:t xml:space="preserve"> в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2015 год.</w:t>
            </w:r>
            <w:r>
              <w:rPr>
                <w:bCs/>
              </w:rPr>
              <w:t>»</w:t>
            </w:r>
          </w:p>
          <w:p w:rsidR="00C05F51" w:rsidRPr="00286F40" w:rsidRDefault="00C05F51" w:rsidP="00CD4C11">
            <w:pPr>
              <w:spacing w:before="4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1660" w:type="dxa"/>
            <w:noWrap/>
            <w:vAlign w:val="bottom"/>
          </w:tcPr>
          <w:p w:rsidR="00C05F51" w:rsidRPr="00286F40" w:rsidRDefault="00C05F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19.12.2014</w:t>
            </w: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444</w:t>
            </w:r>
          </w:p>
        </w:tc>
        <w:tc>
          <w:tcPr>
            <w:tcW w:w="5796" w:type="dxa"/>
            <w:noWrap/>
            <w:vAlign w:val="bottom"/>
          </w:tcPr>
          <w:p w:rsidR="00C05F51" w:rsidRPr="00286F40" w:rsidRDefault="00C05F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C05F51" w:rsidRPr="00286F40" w:rsidTr="00047A74">
        <w:trPr>
          <w:trHeight w:val="20"/>
        </w:trPr>
        <w:tc>
          <w:tcPr>
            <w:tcW w:w="540" w:type="dxa"/>
            <w:noWrap/>
          </w:tcPr>
          <w:p w:rsidR="00C05F51" w:rsidRPr="00286F40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C05F51" w:rsidRPr="00CD4C11" w:rsidRDefault="00C05F51" w:rsidP="00CD4C11">
            <w:r w:rsidRPr="00CD4C11">
              <w:rPr>
                <w:color w:val="000000"/>
              </w:rPr>
              <w:t xml:space="preserve">Постановление Администрации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 внесении изменений в постановление </w:t>
            </w:r>
            <w:r w:rsidRPr="00CD4C11">
              <w:rPr>
                <w:color w:val="000000"/>
              </w:rPr>
              <w:t xml:space="preserve">Администрации </w:t>
            </w:r>
            <w:r w:rsidRPr="00CD4C11">
              <w:t xml:space="preserve">Старотитаровского сельского поселения Темрюкского района </w:t>
            </w:r>
            <w:r>
              <w:t>«</w:t>
            </w:r>
            <w:r w:rsidRPr="00CD4C11">
              <w:t>Об утверждении муниципальной программы «Обеспечение функций муниципальных казенных учреждений»</w:t>
            </w:r>
            <w:r w:rsidRPr="00CD4C11">
              <w:rPr>
                <w:bCs/>
              </w:rPr>
              <w:t xml:space="preserve"> в Старотитаровском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 на 2015 год.</w:t>
            </w:r>
            <w:r>
              <w:rPr>
                <w:bCs/>
              </w:rPr>
              <w:t>»</w:t>
            </w:r>
          </w:p>
          <w:p w:rsidR="00C05F51" w:rsidRPr="00286F40" w:rsidRDefault="00C05F51" w:rsidP="00DE2B0D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C05F51" w:rsidRPr="00286F40" w:rsidRDefault="00C05F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30.01.2015</w:t>
            </w:r>
          </w:p>
        </w:tc>
        <w:tc>
          <w:tcPr>
            <w:tcW w:w="1540" w:type="dxa"/>
            <w:noWrap/>
            <w:vAlign w:val="bottom"/>
          </w:tcPr>
          <w:p w:rsidR="00C05F51" w:rsidRPr="00286F40" w:rsidRDefault="00C05F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29</w:t>
            </w:r>
          </w:p>
        </w:tc>
        <w:tc>
          <w:tcPr>
            <w:tcW w:w="5796" w:type="dxa"/>
            <w:noWrap/>
            <w:vAlign w:val="bottom"/>
          </w:tcPr>
          <w:p w:rsidR="00C05F51" w:rsidRPr="00286F40" w:rsidRDefault="00C05F51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C05F51" w:rsidRPr="006E4ED9" w:rsidTr="00047A74">
        <w:trPr>
          <w:trHeight w:val="883"/>
        </w:trPr>
        <w:tc>
          <w:tcPr>
            <w:tcW w:w="540" w:type="dxa"/>
            <w:noWrap/>
          </w:tcPr>
          <w:p w:rsidR="00C05F51" w:rsidRPr="00047A74" w:rsidRDefault="00C05F51" w:rsidP="00047A74">
            <w:pPr>
              <w:spacing w:before="40"/>
              <w:rPr>
                <w:color w:val="000000"/>
              </w:rPr>
            </w:pPr>
            <w:r w:rsidRPr="00047A74">
              <w:rPr>
                <w:color w:val="000000"/>
              </w:rPr>
              <w:t>3</w:t>
            </w:r>
          </w:p>
        </w:tc>
        <w:tc>
          <w:tcPr>
            <w:tcW w:w="5120" w:type="dxa"/>
            <w:noWrap/>
            <w:vAlign w:val="bottom"/>
          </w:tcPr>
          <w:p w:rsidR="00C05F51" w:rsidRPr="00047A74" w:rsidRDefault="00C05F51" w:rsidP="00CD4C11">
            <w:r w:rsidRPr="00047A74">
              <w:rPr>
                <w:color w:val="000000"/>
              </w:rPr>
              <w:t xml:space="preserve"> 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>Старотитаровского сельского поселения Темрюкского района «Об утверждении муниципальной программы «Обеспечение функций муниципальных казенных учреждений»</w:t>
            </w:r>
            <w:r w:rsidRPr="00047A74">
              <w:rPr>
                <w:bCs/>
              </w:rPr>
              <w:t xml:space="preserve"> в Старотитаровском сельском поселении</w:t>
            </w:r>
            <w:r w:rsidRPr="00047A74">
              <w:t xml:space="preserve"> </w:t>
            </w:r>
            <w:r w:rsidRPr="00047A74">
              <w:rPr>
                <w:bCs/>
              </w:rPr>
              <w:t>Темрюкского района на 2015 год.»</w:t>
            </w:r>
          </w:p>
          <w:p w:rsidR="00C05F51" w:rsidRPr="00047A74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C05F51" w:rsidRPr="00CD4C11" w:rsidRDefault="00C05F51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01.04.2015</w:t>
            </w:r>
          </w:p>
        </w:tc>
        <w:tc>
          <w:tcPr>
            <w:tcW w:w="1540" w:type="dxa"/>
            <w:noWrap/>
            <w:vAlign w:val="bottom"/>
          </w:tcPr>
          <w:p w:rsidR="00C05F51" w:rsidRPr="00CD4C11" w:rsidRDefault="00C05F51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116</w:t>
            </w:r>
          </w:p>
        </w:tc>
        <w:tc>
          <w:tcPr>
            <w:tcW w:w="5796" w:type="dxa"/>
            <w:noWrap/>
            <w:vAlign w:val="bottom"/>
          </w:tcPr>
          <w:p w:rsidR="00C05F51" w:rsidRPr="006E4ED9" w:rsidRDefault="00C05F51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C05F51" w:rsidRPr="006E4ED9" w:rsidTr="00047A74">
        <w:trPr>
          <w:trHeight w:val="160"/>
        </w:trPr>
        <w:tc>
          <w:tcPr>
            <w:tcW w:w="540" w:type="dxa"/>
            <w:tcBorders>
              <w:bottom w:val="single" w:sz="4" w:space="0" w:color="auto"/>
            </w:tcBorders>
            <w:noWrap/>
          </w:tcPr>
          <w:p w:rsidR="00C05F51" w:rsidRPr="00047A74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047A74">
              <w:rPr>
                <w:color w:val="000000"/>
              </w:rPr>
              <w:t>4 </w:t>
            </w:r>
          </w:p>
        </w:tc>
        <w:tc>
          <w:tcPr>
            <w:tcW w:w="5120" w:type="dxa"/>
            <w:tcBorders>
              <w:bottom w:val="single" w:sz="4" w:space="0" w:color="auto"/>
            </w:tcBorders>
            <w:noWrap/>
            <w:vAlign w:val="bottom"/>
          </w:tcPr>
          <w:p w:rsidR="00C05F51" w:rsidRPr="00047A74" w:rsidRDefault="00C05F51" w:rsidP="00CD4C11">
            <w:r w:rsidRPr="00047A74">
              <w:rPr>
                <w:color w:val="000000"/>
              </w:rPr>
              <w:t xml:space="preserve"> 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>Старотитаровского сельского поселения Темрюкского района «Об утверждении муниципальной программы «Обеспечение функций муниципальных казенных учреждений»</w:t>
            </w:r>
            <w:r w:rsidRPr="00047A74">
              <w:rPr>
                <w:bCs/>
              </w:rPr>
              <w:t xml:space="preserve"> в Старотитаровском сельском поселении</w:t>
            </w:r>
            <w:r w:rsidRPr="00047A74">
              <w:t xml:space="preserve"> </w:t>
            </w:r>
            <w:r w:rsidRPr="00047A74">
              <w:rPr>
                <w:bCs/>
              </w:rPr>
              <w:t>Темрюкского района на 2015 год.»</w:t>
            </w:r>
          </w:p>
          <w:p w:rsidR="00C05F51" w:rsidRPr="00047A74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C05F51" w:rsidRPr="00CD4C11" w:rsidRDefault="00C05F51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05.05.2015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vAlign w:val="bottom"/>
          </w:tcPr>
          <w:p w:rsidR="00C05F51" w:rsidRPr="00CD4C11" w:rsidRDefault="00C05F51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 162</w:t>
            </w:r>
          </w:p>
        </w:tc>
        <w:tc>
          <w:tcPr>
            <w:tcW w:w="5796" w:type="dxa"/>
            <w:tcBorders>
              <w:bottom w:val="single" w:sz="4" w:space="0" w:color="auto"/>
            </w:tcBorders>
            <w:noWrap/>
            <w:vAlign w:val="bottom"/>
          </w:tcPr>
          <w:p w:rsidR="00C05F51" w:rsidRPr="006E4ED9" w:rsidRDefault="00C05F51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C05F51" w:rsidRPr="006E4ED9" w:rsidTr="00047A74">
        <w:trPr>
          <w:trHeight w:val="50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05F51" w:rsidRPr="00047A74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047A74">
              <w:rPr>
                <w:color w:val="000000"/>
              </w:rPr>
              <w:t>5</w:t>
            </w:r>
          </w:p>
        </w:tc>
        <w:tc>
          <w:tcPr>
            <w:tcW w:w="512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C05F51" w:rsidRPr="00047A74" w:rsidRDefault="00C05F51" w:rsidP="00263A2B">
            <w:pPr>
              <w:spacing w:before="40"/>
              <w:rPr>
                <w:color w:val="000000"/>
              </w:rPr>
            </w:pPr>
          </w:p>
          <w:p w:rsidR="00C05F51" w:rsidRPr="00047A74" w:rsidRDefault="00C05F51" w:rsidP="00CD4C11">
            <w:r w:rsidRPr="00047A74">
              <w:rPr>
                <w:color w:val="000000"/>
              </w:rPr>
              <w:t xml:space="preserve">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>Старотитаровского сельского поселения Темрюкского района «Об утверждении муниципальной программы «Обеспечение функций муниципальных казенных учреждений»</w:t>
            </w:r>
            <w:r w:rsidRPr="00047A74">
              <w:rPr>
                <w:bCs/>
              </w:rPr>
              <w:t xml:space="preserve"> в Старотитаровском сельском поселении</w:t>
            </w:r>
            <w:r w:rsidRPr="00047A74">
              <w:t xml:space="preserve"> </w:t>
            </w:r>
            <w:r w:rsidRPr="00047A74">
              <w:rPr>
                <w:bCs/>
              </w:rPr>
              <w:t>Темрюкского района на 2015 год.»</w:t>
            </w:r>
          </w:p>
          <w:p w:rsidR="00C05F51" w:rsidRPr="00047A74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C05F51" w:rsidRPr="00CD4C11" w:rsidRDefault="00C05F51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12.10.2015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C05F51" w:rsidRPr="00CD4C11" w:rsidRDefault="00C05F51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360</w:t>
            </w:r>
          </w:p>
        </w:tc>
        <w:tc>
          <w:tcPr>
            <w:tcW w:w="579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C05F51" w:rsidRPr="006E4ED9" w:rsidRDefault="00C05F51" w:rsidP="00263A2B">
            <w:pPr>
              <w:spacing w:before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  <w:tr w:rsidR="00C05F51" w:rsidRPr="006E4ED9" w:rsidTr="00047A74">
        <w:trPr>
          <w:trHeight w:val="280"/>
        </w:trPr>
        <w:tc>
          <w:tcPr>
            <w:tcW w:w="540" w:type="dxa"/>
            <w:tcBorders>
              <w:top w:val="single" w:sz="4" w:space="0" w:color="auto"/>
            </w:tcBorders>
            <w:noWrap/>
          </w:tcPr>
          <w:p w:rsidR="00C05F51" w:rsidRPr="00047A74" w:rsidRDefault="00C05F51" w:rsidP="00263A2B">
            <w:pPr>
              <w:spacing w:before="40"/>
              <w:jc w:val="center"/>
              <w:rPr>
                <w:color w:val="000000"/>
              </w:rPr>
            </w:pPr>
            <w:r w:rsidRPr="00047A74">
              <w:rPr>
                <w:color w:val="000000"/>
              </w:rPr>
              <w:t>6</w:t>
            </w:r>
          </w:p>
        </w:tc>
        <w:tc>
          <w:tcPr>
            <w:tcW w:w="5120" w:type="dxa"/>
            <w:tcBorders>
              <w:top w:val="single" w:sz="4" w:space="0" w:color="auto"/>
            </w:tcBorders>
            <w:noWrap/>
            <w:vAlign w:val="bottom"/>
          </w:tcPr>
          <w:p w:rsidR="00C05F51" w:rsidRPr="00047A74" w:rsidRDefault="00C05F51" w:rsidP="00CD4C11">
            <w:r w:rsidRPr="00047A74">
              <w:rPr>
                <w:color w:val="000000"/>
              </w:rPr>
              <w:t xml:space="preserve">Постановление Администрации </w:t>
            </w:r>
            <w:r w:rsidRPr="00047A74">
              <w:t xml:space="preserve">Старотитаровского сельского поселения Темрюкского района О внесении изменений в постановление </w:t>
            </w:r>
            <w:r w:rsidRPr="00047A74">
              <w:rPr>
                <w:color w:val="000000"/>
              </w:rPr>
              <w:t xml:space="preserve">Администрации </w:t>
            </w:r>
            <w:r w:rsidRPr="00047A74">
              <w:t>Старотитаровского сельского поселения Темрюкского района «Об утверждении муниципальной программы «Обеспечение функций муниципальных казенных учреждений»</w:t>
            </w:r>
            <w:r w:rsidRPr="00047A74">
              <w:rPr>
                <w:bCs/>
              </w:rPr>
              <w:t xml:space="preserve"> в Старотитаровском сельском поселении</w:t>
            </w:r>
            <w:r w:rsidRPr="00047A74">
              <w:t xml:space="preserve"> </w:t>
            </w:r>
            <w:r w:rsidRPr="00047A74">
              <w:rPr>
                <w:bCs/>
              </w:rPr>
              <w:t>Темрюкского района на 2015 год.»</w:t>
            </w:r>
          </w:p>
          <w:p w:rsidR="00C05F51" w:rsidRPr="00047A74" w:rsidRDefault="00C05F51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  <w:noWrap/>
            <w:vAlign w:val="bottom"/>
          </w:tcPr>
          <w:p w:rsidR="00C05F51" w:rsidRPr="00CD4C11" w:rsidRDefault="00C05F51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31.12.2015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noWrap/>
            <w:vAlign w:val="bottom"/>
          </w:tcPr>
          <w:p w:rsidR="00C05F51" w:rsidRPr="00CD4C11" w:rsidRDefault="00C05F51" w:rsidP="00263A2B">
            <w:pPr>
              <w:spacing w:before="40"/>
              <w:rPr>
                <w:color w:val="000000"/>
              </w:rPr>
            </w:pPr>
            <w:r w:rsidRPr="00CD4C11">
              <w:rPr>
                <w:color w:val="000000"/>
              </w:rPr>
              <w:t>583</w:t>
            </w:r>
          </w:p>
        </w:tc>
        <w:tc>
          <w:tcPr>
            <w:tcW w:w="5796" w:type="dxa"/>
            <w:tcBorders>
              <w:top w:val="single" w:sz="4" w:space="0" w:color="auto"/>
            </w:tcBorders>
            <w:noWrap/>
            <w:vAlign w:val="bottom"/>
          </w:tcPr>
          <w:p w:rsidR="00C05F51" w:rsidRPr="006E4ED9" w:rsidRDefault="00C05F51" w:rsidP="00263A2B">
            <w:pPr>
              <w:spacing w:before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C05F51" w:rsidRPr="006E4ED9" w:rsidRDefault="00C05F51" w:rsidP="00263A2B">
      <w:pPr>
        <w:sectPr w:rsidR="00C05F51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C05F51" w:rsidRPr="001E4551" w:rsidRDefault="00C05F51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C05F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C05F51" w:rsidRPr="001E4551" w:rsidRDefault="00C05F51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C05F51" w:rsidRDefault="00C05F51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C05F51" w:rsidRPr="00587E76" w:rsidRDefault="00C05F51" w:rsidP="00587E76">
      <w:pPr>
        <w:jc w:val="center"/>
        <w:rPr>
          <w:sz w:val="28"/>
          <w:szCs w:val="28"/>
        </w:rPr>
      </w:pPr>
    </w:p>
    <w:p w:rsidR="00C05F51" w:rsidRPr="00587E76" w:rsidRDefault="00C05F51" w:rsidP="00587E76">
      <w:pPr>
        <w:jc w:val="center"/>
        <w:rPr>
          <w:b/>
        </w:rPr>
      </w:pPr>
    </w:p>
    <w:p w:rsidR="00C05F51" w:rsidRPr="003F65B7" w:rsidRDefault="00C05F51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>«Обеспечение функций муниципальных казенных учреждений»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</w:p>
    <w:p w:rsidR="00C05F51" w:rsidRDefault="00C05F51" w:rsidP="0032350C">
      <w:pPr>
        <w:rPr>
          <w:sz w:val="28"/>
          <w:szCs w:val="28"/>
        </w:rPr>
      </w:pPr>
    </w:p>
    <w:p w:rsidR="00C05F51" w:rsidRPr="00587E76" w:rsidRDefault="00C05F51" w:rsidP="00587E76">
      <w:pPr>
        <w:jc w:val="center"/>
        <w:rPr>
          <w:b/>
          <w:sz w:val="28"/>
          <w:szCs w:val="28"/>
        </w:rPr>
      </w:pPr>
    </w:p>
    <w:p w:rsidR="00C05F51" w:rsidRPr="00286F40" w:rsidRDefault="00C05F51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C05F51" w:rsidRPr="00286F40" w:rsidTr="001F6C5B">
        <w:tc>
          <w:tcPr>
            <w:tcW w:w="3600" w:type="dxa"/>
            <w:vMerge w:val="restart"/>
            <w:vAlign w:val="center"/>
          </w:tcPr>
          <w:p w:rsidR="00C05F51" w:rsidRPr="008B475F" w:rsidRDefault="00C05F51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C05F51" w:rsidRPr="008B475F" w:rsidRDefault="00C05F51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C05F51" w:rsidRPr="008B475F" w:rsidRDefault="00C05F51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C05F51" w:rsidRPr="008B475F" w:rsidRDefault="00C05F51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C05F51" w:rsidRPr="008B475F" w:rsidRDefault="00C05F51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C05F51" w:rsidRPr="008B475F" w:rsidRDefault="00C05F51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C05F51" w:rsidRPr="00286F40" w:rsidTr="001F6C5B">
        <w:tc>
          <w:tcPr>
            <w:tcW w:w="3600" w:type="dxa"/>
            <w:vMerge/>
            <w:vAlign w:val="center"/>
          </w:tcPr>
          <w:p w:rsidR="00C05F51" w:rsidRPr="008B475F" w:rsidRDefault="00C05F51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C05F51" w:rsidRPr="008B475F" w:rsidRDefault="00C05F51" w:rsidP="008B475F">
            <w:pPr>
              <w:tabs>
                <w:tab w:val="left" w:pos="1134"/>
              </w:tabs>
              <w:spacing w:before="40"/>
              <w:jc w:val="center"/>
            </w:pPr>
            <w:r w:rsidRPr="00743C4C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C05F51" w:rsidRPr="008B475F" w:rsidRDefault="00C05F51" w:rsidP="008B475F">
            <w:pPr>
              <w:tabs>
                <w:tab w:val="left" w:pos="1134"/>
              </w:tabs>
              <w:spacing w:before="40"/>
              <w:jc w:val="center"/>
            </w:pPr>
            <w:r w:rsidRPr="00743C4C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C05F51" w:rsidRPr="008B475F" w:rsidRDefault="00C05F51" w:rsidP="008B475F">
            <w:pPr>
              <w:tabs>
                <w:tab w:val="left" w:pos="1134"/>
              </w:tabs>
              <w:spacing w:before="40"/>
              <w:jc w:val="center"/>
            </w:pPr>
            <w:r w:rsidRPr="00743C4C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C05F51" w:rsidRPr="008B475F" w:rsidRDefault="00C05F51" w:rsidP="008B475F">
            <w:pPr>
              <w:tabs>
                <w:tab w:val="left" w:pos="1134"/>
              </w:tabs>
              <w:spacing w:before="40"/>
              <w:jc w:val="center"/>
            </w:pPr>
            <w:r w:rsidRPr="00743C4C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C05F51" w:rsidRPr="008B475F" w:rsidRDefault="00C05F51" w:rsidP="008B475F">
            <w:pPr>
              <w:tabs>
                <w:tab w:val="left" w:pos="1134"/>
              </w:tabs>
              <w:spacing w:before="40"/>
              <w:jc w:val="center"/>
            </w:pPr>
            <w:r w:rsidRPr="00743C4C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C05F51" w:rsidRPr="006E4ED9" w:rsidTr="001F6C5B">
        <w:tc>
          <w:tcPr>
            <w:tcW w:w="3600" w:type="dxa"/>
          </w:tcPr>
          <w:p w:rsidR="00C05F51" w:rsidRPr="00E5770B" w:rsidRDefault="00C05F51" w:rsidP="0032350C">
            <w:pPr>
              <w:rPr>
                <w:b/>
              </w:rPr>
            </w:pPr>
            <w:r w:rsidRPr="00E5770B">
              <w:rPr>
                <w:b/>
              </w:rPr>
              <w:t>МП «Обеспечение функций муниципальных казенных учреждений»</w:t>
            </w:r>
            <w:r w:rsidRPr="00E5770B">
              <w:rPr>
                <w:b/>
                <w:bCs/>
              </w:rPr>
              <w:t xml:space="preserve"> в Старотитаровском сельском поселении</w:t>
            </w:r>
            <w:r w:rsidRPr="00E5770B">
              <w:rPr>
                <w:b/>
              </w:rPr>
              <w:t xml:space="preserve"> </w:t>
            </w:r>
            <w:r w:rsidRPr="00E5770B">
              <w:rPr>
                <w:b/>
                <w:bCs/>
              </w:rPr>
              <w:t>Темрюкского района на 2015 год</w:t>
            </w:r>
          </w:p>
          <w:p w:rsidR="00C05F51" w:rsidRPr="00E5770B" w:rsidRDefault="00C05F51" w:rsidP="0032350C">
            <w:pPr>
              <w:rPr>
                <w:b/>
              </w:rPr>
            </w:pPr>
            <w:r w:rsidRPr="00E5770B">
              <w:rPr>
                <w:b/>
              </w:rPr>
              <w:t>за счет всех источников финансирования</w:t>
            </w:r>
          </w:p>
          <w:p w:rsidR="00C05F51" w:rsidRPr="00E5770B" w:rsidRDefault="00C05F51" w:rsidP="0032350C">
            <w:pPr>
              <w:rPr>
                <w:b/>
                <w:sz w:val="28"/>
                <w:szCs w:val="28"/>
              </w:rPr>
            </w:pPr>
          </w:p>
          <w:p w:rsidR="00C05F51" w:rsidRPr="00E5770B" w:rsidRDefault="00C05F51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C05F51" w:rsidRPr="00E5770B" w:rsidRDefault="00C05F51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0" w:type="dxa"/>
          </w:tcPr>
          <w:p w:rsidR="00C05F51" w:rsidRPr="00E5770B" w:rsidRDefault="00C05F51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C05F51" w:rsidRPr="00E5770B" w:rsidRDefault="00C05F51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C05F51" w:rsidRPr="00E5770B" w:rsidRDefault="00C05F51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80" w:type="dxa"/>
          </w:tcPr>
          <w:p w:rsidR="00C05F51" w:rsidRPr="00E5770B" w:rsidRDefault="00C05F51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</w:p>
        </w:tc>
      </w:tr>
      <w:tr w:rsidR="00C05F51" w:rsidRPr="006E4ED9" w:rsidTr="001F6C5B">
        <w:tc>
          <w:tcPr>
            <w:tcW w:w="3600" w:type="dxa"/>
          </w:tcPr>
          <w:p w:rsidR="00C05F51" w:rsidRPr="00E5770B" w:rsidRDefault="00C05F51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  <w:r w:rsidRPr="00E5770B">
              <w:t>Подпрограмма №1 «Обеспечение ведения бухгалтерского учета»</w:t>
            </w:r>
          </w:p>
        </w:tc>
        <w:tc>
          <w:tcPr>
            <w:tcW w:w="162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  <w:tr w:rsidR="00C05F51" w:rsidRPr="006E4ED9" w:rsidTr="001F6C5B">
        <w:tc>
          <w:tcPr>
            <w:tcW w:w="3600" w:type="dxa"/>
          </w:tcPr>
          <w:p w:rsidR="00C05F51" w:rsidRPr="00E5770B" w:rsidRDefault="00C05F51" w:rsidP="00E5770B">
            <w:pPr>
              <w:spacing w:before="40"/>
              <w:rPr>
                <w:bCs/>
              </w:rPr>
            </w:pPr>
            <w:hyperlink w:anchor="sub_2000" w:history="1">
              <w:r w:rsidRPr="00E5770B">
                <w:rPr>
                  <w:rStyle w:val="a1"/>
                  <w:b w:val="0"/>
                  <w:color w:val="auto"/>
                </w:rPr>
                <w:t>Подпрограмма</w:t>
              </w:r>
            </w:hyperlink>
            <w:r w:rsidRPr="00E5770B">
              <w:t xml:space="preserve"> №2 «Обеспечение хозяйственного обслуживания администрации Старотитаровского сельского поселения Темрюкского района </w:t>
            </w:r>
            <w:r w:rsidRPr="00E5770B">
              <w:rPr>
                <w:bCs/>
              </w:rPr>
              <w:t>»</w:t>
            </w:r>
          </w:p>
          <w:p w:rsidR="00C05F51" w:rsidRPr="00E5770B" w:rsidRDefault="00C05F51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  <w:tr w:rsidR="00C05F51" w:rsidRPr="006E4ED9" w:rsidTr="001F6C5B">
        <w:tc>
          <w:tcPr>
            <w:tcW w:w="3600" w:type="dxa"/>
          </w:tcPr>
          <w:p w:rsidR="00C05F51" w:rsidRPr="00E5770B" w:rsidRDefault="00C05F51" w:rsidP="00E5770B">
            <w:pPr>
              <w:spacing w:before="40"/>
              <w:rPr>
                <w:color w:val="000000"/>
              </w:rPr>
            </w:pPr>
            <w:r w:rsidRPr="00E5770B">
              <w:rPr>
                <w:bCs/>
              </w:rPr>
              <w:t xml:space="preserve">Подпрограмма №3 </w:t>
            </w:r>
            <w:r w:rsidRPr="00E5770B">
              <w:t>«Обеспечение осуществления закупок товаров, работ и услуг для   муниципальных нужд»</w:t>
            </w:r>
          </w:p>
          <w:p w:rsidR="00C05F51" w:rsidRPr="00E5770B" w:rsidRDefault="00C05F51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C05F51" w:rsidRPr="00E5770B" w:rsidRDefault="00C05F51" w:rsidP="002C0E6C">
            <w:pPr>
              <w:tabs>
                <w:tab w:val="left" w:pos="1134"/>
              </w:tabs>
              <w:spacing w:before="40"/>
              <w:jc w:val="center"/>
              <w:rPr>
                <w:sz w:val="18"/>
                <w:szCs w:val="18"/>
              </w:rPr>
            </w:pPr>
            <w:r w:rsidRPr="00E5770B">
              <w:rPr>
                <w:sz w:val="18"/>
                <w:szCs w:val="18"/>
              </w:rPr>
              <w:t>1</w:t>
            </w:r>
          </w:p>
        </w:tc>
      </w:tr>
    </w:tbl>
    <w:p w:rsidR="00C05F51" w:rsidRDefault="00C05F51" w:rsidP="00263A2B">
      <w:pPr>
        <w:tabs>
          <w:tab w:val="left" w:pos="1134"/>
        </w:tabs>
        <w:ind w:left="851"/>
        <w:jc w:val="both"/>
      </w:pPr>
    </w:p>
    <w:p w:rsidR="00C05F51" w:rsidRDefault="00C05F51" w:rsidP="00263A2B">
      <w:pPr>
        <w:tabs>
          <w:tab w:val="left" w:pos="1134"/>
        </w:tabs>
        <w:ind w:left="851"/>
        <w:jc w:val="both"/>
      </w:pPr>
    </w:p>
    <w:p w:rsidR="00C05F51" w:rsidRPr="006E4ED9" w:rsidRDefault="00C05F51" w:rsidP="00263A2B">
      <w:pPr>
        <w:tabs>
          <w:tab w:val="left" w:pos="1134"/>
        </w:tabs>
        <w:ind w:left="851"/>
        <w:jc w:val="both"/>
      </w:pPr>
    </w:p>
    <w:p w:rsidR="00C05F51" w:rsidRDefault="00C05F51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5F51" w:rsidRDefault="00C05F51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5F51" w:rsidRDefault="00C05F51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5F51" w:rsidRDefault="00C05F51" w:rsidP="007D0A21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C05F51" w:rsidRDefault="00C05F51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5F51" w:rsidRDefault="00C05F51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5F51" w:rsidRDefault="00C05F51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5F51" w:rsidRDefault="00C05F51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C05F51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F51" w:rsidRDefault="00C05F51" w:rsidP="00E1044C">
      <w:r>
        <w:separator/>
      </w:r>
    </w:p>
  </w:endnote>
  <w:endnote w:type="continuationSeparator" w:id="1">
    <w:p w:rsidR="00C05F51" w:rsidRDefault="00C05F51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F51" w:rsidRDefault="00C05F51" w:rsidP="00E1044C">
      <w:r>
        <w:separator/>
      </w:r>
    </w:p>
  </w:footnote>
  <w:footnote w:type="continuationSeparator" w:id="1">
    <w:p w:rsidR="00C05F51" w:rsidRDefault="00C05F51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51" w:rsidRDefault="00C05F51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10</w:t>
    </w:r>
    <w:r w:rsidRPr="00486D96">
      <w:rPr>
        <w:sz w:val="28"/>
        <w:szCs w:val="28"/>
      </w:rPr>
      <w:fldChar w:fldCharType="end"/>
    </w:r>
  </w:p>
  <w:p w:rsidR="00C05F51" w:rsidRDefault="00C05F5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51" w:rsidRDefault="00C05F51">
    <w:pPr>
      <w:pStyle w:val="Header"/>
      <w:jc w:val="center"/>
    </w:pPr>
  </w:p>
  <w:p w:rsidR="00C05F51" w:rsidRDefault="00C05F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7A74"/>
    <w:rsid w:val="00055C4D"/>
    <w:rsid w:val="000B28F5"/>
    <w:rsid w:val="001064AA"/>
    <w:rsid w:val="00107AB8"/>
    <w:rsid w:val="001348C0"/>
    <w:rsid w:val="00144ADF"/>
    <w:rsid w:val="00145A22"/>
    <w:rsid w:val="001772B4"/>
    <w:rsid w:val="001A3D6E"/>
    <w:rsid w:val="001B5607"/>
    <w:rsid w:val="001E4551"/>
    <w:rsid w:val="001F6C5B"/>
    <w:rsid w:val="00203CC1"/>
    <w:rsid w:val="002354BB"/>
    <w:rsid w:val="00256EB2"/>
    <w:rsid w:val="00263A2B"/>
    <w:rsid w:val="00276912"/>
    <w:rsid w:val="00286F40"/>
    <w:rsid w:val="002918FA"/>
    <w:rsid w:val="00291FB0"/>
    <w:rsid w:val="002A0529"/>
    <w:rsid w:val="002B0DD4"/>
    <w:rsid w:val="002B4EE3"/>
    <w:rsid w:val="002C0E6C"/>
    <w:rsid w:val="002E7AE3"/>
    <w:rsid w:val="0032350C"/>
    <w:rsid w:val="003732ED"/>
    <w:rsid w:val="003B30CF"/>
    <w:rsid w:val="003D424D"/>
    <w:rsid w:val="003F65B7"/>
    <w:rsid w:val="0042508C"/>
    <w:rsid w:val="00442A36"/>
    <w:rsid w:val="004619FF"/>
    <w:rsid w:val="00473A63"/>
    <w:rsid w:val="00486D96"/>
    <w:rsid w:val="00496101"/>
    <w:rsid w:val="004A5C03"/>
    <w:rsid w:val="004B4F4A"/>
    <w:rsid w:val="004F4102"/>
    <w:rsid w:val="00562830"/>
    <w:rsid w:val="00587E76"/>
    <w:rsid w:val="005B265F"/>
    <w:rsid w:val="005B4E99"/>
    <w:rsid w:val="005E00B6"/>
    <w:rsid w:val="005E2743"/>
    <w:rsid w:val="006073EF"/>
    <w:rsid w:val="00624700"/>
    <w:rsid w:val="00632453"/>
    <w:rsid w:val="00663EB6"/>
    <w:rsid w:val="006800DC"/>
    <w:rsid w:val="0069662E"/>
    <w:rsid w:val="006A1BBF"/>
    <w:rsid w:val="006E4ED9"/>
    <w:rsid w:val="00713E71"/>
    <w:rsid w:val="00717C20"/>
    <w:rsid w:val="00743C4C"/>
    <w:rsid w:val="00756CB9"/>
    <w:rsid w:val="007A0DD2"/>
    <w:rsid w:val="007C3A7B"/>
    <w:rsid w:val="007D0A21"/>
    <w:rsid w:val="007E44FE"/>
    <w:rsid w:val="00804838"/>
    <w:rsid w:val="00850A3C"/>
    <w:rsid w:val="008807B6"/>
    <w:rsid w:val="00882A62"/>
    <w:rsid w:val="00885670"/>
    <w:rsid w:val="00886E7B"/>
    <w:rsid w:val="008940AC"/>
    <w:rsid w:val="008A369A"/>
    <w:rsid w:val="008A4228"/>
    <w:rsid w:val="008B475F"/>
    <w:rsid w:val="008D0024"/>
    <w:rsid w:val="008D61C1"/>
    <w:rsid w:val="00912C49"/>
    <w:rsid w:val="00927C64"/>
    <w:rsid w:val="00954CEC"/>
    <w:rsid w:val="00976B0E"/>
    <w:rsid w:val="00990D95"/>
    <w:rsid w:val="009C5F38"/>
    <w:rsid w:val="009D6FC6"/>
    <w:rsid w:val="00A061C6"/>
    <w:rsid w:val="00A2306F"/>
    <w:rsid w:val="00A34D56"/>
    <w:rsid w:val="00A4608F"/>
    <w:rsid w:val="00A77A5D"/>
    <w:rsid w:val="00A837D0"/>
    <w:rsid w:val="00A85A55"/>
    <w:rsid w:val="00AA23A9"/>
    <w:rsid w:val="00AF5C5E"/>
    <w:rsid w:val="00AF7B05"/>
    <w:rsid w:val="00B0366E"/>
    <w:rsid w:val="00B0503E"/>
    <w:rsid w:val="00B45B21"/>
    <w:rsid w:val="00B60CF2"/>
    <w:rsid w:val="00B73C78"/>
    <w:rsid w:val="00B76DE6"/>
    <w:rsid w:val="00B90843"/>
    <w:rsid w:val="00C05F51"/>
    <w:rsid w:val="00C2318A"/>
    <w:rsid w:val="00C3738F"/>
    <w:rsid w:val="00C759F4"/>
    <w:rsid w:val="00CA270A"/>
    <w:rsid w:val="00CC73F7"/>
    <w:rsid w:val="00CD1066"/>
    <w:rsid w:val="00CD4C11"/>
    <w:rsid w:val="00CD5D80"/>
    <w:rsid w:val="00D34517"/>
    <w:rsid w:val="00D500B6"/>
    <w:rsid w:val="00D5479E"/>
    <w:rsid w:val="00D60E8A"/>
    <w:rsid w:val="00D70EE0"/>
    <w:rsid w:val="00D85F32"/>
    <w:rsid w:val="00DB7C47"/>
    <w:rsid w:val="00DE2B0D"/>
    <w:rsid w:val="00DE7187"/>
    <w:rsid w:val="00DF5276"/>
    <w:rsid w:val="00E1044C"/>
    <w:rsid w:val="00E27842"/>
    <w:rsid w:val="00E330CB"/>
    <w:rsid w:val="00E40EDE"/>
    <w:rsid w:val="00E44696"/>
    <w:rsid w:val="00E4640E"/>
    <w:rsid w:val="00E5770B"/>
    <w:rsid w:val="00E74F97"/>
    <w:rsid w:val="00EB712B"/>
    <w:rsid w:val="00EE0597"/>
    <w:rsid w:val="00F050DB"/>
    <w:rsid w:val="00F2630D"/>
    <w:rsid w:val="00F30378"/>
    <w:rsid w:val="00F369E4"/>
    <w:rsid w:val="00FA0A43"/>
    <w:rsid w:val="00FA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6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053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60176053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60176053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60176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132</TotalTime>
  <Pages>12</Pages>
  <Words>1582</Words>
  <Characters>9020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30</cp:revision>
  <cp:lastPrinted>2014-09-16T06:37:00Z</cp:lastPrinted>
  <dcterms:created xsi:type="dcterms:W3CDTF">2014-09-16T06:37:00Z</dcterms:created>
  <dcterms:modified xsi:type="dcterms:W3CDTF">2016-03-14T10:56:00Z</dcterms:modified>
</cp:coreProperties>
</file>