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1C5" w:rsidRPr="001E4551" w:rsidRDefault="00EF01C5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EF01C5" w:rsidRPr="001E4551" w:rsidRDefault="00EF01C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EF01C5" w:rsidRDefault="00EF01C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EF01C5" w:rsidRPr="001E4551" w:rsidRDefault="00EF01C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EF01C5" w:rsidRPr="001E4551" w:rsidRDefault="00EF01C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EF01C5" w:rsidRDefault="00EF01C5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EF01C5" w:rsidRPr="00587E76" w:rsidRDefault="00EF01C5" w:rsidP="00587E76">
      <w:pPr>
        <w:jc w:val="center"/>
        <w:rPr>
          <w:sz w:val="28"/>
          <w:szCs w:val="28"/>
        </w:rPr>
      </w:pPr>
    </w:p>
    <w:p w:rsidR="00EF01C5" w:rsidRPr="006E4ED9" w:rsidRDefault="00EF01C5" w:rsidP="00263A2B"/>
    <w:p w:rsidR="00EF01C5" w:rsidRPr="003F65B7" w:rsidRDefault="00EF01C5" w:rsidP="003B30CF">
      <w:pPr>
        <w:jc w:val="center"/>
        <w:rPr>
          <w:b/>
          <w:sz w:val="28"/>
          <w:szCs w:val="28"/>
        </w:rPr>
      </w:pPr>
      <w:hyperlink r:id="rId7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</w:t>
      </w:r>
      <w:r>
        <w:rPr>
          <w:b/>
          <w:sz w:val="28"/>
          <w:szCs w:val="28"/>
        </w:rPr>
        <w:t xml:space="preserve"> «</w:t>
      </w:r>
      <w:r w:rsidRPr="00CC77A6">
        <w:rPr>
          <w:b/>
          <w:sz w:val="28"/>
          <w:szCs w:val="28"/>
        </w:rPr>
        <w:t>Обеспечение безопасности населения»</w:t>
      </w: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год.</w:t>
      </w:r>
    </w:p>
    <w:p w:rsidR="00EF01C5" w:rsidRPr="00587E76" w:rsidRDefault="00EF01C5" w:rsidP="00587E76">
      <w:pPr>
        <w:jc w:val="center"/>
        <w:rPr>
          <w:b/>
          <w:sz w:val="28"/>
          <w:szCs w:val="28"/>
        </w:rPr>
      </w:pPr>
    </w:p>
    <w:p w:rsidR="00EF01C5" w:rsidRPr="006E4ED9" w:rsidRDefault="00EF01C5" w:rsidP="00263A2B"/>
    <w:tbl>
      <w:tblPr>
        <w:tblW w:w="1390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5"/>
        <w:gridCol w:w="3008"/>
        <w:gridCol w:w="1000"/>
        <w:gridCol w:w="1756"/>
        <w:gridCol w:w="1240"/>
        <w:gridCol w:w="1240"/>
        <w:gridCol w:w="1660"/>
        <w:gridCol w:w="3266"/>
      </w:tblGrid>
      <w:tr w:rsidR="00EF01C5" w:rsidRPr="00AF5C5E" w:rsidTr="00496D18">
        <w:trPr>
          <w:trHeight w:val="20"/>
        </w:trPr>
        <w:tc>
          <w:tcPr>
            <w:tcW w:w="735" w:type="dxa"/>
            <w:vMerge w:val="restart"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3008" w:type="dxa"/>
            <w:vMerge w:val="restart"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EF01C5" w:rsidRPr="006E4ED9" w:rsidTr="00496D18">
        <w:trPr>
          <w:trHeight w:val="1230"/>
        </w:trPr>
        <w:tc>
          <w:tcPr>
            <w:tcW w:w="735" w:type="dxa"/>
            <w:vMerge/>
            <w:vAlign w:val="center"/>
          </w:tcPr>
          <w:p w:rsidR="00EF01C5" w:rsidRPr="006E4ED9" w:rsidRDefault="00EF01C5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EF01C5" w:rsidRPr="006E4ED9" w:rsidRDefault="00EF01C5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EF01C5" w:rsidRPr="006E4ED9" w:rsidRDefault="00EF01C5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EF01C5" w:rsidRPr="007D0A21" w:rsidRDefault="00EF01C5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Align w:val="center"/>
          </w:tcPr>
          <w:p w:rsidR="00EF01C5" w:rsidRPr="007D0A21" w:rsidRDefault="00EF01C5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EF01C5" w:rsidRPr="006E4ED9" w:rsidRDefault="00EF01C5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EF01C5" w:rsidRPr="006E4ED9" w:rsidRDefault="00EF01C5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EF01C5" w:rsidRPr="006E4ED9" w:rsidRDefault="00EF01C5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EF01C5" w:rsidRPr="00AF5C5E" w:rsidTr="00496D18">
        <w:trPr>
          <w:trHeight w:val="20"/>
        </w:trPr>
        <w:tc>
          <w:tcPr>
            <w:tcW w:w="735" w:type="dxa"/>
            <w:noWrap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12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EF01C5" w:rsidRPr="003F65B7" w:rsidRDefault="00EF01C5" w:rsidP="003B30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Муниципальная программа «Обеспечение безопасности населения»</w:t>
            </w:r>
            <w:r w:rsidRPr="00033748">
              <w:rPr>
                <w:b/>
                <w:bCs/>
                <w:sz w:val="28"/>
                <w:szCs w:val="28"/>
              </w:rPr>
              <w:t xml:space="preserve"> в Старотитаровском сельском поселении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33748">
              <w:rPr>
                <w:b/>
                <w:bCs/>
                <w:sz w:val="28"/>
                <w:szCs w:val="28"/>
              </w:rPr>
              <w:t>Темрюкского района на 201</w:t>
            </w:r>
            <w:r>
              <w:rPr>
                <w:b/>
                <w:bCs/>
                <w:sz w:val="28"/>
                <w:szCs w:val="28"/>
              </w:rPr>
              <w:t>5 год.</w:t>
            </w:r>
          </w:p>
          <w:p w:rsidR="00EF01C5" w:rsidRPr="00AF5C5E" w:rsidRDefault="00EF01C5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</w:tr>
      <w:tr w:rsidR="00EF01C5" w:rsidRPr="00AF5C5E" w:rsidTr="00496D18">
        <w:trPr>
          <w:trHeight w:val="20"/>
        </w:trPr>
        <w:tc>
          <w:tcPr>
            <w:tcW w:w="735" w:type="dxa"/>
            <w:noWrap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008" w:type="dxa"/>
          </w:tcPr>
          <w:p w:rsidR="00EF01C5" w:rsidRPr="00B73C78" w:rsidRDefault="00EF01C5" w:rsidP="002C0E6C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автоматической пожарной сигнализации и системы оповещения людей о пожаре в здании администрации Старотитаровского сельского поселения</w:t>
            </w:r>
          </w:p>
        </w:tc>
        <w:tc>
          <w:tcPr>
            <w:tcW w:w="1000" w:type="dxa"/>
            <w:noWrap/>
          </w:tcPr>
          <w:p w:rsidR="00EF01C5" w:rsidRPr="00B73C78" w:rsidRDefault="00EF01C5" w:rsidP="002C0E6C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noWrap/>
            <w:vAlign w:val="bottom"/>
          </w:tcPr>
          <w:p w:rsidR="00EF01C5" w:rsidRPr="00AF5C5E" w:rsidRDefault="00EF01C5" w:rsidP="008C1EC8">
            <w:pPr>
              <w:spacing w:before="40"/>
              <w:jc w:val="center"/>
              <w:rPr>
                <w:color w:val="000000"/>
              </w:rPr>
            </w:pPr>
          </w:p>
          <w:p w:rsidR="00EF01C5" w:rsidRPr="00AF5C5E" w:rsidRDefault="00EF01C5" w:rsidP="008C1EC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bottom"/>
          </w:tcPr>
          <w:p w:rsidR="00EF01C5" w:rsidRPr="00AF5C5E" w:rsidRDefault="00EF01C5" w:rsidP="008C1EC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EF01C5" w:rsidRPr="00AF5C5E" w:rsidRDefault="00EF01C5" w:rsidP="008C1EC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EF01C5" w:rsidRPr="00AF5C5E" w:rsidRDefault="00EF01C5" w:rsidP="008C1EC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EF01C5" w:rsidRPr="00AF5C5E" w:rsidTr="00496D18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</w:tcPr>
          <w:p w:rsidR="00EF01C5" w:rsidRPr="00145A22" w:rsidRDefault="00EF01C5" w:rsidP="002C0E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Установка противопожарной двери в архиве администрации Старотитаровского сельского поселения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EF01C5" w:rsidRDefault="00EF01C5" w:rsidP="002C0E6C">
            <w:pPr>
              <w:pStyle w:val="Header"/>
              <w:jc w:val="center"/>
            </w:pPr>
            <w:r>
              <w:t>шт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8C1EC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EF01C5" w:rsidRPr="00AF5C5E" w:rsidRDefault="00EF01C5" w:rsidP="008C1EC8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8C1EC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8C1EC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8C1EC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EF01C5" w:rsidRPr="00AF5C5E" w:rsidTr="00496D18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01C5" w:rsidRPr="00B76DE6" w:rsidRDefault="00EF01C5" w:rsidP="002C0E6C">
            <w:pPr>
              <w:rPr>
                <w:bCs/>
              </w:rPr>
            </w:pPr>
            <w:r>
              <w:rPr>
                <w:bCs/>
              </w:rPr>
              <w:t>Проведения обучения лиц, ответственных за пожарную безопасность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01C5" w:rsidRDefault="00EF01C5" w:rsidP="002C0E6C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8C1EC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8C1EC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8C1EC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8C1EC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</w:p>
        </w:tc>
      </w:tr>
      <w:tr w:rsidR="00EF01C5" w:rsidRPr="00AF5C5E" w:rsidTr="00496D18">
        <w:trPr>
          <w:trHeight w:val="108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F01C5" w:rsidRDefault="00EF01C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01C5" w:rsidRDefault="00EF01C5" w:rsidP="002C0E6C">
            <w:pPr>
              <w:rPr>
                <w:bCs/>
              </w:rPr>
            </w:pPr>
            <w:r>
              <w:rPr>
                <w:bCs/>
              </w:rPr>
              <w:t>Изготовление наглядной агитации для уголков пожарной безопасности</w:t>
            </w:r>
          </w:p>
          <w:p w:rsidR="00EF01C5" w:rsidRDefault="00EF01C5" w:rsidP="002C0E6C">
            <w:pPr>
              <w:rPr>
                <w:bCs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01C5" w:rsidRDefault="00EF01C5" w:rsidP="002C0E6C">
            <w:pPr>
              <w:pStyle w:val="Header"/>
              <w:jc w:val="center"/>
            </w:pPr>
            <w:r>
              <w:t>шт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Default="00EF01C5" w:rsidP="008C1EC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Default="00EF01C5" w:rsidP="008C1EC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Default="00EF01C5" w:rsidP="008C1EC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Default="00EF01C5" w:rsidP="008C1EC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</w:p>
        </w:tc>
      </w:tr>
      <w:tr w:rsidR="00EF01C5" w:rsidRPr="00AF5C5E" w:rsidTr="0003337F">
        <w:trPr>
          <w:trHeight w:val="280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EF01C5" w:rsidRDefault="00EF01C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3008" w:type="dxa"/>
            <w:tcBorders>
              <w:top w:val="single" w:sz="4" w:space="0" w:color="auto"/>
            </w:tcBorders>
            <w:noWrap/>
          </w:tcPr>
          <w:p w:rsidR="00EF01C5" w:rsidRDefault="00EF01C5" w:rsidP="009D4F12">
            <w:r w:rsidRPr="00866234">
              <w:rPr>
                <w:color w:val="000000"/>
              </w:rPr>
              <w:t xml:space="preserve">Установка </w:t>
            </w:r>
            <w:r>
              <w:rPr>
                <w:color w:val="000000"/>
              </w:rPr>
              <w:t>эвакуационной лестницы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</w:tcPr>
          <w:p w:rsidR="00EF01C5" w:rsidRDefault="00EF01C5" w:rsidP="009D4F12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bottom"/>
          </w:tcPr>
          <w:p w:rsidR="00EF01C5" w:rsidRDefault="00EF01C5" w:rsidP="009D4F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bottom"/>
          </w:tcPr>
          <w:p w:rsidR="00EF01C5" w:rsidRDefault="00EF01C5" w:rsidP="009D4F12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EF01C5" w:rsidRDefault="00EF01C5" w:rsidP="009D4F12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center"/>
          </w:tcPr>
          <w:p w:rsidR="00EF01C5" w:rsidRDefault="00EF01C5" w:rsidP="009D4F12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center"/>
          </w:tcPr>
          <w:p w:rsidR="00EF01C5" w:rsidRPr="00AF5C5E" w:rsidRDefault="00EF01C5" w:rsidP="009D4F12">
            <w:pPr>
              <w:spacing w:before="40"/>
              <w:rPr>
                <w:color w:val="000000"/>
              </w:rPr>
            </w:pPr>
          </w:p>
        </w:tc>
      </w:tr>
      <w:tr w:rsidR="00EF01C5" w:rsidRPr="00AF5C5E" w:rsidTr="00496D18">
        <w:trPr>
          <w:trHeight w:val="260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EF01C5" w:rsidRDefault="00EF01C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3008" w:type="dxa"/>
            <w:tcBorders>
              <w:top w:val="single" w:sz="4" w:space="0" w:color="auto"/>
            </w:tcBorders>
            <w:noWrap/>
          </w:tcPr>
          <w:p w:rsidR="00EF01C5" w:rsidRDefault="00EF01C5" w:rsidP="002C0E6C">
            <w:pPr>
              <w:rPr>
                <w:bCs/>
              </w:rPr>
            </w:pPr>
            <w:r>
              <w:rPr>
                <w:bCs/>
              </w:rPr>
              <w:t>Снижения уровня преступности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</w:tcPr>
          <w:p w:rsidR="00EF01C5" w:rsidRDefault="00EF01C5" w:rsidP="002C0E6C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bottom"/>
          </w:tcPr>
          <w:p w:rsidR="00EF01C5" w:rsidRDefault="00EF01C5" w:rsidP="008C1EC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bottom"/>
          </w:tcPr>
          <w:p w:rsidR="00EF01C5" w:rsidRDefault="00EF01C5" w:rsidP="008C1EC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bottom"/>
          </w:tcPr>
          <w:p w:rsidR="00EF01C5" w:rsidRDefault="00EF01C5" w:rsidP="008C1EC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bottom"/>
          </w:tcPr>
          <w:p w:rsidR="00EF01C5" w:rsidRDefault="00EF01C5" w:rsidP="008C1EC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bottom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</w:p>
        </w:tc>
      </w:tr>
      <w:tr w:rsidR="00EF01C5" w:rsidRPr="00AF5C5E" w:rsidTr="00496D18">
        <w:trPr>
          <w:trHeight w:val="280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F01C5" w:rsidRDefault="00EF01C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01C5" w:rsidRDefault="00EF01C5" w:rsidP="002C0E6C">
            <w:pPr>
              <w:rPr>
                <w:bCs/>
              </w:rPr>
            </w:pPr>
            <w:r>
              <w:rPr>
                <w:bCs/>
              </w:rPr>
              <w:t>Совершенствования мер профилактики преступлений, в том числе среди ранее судимых, несовершеннолетних и других лиц, состоящих на учете в отделениях профилактики правонарушений органов внутренних  дел;</w:t>
            </w:r>
          </w:p>
          <w:p w:rsidR="00EF01C5" w:rsidRDefault="00EF01C5" w:rsidP="002C0E6C">
            <w:pPr>
              <w:rPr>
                <w:bCs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01C5" w:rsidRDefault="00EF01C5" w:rsidP="002C0E6C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Default="00EF01C5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Default="00EF01C5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Default="00EF01C5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Default="00EF01C5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</w:p>
        </w:tc>
      </w:tr>
      <w:tr w:rsidR="00EF01C5" w:rsidRPr="00AF5C5E" w:rsidTr="00496D18">
        <w:trPr>
          <w:trHeight w:val="1600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EF01C5" w:rsidRDefault="00EF01C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1.9</w:t>
            </w:r>
          </w:p>
        </w:tc>
        <w:tc>
          <w:tcPr>
            <w:tcW w:w="3008" w:type="dxa"/>
            <w:tcBorders>
              <w:top w:val="single" w:sz="4" w:space="0" w:color="auto"/>
            </w:tcBorders>
            <w:noWrap/>
          </w:tcPr>
          <w:p w:rsidR="00EF01C5" w:rsidRDefault="00EF01C5" w:rsidP="002C0E6C">
            <w:pPr>
              <w:rPr>
                <w:bCs/>
              </w:rPr>
            </w:pPr>
            <w:r>
              <w:rPr>
                <w:bCs/>
              </w:rPr>
              <w:t>Приобретение наглядного и агитационного материала по вопросам  «гражданских технологий  противодействия терроризму».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</w:tcPr>
          <w:p w:rsidR="00EF01C5" w:rsidRDefault="00EF01C5" w:rsidP="002C0E6C">
            <w:pPr>
              <w:pStyle w:val="Header"/>
              <w:jc w:val="center"/>
            </w:pP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bottom"/>
          </w:tcPr>
          <w:p w:rsidR="00EF01C5" w:rsidRDefault="00EF01C5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bottom"/>
          </w:tcPr>
          <w:p w:rsidR="00EF01C5" w:rsidRDefault="00EF01C5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bottom"/>
          </w:tcPr>
          <w:p w:rsidR="00EF01C5" w:rsidRDefault="00EF01C5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bottom"/>
          </w:tcPr>
          <w:p w:rsidR="00EF01C5" w:rsidRDefault="00EF01C5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bottom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</w:p>
        </w:tc>
      </w:tr>
      <w:tr w:rsidR="00EF01C5" w:rsidRPr="00AF5C5E" w:rsidTr="00496D18">
        <w:trPr>
          <w:trHeight w:val="260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EF01C5" w:rsidRDefault="00EF01C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1.10</w:t>
            </w:r>
          </w:p>
        </w:tc>
        <w:tc>
          <w:tcPr>
            <w:tcW w:w="3008" w:type="dxa"/>
            <w:tcBorders>
              <w:top w:val="single" w:sz="4" w:space="0" w:color="auto"/>
            </w:tcBorders>
            <w:noWrap/>
          </w:tcPr>
          <w:p w:rsidR="00EF01C5" w:rsidRDefault="00EF01C5" w:rsidP="002C0E6C">
            <w:pPr>
              <w:rPr>
                <w:bCs/>
              </w:rPr>
            </w:pPr>
            <w:r>
              <w:rPr>
                <w:bCs/>
              </w:rPr>
              <w:t xml:space="preserve">Повышение объема знаний и навыков в области </w:t>
            </w:r>
            <w:smartTag w:uri="urn:schemas-microsoft-com:office:smarttags" w:element="PersonName">
              <w:smartTagPr>
                <w:attr w:name="ProductID" w:val="ГО ЧС"/>
              </w:smartTagPr>
              <w:r>
                <w:rPr>
                  <w:bCs/>
                </w:rPr>
                <w:t>ГО ЧС</w:t>
              </w:r>
            </w:smartTag>
            <w:r>
              <w:rPr>
                <w:bCs/>
              </w:rPr>
              <w:t xml:space="preserve"> руководителей, должностных лиц и специалистов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</w:tcPr>
          <w:p w:rsidR="00EF01C5" w:rsidRDefault="00EF01C5" w:rsidP="002C0E6C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bottom"/>
          </w:tcPr>
          <w:p w:rsidR="00EF01C5" w:rsidRDefault="00EF01C5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bottom"/>
          </w:tcPr>
          <w:p w:rsidR="00EF01C5" w:rsidRDefault="00EF01C5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bottom"/>
          </w:tcPr>
          <w:p w:rsidR="00EF01C5" w:rsidRDefault="00EF01C5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bottom"/>
          </w:tcPr>
          <w:p w:rsidR="00EF01C5" w:rsidRDefault="00EF01C5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bottom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</w:p>
        </w:tc>
      </w:tr>
      <w:tr w:rsidR="00EF01C5" w:rsidRPr="00AF5C5E" w:rsidTr="00496D18">
        <w:trPr>
          <w:trHeight w:val="260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EF01C5" w:rsidRDefault="00EF01C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1.11</w:t>
            </w:r>
          </w:p>
        </w:tc>
        <w:tc>
          <w:tcPr>
            <w:tcW w:w="3008" w:type="dxa"/>
            <w:tcBorders>
              <w:top w:val="single" w:sz="4" w:space="0" w:color="auto"/>
            </w:tcBorders>
            <w:noWrap/>
          </w:tcPr>
          <w:p w:rsidR="00EF01C5" w:rsidRDefault="00EF01C5" w:rsidP="002C0E6C">
            <w:pPr>
              <w:rPr>
                <w:bCs/>
              </w:rPr>
            </w:pPr>
            <w:r>
              <w:rPr>
                <w:bCs/>
              </w:rPr>
              <w:t>Обеспечение оборудованием и совершенствованием защиты объектов социальной сферы от чрезвычайных и техногенных ситуаций.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</w:tcPr>
          <w:p w:rsidR="00EF01C5" w:rsidRDefault="00EF01C5" w:rsidP="002C0E6C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bottom"/>
          </w:tcPr>
          <w:p w:rsidR="00EF01C5" w:rsidRDefault="00EF01C5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bottom"/>
          </w:tcPr>
          <w:p w:rsidR="00EF01C5" w:rsidRDefault="00EF01C5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bottom"/>
          </w:tcPr>
          <w:p w:rsidR="00EF01C5" w:rsidRDefault="00EF01C5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bottom"/>
          </w:tcPr>
          <w:p w:rsidR="00EF01C5" w:rsidRDefault="00EF01C5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bottom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</w:p>
        </w:tc>
      </w:tr>
      <w:tr w:rsidR="00EF01C5" w:rsidRPr="00AF5C5E" w:rsidTr="00496D18">
        <w:trPr>
          <w:trHeight w:val="20"/>
        </w:trPr>
        <w:tc>
          <w:tcPr>
            <w:tcW w:w="735" w:type="dxa"/>
            <w:noWrap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  <w:r w:rsidRPr="00927C64">
              <w:rPr>
                <w:b/>
              </w:rPr>
              <w:t xml:space="preserve">Подпрограмма №1 «Обеспечение </w:t>
            </w:r>
            <w:r>
              <w:rPr>
                <w:b/>
              </w:rPr>
              <w:t xml:space="preserve"> первичных мер пожарной безопасности в Старотитаровском сельском поселении Темрюкского района</w:t>
            </w:r>
            <w:r w:rsidRPr="00927C64">
              <w:rPr>
                <w:b/>
              </w:rPr>
              <w:t>»</w:t>
            </w:r>
            <w:r>
              <w:rPr>
                <w:b/>
              </w:rPr>
              <w:t>на 2015 год</w:t>
            </w:r>
          </w:p>
        </w:tc>
      </w:tr>
      <w:tr w:rsidR="00EF01C5" w:rsidRPr="00AF5C5E" w:rsidTr="00496D18">
        <w:trPr>
          <w:trHeight w:val="132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3008" w:type="dxa"/>
            <w:tcBorders>
              <w:bottom w:val="single" w:sz="4" w:space="0" w:color="auto"/>
            </w:tcBorders>
          </w:tcPr>
          <w:p w:rsidR="00EF01C5" w:rsidRPr="00B73C78" w:rsidRDefault="00EF01C5" w:rsidP="002C0E6C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автоматической пожарной сигнализации и системы оповещения людей о пожаре в здании администрации Старотитаровского сельского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EF01C5" w:rsidRPr="00B73C78" w:rsidRDefault="00EF01C5" w:rsidP="002C0E6C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2C0E6C">
            <w:pPr>
              <w:spacing w:before="40"/>
              <w:jc w:val="center"/>
              <w:rPr>
                <w:color w:val="000000"/>
              </w:rPr>
            </w:pPr>
          </w:p>
          <w:p w:rsidR="00EF01C5" w:rsidRPr="00AF5C5E" w:rsidRDefault="00EF01C5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2C0E6C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EF01C5" w:rsidRPr="00AF5C5E" w:rsidRDefault="00EF01C5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EF01C5" w:rsidRPr="00AF5C5E" w:rsidRDefault="00EF01C5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EF01C5" w:rsidRPr="00AF5C5E" w:rsidTr="00496D18">
        <w:trPr>
          <w:trHeight w:val="3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F01C5" w:rsidRDefault="00EF01C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:rsidR="00EF01C5" w:rsidRDefault="00EF01C5" w:rsidP="002C0E6C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противопожарной двери в архиве администрации Старотитаровского сельского поселения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01C5" w:rsidRDefault="00EF01C5" w:rsidP="002C0E6C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2C0E6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F01C5" w:rsidRDefault="00EF01C5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F01C5" w:rsidRDefault="00EF01C5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</w:p>
        </w:tc>
      </w:tr>
      <w:tr w:rsidR="00EF01C5" w:rsidRPr="00AF5C5E" w:rsidTr="00496D18">
        <w:trPr>
          <w:trHeight w:val="52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F01C5" w:rsidRDefault="00EF01C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:rsidR="00EF01C5" w:rsidRDefault="00EF01C5" w:rsidP="002C0E6C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обучения лиц, ответственных за пожарную безопасность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01C5" w:rsidRDefault="00EF01C5" w:rsidP="002C0E6C">
            <w:pPr>
              <w:pStyle w:val="Header"/>
              <w:jc w:val="center"/>
            </w:pPr>
            <w:r>
              <w:t>шт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2C0E6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F01C5" w:rsidRDefault="00EF01C5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F01C5" w:rsidRDefault="00EF01C5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</w:p>
        </w:tc>
      </w:tr>
      <w:tr w:rsidR="00EF01C5" w:rsidRPr="00AF5C5E" w:rsidTr="00496D18">
        <w:trPr>
          <w:trHeight w:val="88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F01C5" w:rsidRDefault="00EF01C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:rsidR="00EF01C5" w:rsidRDefault="00EF01C5" w:rsidP="002C0E6C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наглядной агитации для уголков пожарной безопасности</w:t>
            </w:r>
          </w:p>
          <w:p w:rsidR="00EF01C5" w:rsidRPr="008C1EC8" w:rsidRDefault="00EF01C5" w:rsidP="008C1EC8"/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01C5" w:rsidRDefault="00EF01C5" w:rsidP="002C0E6C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Default="00EF01C5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Default="00EF01C5" w:rsidP="002C0E6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F01C5" w:rsidRDefault="00EF01C5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F01C5" w:rsidRDefault="00EF01C5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</w:p>
        </w:tc>
      </w:tr>
      <w:tr w:rsidR="00EF01C5" w:rsidRPr="00AF5C5E" w:rsidTr="00496D18">
        <w:trPr>
          <w:trHeight w:val="48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F01C5" w:rsidRDefault="00EF01C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:rsidR="00EF01C5" w:rsidRDefault="00EF01C5" w:rsidP="008C1EC8">
            <w:r w:rsidRPr="00866234">
              <w:rPr>
                <w:color w:val="000000"/>
              </w:rPr>
              <w:t xml:space="preserve">Установка </w:t>
            </w:r>
            <w:r>
              <w:rPr>
                <w:color w:val="000000"/>
              </w:rPr>
              <w:t>эвакуационной лестницы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01C5" w:rsidRDefault="00EF01C5" w:rsidP="002C0E6C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Default="00EF01C5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Default="00EF01C5" w:rsidP="002C0E6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F01C5" w:rsidRDefault="00EF01C5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F01C5" w:rsidRDefault="00EF01C5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</w:p>
        </w:tc>
      </w:tr>
      <w:tr w:rsidR="00EF01C5" w:rsidRPr="00AF5C5E" w:rsidTr="00496D18">
        <w:trPr>
          <w:trHeight w:val="20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tcBorders>
              <w:top w:val="single" w:sz="4" w:space="0" w:color="auto"/>
            </w:tcBorders>
            <w:noWrap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  <w:hyperlink w:anchor="sub_2000" w:history="1">
              <w:r w:rsidRPr="00A4608F">
                <w:rPr>
                  <w:rStyle w:val="a1"/>
                  <w:color w:val="auto"/>
                </w:rPr>
                <w:t>Подпрограмма</w:t>
              </w:r>
            </w:hyperlink>
            <w:r w:rsidRPr="00927C64">
              <w:rPr>
                <w:b/>
              </w:rPr>
              <w:t xml:space="preserve"> №2 «</w:t>
            </w:r>
            <w:r>
              <w:rPr>
                <w:b/>
              </w:rPr>
              <w:t xml:space="preserve">Защита населения и территории </w:t>
            </w:r>
            <w:r w:rsidRPr="00927C64">
              <w:rPr>
                <w:b/>
              </w:rPr>
              <w:t xml:space="preserve"> Старотитаровского сельского поселения Темрюкского района</w:t>
            </w:r>
            <w:r>
              <w:rPr>
                <w:b/>
              </w:rPr>
              <w:t xml:space="preserve"> от чрезвычайных ситуаций</w:t>
            </w:r>
            <w:r w:rsidRPr="00D34517">
              <w:t xml:space="preserve"> </w:t>
            </w:r>
            <w:r w:rsidRPr="00D34517">
              <w:rPr>
                <w:bCs/>
              </w:rPr>
              <w:t>»</w:t>
            </w:r>
            <w:r>
              <w:rPr>
                <w:bCs/>
              </w:rPr>
              <w:t xml:space="preserve"> </w:t>
            </w:r>
            <w:r w:rsidRPr="008C1EC8">
              <w:rPr>
                <w:b/>
                <w:bCs/>
              </w:rPr>
              <w:t>на 2015 год</w:t>
            </w:r>
          </w:p>
        </w:tc>
      </w:tr>
      <w:tr w:rsidR="00EF01C5" w:rsidRPr="00AF5C5E" w:rsidTr="00496D18">
        <w:trPr>
          <w:trHeight w:val="150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3008" w:type="dxa"/>
            <w:tcBorders>
              <w:bottom w:val="single" w:sz="4" w:space="0" w:color="auto"/>
            </w:tcBorders>
          </w:tcPr>
          <w:p w:rsidR="00EF01C5" w:rsidRPr="00145A22" w:rsidRDefault="00EF01C5" w:rsidP="002C0E6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Повышение объема знаний ин навыков в области </w:t>
            </w:r>
            <w:smartTag w:uri="urn:schemas-microsoft-com:office:smarttags" w:element="PersonName">
              <w:smartTagPr>
                <w:attr w:name="ProductID" w:val="ГО ЧС"/>
              </w:smartTagPr>
              <w:r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ГО ЧС</w:t>
              </w:r>
            </w:smartTag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руководителей, должностных лиц и специалистов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EF01C5" w:rsidRDefault="00EF01C5" w:rsidP="0042508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</w:tcPr>
          <w:p w:rsidR="00EF01C5" w:rsidRDefault="00EF01C5" w:rsidP="0042508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EF01C5" w:rsidRPr="00AF5C5E" w:rsidRDefault="00EF01C5" w:rsidP="0042508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</w:tcPr>
          <w:p w:rsidR="00EF01C5" w:rsidRPr="00AF5C5E" w:rsidRDefault="00EF01C5" w:rsidP="0042508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</w:tcPr>
          <w:p w:rsidR="00EF01C5" w:rsidRPr="00AF5C5E" w:rsidRDefault="00EF01C5" w:rsidP="0042508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</w:tcPr>
          <w:p w:rsidR="00EF01C5" w:rsidRPr="00AF5C5E" w:rsidRDefault="00EF01C5" w:rsidP="0042508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</w:tcPr>
          <w:p w:rsidR="00EF01C5" w:rsidRPr="00AF5C5E" w:rsidRDefault="00EF01C5" w:rsidP="0042508C">
            <w:pPr>
              <w:spacing w:before="40"/>
              <w:jc w:val="center"/>
              <w:rPr>
                <w:color w:val="000000"/>
              </w:rPr>
            </w:pPr>
          </w:p>
        </w:tc>
      </w:tr>
      <w:tr w:rsidR="00EF01C5" w:rsidRPr="00AF5C5E" w:rsidTr="00496D18">
        <w:trPr>
          <w:trHeight w:val="420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EF01C5" w:rsidRDefault="00EF01C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3008" w:type="dxa"/>
            <w:tcBorders>
              <w:top w:val="single" w:sz="4" w:space="0" w:color="auto"/>
            </w:tcBorders>
          </w:tcPr>
          <w:p w:rsidR="00EF01C5" w:rsidRPr="00145A22" w:rsidRDefault="00EF01C5" w:rsidP="002C0E6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Обеспечение оборудованием и совершенствование защиты объектов социальной сферв от чрезвычайных и техногенных ситуаций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</w:tcPr>
          <w:p w:rsidR="00EF01C5" w:rsidRDefault="00EF01C5" w:rsidP="0042508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</w:tcPr>
          <w:p w:rsidR="00EF01C5" w:rsidRDefault="00EF01C5" w:rsidP="0042508C">
            <w:pPr>
              <w:spacing w:before="40"/>
              <w:jc w:val="center"/>
            </w:pPr>
            <w:r>
              <w:t>15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</w:tcPr>
          <w:p w:rsidR="00EF01C5" w:rsidRDefault="00EF01C5" w:rsidP="0042508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</w:tcPr>
          <w:p w:rsidR="00EF01C5" w:rsidRDefault="00EF01C5" w:rsidP="0042508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</w:tcPr>
          <w:p w:rsidR="00EF01C5" w:rsidRDefault="00EF01C5" w:rsidP="0042508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</w:tcPr>
          <w:p w:rsidR="00EF01C5" w:rsidRPr="00AF5C5E" w:rsidRDefault="00EF01C5" w:rsidP="0042508C">
            <w:pPr>
              <w:spacing w:before="40"/>
              <w:jc w:val="center"/>
              <w:rPr>
                <w:color w:val="000000"/>
              </w:rPr>
            </w:pPr>
          </w:p>
        </w:tc>
      </w:tr>
      <w:tr w:rsidR="00EF01C5" w:rsidRPr="00AF5C5E" w:rsidTr="00496D18">
        <w:trPr>
          <w:trHeight w:val="20"/>
        </w:trPr>
        <w:tc>
          <w:tcPr>
            <w:tcW w:w="735" w:type="dxa"/>
            <w:noWrap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170" w:type="dxa"/>
            <w:gridSpan w:val="7"/>
            <w:vAlign w:val="center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EF01C5" w:rsidRPr="00AF5C5E" w:rsidRDefault="00EF01C5" w:rsidP="00A4608F">
            <w:pPr>
              <w:spacing w:before="40"/>
              <w:jc w:val="center"/>
              <w:rPr>
                <w:color w:val="000000"/>
              </w:rPr>
            </w:pPr>
            <w:r w:rsidRPr="00927C64">
              <w:rPr>
                <w:b/>
                <w:bCs/>
              </w:rPr>
              <w:t xml:space="preserve">Подпрограмма №3 </w:t>
            </w:r>
            <w:r w:rsidRPr="00927C64">
              <w:rPr>
                <w:b/>
              </w:rPr>
              <w:t>«</w:t>
            </w:r>
            <w:r>
              <w:rPr>
                <w:b/>
              </w:rPr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района» на 2015 год</w:t>
            </w:r>
          </w:p>
          <w:p w:rsidR="00EF01C5" w:rsidRPr="00AF5C5E" w:rsidRDefault="00EF01C5" w:rsidP="00263A2B">
            <w:pPr>
              <w:spacing w:before="40"/>
              <w:jc w:val="right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EF01C5" w:rsidRPr="00AF5C5E" w:rsidTr="00496D18">
        <w:trPr>
          <w:trHeight w:val="82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  <w:r>
              <w:rPr>
                <w:bCs/>
              </w:rPr>
              <w:t>Снижение уровня преступности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EF01C5" w:rsidRDefault="00EF01C5" w:rsidP="002C0E6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</w:tcPr>
          <w:p w:rsidR="00EF01C5" w:rsidRDefault="00EF01C5" w:rsidP="0042508C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  <w:p w:rsidR="00EF01C5" w:rsidRPr="00AF5C5E" w:rsidRDefault="00EF01C5" w:rsidP="0042508C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</w:tcPr>
          <w:p w:rsidR="00EF01C5" w:rsidRPr="00AF5C5E" w:rsidRDefault="00EF01C5" w:rsidP="0042508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42508C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42508C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EF01C5" w:rsidRPr="00AF5C5E" w:rsidTr="00496D18">
        <w:trPr>
          <w:trHeight w:val="30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F01C5" w:rsidRDefault="00EF01C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Совершенствование мер профилактики преступлений, в том числе среди ранее судимых, несовершеннолетних и других лиц, состоящих на учете в отделениях профилактики правонарушений органов внутренних дел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01C5" w:rsidRDefault="00EF01C5" w:rsidP="002C0E6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01C5" w:rsidRDefault="00EF01C5" w:rsidP="0042508C">
            <w:pPr>
              <w:spacing w:before="40"/>
            </w:pPr>
            <w:r>
              <w:t>1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01C5" w:rsidRDefault="00EF01C5" w:rsidP="0042508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42508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42508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</w:p>
        </w:tc>
      </w:tr>
      <w:tr w:rsidR="00EF01C5" w:rsidRPr="00AF5C5E" w:rsidTr="00496D18">
        <w:trPr>
          <w:trHeight w:val="1122"/>
        </w:trPr>
        <w:tc>
          <w:tcPr>
            <w:tcW w:w="735" w:type="dxa"/>
            <w:noWrap/>
            <w:vAlign w:val="center"/>
          </w:tcPr>
          <w:p w:rsidR="00EF01C5" w:rsidRPr="00AF5C5E" w:rsidRDefault="00EF01C5" w:rsidP="00E8498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170" w:type="dxa"/>
            <w:gridSpan w:val="7"/>
            <w:vAlign w:val="center"/>
          </w:tcPr>
          <w:p w:rsidR="00EF01C5" w:rsidRPr="00AF5C5E" w:rsidRDefault="00EF01C5" w:rsidP="00E8498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EF01C5" w:rsidRPr="00AF5C5E" w:rsidRDefault="00EF01C5" w:rsidP="00FD4E71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bCs/>
              </w:rPr>
              <w:t>Подпрограмма №4</w:t>
            </w:r>
            <w:r w:rsidRPr="00927C64">
              <w:rPr>
                <w:b/>
                <w:bCs/>
              </w:rPr>
              <w:t xml:space="preserve"> </w:t>
            </w:r>
            <w:r>
              <w:rPr>
                <w:b/>
              </w:rPr>
              <w:t>« Внедрение гражданских технологий противодействия терроризму» Старотитаровском сельском поселении Темрюкского района» на 2015 год</w:t>
            </w:r>
          </w:p>
        </w:tc>
      </w:tr>
      <w:tr w:rsidR="00EF01C5" w:rsidRPr="00AF5C5E" w:rsidTr="00496D18">
        <w:trPr>
          <w:trHeight w:val="82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EF01C5" w:rsidRPr="00AF5C5E" w:rsidRDefault="00EF01C5" w:rsidP="00B0404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5.1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B0404F">
            <w:pPr>
              <w:spacing w:before="40"/>
              <w:rPr>
                <w:color w:val="000000"/>
              </w:rPr>
            </w:pPr>
            <w:r>
              <w:rPr>
                <w:bCs/>
              </w:rPr>
              <w:t>Приобретение наглядного и агитационного материала по вопросам «гражданских технологий противодействия терроризму».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EF01C5" w:rsidRDefault="00EF01C5" w:rsidP="00B0404F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</w:tcPr>
          <w:p w:rsidR="00EF01C5" w:rsidRDefault="00EF01C5" w:rsidP="00B0404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EF01C5" w:rsidRPr="00AF5C5E" w:rsidRDefault="00EF01C5" w:rsidP="00B0404F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</w:tcPr>
          <w:p w:rsidR="00EF01C5" w:rsidRPr="00AF5C5E" w:rsidRDefault="00EF01C5" w:rsidP="00B0404F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B0404F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B0404F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EF01C5" w:rsidRPr="00AF5C5E" w:rsidRDefault="00EF01C5" w:rsidP="00B0404F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EF01C5" w:rsidRPr="00AF5C5E" w:rsidRDefault="00EF01C5" w:rsidP="00B0404F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EF01C5" w:rsidRPr="006E4ED9" w:rsidRDefault="00EF01C5" w:rsidP="00263A2B">
      <w:pPr>
        <w:rPr>
          <w:b/>
        </w:rPr>
        <w:sectPr w:rsidR="00EF01C5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EF01C5" w:rsidRPr="001E4551" w:rsidRDefault="00EF01C5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EF01C5" w:rsidRPr="001E4551" w:rsidRDefault="00EF01C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EF01C5" w:rsidRDefault="00EF01C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EF01C5" w:rsidRPr="001E4551" w:rsidRDefault="00EF01C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EF01C5" w:rsidRPr="001E4551" w:rsidRDefault="00EF01C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EF01C5" w:rsidRDefault="00EF01C5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EF01C5" w:rsidRPr="00587E76" w:rsidRDefault="00EF01C5" w:rsidP="00587E76">
      <w:pPr>
        <w:jc w:val="center"/>
        <w:rPr>
          <w:sz w:val="28"/>
          <w:szCs w:val="28"/>
        </w:rPr>
      </w:pPr>
    </w:p>
    <w:p w:rsidR="00EF01C5" w:rsidRDefault="00EF01C5" w:rsidP="00263A2B">
      <w:pPr>
        <w:rPr>
          <w:b/>
        </w:rPr>
      </w:pPr>
    </w:p>
    <w:p w:rsidR="00EF01C5" w:rsidRDefault="00EF01C5" w:rsidP="00263A2B">
      <w:pPr>
        <w:rPr>
          <w:b/>
          <w:sz w:val="28"/>
          <w:szCs w:val="28"/>
        </w:rPr>
      </w:pPr>
    </w:p>
    <w:p w:rsidR="00EF01C5" w:rsidRPr="003F65B7" w:rsidRDefault="00EF01C5" w:rsidP="0042508C">
      <w:pPr>
        <w:jc w:val="center"/>
        <w:rPr>
          <w:b/>
          <w:sz w:val="28"/>
          <w:szCs w:val="28"/>
        </w:rPr>
      </w:pPr>
      <w:hyperlink r:id="rId8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>
        <w:rPr>
          <w:b/>
          <w:sz w:val="28"/>
          <w:szCs w:val="28"/>
        </w:rPr>
        <w:t xml:space="preserve"> «Обеспечение безопасности населения»</w:t>
      </w: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год.</w:t>
      </w:r>
    </w:p>
    <w:p w:rsidR="00EF01C5" w:rsidRPr="00587E76" w:rsidRDefault="00EF01C5" w:rsidP="00587E76">
      <w:pPr>
        <w:jc w:val="center"/>
        <w:rPr>
          <w:b/>
          <w:sz w:val="28"/>
          <w:szCs w:val="28"/>
        </w:rPr>
      </w:pPr>
    </w:p>
    <w:p w:rsidR="00EF01C5" w:rsidRPr="006E4ED9" w:rsidRDefault="00EF01C5" w:rsidP="00263A2B"/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167"/>
        <w:gridCol w:w="1260"/>
        <w:gridCol w:w="2700"/>
        <w:gridCol w:w="2709"/>
        <w:gridCol w:w="1251"/>
      </w:tblGrid>
      <w:tr w:rsidR="00EF01C5" w:rsidRPr="00AF5C5E" w:rsidTr="00B738D6">
        <w:trPr>
          <w:trHeight w:val="276"/>
        </w:trPr>
        <w:tc>
          <w:tcPr>
            <w:tcW w:w="2992" w:type="dxa"/>
            <w:vMerge w:val="restart"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67" w:type="dxa"/>
            <w:vMerge w:val="restart"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00" w:type="dxa"/>
            <w:vMerge w:val="restart"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709" w:type="dxa"/>
            <w:vMerge w:val="restart"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51" w:type="dxa"/>
            <w:vMerge w:val="restart"/>
            <w:vAlign w:val="center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EF01C5" w:rsidRPr="00AF5C5E" w:rsidTr="00B738D6">
        <w:trPr>
          <w:trHeight w:val="316"/>
        </w:trPr>
        <w:tc>
          <w:tcPr>
            <w:tcW w:w="2992" w:type="dxa"/>
            <w:vMerge/>
            <w:vAlign w:val="center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vMerge/>
            <w:vAlign w:val="center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vMerge/>
            <w:vAlign w:val="center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9" w:type="dxa"/>
            <w:vMerge/>
            <w:vAlign w:val="center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51" w:type="dxa"/>
            <w:vMerge/>
            <w:vAlign w:val="center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</w:p>
        </w:tc>
      </w:tr>
      <w:tr w:rsidR="00EF01C5" w:rsidRPr="00AF5C5E" w:rsidTr="00B738D6">
        <w:trPr>
          <w:trHeight w:val="20"/>
        </w:trPr>
        <w:tc>
          <w:tcPr>
            <w:tcW w:w="2992" w:type="dxa"/>
            <w:noWrap/>
          </w:tcPr>
          <w:p w:rsidR="00EF01C5" w:rsidRPr="008A369A" w:rsidRDefault="00EF01C5" w:rsidP="002C0E6C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</w:p>
        </w:tc>
        <w:tc>
          <w:tcPr>
            <w:tcW w:w="2516" w:type="dxa"/>
            <w:noWrap/>
            <w:vAlign w:val="bottom"/>
          </w:tcPr>
          <w:p w:rsidR="00EF01C5" w:rsidRPr="0042508C" w:rsidRDefault="00EF01C5" w:rsidP="00203CC1">
            <w:pPr>
              <w:pStyle w:val="BodyText2"/>
              <w:ind w:firstLine="0"/>
            </w:pPr>
            <w:r w:rsidRPr="0042508C">
              <w:t xml:space="preserve">заместителя главы Старотитаровского сельского поселения Темрюкского района </w:t>
            </w:r>
          </w:p>
          <w:p w:rsidR="00EF01C5" w:rsidRPr="0042508C" w:rsidRDefault="00EF01C5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167" w:type="dxa"/>
            <w:noWrap/>
            <w:vAlign w:val="bottom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EF01C5" w:rsidRPr="00AF5C5E" w:rsidRDefault="00EF01C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2700" w:type="dxa"/>
            <w:noWrap/>
          </w:tcPr>
          <w:p w:rsidR="00EF01C5" w:rsidRPr="00B45B21" w:rsidRDefault="00EF01C5" w:rsidP="00B738D6">
            <w:pPr>
              <w:pStyle w:val="a0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и реализация мероприятий, направленных на  совершенствование правовой базы правоохранительной деятельности</w:t>
            </w:r>
          </w:p>
        </w:tc>
        <w:tc>
          <w:tcPr>
            <w:tcW w:w="2709" w:type="dxa"/>
            <w:noWrap/>
          </w:tcPr>
          <w:p w:rsidR="00EF01C5" w:rsidRPr="00B45B21" w:rsidRDefault="00EF01C5" w:rsidP="002C0E6C">
            <w:pPr>
              <w:pStyle w:val="a0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и реализация мероприятий, направленных на  совершенствование правовой базы правоохранительной деятельности</w:t>
            </w:r>
          </w:p>
        </w:tc>
        <w:tc>
          <w:tcPr>
            <w:tcW w:w="1251" w:type="dxa"/>
            <w:noWrap/>
            <w:vAlign w:val="bottom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EF01C5" w:rsidRPr="00AF5C5E" w:rsidTr="00B738D6">
        <w:trPr>
          <w:trHeight w:val="20"/>
        </w:trPr>
        <w:tc>
          <w:tcPr>
            <w:tcW w:w="2992" w:type="dxa"/>
            <w:noWrap/>
          </w:tcPr>
          <w:p w:rsidR="00EF01C5" w:rsidRPr="008A369A" w:rsidRDefault="00EF01C5" w:rsidP="002C0E6C">
            <w:pPr>
              <w:rPr>
                <w:rStyle w:val="PageNumber"/>
              </w:rPr>
            </w:pPr>
            <w:r>
              <w:rPr>
                <w:rStyle w:val="PageNumber"/>
              </w:rPr>
              <w:t>Защита населения и территории Старотитаровского сельского поселения Темрюкского района от чрезвычайных ситуаций</w:t>
            </w:r>
          </w:p>
        </w:tc>
        <w:tc>
          <w:tcPr>
            <w:tcW w:w="2516" w:type="dxa"/>
            <w:noWrap/>
            <w:vAlign w:val="bottom"/>
          </w:tcPr>
          <w:p w:rsidR="00EF01C5" w:rsidRPr="0042508C" w:rsidRDefault="00EF01C5" w:rsidP="00203CC1">
            <w:pPr>
              <w:pStyle w:val="BodyText2"/>
              <w:ind w:firstLine="0"/>
            </w:pPr>
            <w:r w:rsidRPr="0042508C">
              <w:rPr>
                <w:color w:val="000000"/>
              </w:rPr>
              <w:t> </w:t>
            </w:r>
            <w:r w:rsidRPr="0042508C">
              <w:t xml:space="preserve">заместителя главы Старотитаровского сельского поселения Темрюкского района </w:t>
            </w: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Pr="0042508C" w:rsidRDefault="00EF01C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noWrap/>
            <w:vAlign w:val="bottom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EF01C5" w:rsidRPr="00B45B21" w:rsidRDefault="00EF01C5" w:rsidP="002C0E6C">
            <w:r>
              <w:t xml:space="preserve">Обеспечение оборудованием и совершенствование защиты объектов социальной сферы от чрезвычайных и техногенных ситуаций, разработка и реализация мероприятий, направленных на соблюдение правил гражданской обороны и </w:t>
            </w:r>
            <w:smartTag w:uri="urn:schemas-microsoft-com:office:smarttags" w:element="PersonName">
              <w:smartTagPr>
                <w:attr w:name="ProductID" w:val="ГО ЧС"/>
              </w:smartTagPr>
              <w:r>
                <w:t>ГО ЧС</w:t>
              </w:r>
            </w:smartTag>
            <w:r>
              <w:t xml:space="preserve"> населением и работниками учреждений социальной сферы, повышение объема знаний и навыков в области </w:t>
            </w:r>
            <w:smartTag w:uri="urn:schemas-microsoft-com:office:smarttags" w:element="PersonName">
              <w:smartTagPr>
                <w:attr w:name="ProductID" w:val="ГО ЧС"/>
              </w:smartTagPr>
              <w:r>
                <w:t>ГО ЧС</w:t>
              </w:r>
            </w:smartTag>
            <w:r>
              <w:t xml:space="preserve"> руководителей, должностных лиц и специалистов</w:t>
            </w:r>
          </w:p>
        </w:tc>
        <w:tc>
          <w:tcPr>
            <w:tcW w:w="2709" w:type="dxa"/>
            <w:noWrap/>
          </w:tcPr>
          <w:p w:rsidR="00EF01C5" w:rsidRPr="00B45B21" w:rsidRDefault="00EF01C5" w:rsidP="002C0E6C">
            <w:r>
              <w:t xml:space="preserve">Обеспечение оборудованием и совершенствование защиты объектов социальной сферы от чрезвычайных и техногенных ситуаций, разработка и реализация мероприятий, направленных на соблюдение правил гражданской обороны и </w:t>
            </w:r>
            <w:smartTag w:uri="urn:schemas-microsoft-com:office:smarttags" w:element="PersonName">
              <w:smartTagPr>
                <w:attr w:name="ProductID" w:val="ГО ЧС"/>
              </w:smartTagPr>
              <w:r>
                <w:t>ГО ЧС</w:t>
              </w:r>
            </w:smartTag>
            <w:r>
              <w:t xml:space="preserve"> населением и работниками учреждений социальной сферы, повышение объема знаний и навыков в области </w:t>
            </w:r>
            <w:smartTag w:uri="urn:schemas-microsoft-com:office:smarttags" w:element="PersonName">
              <w:smartTagPr>
                <w:attr w:name="ProductID" w:val="ГО ЧС"/>
              </w:smartTagPr>
              <w:r>
                <w:t>ГО ЧС</w:t>
              </w:r>
            </w:smartTag>
            <w:r>
              <w:t xml:space="preserve"> руководителей, должностных лиц и специалистов</w:t>
            </w:r>
          </w:p>
        </w:tc>
        <w:tc>
          <w:tcPr>
            <w:tcW w:w="1251" w:type="dxa"/>
            <w:noWrap/>
            <w:vAlign w:val="bottom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EF01C5" w:rsidRPr="00AF5C5E" w:rsidTr="00B738D6">
        <w:trPr>
          <w:trHeight w:val="20"/>
        </w:trPr>
        <w:tc>
          <w:tcPr>
            <w:tcW w:w="2992" w:type="dxa"/>
            <w:noWrap/>
          </w:tcPr>
          <w:p w:rsidR="00EF01C5" w:rsidRPr="008A369A" w:rsidRDefault="00EF01C5" w:rsidP="002C0E6C">
            <w:r>
              <w:t>Обеспечение первичных мер пожарной безопасности в Старотитаровском сельском поселении Темрюкского района</w:t>
            </w:r>
          </w:p>
        </w:tc>
        <w:tc>
          <w:tcPr>
            <w:tcW w:w="2516" w:type="dxa"/>
            <w:noWrap/>
            <w:vAlign w:val="bottom"/>
          </w:tcPr>
          <w:p w:rsidR="00EF01C5" w:rsidRPr="0042508C" w:rsidRDefault="00EF01C5" w:rsidP="00203CC1">
            <w:pPr>
              <w:pStyle w:val="BodyText2"/>
              <w:ind w:firstLine="0"/>
            </w:pPr>
            <w:r w:rsidRPr="0042508C">
              <w:rPr>
                <w:color w:val="000000"/>
              </w:rPr>
              <w:t> </w:t>
            </w:r>
            <w:r w:rsidRPr="0042508C">
              <w:t xml:space="preserve">заместителя главы Старотитаровского сельского поселения Темрюкского района </w:t>
            </w: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Pr="0042508C" w:rsidRDefault="00EF01C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noWrap/>
            <w:vAlign w:val="bottom"/>
          </w:tcPr>
          <w:p w:rsidR="00EF01C5" w:rsidRDefault="00EF01C5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noWrap/>
            <w:vAlign w:val="bottom"/>
          </w:tcPr>
          <w:p w:rsidR="00EF01C5" w:rsidRDefault="00EF01C5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Default="00EF01C5" w:rsidP="00263A2B">
            <w:pPr>
              <w:spacing w:before="40"/>
              <w:rPr>
                <w:color w:val="000000"/>
              </w:rPr>
            </w:pPr>
          </w:p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noWrap/>
          </w:tcPr>
          <w:p w:rsidR="00EF01C5" w:rsidRPr="00B45B21" w:rsidRDefault="00EF01C5" w:rsidP="002C0E6C">
            <w:r>
              <w:t>Проведение обучения лиц, ответственных за пожарную безопасность, изготовление  наглядной агитации для уголков пожарной безопасности, установка сигнализации в здании администрации, установка противопожарной двери,установка лестницы</w:t>
            </w:r>
          </w:p>
        </w:tc>
        <w:tc>
          <w:tcPr>
            <w:tcW w:w="2709" w:type="dxa"/>
            <w:noWrap/>
          </w:tcPr>
          <w:p w:rsidR="00EF01C5" w:rsidRPr="00B45B21" w:rsidRDefault="00EF01C5" w:rsidP="002C0E6C">
            <w:r>
              <w:t>Проведение обучения лиц, ответственных за пожарную безопасность, изготовление  наглядной агитации для уголков пожарной безопасности, установка сигнализации в здании администрации, установка противопожарной двери.</w:t>
            </w:r>
          </w:p>
        </w:tc>
        <w:tc>
          <w:tcPr>
            <w:tcW w:w="1251" w:type="dxa"/>
            <w:noWrap/>
            <w:vAlign w:val="bottom"/>
          </w:tcPr>
          <w:p w:rsidR="00EF01C5" w:rsidRPr="00AF5C5E" w:rsidRDefault="00EF01C5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EF01C5" w:rsidRPr="00AF5C5E" w:rsidTr="003816A1">
        <w:trPr>
          <w:trHeight w:val="90"/>
        </w:trPr>
        <w:tc>
          <w:tcPr>
            <w:tcW w:w="2992" w:type="dxa"/>
            <w:noWrap/>
          </w:tcPr>
          <w:p w:rsidR="00EF01C5" w:rsidRPr="008A369A" w:rsidRDefault="00EF01C5" w:rsidP="00B0404F">
            <w:r>
              <w:t>Внедрение гражданских технологий противодействия терроризму в Старотитаровском сельском поселении Темрюкского района</w:t>
            </w:r>
          </w:p>
        </w:tc>
        <w:tc>
          <w:tcPr>
            <w:tcW w:w="2516" w:type="dxa"/>
            <w:noWrap/>
            <w:vAlign w:val="bottom"/>
          </w:tcPr>
          <w:p w:rsidR="00EF01C5" w:rsidRPr="003816A1" w:rsidRDefault="00EF01C5" w:rsidP="00B0404F">
            <w:pPr>
              <w:pStyle w:val="BodyText2"/>
              <w:ind w:firstLine="0"/>
              <w:rPr>
                <w:color w:val="000000"/>
              </w:rPr>
            </w:pPr>
            <w:r w:rsidRPr="0042508C">
              <w:rPr>
                <w:color w:val="000000"/>
              </w:rPr>
              <w:t> </w:t>
            </w:r>
            <w:r w:rsidRPr="003816A1">
              <w:rPr>
                <w:color w:val="000000"/>
              </w:rPr>
              <w:t xml:space="preserve">заместителя главы Старотитаровского сельского поселения Темрюкского района </w:t>
            </w:r>
          </w:p>
          <w:p w:rsidR="00EF01C5" w:rsidRPr="0042508C" w:rsidRDefault="00EF01C5" w:rsidP="003816A1">
            <w:pPr>
              <w:pStyle w:val="BodyText2"/>
              <w:rPr>
                <w:color w:val="000000"/>
              </w:rPr>
            </w:pPr>
          </w:p>
        </w:tc>
        <w:tc>
          <w:tcPr>
            <w:tcW w:w="1167" w:type="dxa"/>
            <w:noWrap/>
            <w:vAlign w:val="bottom"/>
          </w:tcPr>
          <w:p w:rsidR="00EF01C5" w:rsidRPr="00AF5C5E" w:rsidRDefault="00EF01C5" w:rsidP="00B0404F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EF01C5" w:rsidRPr="00AF5C5E" w:rsidRDefault="00EF01C5" w:rsidP="00B0404F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EF01C5" w:rsidRPr="00B45B21" w:rsidRDefault="00EF01C5" w:rsidP="00B0404F">
            <w:r>
              <w:t>Обеспечение наглядным и агитационным материалом по вопросам «гражданских технологий противодействия терроризму».</w:t>
            </w:r>
          </w:p>
        </w:tc>
        <w:tc>
          <w:tcPr>
            <w:tcW w:w="2709" w:type="dxa"/>
            <w:noWrap/>
          </w:tcPr>
          <w:p w:rsidR="00EF01C5" w:rsidRPr="00B45B21" w:rsidRDefault="00EF01C5" w:rsidP="00B0404F">
            <w:r>
              <w:t>Обеспечение наглядным и агитационным материалом по вопросам «гражданских технологий противодействия терроризму».</w:t>
            </w:r>
          </w:p>
        </w:tc>
        <w:tc>
          <w:tcPr>
            <w:tcW w:w="1251" w:type="dxa"/>
            <w:noWrap/>
            <w:vAlign w:val="bottom"/>
          </w:tcPr>
          <w:p w:rsidR="00EF01C5" w:rsidRPr="00AF5C5E" w:rsidRDefault="00EF01C5" w:rsidP="00B0404F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EF01C5" w:rsidRPr="006E4ED9" w:rsidRDefault="00EF01C5" w:rsidP="00263A2B">
      <w:pPr>
        <w:sectPr w:rsidR="00EF01C5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EF01C5" w:rsidRPr="001E4551" w:rsidRDefault="00EF01C5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№3</w:t>
      </w:r>
    </w:p>
    <w:p w:rsidR="00EF01C5" w:rsidRPr="001E4551" w:rsidRDefault="00EF01C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EF01C5" w:rsidRDefault="00EF01C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EF01C5" w:rsidRPr="001E4551" w:rsidRDefault="00EF01C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EF01C5" w:rsidRPr="001E4551" w:rsidRDefault="00EF01C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EF01C5" w:rsidRDefault="00EF01C5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EF01C5" w:rsidRPr="00587E76" w:rsidRDefault="00EF01C5" w:rsidP="00587E76">
      <w:pPr>
        <w:jc w:val="center"/>
        <w:rPr>
          <w:b/>
          <w:sz w:val="28"/>
          <w:szCs w:val="28"/>
        </w:rPr>
      </w:pPr>
    </w:p>
    <w:p w:rsidR="00EF01C5" w:rsidRPr="00587E76" w:rsidRDefault="00EF01C5" w:rsidP="00587E76">
      <w:pPr>
        <w:jc w:val="center"/>
        <w:rPr>
          <w:b/>
        </w:rPr>
      </w:pPr>
    </w:p>
    <w:p w:rsidR="00EF01C5" w:rsidRPr="003F65B7" w:rsidRDefault="00EF01C5" w:rsidP="0042508C">
      <w:pPr>
        <w:jc w:val="center"/>
        <w:rPr>
          <w:b/>
          <w:sz w:val="28"/>
          <w:szCs w:val="28"/>
        </w:rPr>
      </w:pPr>
      <w:hyperlink r:id="rId9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расходах на реализацию муниципальной программы </w:t>
      </w:r>
      <w:r>
        <w:rPr>
          <w:b/>
          <w:sz w:val="28"/>
          <w:szCs w:val="28"/>
        </w:rPr>
        <w:t>«Обеспечение безопасности населения»</w:t>
      </w: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</w:t>
      </w:r>
    </w:p>
    <w:p w:rsidR="00EF01C5" w:rsidRPr="00587E76" w:rsidRDefault="00EF01C5" w:rsidP="00587E76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за счет всех источников финансирования</w:t>
      </w:r>
    </w:p>
    <w:p w:rsidR="00EF01C5" w:rsidRDefault="00EF01C5" w:rsidP="00263A2B">
      <w:pPr>
        <w:rPr>
          <w:sz w:val="28"/>
          <w:szCs w:val="28"/>
        </w:rPr>
      </w:pPr>
    </w:p>
    <w:p w:rsidR="00EF01C5" w:rsidRPr="00286F40" w:rsidRDefault="00EF01C5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EF01C5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EF01C5" w:rsidRPr="00286F40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EF01C5" w:rsidRPr="00286F40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EF01C5" w:rsidRPr="00286F40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EF01C5" w:rsidRPr="00286F40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EF01C5" w:rsidRPr="00286F40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EF01C5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EF01C5" w:rsidRPr="00286F40" w:rsidRDefault="00EF01C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EF01C5" w:rsidRPr="00286F40" w:rsidRDefault="00EF01C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EF01C5" w:rsidRPr="00286F40" w:rsidRDefault="00EF01C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EF01C5" w:rsidRPr="00286F40" w:rsidRDefault="00EF01C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EF01C5" w:rsidRPr="00286F40" w:rsidRDefault="00EF01C5" w:rsidP="00263A2B">
            <w:pPr>
              <w:spacing w:before="40"/>
              <w:rPr>
                <w:color w:val="000000"/>
              </w:rPr>
            </w:pPr>
          </w:p>
        </w:tc>
      </w:tr>
      <w:tr w:rsidR="00EF01C5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EF01C5" w:rsidRPr="0042508C" w:rsidRDefault="00EF01C5" w:rsidP="0042508C">
            <w:pPr>
              <w:jc w:val="center"/>
            </w:pPr>
            <w:r w:rsidRPr="0042508C">
              <w:t>«</w:t>
            </w:r>
            <w:r>
              <w:t>Обеспечение безопасности населения</w:t>
            </w:r>
            <w:r w:rsidRPr="0042508C">
              <w:t>»</w:t>
            </w:r>
            <w:r w:rsidRPr="0042508C">
              <w:rPr>
                <w:bCs/>
              </w:rPr>
              <w:t xml:space="preserve"> в Старотитаровском сельском поселении</w:t>
            </w:r>
            <w:r w:rsidRPr="0042508C">
              <w:t xml:space="preserve"> </w:t>
            </w:r>
            <w:r w:rsidRPr="0042508C">
              <w:rPr>
                <w:bCs/>
              </w:rPr>
              <w:t>Темрюкского района на 2015 год.</w:t>
            </w:r>
          </w:p>
          <w:p w:rsidR="00EF01C5" w:rsidRPr="00286F40" w:rsidRDefault="00EF01C5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EF01C5" w:rsidRPr="00286F40" w:rsidRDefault="00EF01C5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EF01C5" w:rsidRPr="00FA0A43" w:rsidRDefault="00EF01C5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532,2</w:t>
            </w:r>
          </w:p>
        </w:tc>
        <w:tc>
          <w:tcPr>
            <w:tcW w:w="1548" w:type="dxa"/>
            <w:noWrap/>
            <w:vAlign w:val="bottom"/>
          </w:tcPr>
          <w:p w:rsidR="00EF01C5" w:rsidRPr="00FA0A43" w:rsidRDefault="00EF01C5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367,2</w:t>
            </w:r>
          </w:p>
        </w:tc>
        <w:tc>
          <w:tcPr>
            <w:tcW w:w="1540" w:type="dxa"/>
            <w:noWrap/>
            <w:vAlign w:val="bottom"/>
          </w:tcPr>
          <w:p w:rsidR="00EF01C5" w:rsidRPr="00FA0A43" w:rsidRDefault="00EF01C5" w:rsidP="00263A2B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68,9</w:t>
            </w:r>
          </w:p>
        </w:tc>
      </w:tr>
      <w:tr w:rsidR="00EF01C5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EF01C5" w:rsidRPr="00286F40" w:rsidRDefault="00EF01C5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EF01C5" w:rsidRPr="00286F40" w:rsidRDefault="00EF01C5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EF01C5" w:rsidRPr="00286F40" w:rsidRDefault="00EF01C5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532,2</w:t>
            </w:r>
          </w:p>
        </w:tc>
        <w:tc>
          <w:tcPr>
            <w:tcW w:w="1548" w:type="dxa"/>
            <w:noWrap/>
            <w:vAlign w:val="bottom"/>
          </w:tcPr>
          <w:p w:rsidR="00EF01C5" w:rsidRPr="00286F40" w:rsidRDefault="00EF01C5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367,2</w:t>
            </w:r>
          </w:p>
        </w:tc>
        <w:tc>
          <w:tcPr>
            <w:tcW w:w="1540" w:type="dxa"/>
            <w:noWrap/>
            <w:vAlign w:val="bottom"/>
          </w:tcPr>
          <w:p w:rsidR="00EF01C5" w:rsidRPr="00286F40" w:rsidRDefault="00EF01C5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68,9</w:t>
            </w:r>
          </w:p>
        </w:tc>
      </w:tr>
      <w:tr w:rsidR="00EF01C5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EF01C5" w:rsidRPr="00286F40" w:rsidRDefault="00EF01C5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EF01C5" w:rsidRPr="00286F40" w:rsidRDefault="00EF01C5" w:rsidP="00461189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EF01C5" w:rsidRPr="00286F40" w:rsidRDefault="00EF01C5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EF01C5" w:rsidRPr="00286F40" w:rsidRDefault="00EF01C5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EF01C5" w:rsidRPr="00286F40" w:rsidRDefault="00EF01C5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EF01C5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EF01C5" w:rsidRPr="00286F40" w:rsidRDefault="00EF01C5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EF01C5" w:rsidRPr="00286F40" w:rsidRDefault="00EF01C5" w:rsidP="00461189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EF01C5" w:rsidRPr="00286F40" w:rsidRDefault="00EF01C5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532,2</w:t>
            </w:r>
          </w:p>
        </w:tc>
        <w:tc>
          <w:tcPr>
            <w:tcW w:w="1548" w:type="dxa"/>
            <w:noWrap/>
            <w:vAlign w:val="bottom"/>
          </w:tcPr>
          <w:p w:rsidR="00EF01C5" w:rsidRPr="00286F40" w:rsidRDefault="00EF01C5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367,2</w:t>
            </w:r>
          </w:p>
        </w:tc>
        <w:tc>
          <w:tcPr>
            <w:tcW w:w="1540" w:type="dxa"/>
            <w:noWrap/>
            <w:vAlign w:val="bottom"/>
          </w:tcPr>
          <w:p w:rsidR="00EF01C5" w:rsidRPr="00286F40" w:rsidRDefault="00EF01C5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68,9</w:t>
            </w:r>
          </w:p>
        </w:tc>
      </w:tr>
      <w:tr w:rsidR="00EF01C5" w:rsidRPr="00FA0A43" w:rsidTr="00432A8A">
        <w:trPr>
          <w:trHeight w:val="2145"/>
        </w:trPr>
        <w:tc>
          <w:tcPr>
            <w:tcW w:w="3233" w:type="dxa"/>
            <w:vMerge w:val="restart"/>
            <w:vAlign w:val="center"/>
          </w:tcPr>
          <w:p w:rsidR="00EF01C5" w:rsidRPr="00572E3E" w:rsidRDefault="00EF01C5" w:rsidP="00263A2B">
            <w:pPr>
              <w:spacing w:before="40"/>
              <w:rPr>
                <w:bCs/>
                <w:color w:val="000000"/>
              </w:rPr>
            </w:pPr>
            <w:r w:rsidRPr="00572E3E">
              <w:t>Подпрограмма №1 «Обеспечение первичных мер пожарной безопасности в Старотитаровском сельском поселении Темрюкского района» на 2015 год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EF01C5" w:rsidRPr="00286F40" w:rsidRDefault="00EF01C5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EF01C5" w:rsidRPr="00FA0A43" w:rsidRDefault="00EF01C5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336,4</w:t>
            </w:r>
          </w:p>
        </w:tc>
        <w:tc>
          <w:tcPr>
            <w:tcW w:w="1548" w:type="dxa"/>
            <w:noWrap/>
            <w:vAlign w:val="bottom"/>
          </w:tcPr>
          <w:p w:rsidR="00EF01C5" w:rsidRPr="00FA0A43" w:rsidRDefault="00EF01C5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171,4</w:t>
            </w:r>
          </w:p>
        </w:tc>
        <w:tc>
          <w:tcPr>
            <w:tcW w:w="1540" w:type="dxa"/>
            <w:noWrap/>
            <w:vAlign w:val="bottom"/>
          </w:tcPr>
          <w:p w:rsidR="00EF01C5" w:rsidRPr="00FA0A43" w:rsidRDefault="00EF01C5" w:rsidP="002C0E6C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50,9</w:t>
            </w:r>
          </w:p>
        </w:tc>
      </w:tr>
      <w:tr w:rsidR="00EF01C5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EF01C5" w:rsidRPr="00286F40" w:rsidRDefault="00EF01C5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EF01C5" w:rsidRPr="00286F40" w:rsidRDefault="00EF01C5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EF01C5" w:rsidRPr="00286F40" w:rsidRDefault="00EF01C5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336,4</w:t>
            </w:r>
          </w:p>
        </w:tc>
        <w:tc>
          <w:tcPr>
            <w:tcW w:w="1548" w:type="dxa"/>
            <w:noWrap/>
            <w:vAlign w:val="bottom"/>
          </w:tcPr>
          <w:p w:rsidR="00EF01C5" w:rsidRPr="00286F40" w:rsidRDefault="00EF01C5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171,4</w:t>
            </w:r>
          </w:p>
        </w:tc>
        <w:tc>
          <w:tcPr>
            <w:tcW w:w="1540" w:type="dxa"/>
            <w:noWrap/>
            <w:vAlign w:val="bottom"/>
          </w:tcPr>
          <w:p w:rsidR="00EF01C5" w:rsidRPr="00286F40" w:rsidRDefault="00EF01C5" w:rsidP="002C0E6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50,9</w:t>
            </w:r>
          </w:p>
        </w:tc>
      </w:tr>
      <w:tr w:rsidR="00EF01C5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EF01C5" w:rsidRPr="00286F40" w:rsidRDefault="00EF01C5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EF01C5" w:rsidRPr="00286F40" w:rsidRDefault="00EF01C5" w:rsidP="00461189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EF01C5" w:rsidRPr="00286F40" w:rsidRDefault="00EF01C5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EF01C5" w:rsidRPr="00286F40" w:rsidRDefault="00EF01C5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EF01C5" w:rsidRPr="00286F40" w:rsidRDefault="00EF01C5" w:rsidP="002C0E6C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EF01C5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EF01C5" w:rsidRPr="00286F40" w:rsidRDefault="00EF01C5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EF01C5" w:rsidRDefault="00EF01C5" w:rsidP="00461189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  <w:p w:rsidR="00EF01C5" w:rsidRPr="00286F40" w:rsidRDefault="00EF01C5" w:rsidP="00461189">
            <w:pPr>
              <w:spacing w:before="40"/>
              <w:ind w:left="175" w:firstLineChars="2" w:firstLine="5"/>
            </w:pPr>
          </w:p>
        </w:tc>
        <w:tc>
          <w:tcPr>
            <w:tcW w:w="1843" w:type="dxa"/>
            <w:noWrap/>
            <w:vAlign w:val="bottom"/>
          </w:tcPr>
          <w:p w:rsidR="00EF01C5" w:rsidRPr="00286F40" w:rsidRDefault="00EF01C5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336,4</w:t>
            </w:r>
          </w:p>
        </w:tc>
        <w:tc>
          <w:tcPr>
            <w:tcW w:w="1548" w:type="dxa"/>
            <w:noWrap/>
            <w:vAlign w:val="bottom"/>
          </w:tcPr>
          <w:p w:rsidR="00EF01C5" w:rsidRPr="00286F40" w:rsidRDefault="00EF01C5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171,4</w:t>
            </w:r>
          </w:p>
        </w:tc>
        <w:tc>
          <w:tcPr>
            <w:tcW w:w="1540" w:type="dxa"/>
            <w:noWrap/>
            <w:vAlign w:val="bottom"/>
          </w:tcPr>
          <w:p w:rsidR="00EF01C5" w:rsidRPr="00286F40" w:rsidRDefault="00EF01C5" w:rsidP="002C0E6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50,9</w:t>
            </w:r>
          </w:p>
        </w:tc>
      </w:tr>
      <w:tr w:rsidR="00EF01C5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EF01C5" w:rsidRPr="00572E3E" w:rsidRDefault="00EF01C5" w:rsidP="00263A2B">
            <w:pPr>
              <w:spacing w:before="40"/>
              <w:rPr>
                <w:bCs/>
              </w:rPr>
            </w:pPr>
            <w:hyperlink w:anchor="sub_2000" w:history="1">
              <w:r w:rsidRPr="00572E3E">
                <w:rPr>
                  <w:rStyle w:val="a1"/>
                  <w:b w:val="0"/>
                  <w:color w:val="auto"/>
                </w:rPr>
                <w:t>Подпрограмма</w:t>
              </w:r>
            </w:hyperlink>
            <w:r w:rsidRPr="00572E3E">
              <w:rPr>
                <w:b/>
              </w:rPr>
              <w:t xml:space="preserve"> </w:t>
            </w:r>
            <w:r w:rsidRPr="00572E3E">
              <w:t>№2 «</w:t>
            </w:r>
            <w:r>
              <w:t xml:space="preserve">Защита поселения и территории Старотитаровского сельского </w:t>
            </w:r>
            <w:r w:rsidRPr="00572E3E">
              <w:t xml:space="preserve">поселения Темрюкского района </w:t>
            </w:r>
            <w:r>
              <w:t>от  чрезвычайных ситуаций</w:t>
            </w:r>
            <w:r w:rsidRPr="00572E3E">
              <w:rPr>
                <w:bCs/>
              </w:rPr>
              <w:t>»</w:t>
            </w:r>
            <w:r>
              <w:rPr>
                <w:bCs/>
              </w:rPr>
              <w:t xml:space="preserve"> на 2015 год</w:t>
            </w:r>
          </w:p>
          <w:p w:rsidR="00EF01C5" w:rsidRPr="00572E3E" w:rsidRDefault="00EF01C5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EF01C5" w:rsidRPr="00286F40" w:rsidRDefault="00EF01C5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EF01C5" w:rsidRPr="00A837D0" w:rsidRDefault="00EF01C5" w:rsidP="00A837D0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75,9</w:t>
            </w:r>
          </w:p>
        </w:tc>
        <w:tc>
          <w:tcPr>
            <w:tcW w:w="1548" w:type="dxa"/>
            <w:noWrap/>
            <w:vAlign w:val="bottom"/>
          </w:tcPr>
          <w:p w:rsidR="00EF01C5" w:rsidRPr="00A837D0" w:rsidRDefault="00EF01C5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75,9</w:t>
            </w:r>
          </w:p>
        </w:tc>
        <w:tc>
          <w:tcPr>
            <w:tcW w:w="1540" w:type="dxa"/>
            <w:noWrap/>
            <w:vAlign w:val="bottom"/>
          </w:tcPr>
          <w:p w:rsidR="00EF01C5" w:rsidRPr="00FA0A43" w:rsidRDefault="00EF01C5" w:rsidP="002C0E6C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 w:rsidRPr="00FA0A43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EF01C5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EF01C5" w:rsidRPr="00286F40" w:rsidRDefault="00EF01C5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EF01C5" w:rsidRPr="00286F40" w:rsidRDefault="00EF01C5" w:rsidP="00461189">
            <w:pPr>
              <w:spacing w:before="40"/>
              <w:ind w:firstLineChars="100" w:firstLine="2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EF01C5" w:rsidRPr="00A837D0" w:rsidRDefault="00EF01C5" w:rsidP="00A837D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75,9</w:t>
            </w:r>
          </w:p>
        </w:tc>
        <w:tc>
          <w:tcPr>
            <w:tcW w:w="1548" w:type="dxa"/>
            <w:noWrap/>
            <w:vAlign w:val="bottom"/>
          </w:tcPr>
          <w:p w:rsidR="00EF01C5" w:rsidRPr="00A837D0" w:rsidRDefault="00EF01C5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75,9</w:t>
            </w:r>
          </w:p>
        </w:tc>
        <w:tc>
          <w:tcPr>
            <w:tcW w:w="1540" w:type="dxa"/>
            <w:noWrap/>
            <w:vAlign w:val="bottom"/>
          </w:tcPr>
          <w:p w:rsidR="00EF01C5" w:rsidRPr="00286F40" w:rsidRDefault="00EF01C5" w:rsidP="002C0E6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EF01C5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EF01C5" w:rsidRPr="00286F40" w:rsidRDefault="00EF01C5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EF01C5" w:rsidRPr="00286F40" w:rsidRDefault="00EF01C5" w:rsidP="00461189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EF01C5" w:rsidRPr="00A837D0" w:rsidRDefault="00EF01C5" w:rsidP="00A837D0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EF01C5" w:rsidRPr="00A837D0" w:rsidRDefault="00EF01C5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EF01C5" w:rsidRPr="00286F40" w:rsidRDefault="00EF01C5" w:rsidP="002C0E6C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EF01C5" w:rsidRPr="00286F40" w:rsidTr="0042508C">
        <w:trPr>
          <w:trHeight w:val="20"/>
        </w:trPr>
        <w:tc>
          <w:tcPr>
            <w:tcW w:w="3233" w:type="dxa"/>
            <w:vMerge/>
            <w:vAlign w:val="center"/>
          </w:tcPr>
          <w:p w:rsidR="00EF01C5" w:rsidRPr="00286F40" w:rsidRDefault="00EF01C5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EF01C5" w:rsidRPr="00286F40" w:rsidRDefault="00EF01C5" w:rsidP="00461189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EF01C5" w:rsidRPr="00A837D0" w:rsidRDefault="00EF01C5" w:rsidP="00A837D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75,9</w:t>
            </w:r>
          </w:p>
        </w:tc>
        <w:tc>
          <w:tcPr>
            <w:tcW w:w="1548" w:type="dxa"/>
            <w:noWrap/>
            <w:vAlign w:val="bottom"/>
          </w:tcPr>
          <w:p w:rsidR="00EF01C5" w:rsidRPr="00A837D0" w:rsidRDefault="00EF01C5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75,9</w:t>
            </w:r>
          </w:p>
        </w:tc>
        <w:tc>
          <w:tcPr>
            <w:tcW w:w="1540" w:type="dxa"/>
            <w:noWrap/>
            <w:vAlign w:val="bottom"/>
          </w:tcPr>
          <w:p w:rsidR="00EF01C5" w:rsidRPr="00286F40" w:rsidRDefault="00EF01C5" w:rsidP="002C0E6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EF01C5" w:rsidRPr="00286F40" w:rsidTr="0042508C">
        <w:trPr>
          <w:trHeight w:val="220"/>
        </w:trPr>
        <w:tc>
          <w:tcPr>
            <w:tcW w:w="3233" w:type="dxa"/>
            <w:vMerge w:val="restart"/>
            <w:tcBorders>
              <w:top w:val="single" w:sz="4" w:space="0" w:color="auto"/>
            </w:tcBorders>
            <w:vAlign w:val="center"/>
          </w:tcPr>
          <w:p w:rsidR="00EF01C5" w:rsidRPr="00342C1A" w:rsidRDefault="00EF01C5" w:rsidP="00263A2B">
            <w:pPr>
              <w:spacing w:before="40"/>
              <w:rPr>
                <w:color w:val="000000"/>
              </w:rPr>
            </w:pPr>
            <w:r>
              <w:rPr>
                <w:bCs/>
              </w:rPr>
              <w:t>Подпрограмма №3 «Укрепление правопорядка, профилактика правонарушений, усиление борьбы с преступностью в Старотитаровском сельском поселении Темрюкского района» на 2015 год</w:t>
            </w:r>
          </w:p>
        </w:tc>
        <w:tc>
          <w:tcPr>
            <w:tcW w:w="5713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EF01C5" w:rsidRPr="00286F40" w:rsidRDefault="00EF01C5" w:rsidP="002C0E6C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bottom"/>
          </w:tcPr>
          <w:p w:rsidR="00EF01C5" w:rsidRPr="00F2630D" w:rsidRDefault="00EF01C5" w:rsidP="00F2630D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116.0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noWrap/>
            <w:vAlign w:val="bottom"/>
          </w:tcPr>
          <w:p w:rsidR="00EF01C5" w:rsidRPr="00F2630D" w:rsidRDefault="00EF01C5" w:rsidP="002C0E6C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116,0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EF01C5" w:rsidRPr="00F2630D" w:rsidRDefault="00EF01C5" w:rsidP="002C0E6C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 w:rsidRPr="00F2630D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EF01C5" w:rsidRPr="00286F40" w:rsidTr="0042508C">
        <w:trPr>
          <w:trHeight w:val="1238"/>
        </w:trPr>
        <w:tc>
          <w:tcPr>
            <w:tcW w:w="3233" w:type="dxa"/>
            <w:vMerge/>
            <w:vAlign w:val="center"/>
          </w:tcPr>
          <w:p w:rsidR="00EF01C5" w:rsidRPr="00286F40" w:rsidRDefault="00EF01C5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EF01C5" w:rsidRPr="00286F40" w:rsidRDefault="00EF01C5" w:rsidP="00461189">
            <w:pPr>
              <w:spacing w:before="40"/>
              <w:ind w:firstLineChars="100" w:firstLine="2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EF01C5" w:rsidRPr="00286F40" w:rsidRDefault="00EF01C5" w:rsidP="00F2630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116,0</w:t>
            </w:r>
          </w:p>
        </w:tc>
        <w:tc>
          <w:tcPr>
            <w:tcW w:w="1548" w:type="dxa"/>
            <w:noWrap/>
            <w:vAlign w:val="bottom"/>
          </w:tcPr>
          <w:p w:rsidR="00EF01C5" w:rsidRPr="00286F40" w:rsidRDefault="00EF01C5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116,0</w:t>
            </w:r>
          </w:p>
        </w:tc>
        <w:tc>
          <w:tcPr>
            <w:tcW w:w="1540" w:type="dxa"/>
            <w:noWrap/>
            <w:vAlign w:val="bottom"/>
          </w:tcPr>
          <w:p w:rsidR="00EF01C5" w:rsidRPr="00286F40" w:rsidRDefault="00EF01C5" w:rsidP="002C0E6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EF01C5" w:rsidRPr="00286F40" w:rsidTr="0042508C">
        <w:trPr>
          <w:trHeight w:val="20"/>
        </w:trPr>
        <w:tc>
          <w:tcPr>
            <w:tcW w:w="3233" w:type="dxa"/>
            <w:vMerge w:val="restart"/>
            <w:vAlign w:val="center"/>
          </w:tcPr>
          <w:p w:rsidR="00EF01C5" w:rsidRPr="00286F40" w:rsidRDefault="00EF01C5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EF01C5" w:rsidRPr="00286F40" w:rsidRDefault="00EF01C5" w:rsidP="00461189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EF01C5" w:rsidRPr="00286F40" w:rsidRDefault="00EF01C5" w:rsidP="00F2630D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EF01C5" w:rsidRPr="00286F40" w:rsidRDefault="00EF01C5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EF01C5" w:rsidRPr="00286F40" w:rsidRDefault="00EF01C5" w:rsidP="002C0E6C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EF01C5" w:rsidRPr="00286F40" w:rsidTr="004A4943">
        <w:trPr>
          <w:trHeight w:val="880"/>
        </w:trPr>
        <w:tc>
          <w:tcPr>
            <w:tcW w:w="3233" w:type="dxa"/>
            <w:vMerge/>
            <w:tcBorders>
              <w:bottom w:val="single" w:sz="4" w:space="0" w:color="auto"/>
            </w:tcBorders>
            <w:vAlign w:val="center"/>
          </w:tcPr>
          <w:p w:rsidR="00EF01C5" w:rsidRPr="00286F40" w:rsidRDefault="00EF01C5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tcBorders>
              <w:bottom w:val="single" w:sz="4" w:space="0" w:color="auto"/>
            </w:tcBorders>
            <w:shd w:val="clear" w:color="000000" w:fill="FFFFFF"/>
          </w:tcPr>
          <w:p w:rsidR="00EF01C5" w:rsidRPr="00286F40" w:rsidRDefault="00EF01C5" w:rsidP="00461189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vAlign w:val="bottom"/>
          </w:tcPr>
          <w:p w:rsidR="00EF01C5" w:rsidRDefault="00EF01C5" w:rsidP="00F2630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116,0</w:t>
            </w:r>
          </w:p>
          <w:p w:rsidR="00EF01C5" w:rsidRDefault="00EF01C5" w:rsidP="00F2630D">
            <w:pPr>
              <w:spacing w:before="40"/>
              <w:jc w:val="center"/>
              <w:rPr>
                <w:color w:val="000000"/>
              </w:rPr>
            </w:pPr>
          </w:p>
          <w:p w:rsidR="00EF01C5" w:rsidRPr="00286F40" w:rsidRDefault="00EF01C5" w:rsidP="00F2630D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  <w:noWrap/>
            <w:vAlign w:val="bottom"/>
          </w:tcPr>
          <w:p w:rsidR="00EF01C5" w:rsidRDefault="00EF01C5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116,0</w:t>
            </w:r>
          </w:p>
          <w:p w:rsidR="00EF01C5" w:rsidRDefault="00EF01C5" w:rsidP="002C0E6C">
            <w:pPr>
              <w:spacing w:before="40"/>
              <w:jc w:val="center"/>
              <w:rPr>
                <w:color w:val="000000"/>
              </w:rPr>
            </w:pPr>
          </w:p>
          <w:p w:rsidR="00EF01C5" w:rsidRPr="00286F40" w:rsidRDefault="00EF01C5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noWrap/>
            <w:vAlign w:val="bottom"/>
          </w:tcPr>
          <w:p w:rsidR="00EF01C5" w:rsidRDefault="00EF01C5" w:rsidP="002C0E6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  <w:p w:rsidR="00EF01C5" w:rsidRDefault="00EF01C5" w:rsidP="002C0E6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  <w:p w:rsidR="00EF01C5" w:rsidRPr="00286F40" w:rsidRDefault="00EF01C5" w:rsidP="002C0E6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EF01C5" w:rsidRPr="00286F40" w:rsidTr="0018159F">
        <w:trPr>
          <w:trHeight w:val="440"/>
        </w:trPr>
        <w:tc>
          <w:tcPr>
            <w:tcW w:w="3233" w:type="dxa"/>
            <w:tcBorders>
              <w:top w:val="single" w:sz="4" w:space="0" w:color="auto"/>
            </w:tcBorders>
          </w:tcPr>
          <w:p w:rsidR="00EF01C5" w:rsidRPr="008A369A" w:rsidRDefault="00EF01C5" w:rsidP="009D4F12">
            <w:r>
              <w:t>Подпрограмма № 4 «Внедрение гражданских технологий противодействия терроризму в Старотитаровском сельском поселении Темрюкского района»</w:t>
            </w:r>
          </w:p>
        </w:tc>
        <w:tc>
          <w:tcPr>
            <w:tcW w:w="5713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EF01C5" w:rsidRPr="00286F40" w:rsidRDefault="00EF01C5" w:rsidP="009D4F12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bottom"/>
          </w:tcPr>
          <w:p w:rsidR="00EF01C5" w:rsidRPr="00F2630D" w:rsidRDefault="00EF01C5" w:rsidP="009D4F12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3,9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noWrap/>
            <w:vAlign w:val="bottom"/>
          </w:tcPr>
          <w:p w:rsidR="00EF01C5" w:rsidRPr="00F2630D" w:rsidRDefault="00EF01C5" w:rsidP="009D4F12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3,9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EF01C5" w:rsidRPr="00F2630D" w:rsidRDefault="00EF01C5" w:rsidP="009D4F12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 w:rsidRPr="00F2630D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EF01C5" w:rsidRPr="00286F40" w:rsidTr="0018159F">
        <w:trPr>
          <w:trHeight w:val="440"/>
        </w:trPr>
        <w:tc>
          <w:tcPr>
            <w:tcW w:w="3233" w:type="dxa"/>
            <w:tcBorders>
              <w:top w:val="single" w:sz="4" w:space="0" w:color="auto"/>
            </w:tcBorders>
          </w:tcPr>
          <w:p w:rsidR="00EF01C5" w:rsidRDefault="00EF01C5" w:rsidP="009D4F12"/>
        </w:tc>
        <w:tc>
          <w:tcPr>
            <w:tcW w:w="5713" w:type="dxa"/>
            <w:tcBorders>
              <w:top w:val="single" w:sz="4" w:space="0" w:color="auto"/>
            </w:tcBorders>
            <w:shd w:val="clear" w:color="000000" w:fill="FFFFFF"/>
          </w:tcPr>
          <w:p w:rsidR="00EF01C5" w:rsidRPr="00286F40" w:rsidRDefault="00EF01C5" w:rsidP="00461189">
            <w:pPr>
              <w:spacing w:before="40"/>
              <w:ind w:firstLineChars="100" w:firstLine="2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bottom"/>
          </w:tcPr>
          <w:p w:rsidR="00EF01C5" w:rsidRPr="00286F40" w:rsidRDefault="00EF01C5" w:rsidP="009D4F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3,9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noWrap/>
            <w:vAlign w:val="bottom"/>
          </w:tcPr>
          <w:p w:rsidR="00EF01C5" w:rsidRPr="00286F40" w:rsidRDefault="00EF01C5" w:rsidP="009D4F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3,9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EF01C5" w:rsidRPr="00286F40" w:rsidRDefault="00EF01C5" w:rsidP="009D4F12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EF01C5" w:rsidRPr="00286F40" w:rsidTr="004A4943">
        <w:trPr>
          <w:trHeight w:val="440"/>
        </w:trPr>
        <w:tc>
          <w:tcPr>
            <w:tcW w:w="3233" w:type="dxa"/>
            <w:tcBorders>
              <w:top w:val="single" w:sz="4" w:space="0" w:color="auto"/>
            </w:tcBorders>
          </w:tcPr>
          <w:p w:rsidR="00EF01C5" w:rsidRPr="004A4943" w:rsidRDefault="00EF01C5" w:rsidP="004A4943"/>
        </w:tc>
        <w:tc>
          <w:tcPr>
            <w:tcW w:w="5713" w:type="dxa"/>
            <w:tcBorders>
              <w:top w:val="single" w:sz="4" w:space="0" w:color="auto"/>
            </w:tcBorders>
            <w:shd w:val="clear" w:color="000000" w:fill="FFFFFF"/>
          </w:tcPr>
          <w:p w:rsidR="00EF01C5" w:rsidRPr="00286F40" w:rsidRDefault="00EF01C5" w:rsidP="00461189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bottom"/>
          </w:tcPr>
          <w:p w:rsidR="00EF01C5" w:rsidRPr="00286F40" w:rsidRDefault="00EF01C5" w:rsidP="009D4F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auto"/>
            </w:tcBorders>
            <w:noWrap/>
            <w:vAlign w:val="bottom"/>
          </w:tcPr>
          <w:p w:rsidR="00EF01C5" w:rsidRPr="00286F40" w:rsidRDefault="00EF01C5" w:rsidP="009D4F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EF01C5" w:rsidRPr="00286F40" w:rsidRDefault="00EF01C5" w:rsidP="004A4943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EF01C5" w:rsidRPr="00286F40" w:rsidTr="004A4943">
        <w:trPr>
          <w:trHeight w:val="440"/>
        </w:trPr>
        <w:tc>
          <w:tcPr>
            <w:tcW w:w="3233" w:type="dxa"/>
            <w:tcBorders>
              <w:top w:val="single" w:sz="4" w:space="0" w:color="auto"/>
            </w:tcBorders>
          </w:tcPr>
          <w:p w:rsidR="00EF01C5" w:rsidRPr="004A4943" w:rsidRDefault="00EF01C5" w:rsidP="004A4943"/>
        </w:tc>
        <w:tc>
          <w:tcPr>
            <w:tcW w:w="5713" w:type="dxa"/>
            <w:tcBorders>
              <w:top w:val="single" w:sz="4" w:space="0" w:color="auto"/>
            </w:tcBorders>
            <w:shd w:val="clear" w:color="000000" w:fill="FFFFFF"/>
          </w:tcPr>
          <w:p w:rsidR="00EF01C5" w:rsidRPr="00286F40" w:rsidRDefault="00EF01C5" w:rsidP="00461189">
            <w:pPr>
              <w:spacing w:before="40"/>
              <w:ind w:firstLineChars="100" w:firstLine="240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bottom"/>
          </w:tcPr>
          <w:p w:rsidR="00EF01C5" w:rsidRDefault="00EF01C5" w:rsidP="009D4F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3,9</w:t>
            </w:r>
          </w:p>
          <w:p w:rsidR="00EF01C5" w:rsidRPr="00286F40" w:rsidRDefault="00EF01C5" w:rsidP="009D4F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auto"/>
            </w:tcBorders>
            <w:noWrap/>
            <w:vAlign w:val="bottom"/>
          </w:tcPr>
          <w:p w:rsidR="00EF01C5" w:rsidRDefault="00EF01C5" w:rsidP="009D4F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3,9</w:t>
            </w:r>
          </w:p>
          <w:p w:rsidR="00EF01C5" w:rsidRPr="00286F40" w:rsidRDefault="00EF01C5" w:rsidP="009D4F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EF01C5" w:rsidRDefault="00EF01C5" w:rsidP="009D4F12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  <w:p w:rsidR="00EF01C5" w:rsidRDefault="00EF01C5" w:rsidP="009D4F12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  <w:p w:rsidR="00EF01C5" w:rsidRPr="00286F40" w:rsidRDefault="00EF01C5" w:rsidP="009D4F12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EF01C5" w:rsidRPr="006E4ED9" w:rsidRDefault="00EF01C5" w:rsidP="00263A2B">
      <w:pPr>
        <w:sectPr w:rsidR="00EF01C5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EF01C5" w:rsidRPr="001E4551" w:rsidRDefault="00EF01C5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№4</w:t>
      </w:r>
    </w:p>
    <w:p w:rsidR="00EF01C5" w:rsidRPr="001E4551" w:rsidRDefault="00EF01C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EF01C5" w:rsidRDefault="00EF01C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EF01C5" w:rsidRPr="001E4551" w:rsidRDefault="00EF01C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EF01C5" w:rsidRPr="001E4551" w:rsidRDefault="00EF01C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EF01C5" w:rsidRDefault="00EF01C5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EF01C5" w:rsidRPr="00587E76" w:rsidRDefault="00EF01C5" w:rsidP="00587E76">
      <w:pPr>
        <w:jc w:val="center"/>
        <w:rPr>
          <w:b/>
          <w:sz w:val="28"/>
          <w:szCs w:val="28"/>
        </w:rPr>
      </w:pPr>
    </w:p>
    <w:p w:rsidR="00EF01C5" w:rsidRPr="00587E76" w:rsidRDefault="00EF01C5" w:rsidP="00587E76">
      <w:pPr>
        <w:jc w:val="center"/>
        <w:rPr>
          <w:b/>
          <w:sz w:val="28"/>
          <w:szCs w:val="28"/>
          <w:highlight w:val="yellow"/>
        </w:rPr>
      </w:pPr>
    </w:p>
    <w:p w:rsidR="00EF01C5" w:rsidRPr="00587E76" w:rsidRDefault="00EF01C5" w:rsidP="0032350C">
      <w:pPr>
        <w:jc w:val="center"/>
        <w:rPr>
          <w:b/>
          <w:sz w:val="28"/>
          <w:szCs w:val="28"/>
        </w:rPr>
      </w:pPr>
      <w:hyperlink r:id="rId11" w:history="1">
        <w:r w:rsidRPr="00587E76">
          <w:rPr>
            <w:b/>
            <w:sz w:val="28"/>
            <w:szCs w:val="28"/>
          </w:rPr>
          <w:t>Сведения</w:t>
        </w:r>
      </w:hyperlink>
      <w:r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>
        <w:rPr>
          <w:b/>
          <w:sz w:val="28"/>
          <w:szCs w:val="28"/>
        </w:rPr>
        <w:t xml:space="preserve"> «Обеспечение безопасности населения»</w:t>
      </w: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</w:t>
      </w:r>
      <w:r>
        <w:rPr>
          <w:b/>
          <w:sz w:val="28"/>
          <w:szCs w:val="28"/>
        </w:rPr>
        <w:t xml:space="preserve"> </w:t>
      </w:r>
    </w:p>
    <w:p w:rsidR="00EF01C5" w:rsidRDefault="00EF01C5" w:rsidP="0032350C">
      <w:pPr>
        <w:rPr>
          <w:sz w:val="28"/>
          <w:szCs w:val="28"/>
        </w:rPr>
      </w:pPr>
    </w:p>
    <w:p w:rsidR="00EF01C5" w:rsidRPr="00587E76" w:rsidRDefault="00EF01C5" w:rsidP="00587E76">
      <w:pPr>
        <w:jc w:val="center"/>
        <w:rPr>
          <w:b/>
          <w:sz w:val="28"/>
          <w:szCs w:val="28"/>
        </w:rPr>
      </w:pPr>
    </w:p>
    <w:p w:rsidR="00EF01C5" w:rsidRPr="006E4ED9" w:rsidRDefault="00EF01C5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EF01C5" w:rsidRPr="00286F40" w:rsidTr="00047A74">
        <w:trPr>
          <w:trHeight w:val="20"/>
        </w:trPr>
        <w:tc>
          <w:tcPr>
            <w:tcW w:w="540" w:type="dxa"/>
            <w:vAlign w:val="center"/>
          </w:tcPr>
          <w:p w:rsidR="00EF01C5" w:rsidRPr="00286F40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EF01C5" w:rsidRPr="00286F40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EF01C5" w:rsidRPr="00286F40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EF01C5" w:rsidRPr="00286F40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EF01C5" w:rsidRPr="00286F40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EF01C5" w:rsidRPr="00286F40" w:rsidTr="00047A74">
        <w:trPr>
          <w:trHeight w:val="20"/>
        </w:trPr>
        <w:tc>
          <w:tcPr>
            <w:tcW w:w="540" w:type="dxa"/>
            <w:noWrap/>
          </w:tcPr>
          <w:p w:rsidR="00EF01C5" w:rsidRPr="00286F40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EF01C5" w:rsidRPr="00CD4C11" w:rsidRDefault="00EF01C5" w:rsidP="00CD4C11">
            <w:r w:rsidRPr="00CD4C11">
              <w:rPr>
                <w:color w:val="000000"/>
              </w:rPr>
              <w:t xml:space="preserve">Постановление Администрации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Обеспечение безопасности населения</w:t>
            </w:r>
            <w:r w:rsidRPr="00CD4C11">
              <w:rPr>
                <w:bCs/>
              </w:rPr>
              <w:t xml:space="preserve"> в Старотитаровском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2015 год.</w:t>
            </w:r>
            <w:r>
              <w:rPr>
                <w:bCs/>
              </w:rPr>
              <w:t>»</w:t>
            </w:r>
          </w:p>
          <w:p w:rsidR="00EF01C5" w:rsidRPr="00286F40" w:rsidRDefault="00EF01C5" w:rsidP="00CD4C11">
            <w:pPr>
              <w:spacing w:before="40"/>
              <w:rPr>
                <w:color w:val="000000"/>
              </w:rPr>
            </w:pPr>
            <w:r>
              <w:t xml:space="preserve"> </w:t>
            </w:r>
          </w:p>
        </w:tc>
        <w:tc>
          <w:tcPr>
            <w:tcW w:w="1660" w:type="dxa"/>
            <w:noWrap/>
            <w:vAlign w:val="bottom"/>
          </w:tcPr>
          <w:p w:rsidR="00EF01C5" w:rsidRPr="00286F40" w:rsidRDefault="00EF01C5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19.12.2014</w:t>
            </w:r>
          </w:p>
        </w:tc>
        <w:tc>
          <w:tcPr>
            <w:tcW w:w="1540" w:type="dxa"/>
            <w:noWrap/>
            <w:vAlign w:val="bottom"/>
          </w:tcPr>
          <w:p w:rsidR="00EF01C5" w:rsidRPr="00286F40" w:rsidRDefault="00EF01C5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5796" w:type="dxa"/>
            <w:noWrap/>
            <w:vAlign w:val="bottom"/>
          </w:tcPr>
          <w:p w:rsidR="00EF01C5" w:rsidRPr="00286F40" w:rsidRDefault="00EF01C5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EF01C5" w:rsidRPr="00286F40" w:rsidTr="00047A74">
        <w:trPr>
          <w:trHeight w:val="20"/>
        </w:trPr>
        <w:tc>
          <w:tcPr>
            <w:tcW w:w="540" w:type="dxa"/>
            <w:noWrap/>
          </w:tcPr>
          <w:p w:rsidR="00EF01C5" w:rsidRPr="00286F40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</w:tcPr>
          <w:p w:rsidR="00EF01C5" w:rsidRPr="00CD4C11" w:rsidRDefault="00EF01C5" w:rsidP="00CD4C11">
            <w:r w:rsidRPr="00CD4C11">
              <w:rPr>
                <w:color w:val="000000"/>
              </w:rPr>
              <w:t xml:space="preserve">Постановление Администрации </w:t>
            </w:r>
            <w:r w:rsidRPr="00CD4C11">
              <w:t>Старотитаровского сельского поселения Темрюкского района</w:t>
            </w:r>
            <w:r>
              <w:t xml:space="preserve"> О внесении изменений в постановление </w:t>
            </w:r>
            <w:r w:rsidRPr="00CD4C11">
              <w:rPr>
                <w:color w:val="000000"/>
              </w:rPr>
              <w:t xml:space="preserve">Администрации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Обеспечение безопасности населения</w:t>
            </w:r>
            <w:r w:rsidRPr="00CD4C11">
              <w:t>»</w:t>
            </w:r>
            <w:r w:rsidRPr="00CD4C11">
              <w:rPr>
                <w:bCs/>
              </w:rPr>
              <w:t xml:space="preserve"> в Старотитаровском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2015 год.</w:t>
            </w:r>
            <w:r>
              <w:rPr>
                <w:bCs/>
              </w:rPr>
              <w:t>»</w:t>
            </w:r>
          </w:p>
          <w:p w:rsidR="00EF01C5" w:rsidRPr="00286F40" w:rsidRDefault="00EF01C5" w:rsidP="00DE2B0D">
            <w:pPr>
              <w:spacing w:before="40"/>
              <w:rPr>
                <w:color w:val="000000"/>
              </w:rPr>
            </w:pPr>
          </w:p>
        </w:tc>
        <w:tc>
          <w:tcPr>
            <w:tcW w:w="1660" w:type="dxa"/>
            <w:noWrap/>
            <w:vAlign w:val="bottom"/>
          </w:tcPr>
          <w:p w:rsidR="00EF01C5" w:rsidRPr="00286F40" w:rsidRDefault="00EF01C5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30.01.2015</w:t>
            </w:r>
          </w:p>
        </w:tc>
        <w:tc>
          <w:tcPr>
            <w:tcW w:w="1540" w:type="dxa"/>
            <w:noWrap/>
            <w:vAlign w:val="bottom"/>
          </w:tcPr>
          <w:p w:rsidR="00EF01C5" w:rsidRPr="00286F40" w:rsidRDefault="00EF01C5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796" w:type="dxa"/>
            <w:noWrap/>
            <w:vAlign w:val="bottom"/>
          </w:tcPr>
          <w:p w:rsidR="00EF01C5" w:rsidRPr="00286F40" w:rsidRDefault="00EF01C5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EF01C5" w:rsidRPr="006E4ED9" w:rsidTr="00047A74">
        <w:trPr>
          <w:trHeight w:val="883"/>
        </w:trPr>
        <w:tc>
          <w:tcPr>
            <w:tcW w:w="540" w:type="dxa"/>
            <w:noWrap/>
          </w:tcPr>
          <w:p w:rsidR="00EF01C5" w:rsidRPr="00047A74" w:rsidRDefault="00EF01C5" w:rsidP="00047A74">
            <w:pPr>
              <w:spacing w:before="40"/>
              <w:rPr>
                <w:color w:val="000000"/>
              </w:rPr>
            </w:pPr>
            <w:r w:rsidRPr="00047A74">
              <w:rPr>
                <w:color w:val="000000"/>
              </w:rPr>
              <w:t>3</w:t>
            </w:r>
          </w:p>
        </w:tc>
        <w:tc>
          <w:tcPr>
            <w:tcW w:w="5120" w:type="dxa"/>
            <w:noWrap/>
            <w:vAlign w:val="bottom"/>
          </w:tcPr>
          <w:p w:rsidR="00EF01C5" w:rsidRPr="00047A74" w:rsidRDefault="00EF01C5" w:rsidP="00CD4C11">
            <w:r w:rsidRPr="00047A74">
              <w:rPr>
                <w:color w:val="000000"/>
              </w:rPr>
              <w:t xml:space="preserve"> Постановление Администрации </w:t>
            </w:r>
            <w:r w:rsidRPr="00047A74">
              <w:t xml:space="preserve">Старотитаровского сельского поселения Темрюкского района О внесении изменений в постановление </w:t>
            </w:r>
            <w:r w:rsidRPr="00047A74">
              <w:rPr>
                <w:color w:val="000000"/>
              </w:rPr>
              <w:t xml:space="preserve">Администрации </w:t>
            </w:r>
            <w:r w:rsidRPr="00047A74">
              <w:t>Старотитаровского сельского поселения Темрюкского района «Об утверждении муниципальной программы «</w:t>
            </w:r>
            <w:r>
              <w:t>Обеспечение безопасности населения</w:t>
            </w:r>
            <w:r w:rsidRPr="00047A74">
              <w:t>»</w:t>
            </w:r>
            <w:r w:rsidRPr="00047A74">
              <w:rPr>
                <w:bCs/>
              </w:rPr>
              <w:t xml:space="preserve"> в Старотитаровском сельском поселении</w:t>
            </w:r>
            <w:r w:rsidRPr="00047A74">
              <w:t xml:space="preserve"> </w:t>
            </w:r>
            <w:r w:rsidRPr="00047A74">
              <w:rPr>
                <w:bCs/>
              </w:rPr>
              <w:t>Темрюкского района на 2015 год.»</w:t>
            </w:r>
          </w:p>
          <w:p w:rsidR="00EF01C5" w:rsidRPr="00047A74" w:rsidRDefault="00EF01C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660" w:type="dxa"/>
            <w:noWrap/>
            <w:vAlign w:val="bottom"/>
          </w:tcPr>
          <w:p w:rsidR="00EF01C5" w:rsidRPr="00CD4C11" w:rsidRDefault="00EF01C5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12.10.2015</w:t>
            </w:r>
          </w:p>
        </w:tc>
        <w:tc>
          <w:tcPr>
            <w:tcW w:w="1540" w:type="dxa"/>
            <w:noWrap/>
            <w:vAlign w:val="bottom"/>
          </w:tcPr>
          <w:p w:rsidR="00EF01C5" w:rsidRPr="00CD4C11" w:rsidRDefault="00EF01C5" w:rsidP="00263A2B">
            <w:pPr>
              <w:spacing w:before="40"/>
              <w:rPr>
                <w:color w:val="000000"/>
              </w:rPr>
            </w:pPr>
            <w:r w:rsidRPr="00CD4C11">
              <w:rPr>
                <w:color w:val="000000"/>
              </w:rPr>
              <w:t> </w:t>
            </w:r>
            <w:r>
              <w:rPr>
                <w:color w:val="000000"/>
              </w:rPr>
              <w:t>357</w:t>
            </w:r>
          </w:p>
        </w:tc>
        <w:tc>
          <w:tcPr>
            <w:tcW w:w="5796" w:type="dxa"/>
            <w:noWrap/>
            <w:vAlign w:val="bottom"/>
          </w:tcPr>
          <w:p w:rsidR="00EF01C5" w:rsidRPr="006E4ED9" w:rsidRDefault="00EF01C5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EF01C5" w:rsidRPr="006E4ED9" w:rsidTr="00047A74">
        <w:trPr>
          <w:trHeight w:val="160"/>
        </w:trPr>
        <w:tc>
          <w:tcPr>
            <w:tcW w:w="540" w:type="dxa"/>
            <w:tcBorders>
              <w:bottom w:val="single" w:sz="4" w:space="0" w:color="auto"/>
            </w:tcBorders>
            <w:noWrap/>
          </w:tcPr>
          <w:p w:rsidR="00EF01C5" w:rsidRPr="00047A74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047A74">
              <w:rPr>
                <w:color w:val="000000"/>
              </w:rPr>
              <w:t>4 </w:t>
            </w:r>
          </w:p>
        </w:tc>
        <w:tc>
          <w:tcPr>
            <w:tcW w:w="5120" w:type="dxa"/>
            <w:tcBorders>
              <w:bottom w:val="single" w:sz="4" w:space="0" w:color="auto"/>
            </w:tcBorders>
            <w:noWrap/>
            <w:vAlign w:val="bottom"/>
          </w:tcPr>
          <w:p w:rsidR="00EF01C5" w:rsidRPr="00047A74" w:rsidRDefault="00EF01C5" w:rsidP="00CD4C11">
            <w:r w:rsidRPr="00047A74">
              <w:rPr>
                <w:color w:val="000000"/>
              </w:rPr>
              <w:t xml:space="preserve"> Постановление Администрации </w:t>
            </w:r>
            <w:r w:rsidRPr="00047A74">
              <w:t xml:space="preserve">Старотитаровского сельского поселения Темрюкского района О внесении изменений в постановление </w:t>
            </w:r>
            <w:r w:rsidRPr="00047A74">
              <w:rPr>
                <w:color w:val="000000"/>
              </w:rPr>
              <w:t xml:space="preserve">Администрации </w:t>
            </w:r>
            <w:r w:rsidRPr="00047A74">
              <w:t>Старотитаровского сельского поселения Темрюкского района «Об утверждении муниципальной программы «</w:t>
            </w:r>
            <w:r>
              <w:t>Обеспечение безопасности населения</w:t>
            </w:r>
            <w:r w:rsidRPr="00047A74">
              <w:t>»</w:t>
            </w:r>
            <w:r w:rsidRPr="00047A74">
              <w:rPr>
                <w:bCs/>
              </w:rPr>
              <w:t xml:space="preserve"> в Старотитаровском сельском поселении</w:t>
            </w:r>
            <w:r w:rsidRPr="00047A74">
              <w:t xml:space="preserve"> </w:t>
            </w:r>
            <w:r w:rsidRPr="00047A74">
              <w:rPr>
                <w:bCs/>
              </w:rPr>
              <w:t>Темрюкского района на 2015 год.»</w:t>
            </w:r>
          </w:p>
          <w:p w:rsidR="00EF01C5" w:rsidRPr="00047A74" w:rsidRDefault="00EF01C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EF01C5" w:rsidRPr="00CD4C11" w:rsidRDefault="00EF01C5" w:rsidP="00263A2B">
            <w:pPr>
              <w:spacing w:before="40"/>
              <w:rPr>
                <w:color w:val="000000"/>
              </w:rPr>
            </w:pPr>
            <w:r w:rsidRPr="00CD4C11">
              <w:rPr>
                <w:color w:val="000000"/>
              </w:rPr>
              <w:t> </w:t>
            </w:r>
            <w:r>
              <w:rPr>
                <w:color w:val="000000"/>
              </w:rPr>
              <w:t>08.12.2015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noWrap/>
            <w:vAlign w:val="bottom"/>
          </w:tcPr>
          <w:p w:rsidR="00EF01C5" w:rsidRPr="00CD4C11" w:rsidRDefault="00EF01C5" w:rsidP="00263A2B">
            <w:pPr>
              <w:spacing w:before="40"/>
              <w:rPr>
                <w:color w:val="000000"/>
              </w:rPr>
            </w:pPr>
            <w:r w:rsidRPr="00CD4C11">
              <w:rPr>
                <w:color w:val="000000"/>
              </w:rPr>
              <w:t> </w:t>
            </w:r>
            <w:r>
              <w:rPr>
                <w:color w:val="000000"/>
              </w:rPr>
              <w:t>492</w:t>
            </w:r>
          </w:p>
        </w:tc>
        <w:tc>
          <w:tcPr>
            <w:tcW w:w="5796" w:type="dxa"/>
            <w:tcBorders>
              <w:bottom w:val="single" w:sz="4" w:space="0" w:color="auto"/>
            </w:tcBorders>
            <w:noWrap/>
            <w:vAlign w:val="bottom"/>
          </w:tcPr>
          <w:p w:rsidR="00EF01C5" w:rsidRPr="006E4ED9" w:rsidRDefault="00EF01C5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EF01C5" w:rsidRPr="006E4ED9" w:rsidTr="00047A74">
        <w:trPr>
          <w:trHeight w:val="50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01C5" w:rsidRPr="00047A74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047A74">
              <w:rPr>
                <w:color w:val="000000"/>
              </w:rPr>
              <w:t>5</w:t>
            </w:r>
          </w:p>
        </w:tc>
        <w:tc>
          <w:tcPr>
            <w:tcW w:w="512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Pr="00047A74" w:rsidRDefault="00EF01C5" w:rsidP="00263A2B">
            <w:pPr>
              <w:spacing w:before="40"/>
              <w:rPr>
                <w:color w:val="000000"/>
              </w:rPr>
            </w:pPr>
          </w:p>
          <w:p w:rsidR="00EF01C5" w:rsidRPr="00047A74" w:rsidRDefault="00EF01C5" w:rsidP="00CD4C11">
            <w:r w:rsidRPr="00047A74">
              <w:rPr>
                <w:color w:val="000000"/>
              </w:rPr>
              <w:t xml:space="preserve">Постановление Администрации </w:t>
            </w:r>
            <w:r w:rsidRPr="00047A74">
              <w:t xml:space="preserve">Старотитаровского сельского поселения Темрюкского района О внесении изменений в постановление </w:t>
            </w:r>
            <w:r w:rsidRPr="00047A74">
              <w:rPr>
                <w:color w:val="000000"/>
              </w:rPr>
              <w:t xml:space="preserve">Администрации </w:t>
            </w:r>
            <w:r w:rsidRPr="00047A74">
              <w:t>Старотитаровского сельского поселения Темрюкского района «Об утверждении муниципальной программы «</w:t>
            </w:r>
            <w:r>
              <w:t>Обеспечение безопасности населения</w:t>
            </w:r>
            <w:r w:rsidRPr="00047A74">
              <w:t>»</w:t>
            </w:r>
            <w:r w:rsidRPr="00047A74">
              <w:rPr>
                <w:bCs/>
              </w:rPr>
              <w:t xml:space="preserve"> в Старотитаровском сельском поселении</w:t>
            </w:r>
            <w:r w:rsidRPr="00047A74">
              <w:t xml:space="preserve"> </w:t>
            </w:r>
            <w:r w:rsidRPr="00047A74">
              <w:rPr>
                <w:bCs/>
              </w:rPr>
              <w:t>Темрюкского района на 2015 год.»</w:t>
            </w:r>
          </w:p>
          <w:p w:rsidR="00EF01C5" w:rsidRPr="00047A74" w:rsidRDefault="00EF01C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Pr="00CD4C11" w:rsidRDefault="00EF01C5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16.12.2015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Pr="00CD4C11" w:rsidRDefault="00EF01C5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512</w:t>
            </w:r>
          </w:p>
        </w:tc>
        <w:tc>
          <w:tcPr>
            <w:tcW w:w="579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EF01C5" w:rsidRPr="006E4ED9" w:rsidRDefault="00EF01C5" w:rsidP="00263A2B">
            <w:pPr>
              <w:spacing w:before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EF01C5" w:rsidRPr="006E4ED9" w:rsidTr="00047A74">
        <w:trPr>
          <w:trHeight w:val="280"/>
        </w:trPr>
        <w:tc>
          <w:tcPr>
            <w:tcW w:w="540" w:type="dxa"/>
            <w:tcBorders>
              <w:top w:val="single" w:sz="4" w:space="0" w:color="auto"/>
            </w:tcBorders>
            <w:noWrap/>
          </w:tcPr>
          <w:p w:rsidR="00EF01C5" w:rsidRPr="00047A74" w:rsidRDefault="00EF01C5" w:rsidP="00263A2B">
            <w:pPr>
              <w:spacing w:before="40"/>
              <w:jc w:val="center"/>
              <w:rPr>
                <w:color w:val="000000"/>
              </w:rPr>
            </w:pPr>
            <w:r w:rsidRPr="00047A74">
              <w:rPr>
                <w:color w:val="000000"/>
              </w:rPr>
              <w:t>6</w:t>
            </w:r>
          </w:p>
        </w:tc>
        <w:tc>
          <w:tcPr>
            <w:tcW w:w="5120" w:type="dxa"/>
            <w:tcBorders>
              <w:top w:val="single" w:sz="4" w:space="0" w:color="auto"/>
            </w:tcBorders>
            <w:noWrap/>
            <w:vAlign w:val="bottom"/>
          </w:tcPr>
          <w:p w:rsidR="00EF01C5" w:rsidRPr="00047A74" w:rsidRDefault="00EF01C5" w:rsidP="00CD4C11">
            <w:r w:rsidRPr="00047A74">
              <w:rPr>
                <w:color w:val="000000"/>
              </w:rPr>
              <w:t xml:space="preserve">Постановление Администрации </w:t>
            </w:r>
            <w:r w:rsidRPr="00047A74">
              <w:t xml:space="preserve">Старотитаровского сельского поселения Темрюкского района О внесении изменений в постановление </w:t>
            </w:r>
            <w:r w:rsidRPr="00047A74">
              <w:rPr>
                <w:color w:val="000000"/>
              </w:rPr>
              <w:t xml:space="preserve">Администрации </w:t>
            </w:r>
            <w:r w:rsidRPr="00047A74">
              <w:t>Старотитаровского сельского поселения Темрюкского района «Об утверждении муниципальной программы «</w:t>
            </w:r>
            <w:r>
              <w:t>Обеспечение безопасности населения</w:t>
            </w:r>
            <w:r w:rsidRPr="00047A74">
              <w:t>»</w:t>
            </w:r>
            <w:r w:rsidRPr="00047A74">
              <w:rPr>
                <w:bCs/>
              </w:rPr>
              <w:t xml:space="preserve"> в Старотитаровском сельском поселении</w:t>
            </w:r>
            <w:r w:rsidRPr="00047A74">
              <w:t xml:space="preserve"> </w:t>
            </w:r>
            <w:r w:rsidRPr="00047A74">
              <w:rPr>
                <w:bCs/>
              </w:rPr>
              <w:t>Темрюкского района на 2015 год.»</w:t>
            </w:r>
          </w:p>
          <w:p w:rsidR="00EF01C5" w:rsidRPr="00047A74" w:rsidRDefault="00EF01C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bottom"/>
          </w:tcPr>
          <w:p w:rsidR="00EF01C5" w:rsidRPr="00CD4C11" w:rsidRDefault="00EF01C5" w:rsidP="00263A2B">
            <w:pPr>
              <w:spacing w:before="40"/>
              <w:rPr>
                <w:color w:val="000000"/>
              </w:rPr>
            </w:pPr>
            <w:r w:rsidRPr="00CD4C11">
              <w:rPr>
                <w:color w:val="000000"/>
              </w:rPr>
              <w:t>31.12.2015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EF01C5" w:rsidRDefault="00EF01C5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577</w:t>
            </w:r>
          </w:p>
          <w:p w:rsidR="00EF01C5" w:rsidRPr="00CD4C11" w:rsidRDefault="00EF01C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96" w:type="dxa"/>
            <w:tcBorders>
              <w:top w:val="single" w:sz="4" w:space="0" w:color="auto"/>
            </w:tcBorders>
            <w:noWrap/>
            <w:vAlign w:val="bottom"/>
          </w:tcPr>
          <w:p w:rsidR="00EF01C5" w:rsidRPr="006E4ED9" w:rsidRDefault="00EF01C5" w:rsidP="00263A2B">
            <w:pPr>
              <w:spacing w:before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</w:tbl>
    <w:p w:rsidR="00EF01C5" w:rsidRPr="006E4ED9" w:rsidRDefault="00EF01C5" w:rsidP="00263A2B">
      <w:pPr>
        <w:sectPr w:rsidR="00EF01C5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EF01C5" w:rsidRPr="001E4551" w:rsidRDefault="00EF01C5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№5</w:t>
      </w:r>
    </w:p>
    <w:p w:rsidR="00EF01C5" w:rsidRPr="001E4551" w:rsidRDefault="00EF01C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EF01C5" w:rsidRDefault="00EF01C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EF01C5" w:rsidRPr="001E4551" w:rsidRDefault="00EF01C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EF01C5" w:rsidRPr="001E4551" w:rsidRDefault="00EF01C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EF01C5" w:rsidRDefault="00EF01C5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EF01C5" w:rsidRPr="00587E76" w:rsidRDefault="00EF01C5" w:rsidP="00587E76">
      <w:pPr>
        <w:jc w:val="center"/>
        <w:rPr>
          <w:sz w:val="28"/>
          <w:szCs w:val="28"/>
        </w:rPr>
      </w:pPr>
    </w:p>
    <w:p w:rsidR="00EF01C5" w:rsidRPr="00587E76" w:rsidRDefault="00EF01C5" w:rsidP="00587E76">
      <w:pPr>
        <w:jc w:val="center"/>
        <w:rPr>
          <w:b/>
        </w:rPr>
      </w:pPr>
    </w:p>
    <w:p w:rsidR="00EF01C5" w:rsidRPr="003F65B7" w:rsidRDefault="00EF01C5" w:rsidP="00B26D65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 xml:space="preserve"> «Обеспечение безопасности населения»</w:t>
      </w:r>
      <w:r w:rsidRPr="00033748">
        <w:rPr>
          <w:b/>
          <w:bCs/>
          <w:sz w:val="28"/>
          <w:szCs w:val="28"/>
        </w:rPr>
        <w:t xml:space="preserve"> в </w:t>
      </w:r>
    </w:p>
    <w:p w:rsidR="00EF01C5" w:rsidRPr="003F65B7" w:rsidRDefault="00EF01C5" w:rsidP="0032350C">
      <w:pPr>
        <w:jc w:val="center"/>
        <w:rPr>
          <w:b/>
          <w:sz w:val="28"/>
          <w:szCs w:val="28"/>
        </w:rPr>
      </w:pP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</w:t>
      </w:r>
    </w:p>
    <w:p w:rsidR="00EF01C5" w:rsidRDefault="00EF01C5" w:rsidP="0032350C">
      <w:pPr>
        <w:rPr>
          <w:sz w:val="28"/>
          <w:szCs w:val="28"/>
        </w:rPr>
      </w:pPr>
    </w:p>
    <w:p w:rsidR="00EF01C5" w:rsidRPr="00587E76" w:rsidRDefault="00EF01C5" w:rsidP="00587E76">
      <w:pPr>
        <w:jc w:val="center"/>
        <w:rPr>
          <w:b/>
          <w:sz w:val="28"/>
          <w:szCs w:val="28"/>
        </w:rPr>
      </w:pPr>
    </w:p>
    <w:p w:rsidR="00EF01C5" w:rsidRPr="00286F40" w:rsidRDefault="00EF01C5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EF01C5" w:rsidRPr="00286F40" w:rsidTr="001F6C5B">
        <w:tc>
          <w:tcPr>
            <w:tcW w:w="3600" w:type="dxa"/>
            <w:vMerge w:val="restart"/>
            <w:vAlign w:val="center"/>
          </w:tcPr>
          <w:p w:rsidR="00EF01C5" w:rsidRPr="008B475F" w:rsidRDefault="00EF01C5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EF01C5" w:rsidRPr="008B475F" w:rsidRDefault="00EF01C5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EF01C5" w:rsidRPr="008B475F" w:rsidRDefault="00EF01C5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EF01C5" w:rsidRPr="008B475F" w:rsidRDefault="00EF01C5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EF01C5" w:rsidRPr="008B475F" w:rsidRDefault="00EF01C5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EF01C5" w:rsidRPr="008B475F" w:rsidRDefault="00EF01C5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EF01C5" w:rsidRPr="00286F40" w:rsidTr="001F6C5B">
        <w:tc>
          <w:tcPr>
            <w:tcW w:w="3600" w:type="dxa"/>
            <w:vMerge/>
            <w:vAlign w:val="center"/>
          </w:tcPr>
          <w:p w:rsidR="00EF01C5" w:rsidRPr="008B475F" w:rsidRDefault="00EF01C5" w:rsidP="008B475F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20" w:type="dxa"/>
            <w:vAlign w:val="center"/>
          </w:tcPr>
          <w:p w:rsidR="00EF01C5" w:rsidRPr="008B475F" w:rsidRDefault="00EF01C5" w:rsidP="008B475F">
            <w:pPr>
              <w:tabs>
                <w:tab w:val="left" w:pos="1134"/>
              </w:tabs>
              <w:spacing w:before="40"/>
              <w:jc w:val="center"/>
            </w:pPr>
            <w:r w:rsidRPr="003D489D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EF01C5" w:rsidRPr="008B475F" w:rsidRDefault="00EF01C5" w:rsidP="008B475F">
            <w:pPr>
              <w:tabs>
                <w:tab w:val="left" w:pos="1134"/>
              </w:tabs>
              <w:spacing w:before="40"/>
              <w:jc w:val="center"/>
            </w:pPr>
            <w:r w:rsidRPr="003D489D">
              <w:pict>
                <v:shape id="_x0000_i1026" type="#_x0000_t75" style="width:47.2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EF01C5" w:rsidRPr="008B475F" w:rsidRDefault="00EF01C5" w:rsidP="008B475F">
            <w:pPr>
              <w:tabs>
                <w:tab w:val="left" w:pos="1134"/>
              </w:tabs>
              <w:spacing w:before="40"/>
              <w:jc w:val="center"/>
            </w:pPr>
            <w:r w:rsidRPr="003D489D">
              <w:pict>
                <v:shape id="_x0000_i1027" type="#_x0000_t75" style="width:48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EF01C5" w:rsidRPr="008B475F" w:rsidRDefault="00EF01C5" w:rsidP="008B475F">
            <w:pPr>
              <w:tabs>
                <w:tab w:val="left" w:pos="1134"/>
              </w:tabs>
              <w:spacing w:before="40"/>
              <w:jc w:val="center"/>
            </w:pPr>
            <w:r w:rsidRPr="003D489D">
              <w:pict>
                <v:shape id="_x0000_i1028" type="#_x0000_t75" style="width:21.75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EF01C5" w:rsidRPr="008B475F" w:rsidRDefault="00EF01C5" w:rsidP="008B475F">
            <w:pPr>
              <w:tabs>
                <w:tab w:val="left" w:pos="1134"/>
              </w:tabs>
              <w:spacing w:before="40"/>
              <w:jc w:val="center"/>
            </w:pPr>
            <w:r w:rsidRPr="003D489D">
              <w:pict>
                <v:shape id="_x0000_i1029" type="#_x0000_t75" style="width:18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</w:tr>
      <w:tr w:rsidR="00EF01C5" w:rsidRPr="006E4ED9" w:rsidTr="001F6C5B">
        <w:tc>
          <w:tcPr>
            <w:tcW w:w="3600" w:type="dxa"/>
          </w:tcPr>
          <w:p w:rsidR="00EF01C5" w:rsidRPr="00B26D65" w:rsidRDefault="00EF01C5" w:rsidP="0032350C">
            <w:pPr>
              <w:rPr>
                <w:b/>
              </w:rPr>
            </w:pPr>
            <w:r w:rsidRPr="00B26D65">
              <w:rPr>
                <w:b/>
              </w:rPr>
              <w:t>МП  «Обеспечение безопасности населения»</w:t>
            </w:r>
            <w:r w:rsidRPr="00B26D65">
              <w:rPr>
                <w:b/>
                <w:bCs/>
              </w:rPr>
              <w:t xml:space="preserve"> в Старотитаровском сельском поселении</w:t>
            </w:r>
            <w:r w:rsidRPr="00B26D65">
              <w:rPr>
                <w:b/>
              </w:rPr>
              <w:t xml:space="preserve"> </w:t>
            </w:r>
            <w:r w:rsidRPr="00B26D65">
              <w:rPr>
                <w:b/>
                <w:bCs/>
              </w:rPr>
              <w:t>Темрюкского района на 2015 год.</w:t>
            </w:r>
          </w:p>
          <w:p w:rsidR="00EF01C5" w:rsidRPr="00E5770B" w:rsidRDefault="00EF01C5" w:rsidP="008B475F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EF01C5" w:rsidRPr="00E5770B" w:rsidRDefault="00EF01C5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0" w:type="dxa"/>
          </w:tcPr>
          <w:p w:rsidR="00EF01C5" w:rsidRPr="00E5770B" w:rsidRDefault="00EF01C5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EF01C5" w:rsidRPr="00E5770B" w:rsidRDefault="00EF01C5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EF01C5" w:rsidRPr="00E5770B" w:rsidRDefault="00EF01C5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0" w:type="dxa"/>
          </w:tcPr>
          <w:p w:rsidR="00EF01C5" w:rsidRPr="00E5770B" w:rsidRDefault="00EF01C5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</w:tr>
      <w:tr w:rsidR="00EF01C5" w:rsidRPr="006E4ED9" w:rsidTr="001F6C5B">
        <w:tc>
          <w:tcPr>
            <w:tcW w:w="3600" w:type="dxa"/>
          </w:tcPr>
          <w:p w:rsidR="00EF01C5" w:rsidRPr="00E5770B" w:rsidRDefault="00EF01C5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  <w:r w:rsidRPr="00572E3E">
              <w:t>Подпрограмма №1 «Обеспечение первичных мер пожарной безопасности в Старотитаровском сельском поселении Темрюкского района» на 2015 год</w:t>
            </w:r>
          </w:p>
        </w:tc>
        <w:tc>
          <w:tcPr>
            <w:tcW w:w="1620" w:type="dxa"/>
          </w:tcPr>
          <w:p w:rsidR="00EF01C5" w:rsidRPr="00E5770B" w:rsidRDefault="00EF01C5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1980" w:type="dxa"/>
          </w:tcPr>
          <w:p w:rsidR="00EF01C5" w:rsidRPr="00E5770B" w:rsidRDefault="00EF01C5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EF01C5" w:rsidRPr="00E5770B" w:rsidRDefault="00EF01C5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  <w:tc>
          <w:tcPr>
            <w:tcW w:w="1620" w:type="dxa"/>
          </w:tcPr>
          <w:p w:rsidR="00EF01C5" w:rsidRPr="00E5770B" w:rsidRDefault="00EF01C5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3780" w:type="dxa"/>
          </w:tcPr>
          <w:p w:rsidR="00EF01C5" w:rsidRPr="00E5770B" w:rsidRDefault="00EF01C5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,6</w:t>
            </w:r>
          </w:p>
        </w:tc>
      </w:tr>
      <w:tr w:rsidR="00EF01C5" w:rsidRPr="006E4ED9" w:rsidTr="001F6C5B">
        <w:tc>
          <w:tcPr>
            <w:tcW w:w="3600" w:type="dxa"/>
          </w:tcPr>
          <w:p w:rsidR="00EF01C5" w:rsidRPr="00572E3E" w:rsidRDefault="00EF01C5" w:rsidP="00B21B3B">
            <w:pPr>
              <w:spacing w:before="40"/>
              <w:rPr>
                <w:bCs/>
              </w:rPr>
            </w:pPr>
            <w:hyperlink w:anchor="sub_2000" w:history="1">
              <w:r w:rsidRPr="00572E3E">
                <w:rPr>
                  <w:rStyle w:val="a1"/>
                  <w:b w:val="0"/>
                  <w:color w:val="auto"/>
                </w:rPr>
                <w:t>Подпрограмма</w:t>
              </w:r>
            </w:hyperlink>
            <w:r w:rsidRPr="00572E3E">
              <w:rPr>
                <w:b/>
              </w:rPr>
              <w:t xml:space="preserve"> </w:t>
            </w:r>
            <w:r w:rsidRPr="00572E3E">
              <w:t>№2 «</w:t>
            </w:r>
            <w:r>
              <w:t xml:space="preserve">Защита поселения и территории Старотитаровского сельского </w:t>
            </w:r>
            <w:r w:rsidRPr="00572E3E">
              <w:t xml:space="preserve">поселения Темрюкского района </w:t>
            </w:r>
            <w:r>
              <w:t>от  чрезвычайных ситуаций</w:t>
            </w:r>
            <w:r w:rsidRPr="00572E3E">
              <w:rPr>
                <w:bCs/>
              </w:rPr>
              <w:t>»</w:t>
            </w:r>
            <w:r>
              <w:rPr>
                <w:bCs/>
              </w:rPr>
              <w:t xml:space="preserve"> на 2015 год</w:t>
            </w:r>
          </w:p>
          <w:p w:rsidR="00EF01C5" w:rsidRPr="00E5770B" w:rsidRDefault="00EF01C5" w:rsidP="00B21B3B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EF01C5" w:rsidRPr="00E5770B" w:rsidRDefault="00EF01C5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EF01C5" w:rsidRPr="00E5770B" w:rsidRDefault="00EF01C5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EF01C5" w:rsidRPr="00E5770B" w:rsidRDefault="00EF01C5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EF01C5" w:rsidRPr="00E5770B" w:rsidRDefault="00EF01C5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EF01C5" w:rsidRPr="00E5770B" w:rsidRDefault="00EF01C5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</w:tr>
      <w:tr w:rsidR="00EF01C5" w:rsidRPr="006E4ED9" w:rsidTr="00B21B3B">
        <w:trPr>
          <w:trHeight w:val="2180"/>
        </w:trPr>
        <w:tc>
          <w:tcPr>
            <w:tcW w:w="3600" w:type="dxa"/>
            <w:tcBorders>
              <w:bottom w:val="single" w:sz="4" w:space="0" w:color="auto"/>
            </w:tcBorders>
          </w:tcPr>
          <w:p w:rsidR="00EF01C5" w:rsidRDefault="00EF01C5" w:rsidP="00B21B3B">
            <w:pPr>
              <w:spacing w:before="40"/>
              <w:rPr>
                <w:bCs/>
              </w:rPr>
            </w:pPr>
            <w:r>
              <w:rPr>
                <w:bCs/>
              </w:rPr>
              <w:t>Подпрограмма №3 «Укрепление правопорядка, профилактика правонарушений, усиление борьбы с преступностью в Старотитаровском сельском поселении Темрюкского района» на 2015 год</w:t>
            </w:r>
          </w:p>
          <w:p w:rsidR="00EF01C5" w:rsidRPr="00E5770B" w:rsidRDefault="00EF01C5" w:rsidP="00B21B3B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F01C5" w:rsidRPr="00E5770B" w:rsidRDefault="00EF01C5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EF01C5" w:rsidRPr="00E5770B" w:rsidRDefault="00EF01C5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F01C5" w:rsidRPr="00E5770B" w:rsidRDefault="00EF01C5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F01C5" w:rsidRPr="00E5770B" w:rsidRDefault="00EF01C5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EF01C5" w:rsidRPr="00E5770B" w:rsidRDefault="00EF01C5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</w:tr>
      <w:tr w:rsidR="00EF01C5" w:rsidRPr="006E4ED9" w:rsidTr="00B21B3B">
        <w:trPr>
          <w:trHeight w:val="340"/>
        </w:trPr>
        <w:tc>
          <w:tcPr>
            <w:tcW w:w="3600" w:type="dxa"/>
            <w:tcBorders>
              <w:top w:val="single" w:sz="4" w:space="0" w:color="auto"/>
            </w:tcBorders>
          </w:tcPr>
          <w:p w:rsidR="00EF01C5" w:rsidRDefault="00EF01C5" w:rsidP="00B21B3B">
            <w:pPr>
              <w:spacing w:before="40"/>
              <w:rPr>
                <w:bCs/>
              </w:rPr>
            </w:pPr>
            <w:r>
              <w:t>Подпрограмма № 4 «Внедрение гражданских технологий противодействия терроризму в Старотитаровском сельском поселении Темрюкского района»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EF01C5" w:rsidRPr="00E5770B" w:rsidRDefault="00EF01C5" w:rsidP="00B176A6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EF01C5" w:rsidRPr="00E5770B" w:rsidRDefault="00EF01C5" w:rsidP="00B176A6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EF01C5" w:rsidRPr="00E5770B" w:rsidRDefault="00EF01C5" w:rsidP="00B176A6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EF01C5" w:rsidRPr="00E5770B" w:rsidRDefault="00EF01C5" w:rsidP="00B176A6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EF01C5" w:rsidRPr="00E5770B" w:rsidRDefault="00EF01C5" w:rsidP="00B176A6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</w:tr>
    </w:tbl>
    <w:p w:rsidR="00EF01C5" w:rsidRDefault="00EF01C5" w:rsidP="00263A2B">
      <w:pPr>
        <w:tabs>
          <w:tab w:val="left" w:pos="1134"/>
        </w:tabs>
        <w:ind w:left="851"/>
        <w:jc w:val="both"/>
      </w:pPr>
    </w:p>
    <w:p w:rsidR="00EF01C5" w:rsidRDefault="00EF01C5" w:rsidP="00263A2B">
      <w:pPr>
        <w:tabs>
          <w:tab w:val="left" w:pos="1134"/>
        </w:tabs>
        <w:ind w:left="851"/>
        <w:jc w:val="both"/>
      </w:pPr>
    </w:p>
    <w:p w:rsidR="00EF01C5" w:rsidRPr="006E4ED9" w:rsidRDefault="00EF01C5" w:rsidP="00263A2B">
      <w:pPr>
        <w:tabs>
          <w:tab w:val="left" w:pos="1134"/>
        </w:tabs>
        <w:ind w:left="851"/>
        <w:jc w:val="both"/>
      </w:pPr>
    </w:p>
    <w:p w:rsidR="00EF01C5" w:rsidRDefault="00EF01C5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F01C5" w:rsidRDefault="00EF01C5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F01C5" w:rsidRDefault="00EF01C5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F01C5" w:rsidRDefault="00EF01C5" w:rsidP="007D0A21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EF01C5" w:rsidRDefault="00EF01C5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F01C5" w:rsidRDefault="00EF01C5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F01C5" w:rsidRDefault="00EF01C5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F01C5" w:rsidRDefault="00EF01C5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sectPr w:rsidR="00EF01C5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1C5" w:rsidRDefault="00EF01C5" w:rsidP="00E1044C">
      <w:r>
        <w:separator/>
      </w:r>
    </w:p>
  </w:endnote>
  <w:endnote w:type="continuationSeparator" w:id="0">
    <w:p w:rsidR="00EF01C5" w:rsidRDefault="00EF01C5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1C5" w:rsidRDefault="00EF01C5" w:rsidP="00E1044C">
      <w:r>
        <w:separator/>
      </w:r>
    </w:p>
  </w:footnote>
  <w:footnote w:type="continuationSeparator" w:id="0">
    <w:p w:rsidR="00EF01C5" w:rsidRDefault="00EF01C5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1C5" w:rsidRDefault="00EF01C5">
    <w:pPr>
      <w:pStyle w:val="Header"/>
      <w:jc w:val="center"/>
    </w:pPr>
    <w:r w:rsidRPr="00486D96">
      <w:rPr>
        <w:sz w:val="28"/>
        <w:szCs w:val="28"/>
      </w:rPr>
      <w:fldChar w:fldCharType="begin"/>
    </w:r>
    <w:r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>
      <w:rPr>
        <w:noProof/>
        <w:sz w:val="28"/>
        <w:szCs w:val="28"/>
      </w:rPr>
      <w:t>13</w:t>
    </w:r>
    <w:r w:rsidRPr="00486D96">
      <w:rPr>
        <w:sz w:val="28"/>
        <w:szCs w:val="28"/>
      </w:rPr>
      <w:fldChar w:fldCharType="end"/>
    </w:r>
  </w:p>
  <w:p w:rsidR="00EF01C5" w:rsidRDefault="00EF01C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1C5" w:rsidRDefault="00EF01C5">
    <w:pPr>
      <w:pStyle w:val="Header"/>
      <w:jc w:val="center"/>
    </w:pPr>
  </w:p>
  <w:p w:rsidR="00EF01C5" w:rsidRDefault="00EF01C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22B22"/>
    <w:rsid w:val="0003337F"/>
    <w:rsid w:val="00033748"/>
    <w:rsid w:val="00047A74"/>
    <w:rsid w:val="00074944"/>
    <w:rsid w:val="00076387"/>
    <w:rsid w:val="000B28F5"/>
    <w:rsid w:val="000D3BFF"/>
    <w:rsid w:val="001064AA"/>
    <w:rsid w:val="00107AB8"/>
    <w:rsid w:val="001348C0"/>
    <w:rsid w:val="001359C1"/>
    <w:rsid w:val="001418C5"/>
    <w:rsid w:val="00144ADF"/>
    <w:rsid w:val="00145A22"/>
    <w:rsid w:val="00167E17"/>
    <w:rsid w:val="0017096C"/>
    <w:rsid w:val="001772B4"/>
    <w:rsid w:val="00180FF9"/>
    <w:rsid w:val="0018159F"/>
    <w:rsid w:val="00187F20"/>
    <w:rsid w:val="001A0E9D"/>
    <w:rsid w:val="001A34EB"/>
    <w:rsid w:val="001A3D6E"/>
    <w:rsid w:val="001B5607"/>
    <w:rsid w:val="001B6960"/>
    <w:rsid w:val="001E4551"/>
    <w:rsid w:val="001F6C5B"/>
    <w:rsid w:val="00203CC1"/>
    <w:rsid w:val="00222FD1"/>
    <w:rsid w:val="002354BB"/>
    <w:rsid w:val="00256EB2"/>
    <w:rsid w:val="00263A2B"/>
    <w:rsid w:val="00276912"/>
    <w:rsid w:val="00286F40"/>
    <w:rsid w:val="00291FB0"/>
    <w:rsid w:val="002A0529"/>
    <w:rsid w:val="002B0DD4"/>
    <w:rsid w:val="002C0E6C"/>
    <w:rsid w:val="002E7AE3"/>
    <w:rsid w:val="003121D3"/>
    <w:rsid w:val="0032350C"/>
    <w:rsid w:val="00342C1A"/>
    <w:rsid w:val="00364C8C"/>
    <w:rsid w:val="003732ED"/>
    <w:rsid w:val="003816A1"/>
    <w:rsid w:val="003B30CF"/>
    <w:rsid w:val="003D424D"/>
    <w:rsid w:val="003D489D"/>
    <w:rsid w:val="003D55BD"/>
    <w:rsid w:val="003F65B7"/>
    <w:rsid w:val="0042508C"/>
    <w:rsid w:val="00432A8A"/>
    <w:rsid w:val="00442A36"/>
    <w:rsid w:val="00461189"/>
    <w:rsid w:val="00473A63"/>
    <w:rsid w:val="00480C0F"/>
    <w:rsid w:val="0048651B"/>
    <w:rsid w:val="00486D96"/>
    <w:rsid w:val="00496101"/>
    <w:rsid w:val="00496D18"/>
    <w:rsid w:val="004A1F17"/>
    <w:rsid w:val="004A4943"/>
    <w:rsid w:val="004B4F4A"/>
    <w:rsid w:val="004F4102"/>
    <w:rsid w:val="0052277C"/>
    <w:rsid w:val="00531C9A"/>
    <w:rsid w:val="00532269"/>
    <w:rsid w:val="00562830"/>
    <w:rsid w:val="00572E3E"/>
    <w:rsid w:val="00587E76"/>
    <w:rsid w:val="00590D61"/>
    <w:rsid w:val="005B1F38"/>
    <w:rsid w:val="005B265F"/>
    <w:rsid w:val="005B4E99"/>
    <w:rsid w:val="006073EF"/>
    <w:rsid w:val="00624700"/>
    <w:rsid w:val="00632453"/>
    <w:rsid w:val="00663EB6"/>
    <w:rsid w:val="006800DC"/>
    <w:rsid w:val="0069662E"/>
    <w:rsid w:val="006E4ED9"/>
    <w:rsid w:val="00713E71"/>
    <w:rsid w:val="00717C20"/>
    <w:rsid w:val="00756CB9"/>
    <w:rsid w:val="007A0DD2"/>
    <w:rsid w:val="007A4857"/>
    <w:rsid w:val="007C3A7B"/>
    <w:rsid w:val="007D0A21"/>
    <w:rsid w:val="007D2F56"/>
    <w:rsid w:val="007E44FE"/>
    <w:rsid w:val="00804838"/>
    <w:rsid w:val="00844ABE"/>
    <w:rsid w:val="00846AEB"/>
    <w:rsid w:val="00850A3C"/>
    <w:rsid w:val="00866234"/>
    <w:rsid w:val="00882A62"/>
    <w:rsid w:val="00885670"/>
    <w:rsid w:val="00886E7B"/>
    <w:rsid w:val="008940AC"/>
    <w:rsid w:val="008A369A"/>
    <w:rsid w:val="008A4228"/>
    <w:rsid w:val="008B475F"/>
    <w:rsid w:val="008C1EC8"/>
    <w:rsid w:val="008C5855"/>
    <w:rsid w:val="008D61C1"/>
    <w:rsid w:val="008E23AA"/>
    <w:rsid w:val="00912C49"/>
    <w:rsid w:val="00927C64"/>
    <w:rsid w:val="00954CEC"/>
    <w:rsid w:val="00976B0E"/>
    <w:rsid w:val="009C5F38"/>
    <w:rsid w:val="009D4F12"/>
    <w:rsid w:val="009D6FC6"/>
    <w:rsid w:val="009E35D2"/>
    <w:rsid w:val="009F1B52"/>
    <w:rsid w:val="009F7457"/>
    <w:rsid w:val="00A061C6"/>
    <w:rsid w:val="00A11BC6"/>
    <w:rsid w:val="00A2306F"/>
    <w:rsid w:val="00A34D56"/>
    <w:rsid w:val="00A4608F"/>
    <w:rsid w:val="00A837D0"/>
    <w:rsid w:val="00A85A55"/>
    <w:rsid w:val="00AA23A9"/>
    <w:rsid w:val="00AB0146"/>
    <w:rsid w:val="00AD4687"/>
    <w:rsid w:val="00AF5C5E"/>
    <w:rsid w:val="00AF7B05"/>
    <w:rsid w:val="00B02842"/>
    <w:rsid w:val="00B0366E"/>
    <w:rsid w:val="00B0404F"/>
    <w:rsid w:val="00B0503E"/>
    <w:rsid w:val="00B132DA"/>
    <w:rsid w:val="00B176A6"/>
    <w:rsid w:val="00B21B3B"/>
    <w:rsid w:val="00B26D65"/>
    <w:rsid w:val="00B37ECF"/>
    <w:rsid w:val="00B45B21"/>
    <w:rsid w:val="00B60CF2"/>
    <w:rsid w:val="00B738D6"/>
    <w:rsid w:val="00B73C78"/>
    <w:rsid w:val="00B76DE6"/>
    <w:rsid w:val="00B90843"/>
    <w:rsid w:val="00C16DA3"/>
    <w:rsid w:val="00C2318A"/>
    <w:rsid w:val="00C30235"/>
    <w:rsid w:val="00C43CB8"/>
    <w:rsid w:val="00C759F4"/>
    <w:rsid w:val="00C9525C"/>
    <w:rsid w:val="00CC73F7"/>
    <w:rsid w:val="00CC77A6"/>
    <w:rsid w:val="00CD1066"/>
    <w:rsid w:val="00CD4C11"/>
    <w:rsid w:val="00CD5D80"/>
    <w:rsid w:val="00CE6742"/>
    <w:rsid w:val="00D0370C"/>
    <w:rsid w:val="00D113AA"/>
    <w:rsid w:val="00D34517"/>
    <w:rsid w:val="00D500B6"/>
    <w:rsid w:val="00D5479E"/>
    <w:rsid w:val="00D60E8A"/>
    <w:rsid w:val="00D61BE9"/>
    <w:rsid w:val="00D70EE0"/>
    <w:rsid w:val="00D72B32"/>
    <w:rsid w:val="00D81DB0"/>
    <w:rsid w:val="00DB7C47"/>
    <w:rsid w:val="00DE2B0D"/>
    <w:rsid w:val="00DE7187"/>
    <w:rsid w:val="00DF5276"/>
    <w:rsid w:val="00DF6962"/>
    <w:rsid w:val="00E1044C"/>
    <w:rsid w:val="00E27842"/>
    <w:rsid w:val="00E330CB"/>
    <w:rsid w:val="00E33ED9"/>
    <w:rsid w:val="00E40EDE"/>
    <w:rsid w:val="00E44696"/>
    <w:rsid w:val="00E5770B"/>
    <w:rsid w:val="00E74F97"/>
    <w:rsid w:val="00E7679C"/>
    <w:rsid w:val="00E84985"/>
    <w:rsid w:val="00EB712B"/>
    <w:rsid w:val="00EE0597"/>
    <w:rsid w:val="00EF01C5"/>
    <w:rsid w:val="00F2630D"/>
    <w:rsid w:val="00F30378"/>
    <w:rsid w:val="00F369E4"/>
    <w:rsid w:val="00F43A9D"/>
    <w:rsid w:val="00FA0A43"/>
    <w:rsid w:val="00FA180E"/>
    <w:rsid w:val="00FB6ED3"/>
    <w:rsid w:val="00FD4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Main heading,H1,Заголов,1,ch,Глава,(раздел),Раздел Договора,&quot;Алмаз&quot;,Head 1,Заголовок главы"/>
    <w:basedOn w:val="Normal"/>
    <w:next w:val="Normal"/>
    <w:link w:val="Heading1Char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Normal"/>
    <w:next w:val="BodyTextIndent"/>
    <w:link w:val="Heading2Char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ain heading Char,H1 Char,Заголов Char,1 Char,ch Char,Глава Char,(раздел) Char,Раздел Договора Char,&quot;Алмаз&quot; Char,Head 1 Char,Заголовок главы Char"/>
    <w:basedOn w:val="DefaultParagraphFont"/>
    <w:link w:val="Heading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Major Char,&quot;Изумруд&quot; Char,H2 Char,Заголовок 2 Знак Знак Знак Знак Знак Знак Знак Знак Знак Знак Знак Знак Char,Заголовок раздела Char,Заголовок для  раздела Char"/>
    <w:basedOn w:val="DefaultParagraphFont"/>
    <w:link w:val="Heading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NormalWeb">
    <w:name w:val="Normal (Web)"/>
    <w:basedOn w:val="Normal"/>
    <w:uiPriority w:val="99"/>
    <w:rsid w:val="00EE0597"/>
    <w:pPr>
      <w:spacing w:before="100" w:beforeAutospacing="1" w:after="100" w:afterAutospacing="1"/>
    </w:pPr>
  </w:style>
  <w:style w:type="paragraph" w:styleId="BodyText">
    <w:name w:val="Body Text"/>
    <w:aliases w:val="Основной текст1,Основной текст Знак Знак,bt"/>
    <w:basedOn w:val="Normal"/>
    <w:link w:val="BodyTextChar"/>
    <w:uiPriority w:val="99"/>
    <w:rsid w:val="004B4F4A"/>
    <w:pPr>
      <w:jc w:val="center"/>
    </w:pPr>
    <w:rPr>
      <w:sz w:val="28"/>
    </w:rPr>
  </w:style>
  <w:style w:type="character" w:customStyle="1" w:styleId="BodyTextChar">
    <w:name w:val="Body Text Char"/>
    <w:aliases w:val="Основной текст1 Char,Основной текст Знак Знак Char,bt Char"/>
    <w:basedOn w:val="DefaultParagraphFont"/>
    <w:link w:val="BodyText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4B4F4A"/>
    <w:rPr>
      <w:rFonts w:eastAsia="Times New Roman"/>
      <w:lang w:eastAsia="en-US"/>
    </w:rPr>
  </w:style>
  <w:style w:type="paragraph" w:customStyle="1" w:styleId="10">
    <w:name w:val="Абзац списка1"/>
    <w:basedOn w:val="Normal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NoSpacing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2784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E278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">
    <w:name w:val="Без интервала2"/>
    <w:uiPriority w:val="99"/>
    <w:rsid w:val="00E27842"/>
    <w:rPr>
      <w:rFonts w:eastAsia="Times New Roman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E27842"/>
    <w:rPr>
      <w:rFonts w:cs="Times New Roman"/>
      <w:i/>
    </w:rPr>
  </w:style>
  <w:style w:type="paragraph" w:styleId="BlockText">
    <w:name w:val="Block Text"/>
    <w:basedOn w:val="Normal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632453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632453"/>
    <w:pPr>
      <w:ind w:left="720"/>
      <w:contextualSpacing/>
    </w:pPr>
    <w:rPr>
      <w:rFonts w:eastAsia="Calibri"/>
      <w:szCs w:val="20"/>
    </w:rPr>
  </w:style>
  <w:style w:type="character" w:styleId="Strong">
    <w:name w:val="Strong"/>
    <w:basedOn w:val="DefaultParagraphFont"/>
    <w:uiPriority w:val="99"/>
    <w:qFormat/>
    <w:rsid w:val="00632453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63245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TableGrid">
    <w:name w:val="Table Grid"/>
    <w:basedOn w:val="TableNormal"/>
    <w:uiPriority w:val="99"/>
    <w:rsid w:val="00A34D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263A2B"/>
    <w:pPr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0">
    <w:name w:val="Сетка таблицы2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63A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Heading1"/>
    <w:next w:val="Heading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Title">
    <w:name w:val="Title"/>
    <w:basedOn w:val="Normal"/>
    <w:next w:val="Subtitle"/>
    <w:link w:val="TitleChar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263A2B"/>
    <w:pPr>
      <w:ind w:firstLine="567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t">
    <w:name w:val="st"/>
    <w:basedOn w:val="DefaultParagraphFont"/>
    <w:uiPriority w:val="99"/>
    <w:rsid w:val="00263A2B"/>
    <w:rPr>
      <w:rFonts w:cs="Times New Roman"/>
    </w:rPr>
  </w:style>
  <w:style w:type="table" w:customStyle="1" w:styleId="12">
    <w:name w:val="Сетка таблицы12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0">
    <w:name w:val="Нормальный (таблица)"/>
    <w:basedOn w:val="Normal"/>
    <w:next w:val="Normal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1">
    <w:name w:val="Гипертекстовая ссылка"/>
    <w:basedOn w:val="DefaultParagraphFont"/>
    <w:uiPriority w:val="99"/>
    <w:rsid w:val="00A4608F"/>
    <w:rPr>
      <w:rFonts w:cs="Times New Roman"/>
      <w:b/>
      <w:bCs/>
      <w:color w:val="106BBE"/>
    </w:rPr>
  </w:style>
  <w:style w:type="character" w:styleId="PageNumber">
    <w:name w:val="page number"/>
    <w:basedOn w:val="DefaultParagraphFont"/>
    <w:uiPriority w:val="99"/>
    <w:rsid w:val="00203CC1"/>
    <w:rPr>
      <w:rFonts w:cs="Times New Roman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6">
    <w:name w:val="Знак Знак6"/>
    <w:basedOn w:val="Normal"/>
    <w:uiPriority w:val="99"/>
    <w:rsid w:val="00496D18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42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2935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210842935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2108429357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210842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407</TotalTime>
  <Pages>16</Pages>
  <Words>2175</Words>
  <Characters>12402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52</cp:revision>
  <cp:lastPrinted>2014-09-16T06:37:00Z</cp:lastPrinted>
  <dcterms:created xsi:type="dcterms:W3CDTF">2014-09-16T06:37:00Z</dcterms:created>
  <dcterms:modified xsi:type="dcterms:W3CDTF">2016-03-14T12:39:00Z</dcterms:modified>
</cp:coreProperties>
</file>