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7FB" w:rsidRPr="001E4551" w:rsidRDefault="00D217FB" w:rsidP="00587E76">
      <w:pPr>
        <w:jc w:val="right"/>
        <w:rPr>
          <w:sz w:val="28"/>
          <w:szCs w:val="28"/>
        </w:rPr>
      </w:pPr>
      <w:bookmarkStart w:id="0" w:name="sub_21"/>
      <w:r w:rsidRPr="001E4551">
        <w:rPr>
          <w:sz w:val="28"/>
          <w:szCs w:val="28"/>
        </w:rPr>
        <w:t>ПРИЛОЖЕНИЕ №1</w:t>
      </w:r>
    </w:p>
    <w:bookmarkEnd w:id="0"/>
    <w:p w:rsidR="00D217FB" w:rsidRPr="001E4551" w:rsidRDefault="00D217FB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D217FB" w:rsidRDefault="00D217FB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D217FB" w:rsidRPr="001E4551" w:rsidRDefault="00D217FB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D217FB" w:rsidRPr="001E4551" w:rsidRDefault="00D217FB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D217FB" w:rsidRDefault="00D217FB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D217FB" w:rsidRPr="00587E76" w:rsidRDefault="00D217FB" w:rsidP="00587E76">
      <w:pPr>
        <w:jc w:val="center"/>
        <w:rPr>
          <w:sz w:val="28"/>
          <w:szCs w:val="28"/>
        </w:rPr>
      </w:pPr>
    </w:p>
    <w:p w:rsidR="00D217FB" w:rsidRPr="006E4ED9" w:rsidRDefault="00D217FB" w:rsidP="00263A2B"/>
    <w:p w:rsidR="00D217FB" w:rsidRPr="003C07D1" w:rsidRDefault="00D217FB" w:rsidP="003B30CF">
      <w:pPr>
        <w:jc w:val="center"/>
        <w:rPr>
          <w:b/>
          <w:sz w:val="28"/>
          <w:szCs w:val="28"/>
        </w:rPr>
      </w:pPr>
      <w:hyperlink r:id="rId7" w:history="1">
        <w:r w:rsidRPr="003C07D1">
          <w:rPr>
            <w:b/>
            <w:sz w:val="28"/>
            <w:szCs w:val="28"/>
          </w:rPr>
          <w:t>Отчет</w:t>
        </w:r>
      </w:hyperlink>
      <w:r w:rsidRPr="003C07D1">
        <w:rPr>
          <w:b/>
          <w:sz w:val="28"/>
          <w:szCs w:val="28"/>
        </w:rPr>
        <w:t xml:space="preserve"> о достигнутых значениях целевых показателей (индикаторов) муниципальной программы «О мероприятиях, проводимых администрацией</w:t>
      </w:r>
      <w:r w:rsidRPr="003C07D1">
        <w:rPr>
          <w:b/>
          <w:bCs/>
          <w:sz w:val="28"/>
          <w:szCs w:val="28"/>
        </w:rPr>
        <w:t xml:space="preserve">  Старотитаровского сельском поселении</w:t>
      </w:r>
      <w:r w:rsidRPr="003C07D1">
        <w:rPr>
          <w:b/>
          <w:sz w:val="28"/>
          <w:szCs w:val="28"/>
        </w:rPr>
        <w:t xml:space="preserve"> </w:t>
      </w:r>
      <w:r w:rsidRPr="003C07D1">
        <w:rPr>
          <w:b/>
          <w:bCs/>
          <w:sz w:val="28"/>
          <w:szCs w:val="28"/>
        </w:rPr>
        <w:t>Темрюкского района к праздничным дням и памятным датам» на 2015 год</w:t>
      </w:r>
      <w:r w:rsidRPr="003C07D1">
        <w:rPr>
          <w:b/>
          <w:sz w:val="28"/>
          <w:szCs w:val="28"/>
        </w:rPr>
        <w:t>.</w:t>
      </w:r>
    </w:p>
    <w:p w:rsidR="00D217FB" w:rsidRPr="00587E76" w:rsidRDefault="00D217FB" w:rsidP="00587E76">
      <w:pPr>
        <w:jc w:val="center"/>
        <w:rPr>
          <w:b/>
          <w:sz w:val="28"/>
          <w:szCs w:val="28"/>
        </w:rPr>
      </w:pPr>
    </w:p>
    <w:p w:rsidR="00D217FB" w:rsidRPr="006E4ED9" w:rsidRDefault="00D217FB" w:rsidP="00263A2B"/>
    <w:tbl>
      <w:tblPr>
        <w:tblW w:w="137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551"/>
        <w:gridCol w:w="3008"/>
        <w:gridCol w:w="1000"/>
        <w:gridCol w:w="1756"/>
        <w:gridCol w:w="1240"/>
        <w:gridCol w:w="1240"/>
        <w:gridCol w:w="1660"/>
        <w:gridCol w:w="3266"/>
      </w:tblGrid>
      <w:tr w:rsidR="00D217FB" w:rsidRPr="00AF5C5E" w:rsidTr="00DB7C47">
        <w:trPr>
          <w:trHeight w:val="20"/>
        </w:trPr>
        <w:tc>
          <w:tcPr>
            <w:tcW w:w="551" w:type="dxa"/>
            <w:vMerge w:val="restart"/>
            <w:vAlign w:val="center"/>
          </w:tcPr>
          <w:p w:rsidR="00D217FB" w:rsidRPr="00AF5C5E" w:rsidRDefault="00D217F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№ п/п</w:t>
            </w:r>
          </w:p>
        </w:tc>
        <w:tc>
          <w:tcPr>
            <w:tcW w:w="3008" w:type="dxa"/>
            <w:vMerge w:val="restart"/>
            <w:vAlign w:val="center"/>
          </w:tcPr>
          <w:p w:rsidR="00D217FB" w:rsidRPr="00AF5C5E" w:rsidRDefault="00D217F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:rsidR="00D217FB" w:rsidRPr="00AF5C5E" w:rsidRDefault="00D217F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2996" w:type="dxa"/>
            <w:gridSpan w:val="2"/>
            <w:vAlign w:val="center"/>
          </w:tcPr>
          <w:p w:rsidR="00D217FB" w:rsidRPr="00AF5C5E" w:rsidRDefault="00D217F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D217FB" w:rsidRPr="00AF5C5E" w:rsidRDefault="00D217F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660" w:type="dxa"/>
            <w:vMerge w:val="restart"/>
            <w:vAlign w:val="center"/>
          </w:tcPr>
          <w:p w:rsidR="00D217FB" w:rsidRPr="00AF5C5E" w:rsidRDefault="00D217F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3266" w:type="dxa"/>
            <w:vMerge w:val="restart"/>
            <w:vAlign w:val="center"/>
          </w:tcPr>
          <w:p w:rsidR="00D217FB" w:rsidRPr="00AF5C5E" w:rsidRDefault="00D217F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D217FB" w:rsidRPr="006E4ED9" w:rsidTr="00DB7C47">
        <w:trPr>
          <w:trHeight w:val="1230"/>
        </w:trPr>
        <w:tc>
          <w:tcPr>
            <w:tcW w:w="551" w:type="dxa"/>
            <w:vMerge/>
            <w:vAlign w:val="center"/>
          </w:tcPr>
          <w:p w:rsidR="00D217FB" w:rsidRPr="006E4ED9" w:rsidRDefault="00D217F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8" w:type="dxa"/>
            <w:vMerge/>
            <w:vAlign w:val="center"/>
          </w:tcPr>
          <w:p w:rsidR="00D217FB" w:rsidRPr="006E4ED9" w:rsidRDefault="00D217F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D217FB" w:rsidRPr="006E4ED9" w:rsidRDefault="00D217F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756" w:type="dxa"/>
            <w:vAlign w:val="center"/>
          </w:tcPr>
          <w:p w:rsidR="00D217FB" w:rsidRPr="007D0A21" w:rsidRDefault="00D217FB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план на конец отчетного (текущего) года</w:t>
            </w:r>
          </w:p>
        </w:tc>
        <w:tc>
          <w:tcPr>
            <w:tcW w:w="1240" w:type="dxa"/>
            <w:vAlign w:val="center"/>
          </w:tcPr>
          <w:p w:rsidR="00D217FB" w:rsidRPr="007D0A21" w:rsidRDefault="00D217FB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</w:tcPr>
          <w:p w:rsidR="00D217FB" w:rsidRPr="006E4ED9" w:rsidRDefault="00D217F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vMerge/>
            <w:vAlign w:val="center"/>
          </w:tcPr>
          <w:p w:rsidR="00D217FB" w:rsidRPr="006E4ED9" w:rsidRDefault="00D217F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266" w:type="dxa"/>
            <w:vMerge/>
            <w:vAlign w:val="center"/>
          </w:tcPr>
          <w:p w:rsidR="00D217FB" w:rsidRPr="006E4ED9" w:rsidRDefault="00D217F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D217FB" w:rsidRPr="00AF5C5E" w:rsidTr="003B30CF">
        <w:trPr>
          <w:trHeight w:val="20"/>
        </w:trPr>
        <w:tc>
          <w:tcPr>
            <w:tcW w:w="551" w:type="dxa"/>
            <w:noWrap/>
            <w:vAlign w:val="center"/>
          </w:tcPr>
          <w:p w:rsidR="00D217FB" w:rsidRPr="00AF5C5E" w:rsidRDefault="00D217FB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AF5C5E">
              <w:rPr>
                <w:color w:val="000000"/>
              </w:rPr>
              <w:t> </w:t>
            </w:r>
          </w:p>
        </w:tc>
        <w:tc>
          <w:tcPr>
            <w:tcW w:w="13170" w:type="dxa"/>
            <w:gridSpan w:val="7"/>
            <w:noWrap/>
            <w:vAlign w:val="center"/>
          </w:tcPr>
          <w:p w:rsidR="00D217FB" w:rsidRPr="003C07D1" w:rsidRDefault="00D217FB" w:rsidP="003C07D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Муниципальная программа «</w:t>
            </w:r>
            <w:r w:rsidRPr="003C07D1">
              <w:rPr>
                <w:b/>
                <w:sz w:val="28"/>
                <w:szCs w:val="28"/>
              </w:rPr>
              <w:t>О мероприятиях, проводимых администрацией</w:t>
            </w:r>
            <w:r w:rsidRPr="003C07D1">
              <w:rPr>
                <w:b/>
                <w:bCs/>
                <w:sz w:val="28"/>
                <w:szCs w:val="28"/>
              </w:rPr>
              <w:t xml:space="preserve">  Старотитаровского сельском поселении</w:t>
            </w:r>
            <w:r w:rsidRPr="003C07D1">
              <w:rPr>
                <w:b/>
                <w:sz w:val="28"/>
                <w:szCs w:val="28"/>
              </w:rPr>
              <w:t xml:space="preserve"> </w:t>
            </w:r>
            <w:r w:rsidRPr="003C07D1">
              <w:rPr>
                <w:b/>
                <w:bCs/>
                <w:sz w:val="28"/>
                <w:szCs w:val="28"/>
              </w:rPr>
              <w:t>Темрюкского района к праздничным дням и памятным датам» на 2015 год</w:t>
            </w:r>
            <w:r w:rsidRPr="003C07D1">
              <w:rPr>
                <w:b/>
                <w:sz w:val="28"/>
                <w:szCs w:val="28"/>
              </w:rPr>
              <w:t>.</w:t>
            </w:r>
          </w:p>
          <w:p w:rsidR="00D217FB" w:rsidRPr="00AF5C5E" w:rsidRDefault="00D217FB" w:rsidP="00263A2B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</w:tr>
      <w:tr w:rsidR="00D217FB" w:rsidRPr="00AF5C5E" w:rsidTr="00DB7C47">
        <w:trPr>
          <w:trHeight w:val="20"/>
        </w:trPr>
        <w:tc>
          <w:tcPr>
            <w:tcW w:w="551" w:type="dxa"/>
            <w:noWrap/>
            <w:vAlign w:val="center"/>
          </w:tcPr>
          <w:p w:rsidR="00D217FB" w:rsidRPr="00AF5C5E" w:rsidRDefault="00D217FB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AF5C5E">
              <w:rPr>
                <w:color w:val="000000"/>
              </w:rPr>
              <w:t>1</w:t>
            </w:r>
          </w:p>
        </w:tc>
        <w:tc>
          <w:tcPr>
            <w:tcW w:w="3008" w:type="dxa"/>
            <w:vAlign w:val="center"/>
          </w:tcPr>
          <w:p w:rsidR="00D217FB" w:rsidRDefault="00D217FB" w:rsidP="00263A2B">
            <w:pPr>
              <w:spacing w:before="40"/>
            </w:pPr>
            <w:r>
              <w:t>Государственные праздники( День защитника отечества);</w:t>
            </w:r>
          </w:p>
          <w:p w:rsidR="00D217FB" w:rsidRDefault="00D217FB" w:rsidP="00263A2B">
            <w:pPr>
              <w:spacing w:before="40"/>
            </w:pPr>
            <w:r>
              <w:t>Международный женский день 8 Марта;</w:t>
            </w:r>
          </w:p>
          <w:p w:rsidR="00D217FB" w:rsidRDefault="00D217FB" w:rsidP="00263A2B">
            <w:pPr>
              <w:spacing w:before="40"/>
            </w:pPr>
            <w:r>
              <w:t>Праздник весны и труда;</w:t>
            </w:r>
          </w:p>
          <w:p w:rsidR="00D217FB" w:rsidRDefault="00D217FB" w:rsidP="00263A2B">
            <w:pPr>
              <w:spacing w:before="40"/>
            </w:pPr>
            <w:r>
              <w:t>Международный  день семьи;</w:t>
            </w:r>
          </w:p>
          <w:p w:rsidR="00D217FB" w:rsidRDefault="00D217FB" w:rsidP="00263A2B">
            <w:pPr>
              <w:spacing w:before="40"/>
            </w:pPr>
            <w:r>
              <w:t>Международный день защиты детей;</w:t>
            </w:r>
          </w:p>
          <w:p w:rsidR="00D217FB" w:rsidRDefault="00D217FB" w:rsidP="00263A2B">
            <w:pPr>
              <w:spacing w:before="40"/>
            </w:pPr>
            <w:r>
              <w:t>День России;</w:t>
            </w:r>
          </w:p>
          <w:p w:rsidR="00D217FB" w:rsidRDefault="00D217FB" w:rsidP="00263A2B">
            <w:pPr>
              <w:spacing w:before="40"/>
            </w:pPr>
            <w:r>
              <w:t>Празднование Нового Года;</w:t>
            </w:r>
          </w:p>
          <w:p w:rsidR="00D217FB" w:rsidRDefault="00D217FB" w:rsidP="00263A2B">
            <w:pPr>
              <w:spacing w:before="40"/>
            </w:pPr>
            <w:r>
              <w:t>День народного единства;</w:t>
            </w:r>
          </w:p>
          <w:p w:rsidR="00D217FB" w:rsidRDefault="00D217FB" w:rsidP="00263A2B">
            <w:pPr>
              <w:spacing w:before="40"/>
            </w:pPr>
            <w:r>
              <w:t>День казачеств;</w:t>
            </w:r>
          </w:p>
          <w:p w:rsidR="00D217FB" w:rsidRPr="00C4631F" w:rsidRDefault="00D217FB" w:rsidP="00263A2B">
            <w:pPr>
              <w:spacing w:before="40"/>
            </w:pPr>
            <w:r>
              <w:t>День пожилого человека.</w:t>
            </w:r>
          </w:p>
        </w:tc>
        <w:tc>
          <w:tcPr>
            <w:tcW w:w="1000" w:type="dxa"/>
            <w:noWrap/>
          </w:tcPr>
          <w:p w:rsidR="00D217FB" w:rsidRPr="00B73C78" w:rsidRDefault="00D217FB" w:rsidP="002C0E6C">
            <w:pPr>
              <w:pStyle w:val="a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56" w:type="dxa"/>
            <w:noWrap/>
            <w:vAlign w:val="bottom"/>
          </w:tcPr>
          <w:p w:rsidR="00D217FB" w:rsidRDefault="00D217FB" w:rsidP="003B30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D217FB" w:rsidRDefault="00D217FB" w:rsidP="003B30CF">
            <w:pPr>
              <w:spacing w:before="40"/>
              <w:jc w:val="center"/>
              <w:rPr>
                <w:color w:val="000000"/>
              </w:rPr>
            </w:pPr>
          </w:p>
          <w:p w:rsidR="00D217FB" w:rsidRDefault="00D217FB" w:rsidP="003B30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D217FB" w:rsidRDefault="00D217FB" w:rsidP="003B30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D217FB" w:rsidRPr="00AF5C5E" w:rsidRDefault="00D217FB" w:rsidP="003B30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D217FB" w:rsidRDefault="00D217FB" w:rsidP="003B30CF">
            <w:pPr>
              <w:spacing w:before="40"/>
              <w:jc w:val="center"/>
              <w:rPr>
                <w:color w:val="000000"/>
              </w:rPr>
            </w:pPr>
          </w:p>
          <w:p w:rsidR="00D217FB" w:rsidRDefault="00D217FB" w:rsidP="003B30CF">
            <w:pPr>
              <w:spacing w:before="40"/>
              <w:jc w:val="center"/>
              <w:rPr>
                <w:color w:val="000000"/>
              </w:rPr>
            </w:pPr>
          </w:p>
          <w:p w:rsidR="00D217FB" w:rsidRDefault="00D217FB" w:rsidP="003B30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D217FB" w:rsidRDefault="00D217FB" w:rsidP="003B30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D217FB" w:rsidRDefault="00D217FB" w:rsidP="003B30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D217FB" w:rsidRDefault="00D217FB" w:rsidP="003B30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D217FB" w:rsidRDefault="00D217FB" w:rsidP="003B30CF">
            <w:pPr>
              <w:spacing w:before="40"/>
              <w:jc w:val="center"/>
              <w:rPr>
                <w:color w:val="000000"/>
              </w:rPr>
            </w:pPr>
          </w:p>
          <w:p w:rsidR="00D217FB" w:rsidRDefault="00D217FB" w:rsidP="003B30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D217FB" w:rsidRDefault="00D217FB" w:rsidP="003B30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D217FB" w:rsidRDefault="00D217FB" w:rsidP="003B30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D217FB" w:rsidRPr="00AF5C5E" w:rsidRDefault="00D217FB" w:rsidP="003B30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bottom"/>
          </w:tcPr>
          <w:p w:rsidR="00D217FB" w:rsidRDefault="00D217F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1</w:t>
            </w:r>
          </w:p>
          <w:p w:rsidR="00D217FB" w:rsidRDefault="00D217FB" w:rsidP="00263A2B">
            <w:pPr>
              <w:spacing w:before="40"/>
              <w:rPr>
                <w:color w:val="000000"/>
              </w:rPr>
            </w:pPr>
          </w:p>
          <w:p w:rsidR="00D217FB" w:rsidRDefault="00D217FB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D217FB" w:rsidRDefault="00D217FB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D217FB" w:rsidRDefault="00D217FB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D217FB" w:rsidRDefault="00D217FB" w:rsidP="00263A2B">
            <w:pPr>
              <w:spacing w:before="40"/>
              <w:rPr>
                <w:color w:val="000000"/>
              </w:rPr>
            </w:pPr>
          </w:p>
          <w:p w:rsidR="00D217FB" w:rsidRDefault="00D217FB" w:rsidP="00263A2B">
            <w:pPr>
              <w:spacing w:before="40"/>
              <w:rPr>
                <w:color w:val="000000"/>
              </w:rPr>
            </w:pPr>
          </w:p>
          <w:p w:rsidR="00D217FB" w:rsidRDefault="00D217FB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D217FB" w:rsidRDefault="00D217FB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D217FB" w:rsidRDefault="00D217FB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D217FB" w:rsidRDefault="00D217FB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D217FB" w:rsidRDefault="00D217FB" w:rsidP="00263A2B">
            <w:pPr>
              <w:spacing w:before="40"/>
              <w:rPr>
                <w:color w:val="000000"/>
              </w:rPr>
            </w:pPr>
          </w:p>
          <w:p w:rsidR="00D217FB" w:rsidRDefault="00D217FB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D217FB" w:rsidRDefault="00D217FB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D217FB" w:rsidRDefault="00D217FB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D217FB" w:rsidRPr="00AF5C5E" w:rsidRDefault="00D217FB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D217FB" w:rsidRPr="00AF5C5E" w:rsidRDefault="00D217FB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D217FB" w:rsidRPr="00AF5C5E" w:rsidRDefault="00D217FB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D217FB" w:rsidRPr="00AF5C5E" w:rsidRDefault="00D217F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D217FB" w:rsidRPr="00AF5C5E" w:rsidTr="00304CE6">
        <w:trPr>
          <w:trHeight w:val="639"/>
        </w:trPr>
        <w:tc>
          <w:tcPr>
            <w:tcW w:w="551" w:type="dxa"/>
            <w:noWrap/>
            <w:vAlign w:val="center"/>
          </w:tcPr>
          <w:p w:rsidR="00D217FB" w:rsidRPr="00AF5C5E" w:rsidRDefault="00D217FB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3008" w:type="dxa"/>
          </w:tcPr>
          <w:p w:rsidR="00D217FB" w:rsidRPr="00B73C78" w:rsidRDefault="00D217FB" w:rsidP="002C0E6C">
            <w:pPr>
              <w:pStyle w:val="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День победы в Великой Отечественной войне 1941 – 1945 годов</w:t>
            </w:r>
            <w:r w:rsidRPr="00B73C7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00" w:type="dxa"/>
            <w:noWrap/>
          </w:tcPr>
          <w:p w:rsidR="00D217FB" w:rsidRPr="00B73C78" w:rsidRDefault="00D217FB" w:rsidP="002C0E6C">
            <w:pPr>
              <w:pStyle w:val="Header"/>
              <w:jc w:val="center"/>
            </w:pPr>
            <w:r>
              <w:t>шт.</w:t>
            </w:r>
          </w:p>
        </w:tc>
        <w:tc>
          <w:tcPr>
            <w:tcW w:w="1756" w:type="dxa"/>
            <w:noWrap/>
            <w:vAlign w:val="bottom"/>
          </w:tcPr>
          <w:p w:rsidR="00D217FB" w:rsidRPr="00AF5C5E" w:rsidRDefault="00D217FB" w:rsidP="003B30CF">
            <w:pPr>
              <w:spacing w:before="40"/>
              <w:jc w:val="center"/>
              <w:rPr>
                <w:color w:val="000000"/>
              </w:rPr>
            </w:pPr>
          </w:p>
          <w:p w:rsidR="00D217FB" w:rsidRPr="00AF5C5E" w:rsidRDefault="00D217FB" w:rsidP="003B30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bottom"/>
          </w:tcPr>
          <w:p w:rsidR="00D217FB" w:rsidRPr="00AF5C5E" w:rsidRDefault="00D217FB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D217FB" w:rsidRPr="00AF5C5E" w:rsidRDefault="00D217FB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D217FB" w:rsidRPr="00AF5C5E" w:rsidRDefault="00D217FB" w:rsidP="00263A2B">
            <w:pPr>
              <w:spacing w:before="40"/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266" w:type="dxa"/>
            <w:noWrap/>
            <w:vAlign w:val="center"/>
          </w:tcPr>
          <w:p w:rsidR="00D217FB" w:rsidRPr="00AF5C5E" w:rsidRDefault="00D217F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D217FB" w:rsidRPr="00AF5C5E" w:rsidTr="003E729F">
        <w:trPr>
          <w:trHeight w:val="1280"/>
        </w:trPr>
        <w:tc>
          <w:tcPr>
            <w:tcW w:w="551" w:type="dxa"/>
            <w:tcBorders>
              <w:bottom w:val="single" w:sz="4" w:space="0" w:color="auto"/>
            </w:tcBorders>
            <w:noWrap/>
            <w:vAlign w:val="center"/>
          </w:tcPr>
          <w:p w:rsidR="00D217FB" w:rsidRPr="00AF5C5E" w:rsidRDefault="00D217FB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3008" w:type="dxa"/>
            <w:tcBorders>
              <w:bottom w:val="single" w:sz="4" w:space="0" w:color="auto"/>
            </w:tcBorders>
            <w:noWrap/>
          </w:tcPr>
          <w:p w:rsidR="00D217FB" w:rsidRPr="00145A22" w:rsidRDefault="00D217FB" w:rsidP="002C0E6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Траурные мероприятия, посвященные Дню памяти и скорби 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noWrap/>
          </w:tcPr>
          <w:p w:rsidR="00D217FB" w:rsidRDefault="00D217FB" w:rsidP="002C0E6C">
            <w:pPr>
              <w:pStyle w:val="Header"/>
              <w:jc w:val="center"/>
            </w:pPr>
            <w:r>
              <w:t>шт</w:t>
            </w:r>
          </w:p>
        </w:tc>
        <w:tc>
          <w:tcPr>
            <w:tcW w:w="1756" w:type="dxa"/>
            <w:tcBorders>
              <w:bottom w:val="single" w:sz="4" w:space="0" w:color="auto"/>
            </w:tcBorders>
            <w:noWrap/>
            <w:vAlign w:val="bottom"/>
          </w:tcPr>
          <w:p w:rsidR="00D217FB" w:rsidRPr="00AF5C5E" w:rsidRDefault="00D217FB" w:rsidP="00DD322D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D217FB" w:rsidRPr="00AF5C5E" w:rsidRDefault="00D217FB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tcBorders>
              <w:bottom w:val="single" w:sz="4" w:space="0" w:color="auto"/>
            </w:tcBorders>
            <w:noWrap/>
            <w:vAlign w:val="bottom"/>
          </w:tcPr>
          <w:p w:rsidR="00D217FB" w:rsidRPr="00AF5C5E" w:rsidRDefault="00D217F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bottom w:val="single" w:sz="4" w:space="0" w:color="auto"/>
            </w:tcBorders>
            <w:noWrap/>
            <w:vAlign w:val="bottom"/>
          </w:tcPr>
          <w:p w:rsidR="00D217FB" w:rsidRPr="00AF5C5E" w:rsidRDefault="00D217F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bottom w:val="single" w:sz="4" w:space="0" w:color="auto"/>
            </w:tcBorders>
            <w:noWrap/>
            <w:vAlign w:val="bottom"/>
          </w:tcPr>
          <w:p w:rsidR="00D217FB" w:rsidRPr="00AF5C5E" w:rsidRDefault="00D217F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  <w:p w:rsidR="00D217FB" w:rsidRPr="00AF5C5E" w:rsidRDefault="00D217F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D217FB" w:rsidRPr="00AF5C5E" w:rsidTr="003E729F">
        <w:trPr>
          <w:trHeight w:val="360"/>
        </w:trPr>
        <w:tc>
          <w:tcPr>
            <w:tcW w:w="5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D217FB" w:rsidRDefault="00D217FB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3008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D217FB" w:rsidRDefault="00D217FB" w:rsidP="002C0E6C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Памятные даты со дня освобождения Старотитаровского сельского Темрюкского района от немецко-фашистских захватчиков</w:t>
            </w:r>
          </w:p>
        </w:tc>
        <w:tc>
          <w:tcPr>
            <w:tcW w:w="100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D217FB" w:rsidRDefault="00D217FB" w:rsidP="002C0E6C">
            <w:pPr>
              <w:pStyle w:val="Header"/>
              <w:jc w:val="center"/>
            </w:pPr>
            <w:r>
              <w:t>раз</w:t>
            </w:r>
          </w:p>
        </w:tc>
        <w:tc>
          <w:tcPr>
            <w:tcW w:w="1756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D217FB" w:rsidRDefault="00D217FB" w:rsidP="003B30CF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D217FB" w:rsidRDefault="00D217FB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D217FB" w:rsidRPr="00AF5C5E" w:rsidRDefault="00D217FB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D217FB" w:rsidRPr="00AF5C5E" w:rsidRDefault="00D217FB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</w:tcPr>
          <w:p w:rsidR="00D217FB" w:rsidRPr="00AF5C5E" w:rsidRDefault="00D217FB" w:rsidP="00263A2B">
            <w:pPr>
              <w:spacing w:before="40"/>
              <w:rPr>
                <w:color w:val="000000"/>
              </w:rPr>
            </w:pPr>
          </w:p>
        </w:tc>
      </w:tr>
    </w:tbl>
    <w:p w:rsidR="00D217FB" w:rsidRPr="006E4ED9" w:rsidRDefault="00D217FB" w:rsidP="00263A2B">
      <w:pPr>
        <w:rPr>
          <w:b/>
        </w:rPr>
        <w:sectPr w:rsidR="00D217FB" w:rsidRPr="006E4ED9" w:rsidSect="00263A2B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:rsidR="00D217FB" w:rsidRPr="001E4551" w:rsidRDefault="00D217FB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№2</w:t>
      </w:r>
    </w:p>
    <w:p w:rsidR="00D217FB" w:rsidRPr="001E4551" w:rsidRDefault="00D217FB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D217FB" w:rsidRDefault="00D217FB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D217FB" w:rsidRPr="001E4551" w:rsidRDefault="00D217FB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D217FB" w:rsidRPr="001E4551" w:rsidRDefault="00D217FB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D217FB" w:rsidRDefault="00D217FB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D217FB" w:rsidRPr="00587E76" w:rsidRDefault="00D217FB" w:rsidP="00587E76">
      <w:pPr>
        <w:jc w:val="center"/>
        <w:rPr>
          <w:sz w:val="28"/>
          <w:szCs w:val="28"/>
        </w:rPr>
      </w:pPr>
    </w:p>
    <w:p w:rsidR="00D217FB" w:rsidRDefault="00D217FB" w:rsidP="00263A2B">
      <w:pPr>
        <w:rPr>
          <w:b/>
        </w:rPr>
      </w:pPr>
    </w:p>
    <w:p w:rsidR="00D217FB" w:rsidRDefault="00D217FB" w:rsidP="00263A2B">
      <w:pPr>
        <w:rPr>
          <w:b/>
          <w:sz w:val="28"/>
          <w:szCs w:val="28"/>
        </w:rPr>
      </w:pPr>
    </w:p>
    <w:p w:rsidR="00D217FB" w:rsidRPr="003C07D1" w:rsidRDefault="00D217FB" w:rsidP="007F36A6">
      <w:pPr>
        <w:jc w:val="center"/>
        <w:rPr>
          <w:b/>
          <w:sz w:val="28"/>
          <w:szCs w:val="28"/>
        </w:rPr>
      </w:pPr>
      <w:hyperlink r:id="rId8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выполнении основных мероприятий муниципальной программы</w:t>
      </w:r>
      <w:r>
        <w:rPr>
          <w:b/>
          <w:sz w:val="28"/>
          <w:szCs w:val="28"/>
        </w:rPr>
        <w:t xml:space="preserve"> «</w:t>
      </w:r>
      <w:r w:rsidRPr="003C07D1">
        <w:rPr>
          <w:b/>
          <w:sz w:val="28"/>
          <w:szCs w:val="28"/>
        </w:rPr>
        <w:t>О мероприятиях, проводимых администрацией</w:t>
      </w:r>
      <w:r w:rsidRPr="003C07D1">
        <w:rPr>
          <w:b/>
          <w:bCs/>
          <w:sz w:val="28"/>
          <w:szCs w:val="28"/>
        </w:rPr>
        <w:t xml:space="preserve">  Старотитаровского сельском поселении</w:t>
      </w:r>
      <w:r w:rsidRPr="003C07D1">
        <w:rPr>
          <w:b/>
          <w:sz w:val="28"/>
          <w:szCs w:val="28"/>
        </w:rPr>
        <w:t xml:space="preserve"> </w:t>
      </w:r>
      <w:r w:rsidRPr="003C07D1">
        <w:rPr>
          <w:b/>
          <w:bCs/>
          <w:sz w:val="28"/>
          <w:szCs w:val="28"/>
        </w:rPr>
        <w:t>Темрюкского района к праздничным дням и памятным датам» на 2015 год</w:t>
      </w:r>
      <w:r w:rsidRPr="003C07D1">
        <w:rPr>
          <w:b/>
          <w:sz w:val="28"/>
          <w:szCs w:val="28"/>
        </w:rPr>
        <w:t>.</w:t>
      </w:r>
    </w:p>
    <w:p w:rsidR="00D217FB" w:rsidRPr="00587E76" w:rsidRDefault="00D217FB" w:rsidP="00587E76">
      <w:pPr>
        <w:jc w:val="center"/>
        <w:rPr>
          <w:b/>
          <w:sz w:val="28"/>
          <w:szCs w:val="28"/>
        </w:rPr>
      </w:pPr>
    </w:p>
    <w:p w:rsidR="00D217FB" w:rsidRPr="006E4ED9" w:rsidRDefault="00D217FB" w:rsidP="00263A2B"/>
    <w:tbl>
      <w:tblPr>
        <w:tblW w:w="1459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992"/>
        <w:gridCol w:w="2516"/>
        <w:gridCol w:w="987"/>
        <w:gridCol w:w="1260"/>
        <w:gridCol w:w="2700"/>
        <w:gridCol w:w="2880"/>
        <w:gridCol w:w="1260"/>
      </w:tblGrid>
      <w:tr w:rsidR="00D217FB" w:rsidRPr="00AF5C5E" w:rsidTr="00DF364D">
        <w:trPr>
          <w:trHeight w:val="276"/>
        </w:trPr>
        <w:tc>
          <w:tcPr>
            <w:tcW w:w="2992" w:type="dxa"/>
            <w:vMerge w:val="restart"/>
            <w:vAlign w:val="center"/>
          </w:tcPr>
          <w:p w:rsidR="00D217FB" w:rsidRPr="00AF5C5E" w:rsidRDefault="00D217F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516" w:type="dxa"/>
            <w:vMerge w:val="restart"/>
            <w:vAlign w:val="center"/>
          </w:tcPr>
          <w:p w:rsidR="00D217FB" w:rsidRPr="00AF5C5E" w:rsidRDefault="00D217F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987" w:type="dxa"/>
            <w:vMerge w:val="restart"/>
            <w:vAlign w:val="center"/>
          </w:tcPr>
          <w:p w:rsidR="00D217FB" w:rsidRPr="00AF5C5E" w:rsidRDefault="00D217F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1260" w:type="dxa"/>
            <w:vMerge w:val="restart"/>
            <w:vAlign w:val="center"/>
          </w:tcPr>
          <w:p w:rsidR="00D217FB" w:rsidRPr="00AF5C5E" w:rsidRDefault="00D217F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2700" w:type="dxa"/>
            <w:vMerge w:val="restart"/>
            <w:vAlign w:val="center"/>
          </w:tcPr>
          <w:p w:rsidR="00D217FB" w:rsidRPr="00AF5C5E" w:rsidRDefault="00D217F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2880" w:type="dxa"/>
            <w:vMerge w:val="restart"/>
            <w:vAlign w:val="center"/>
          </w:tcPr>
          <w:p w:rsidR="00D217FB" w:rsidRPr="00AF5C5E" w:rsidRDefault="00D217F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1260" w:type="dxa"/>
            <w:vMerge w:val="restart"/>
            <w:vAlign w:val="center"/>
          </w:tcPr>
          <w:p w:rsidR="00D217FB" w:rsidRPr="00AF5C5E" w:rsidRDefault="00D217F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Проблемы, возникшие в ходе реализации мероприятия</w:t>
            </w:r>
          </w:p>
        </w:tc>
      </w:tr>
      <w:tr w:rsidR="00D217FB" w:rsidRPr="00AF5C5E" w:rsidTr="00DF364D">
        <w:trPr>
          <w:trHeight w:val="1756"/>
        </w:trPr>
        <w:tc>
          <w:tcPr>
            <w:tcW w:w="2992" w:type="dxa"/>
            <w:vMerge/>
            <w:vAlign w:val="center"/>
          </w:tcPr>
          <w:p w:rsidR="00D217FB" w:rsidRPr="00AF5C5E" w:rsidRDefault="00D217F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516" w:type="dxa"/>
            <w:vMerge/>
            <w:vAlign w:val="center"/>
          </w:tcPr>
          <w:p w:rsidR="00D217FB" w:rsidRPr="00AF5C5E" w:rsidRDefault="00D217F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987" w:type="dxa"/>
            <w:vMerge/>
            <w:vAlign w:val="center"/>
          </w:tcPr>
          <w:p w:rsidR="00D217FB" w:rsidRPr="00AF5C5E" w:rsidRDefault="00D217F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D217FB" w:rsidRPr="00AF5C5E" w:rsidRDefault="00D217F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700" w:type="dxa"/>
            <w:vMerge/>
            <w:vAlign w:val="center"/>
          </w:tcPr>
          <w:p w:rsidR="00D217FB" w:rsidRPr="00AF5C5E" w:rsidRDefault="00D217F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880" w:type="dxa"/>
            <w:vMerge/>
            <w:vAlign w:val="center"/>
          </w:tcPr>
          <w:p w:rsidR="00D217FB" w:rsidRPr="00AF5C5E" w:rsidRDefault="00D217F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vMerge/>
            <w:vAlign w:val="center"/>
          </w:tcPr>
          <w:p w:rsidR="00D217FB" w:rsidRPr="00AF5C5E" w:rsidRDefault="00D217FB" w:rsidP="00263A2B">
            <w:pPr>
              <w:spacing w:before="40"/>
              <w:rPr>
                <w:color w:val="000000"/>
              </w:rPr>
            </w:pPr>
          </w:p>
        </w:tc>
      </w:tr>
      <w:tr w:rsidR="00D217FB" w:rsidRPr="00AF5C5E" w:rsidTr="00DF364D">
        <w:trPr>
          <w:trHeight w:val="20"/>
        </w:trPr>
        <w:tc>
          <w:tcPr>
            <w:tcW w:w="2992" w:type="dxa"/>
            <w:noWrap/>
          </w:tcPr>
          <w:p w:rsidR="00D217FB" w:rsidRPr="008A369A" w:rsidRDefault="00D217FB" w:rsidP="002C0E6C">
            <w:pPr>
              <w:pStyle w:val="14"/>
              <w:shd w:val="clear" w:color="auto" w:fill="auto"/>
              <w:jc w:val="left"/>
              <w:rPr>
                <w:sz w:val="24"/>
                <w:szCs w:val="24"/>
              </w:rPr>
            </w:pPr>
            <w:r>
              <w:t>Участие в торжественных мероприятиях, проводимых администрацией Старотитаровского сельского поселения Темрюкского района к праздничным дням и памятным датам</w:t>
            </w:r>
          </w:p>
        </w:tc>
        <w:tc>
          <w:tcPr>
            <w:tcW w:w="2516" w:type="dxa"/>
            <w:noWrap/>
            <w:vAlign w:val="bottom"/>
          </w:tcPr>
          <w:p w:rsidR="00D217FB" w:rsidRPr="005F45A4" w:rsidRDefault="00D217FB" w:rsidP="005F45A4">
            <w:pPr>
              <w:pStyle w:val="BodyText2"/>
              <w:ind w:firstLine="0"/>
            </w:pPr>
            <w:r w:rsidRPr="0042508C">
              <w:t xml:space="preserve">заместителя главы Старотитаровского сельского поселения Темрюкского района </w:t>
            </w:r>
          </w:p>
        </w:tc>
        <w:tc>
          <w:tcPr>
            <w:tcW w:w="987" w:type="dxa"/>
            <w:noWrap/>
            <w:vAlign w:val="bottom"/>
          </w:tcPr>
          <w:p w:rsidR="00D217FB" w:rsidRPr="00AF5C5E" w:rsidRDefault="00D217FB" w:rsidP="005F45A4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</w:tc>
        <w:tc>
          <w:tcPr>
            <w:tcW w:w="1260" w:type="dxa"/>
            <w:noWrap/>
            <w:vAlign w:val="bottom"/>
          </w:tcPr>
          <w:p w:rsidR="00D217FB" w:rsidRPr="00AF5C5E" w:rsidRDefault="00D217FB" w:rsidP="005F45A4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  <w:r w:rsidRPr="00AF5C5E">
              <w:rPr>
                <w:color w:val="000000"/>
              </w:rPr>
              <w:t> </w:t>
            </w:r>
          </w:p>
        </w:tc>
        <w:tc>
          <w:tcPr>
            <w:tcW w:w="2700" w:type="dxa"/>
            <w:noWrap/>
          </w:tcPr>
          <w:p w:rsidR="00D217FB" w:rsidRDefault="00D217FB" w:rsidP="0042508C">
            <w:pPr>
              <w:pStyle w:val="a0"/>
              <w:ind w:right="95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-День защитника отечества;</w:t>
            </w:r>
          </w:p>
          <w:p w:rsidR="00D217FB" w:rsidRDefault="00D217FB" w:rsidP="003C07D1">
            <w:r>
              <w:t>-Международный женский день 8 марта;</w:t>
            </w:r>
          </w:p>
          <w:p w:rsidR="00D217FB" w:rsidRDefault="00D217FB" w:rsidP="003C07D1">
            <w:r>
              <w:t>-Праздник весны и труда;</w:t>
            </w:r>
          </w:p>
          <w:p w:rsidR="00D217FB" w:rsidRDefault="00D217FB" w:rsidP="003C07D1">
            <w:r>
              <w:t>-Международный день семьи;</w:t>
            </w:r>
          </w:p>
          <w:p w:rsidR="00D217FB" w:rsidRDefault="00D217FB" w:rsidP="003C07D1">
            <w:r>
              <w:t>-День победы в Великой отечественной войне 1941-1945 годов;</w:t>
            </w:r>
          </w:p>
          <w:p w:rsidR="00D217FB" w:rsidRDefault="00D217FB" w:rsidP="003C07D1">
            <w:r>
              <w:t>-Международный день защиты детей;</w:t>
            </w:r>
          </w:p>
          <w:p w:rsidR="00D217FB" w:rsidRDefault="00D217FB" w:rsidP="003C07D1">
            <w:r>
              <w:t>-Траурные мероприятия, посвященные Дню памяти и скорби;</w:t>
            </w:r>
          </w:p>
          <w:p w:rsidR="00D217FB" w:rsidRDefault="00D217FB" w:rsidP="003C07D1">
            <w:r>
              <w:t>-День России;</w:t>
            </w:r>
          </w:p>
          <w:p w:rsidR="00D217FB" w:rsidRDefault="00D217FB" w:rsidP="003C07D1">
            <w:r>
              <w:t>-Празднование Нового Года;</w:t>
            </w:r>
          </w:p>
          <w:p w:rsidR="00D217FB" w:rsidRDefault="00D217FB" w:rsidP="003C07D1">
            <w:r>
              <w:t>-День народного единства;</w:t>
            </w:r>
          </w:p>
          <w:p w:rsidR="00D217FB" w:rsidRDefault="00D217FB" w:rsidP="003C07D1">
            <w:r>
              <w:t>-День казачеств;</w:t>
            </w:r>
          </w:p>
          <w:p w:rsidR="00D217FB" w:rsidRDefault="00D217FB" w:rsidP="003C07D1">
            <w:r>
              <w:t>-День пожилого человека.</w:t>
            </w:r>
          </w:p>
          <w:p w:rsidR="00D217FB" w:rsidRPr="003C07D1" w:rsidRDefault="00D217FB" w:rsidP="003C07D1">
            <w:r>
              <w:t>-Приобретение цветов, памятных подарков, медалей, почетных грамот к государственным праздникам, к юбилеем совместной супружеской жизни.</w:t>
            </w:r>
          </w:p>
        </w:tc>
        <w:tc>
          <w:tcPr>
            <w:tcW w:w="2880" w:type="dxa"/>
            <w:noWrap/>
          </w:tcPr>
          <w:p w:rsidR="00D217FB" w:rsidRDefault="00D217FB" w:rsidP="00DF364D">
            <w:pPr>
              <w:pStyle w:val="a0"/>
              <w:ind w:right="958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День защитника отечества;</w:t>
            </w:r>
          </w:p>
          <w:p w:rsidR="00D217FB" w:rsidRDefault="00D217FB" w:rsidP="00DF364D">
            <w:r>
              <w:t>-Международный женский день 8 марта;</w:t>
            </w:r>
          </w:p>
          <w:p w:rsidR="00D217FB" w:rsidRDefault="00D217FB" w:rsidP="00DF364D">
            <w:r>
              <w:t>-Праздник весны и труда;</w:t>
            </w:r>
          </w:p>
          <w:p w:rsidR="00D217FB" w:rsidRDefault="00D217FB" w:rsidP="00DF364D">
            <w:r>
              <w:t>-Международный день семьи;</w:t>
            </w:r>
          </w:p>
          <w:p w:rsidR="00D217FB" w:rsidRDefault="00D217FB" w:rsidP="00DF364D">
            <w:r>
              <w:t>-День победы в Великой отечественной войне 1941-1945 годов;</w:t>
            </w:r>
          </w:p>
          <w:p w:rsidR="00D217FB" w:rsidRPr="00C4631F" w:rsidRDefault="00D217FB" w:rsidP="00DF364D">
            <w:r>
              <w:t xml:space="preserve">-Международный день </w:t>
            </w:r>
            <w:r w:rsidRPr="00C4631F">
              <w:t>защиты детей;</w:t>
            </w:r>
          </w:p>
          <w:p w:rsidR="00D217FB" w:rsidRPr="00C4631F" w:rsidRDefault="00D217FB" w:rsidP="00DF364D">
            <w:r w:rsidRPr="00C4631F">
              <w:t>-Траурные мероприятия, посвященные Дню памяти и скорби;</w:t>
            </w:r>
          </w:p>
          <w:p w:rsidR="00D217FB" w:rsidRPr="00C4631F" w:rsidRDefault="00D217FB" w:rsidP="00DF364D">
            <w:r w:rsidRPr="00C4631F">
              <w:t>-День России;</w:t>
            </w:r>
          </w:p>
          <w:p w:rsidR="00D217FB" w:rsidRPr="00C4631F" w:rsidRDefault="00D217FB" w:rsidP="00DF364D">
            <w:r w:rsidRPr="00C4631F">
              <w:t>-Празднование Нового Года;</w:t>
            </w:r>
          </w:p>
          <w:p w:rsidR="00D217FB" w:rsidRPr="00C4631F" w:rsidRDefault="00D217FB" w:rsidP="00DF364D">
            <w:r w:rsidRPr="00C4631F">
              <w:t>-День народного единства;</w:t>
            </w:r>
          </w:p>
          <w:p w:rsidR="00D217FB" w:rsidRPr="00C4631F" w:rsidRDefault="00D217FB" w:rsidP="00DF364D">
            <w:r w:rsidRPr="00C4631F">
              <w:t>-День казачеств;</w:t>
            </w:r>
          </w:p>
          <w:p w:rsidR="00D217FB" w:rsidRPr="00C4631F" w:rsidRDefault="00D217FB" w:rsidP="00DF364D">
            <w:r w:rsidRPr="00C4631F">
              <w:t>-День пожилого человека.</w:t>
            </w:r>
          </w:p>
          <w:p w:rsidR="00D217FB" w:rsidRPr="00B45B21" w:rsidRDefault="00D217FB" w:rsidP="00DF364D">
            <w:pPr>
              <w:pStyle w:val="a0"/>
              <w:ind w:right="958"/>
              <w:jc w:val="left"/>
              <w:rPr>
                <w:rFonts w:ascii="Times New Roman" w:hAnsi="Times New Roman"/>
              </w:rPr>
            </w:pPr>
            <w:r w:rsidRPr="00C4631F">
              <w:rPr>
                <w:rFonts w:ascii="Times New Roman" w:hAnsi="Times New Roman"/>
              </w:rPr>
              <w:t>-Приобретение цветов, памятных подарков, медалей, почетных грамот к государственным праздникам, к юбилеем совместной супружеской жизни.</w:t>
            </w:r>
          </w:p>
        </w:tc>
        <w:tc>
          <w:tcPr>
            <w:tcW w:w="1260" w:type="dxa"/>
            <w:noWrap/>
            <w:vAlign w:val="bottom"/>
          </w:tcPr>
          <w:p w:rsidR="00D217FB" w:rsidRPr="00AF5C5E" w:rsidRDefault="00D217FB" w:rsidP="00263A2B">
            <w:pPr>
              <w:spacing w:before="40"/>
              <w:rPr>
                <w:color w:val="000000"/>
              </w:rPr>
            </w:pPr>
          </w:p>
        </w:tc>
      </w:tr>
      <w:tr w:rsidR="00D217FB" w:rsidRPr="00AF5C5E" w:rsidTr="00DF364D">
        <w:trPr>
          <w:trHeight w:val="20"/>
        </w:trPr>
        <w:tc>
          <w:tcPr>
            <w:tcW w:w="2992" w:type="dxa"/>
            <w:noWrap/>
          </w:tcPr>
          <w:p w:rsidR="00D217FB" w:rsidRPr="008A369A" w:rsidRDefault="00D217FB" w:rsidP="002C0E6C">
            <w:pPr>
              <w:rPr>
                <w:rStyle w:val="PageNumber"/>
              </w:rPr>
            </w:pPr>
            <w:r>
              <w:rPr>
                <w:rStyle w:val="PageNumber"/>
              </w:rPr>
              <w:t>Приобретение венков и цветов</w:t>
            </w:r>
          </w:p>
        </w:tc>
        <w:tc>
          <w:tcPr>
            <w:tcW w:w="2516" w:type="dxa"/>
            <w:noWrap/>
            <w:vAlign w:val="bottom"/>
          </w:tcPr>
          <w:p w:rsidR="00D217FB" w:rsidRPr="0042508C" w:rsidRDefault="00D217FB" w:rsidP="00203CC1">
            <w:pPr>
              <w:pStyle w:val="BodyText2"/>
              <w:ind w:firstLine="0"/>
            </w:pPr>
            <w:r w:rsidRPr="0042508C">
              <w:rPr>
                <w:color w:val="000000"/>
              </w:rPr>
              <w:t> </w:t>
            </w:r>
            <w:r w:rsidRPr="0042508C">
              <w:t xml:space="preserve">заместителя главы Старотитаровского сельского поселения Темрюкского района </w:t>
            </w:r>
          </w:p>
          <w:p w:rsidR="00D217FB" w:rsidRPr="0042508C" w:rsidRDefault="00D217F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987" w:type="dxa"/>
            <w:noWrap/>
            <w:vAlign w:val="bottom"/>
          </w:tcPr>
          <w:p w:rsidR="00D217FB" w:rsidRPr="00AF5C5E" w:rsidRDefault="00D217F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1260" w:type="dxa"/>
            <w:noWrap/>
            <w:vAlign w:val="bottom"/>
          </w:tcPr>
          <w:p w:rsidR="00D217FB" w:rsidRPr="00AF5C5E" w:rsidRDefault="00D217F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  <w:r>
              <w:rPr>
                <w:color w:val="000000"/>
              </w:rPr>
              <w:t>2015 год</w:t>
            </w:r>
          </w:p>
        </w:tc>
        <w:tc>
          <w:tcPr>
            <w:tcW w:w="2700" w:type="dxa"/>
            <w:noWrap/>
          </w:tcPr>
          <w:p w:rsidR="00D217FB" w:rsidRPr="00B45B21" w:rsidRDefault="00D217FB" w:rsidP="002C0E6C">
            <w:r>
              <w:t>Приобретение ритуальных венков для погребения ветеранов ВОВ, активистов ветеранского движения</w:t>
            </w:r>
          </w:p>
        </w:tc>
        <w:tc>
          <w:tcPr>
            <w:tcW w:w="2880" w:type="dxa"/>
            <w:noWrap/>
          </w:tcPr>
          <w:p w:rsidR="00D217FB" w:rsidRPr="00B45B21" w:rsidRDefault="00D217FB" w:rsidP="002C0E6C">
            <w:r>
              <w:t>Приобретение ритуальных венков для погребения ветеранов ВОВ, активистов ветеранского движения</w:t>
            </w:r>
          </w:p>
        </w:tc>
        <w:tc>
          <w:tcPr>
            <w:tcW w:w="1260" w:type="dxa"/>
            <w:noWrap/>
            <w:vAlign w:val="bottom"/>
          </w:tcPr>
          <w:p w:rsidR="00D217FB" w:rsidRPr="00AF5C5E" w:rsidRDefault="00D217FB" w:rsidP="00263A2B">
            <w:pPr>
              <w:spacing w:before="40"/>
              <w:rPr>
                <w:color w:val="000000"/>
              </w:rPr>
            </w:pPr>
          </w:p>
        </w:tc>
      </w:tr>
    </w:tbl>
    <w:p w:rsidR="00D217FB" w:rsidRPr="006E4ED9" w:rsidRDefault="00D217FB" w:rsidP="00263A2B">
      <w:pPr>
        <w:sectPr w:rsidR="00D217FB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D217FB" w:rsidRPr="001E4551" w:rsidRDefault="00D217FB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№3</w:t>
      </w:r>
    </w:p>
    <w:p w:rsidR="00D217FB" w:rsidRPr="001E4551" w:rsidRDefault="00D217FB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D217FB" w:rsidRDefault="00D217FB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D217FB" w:rsidRPr="001E4551" w:rsidRDefault="00D217FB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D217FB" w:rsidRPr="001E4551" w:rsidRDefault="00D217FB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D217FB" w:rsidRDefault="00D217FB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D217FB" w:rsidRPr="00587E76" w:rsidRDefault="00D217FB" w:rsidP="00587E76">
      <w:pPr>
        <w:jc w:val="center"/>
        <w:rPr>
          <w:b/>
          <w:sz w:val="28"/>
          <w:szCs w:val="28"/>
        </w:rPr>
      </w:pPr>
    </w:p>
    <w:p w:rsidR="00D217FB" w:rsidRPr="00587E76" w:rsidRDefault="00D217FB" w:rsidP="00587E76">
      <w:pPr>
        <w:jc w:val="center"/>
        <w:rPr>
          <w:b/>
        </w:rPr>
      </w:pPr>
    </w:p>
    <w:p w:rsidR="00D217FB" w:rsidRPr="00A92AB5" w:rsidRDefault="00D217FB" w:rsidP="00587E76">
      <w:pPr>
        <w:jc w:val="center"/>
        <w:rPr>
          <w:b/>
          <w:sz w:val="28"/>
          <w:szCs w:val="28"/>
        </w:rPr>
      </w:pPr>
      <w:hyperlink r:id="rId9" w:history="1">
        <w:r w:rsidRPr="00587E76">
          <w:rPr>
            <w:b/>
            <w:sz w:val="28"/>
            <w:szCs w:val="28"/>
          </w:rPr>
          <w:t>Отчет</w:t>
        </w:r>
      </w:hyperlink>
      <w:r w:rsidRPr="00587E76">
        <w:rPr>
          <w:b/>
          <w:sz w:val="28"/>
          <w:szCs w:val="28"/>
        </w:rPr>
        <w:t xml:space="preserve"> о расходах на реализацию муниципальной </w:t>
      </w:r>
      <w:r w:rsidRPr="00A92AB5">
        <w:rPr>
          <w:b/>
          <w:sz w:val="28"/>
          <w:szCs w:val="28"/>
        </w:rPr>
        <w:t>программы «О мероприятиях, проводимых администрацией Старотитаровского сельского поселения Темрюкского района к праздничным дням и памятным датам» на 2015 год за счет всех источников финансирования</w:t>
      </w:r>
    </w:p>
    <w:p w:rsidR="00D217FB" w:rsidRPr="00A92AB5" w:rsidRDefault="00D217FB" w:rsidP="00263A2B">
      <w:pPr>
        <w:rPr>
          <w:sz w:val="28"/>
          <w:szCs w:val="28"/>
        </w:rPr>
      </w:pPr>
    </w:p>
    <w:p w:rsidR="00D217FB" w:rsidRPr="00A92AB5" w:rsidRDefault="00D217FB" w:rsidP="00263A2B">
      <w:pPr>
        <w:rPr>
          <w:sz w:val="28"/>
          <w:szCs w:val="28"/>
        </w:rPr>
      </w:pPr>
    </w:p>
    <w:tbl>
      <w:tblPr>
        <w:tblW w:w="1387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3233"/>
        <w:gridCol w:w="5713"/>
        <w:gridCol w:w="1843"/>
        <w:gridCol w:w="1548"/>
        <w:gridCol w:w="1540"/>
      </w:tblGrid>
      <w:tr w:rsidR="00D217FB" w:rsidRPr="00286F40" w:rsidTr="00263A2B">
        <w:trPr>
          <w:trHeight w:val="908"/>
          <w:tblHeader/>
        </w:trPr>
        <w:tc>
          <w:tcPr>
            <w:tcW w:w="3233" w:type="dxa"/>
            <w:vMerge w:val="restart"/>
            <w:vAlign w:val="center"/>
          </w:tcPr>
          <w:p w:rsidR="00D217FB" w:rsidRPr="00286F40" w:rsidRDefault="00D217F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vAlign w:val="center"/>
          </w:tcPr>
          <w:p w:rsidR="00D217FB" w:rsidRPr="00286F40" w:rsidRDefault="00D217F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vAlign w:val="center"/>
          </w:tcPr>
          <w:p w:rsidR="00D217FB" w:rsidRPr="00286F40" w:rsidRDefault="00D217F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vAlign w:val="center"/>
          </w:tcPr>
          <w:p w:rsidR="00D217FB" w:rsidRPr="00286F40" w:rsidRDefault="00D217F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540" w:type="dxa"/>
            <w:vMerge w:val="restart"/>
            <w:vAlign w:val="center"/>
          </w:tcPr>
          <w:p w:rsidR="00D217FB" w:rsidRPr="00286F40" w:rsidRDefault="00D217F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D217FB" w:rsidRPr="00286F40" w:rsidTr="00263A2B">
        <w:trPr>
          <w:trHeight w:val="316"/>
          <w:tblHeader/>
        </w:trPr>
        <w:tc>
          <w:tcPr>
            <w:tcW w:w="3233" w:type="dxa"/>
            <w:vMerge/>
            <w:vAlign w:val="center"/>
          </w:tcPr>
          <w:p w:rsidR="00D217FB" w:rsidRPr="00286F40" w:rsidRDefault="00D217F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</w:tcPr>
          <w:p w:rsidR="00D217FB" w:rsidRPr="00286F40" w:rsidRDefault="00D217F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D217FB" w:rsidRPr="00286F40" w:rsidRDefault="00D217F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</w:tcPr>
          <w:p w:rsidR="00D217FB" w:rsidRPr="00286F40" w:rsidRDefault="00D217F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vMerge/>
            <w:vAlign w:val="center"/>
          </w:tcPr>
          <w:p w:rsidR="00D217FB" w:rsidRPr="00286F40" w:rsidRDefault="00D217FB" w:rsidP="00263A2B">
            <w:pPr>
              <w:spacing w:before="40"/>
              <w:rPr>
                <w:color w:val="000000"/>
              </w:rPr>
            </w:pPr>
          </w:p>
        </w:tc>
      </w:tr>
      <w:tr w:rsidR="00D217FB" w:rsidRPr="00286F40" w:rsidTr="00263A2B">
        <w:trPr>
          <w:trHeight w:val="20"/>
        </w:trPr>
        <w:tc>
          <w:tcPr>
            <w:tcW w:w="3233" w:type="dxa"/>
            <w:vMerge w:val="restart"/>
            <w:vAlign w:val="center"/>
          </w:tcPr>
          <w:p w:rsidR="00D217FB" w:rsidRPr="0042508C" w:rsidRDefault="00D217FB" w:rsidP="0042508C">
            <w:pPr>
              <w:jc w:val="center"/>
            </w:pPr>
            <w:r w:rsidRPr="00FB402A">
              <w:rPr>
                <w:b/>
              </w:rPr>
              <w:t>«</w:t>
            </w:r>
            <w:r>
              <w:rPr>
                <w:b/>
              </w:rPr>
              <w:t>О мероприятиях, проводимых администрацией Старотитаровского сельского поселения Темрюкского района к праздничным дням и памятным датам» на 2015 год</w:t>
            </w:r>
          </w:p>
          <w:p w:rsidR="00D217FB" w:rsidRPr="00286F40" w:rsidRDefault="00D217FB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D217FB" w:rsidRPr="00286F40" w:rsidRDefault="00D217FB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D217FB" w:rsidRPr="00FA0A43" w:rsidRDefault="00D217FB" w:rsidP="00FA0A43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32,0</w:t>
            </w:r>
          </w:p>
        </w:tc>
        <w:tc>
          <w:tcPr>
            <w:tcW w:w="1548" w:type="dxa"/>
            <w:noWrap/>
            <w:vAlign w:val="bottom"/>
          </w:tcPr>
          <w:p w:rsidR="00D217FB" w:rsidRPr="00FA0A43" w:rsidRDefault="00D217FB" w:rsidP="002C0E6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32,0</w:t>
            </w:r>
          </w:p>
        </w:tc>
        <w:tc>
          <w:tcPr>
            <w:tcW w:w="1540" w:type="dxa"/>
            <w:noWrap/>
            <w:vAlign w:val="bottom"/>
          </w:tcPr>
          <w:p w:rsidR="00D217FB" w:rsidRPr="00FA0A43" w:rsidRDefault="00D217FB" w:rsidP="00263A2B">
            <w:pPr>
              <w:spacing w:before="40"/>
              <w:jc w:val="center"/>
              <w:rPr>
                <w:rFonts w:ascii="Calibri" w:hAnsi="Calibri"/>
                <w:b/>
                <w:color w:val="000000"/>
              </w:rPr>
            </w:pPr>
            <w:r w:rsidRPr="00FA0A43">
              <w:rPr>
                <w:rFonts w:ascii="Calibri" w:hAnsi="Calibri"/>
                <w:b/>
                <w:color w:val="000000"/>
              </w:rPr>
              <w:t>100</w:t>
            </w:r>
          </w:p>
        </w:tc>
      </w:tr>
      <w:tr w:rsidR="00D217FB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D217FB" w:rsidRPr="00286F40" w:rsidRDefault="00D217FB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D217FB" w:rsidRPr="00286F40" w:rsidRDefault="00D217FB" w:rsidP="008B475F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D217FB" w:rsidRPr="00286F40" w:rsidRDefault="00D217FB" w:rsidP="00FA0A43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32,0</w:t>
            </w:r>
          </w:p>
        </w:tc>
        <w:tc>
          <w:tcPr>
            <w:tcW w:w="1548" w:type="dxa"/>
            <w:noWrap/>
            <w:vAlign w:val="bottom"/>
          </w:tcPr>
          <w:p w:rsidR="00D217FB" w:rsidRPr="00286F40" w:rsidRDefault="00D217FB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32,0</w:t>
            </w:r>
          </w:p>
        </w:tc>
        <w:tc>
          <w:tcPr>
            <w:tcW w:w="1540" w:type="dxa"/>
            <w:noWrap/>
            <w:vAlign w:val="bottom"/>
          </w:tcPr>
          <w:p w:rsidR="00D217FB" w:rsidRPr="00286F40" w:rsidRDefault="00D217F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  <w:tr w:rsidR="00D217FB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D217FB" w:rsidRPr="00286F40" w:rsidRDefault="00D217FB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D217FB" w:rsidRPr="00286F40" w:rsidRDefault="00D217FB" w:rsidP="00304CE6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D217FB" w:rsidRPr="00286F40" w:rsidRDefault="00D217FB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D217FB" w:rsidRPr="00286F40" w:rsidRDefault="00D217FB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D217FB" w:rsidRPr="00286F40" w:rsidRDefault="00D217FB" w:rsidP="00263A2B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D217FB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D217FB" w:rsidRPr="00286F40" w:rsidRDefault="00D217FB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D217FB" w:rsidRPr="00286F40" w:rsidRDefault="00D217FB" w:rsidP="00304CE6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D217FB" w:rsidRPr="00286F40" w:rsidRDefault="00D217FB" w:rsidP="00FA0A43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32,0</w:t>
            </w:r>
          </w:p>
        </w:tc>
        <w:tc>
          <w:tcPr>
            <w:tcW w:w="1548" w:type="dxa"/>
            <w:noWrap/>
            <w:vAlign w:val="bottom"/>
          </w:tcPr>
          <w:p w:rsidR="00D217FB" w:rsidRPr="00286F40" w:rsidRDefault="00D217FB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32,0</w:t>
            </w:r>
          </w:p>
        </w:tc>
        <w:tc>
          <w:tcPr>
            <w:tcW w:w="1540" w:type="dxa"/>
            <w:noWrap/>
            <w:vAlign w:val="bottom"/>
          </w:tcPr>
          <w:p w:rsidR="00D217FB" w:rsidRPr="00286F40" w:rsidRDefault="00D217F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</w:tr>
    </w:tbl>
    <w:p w:rsidR="00D217FB" w:rsidRPr="006E4ED9" w:rsidRDefault="00D217FB" w:rsidP="00263A2B">
      <w:pPr>
        <w:sectPr w:rsidR="00D217FB" w:rsidRPr="006E4ED9" w:rsidSect="00263A2B">
          <w:headerReference w:type="default" r:id="rId10"/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D217FB" w:rsidRPr="001E4551" w:rsidRDefault="00D217FB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№4</w:t>
      </w:r>
    </w:p>
    <w:p w:rsidR="00D217FB" w:rsidRPr="001E4551" w:rsidRDefault="00D217FB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D217FB" w:rsidRDefault="00D217FB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D217FB" w:rsidRPr="001E4551" w:rsidRDefault="00D217FB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D217FB" w:rsidRPr="001E4551" w:rsidRDefault="00D217FB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D217FB" w:rsidRDefault="00D217FB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D217FB" w:rsidRPr="00587E76" w:rsidRDefault="00D217FB" w:rsidP="00587E76">
      <w:pPr>
        <w:jc w:val="center"/>
        <w:rPr>
          <w:b/>
          <w:sz w:val="28"/>
          <w:szCs w:val="28"/>
        </w:rPr>
      </w:pPr>
    </w:p>
    <w:p w:rsidR="00D217FB" w:rsidRPr="00587E76" w:rsidRDefault="00D217FB" w:rsidP="00587E76">
      <w:pPr>
        <w:jc w:val="center"/>
        <w:rPr>
          <w:b/>
          <w:sz w:val="28"/>
          <w:szCs w:val="28"/>
          <w:highlight w:val="yellow"/>
        </w:rPr>
      </w:pPr>
    </w:p>
    <w:p w:rsidR="00D217FB" w:rsidRPr="00587E76" w:rsidRDefault="00D217FB" w:rsidP="00587E76">
      <w:pPr>
        <w:jc w:val="center"/>
        <w:rPr>
          <w:b/>
          <w:sz w:val="28"/>
          <w:szCs w:val="28"/>
        </w:rPr>
      </w:pPr>
      <w:hyperlink r:id="rId11" w:history="1">
        <w:r w:rsidRPr="00587E76">
          <w:rPr>
            <w:b/>
            <w:sz w:val="28"/>
            <w:szCs w:val="28"/>
          </w:rPr>
          <w:t>Сведения</w:t>
        </w:r>
      </w:hyperlink>
      <w:r w:rsidRPr="00587E76">
        <w:rPr>
          <w:b/>
          <w:sz w:val="28"/>
          <w:szCs w:val="28"/>
        </w:rPr>
        <w:t xml:space="preserve"> о внесенных за отчетный период изменениях в муниципальную программу</w:t>
      </w:r>
      <w:r w:rsidRPr="00A92AB5">
        <w:rPr>
          <w:b/>
          <w:sz w:val="28"/>
          <w:szCs w:val="28"/>
        </w:rPr>
        <w:t xml:space="preserve"> «О мероприятиях, проводимых администрацией Старотитаровского сельского поселения Темрюкского района к праздничным дням и памятным датам» на 2015 год</w:t>
      </w:r>
    </w:p>
    <w:p w:rsidR="00D217FB" w:rsidRPr="006E4ED9" w:rsidRDefault="00D217FB" w:rsidP="00263A2B"/>
    <w:tbl>
      <w:tblPr>
        <w:tblW w:w="146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40"/>
        <w:gridCol w:w="5120"/>
        <w:gridCol w:w="1660"/>
        <w:gridCol w:w="1540"/>
        <w:gridCol w:w="5796"/>
      </w:tblGrid>
      <w:tr w:rsidR="00D217FB" w:rsidRPr="00286F40" w:rsidTr="00047A74">
        <w:trPr>
          <w:trHeight w:val="20"/>
        </w:trPr>
        <w:tc>
          <w:tcPr>
            <w:tcW w:w="540" w:type="dxa"/>
            <w:vAlign w:val="center"/>
          </w:tcPr>
          <w:p w:rsidR="00D217FB" w:rsidRPr="00286F40" w:rsidRDefault="00D217F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№ п/п</w:t>
            </w:r>
          </w:p>
        </w:tc>
        <w:tc>
          <w:tcPr>
            <w:tcW w:w="5120" w:type="dxa"/>
            <w:vAlign w:val="center"/>
          </w:tcPr>
          <w:p w:rsidR="00D217FB" w:rsidRPr="00286F40" w:rsidRDefault="00D217F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D217FB" w:rsidRPr="00286F40" w:rsidRDefault="00D217F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D217FB" w:rsidRPr="00286F40" w:rsidRDefault="00D217F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D217FB" w:rsidRPr="00286F40" w:rsidRDefault="00D217F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D217FB" w:rsidRPr="00286F40" w:rsidTr="00047A74">
        <w:trPr>
          <w:trHeight w:val="20"/>
        </w:trPr>
        <w:tc>
          <w:tcPr>
            <w:tcW w:w="540" w:type="dxa"/>
            <w:noWrap/>
          </w:tcPr>
          <w:p w:rsidR="00D217FB" w:rsidRPr="00A92AB5" w:rsidRDefault="00D217FB" w:rsidP="00263A2B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 w:rsidRPr="00A92AB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120" w:type="dxa"/>
            <w:vAlign w:val="bottom"/>
          </w:tcPr>
          <w:p w:rsidR="00D217FB" w:rsidRPr="00A92AB5" w:rsidRDefault="00D217FB" w:rsidP="00A92AB5">
            <w:pPr>
              <w:jc w:val="center"/>
            </w:pPr>
            <w:r w:rsidRPr="00A92AB5">
              <w:rPr>
                <w:color w:val="000000"/>
              </w:rPr>
              <w:t xml:space="preserve">Постановление Администрации </w:t>
            </w:r>
            <w:r w:rsidRPr="00A92AB5">
              <w:t>Старотитаровского сельского поселения Темрюкского района «Об утверждении муниципальной программы «О мероприятиях, проводимых администрацией Старотитаровского сельского поселения Темрюкского района к праздничным дням и памятным датам» на 2015 год</w:t>
            </w:r>
          </w:p>
          <w:p w:rsidR="00D217FB" w:rsidRPr="00A92AB5" w:rsidRDefault="00D217FB" w:rsidP="00E355B4">
            <w:r w:rsidRPr="00A92AB5">
              <w:rPr>
                <w:bCs/>
              </w:rPr>
              <w:t>.»</w:t>
            </w:r>
          </w:p>
        </w:tc>
        <w:tc>
          <w:tcPr>
            <w:tcW w:w="1660" w:type="dxa"/>
            <w:noWrap/>
            <w:vAlign w:val="bottom"/>
          </w:tcPr>
          <w:p w:rsidR="00D217FB" w:rsidRPr="00286F40" w:rsidRDefault="00D217F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16.04.2015</w:t>
            </w:r>
          </w:p>
        </w:tc>
        <w:tc>
          <w:tcPr>
            <w:tcW w:w="1540" w:type="dxa"/>
            <w:noWrap/>
            <w:vAlign w:val="bottom"/>
          </w:tcPr>
          <w:p w:rsidR="00D217FB" w:rsidRPr="00286F40" w:rsidRDefault="00D217FB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143</w:t>
            </w:r>
          </w:p>
        </w:tc>
        <w:tc>
          <w:tcPr>
            <w:tcW w:w="5796" w:type="dxa"/>
            <w:noWrap/>
            <w:vAlign w:val="bottom"/>
          </w:tcPr>
          <w:p w:rsidR="00D217FB" w:rsidRPr="00286F40" w:rsidRDefault="00D217F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</w:tr>
      <w:tr w:rsidR="00D217FB" w:rsidRPr="00286F40" w:rsidTr="00047A74">
        <w:trPr>
          <w:trHeight w:val="20"/>
        </w:trPr>
        <w:tc>
          <w:tcPr>
            <w:tcW w:w="540" w:type="dxa"/>
            <w:noWrap/>
          </w:tcPr>
          <w:p w:rsidR="00D217FB" w:rsidRPr="00A92AB5" w:rsidRDefault="00D217FB" w:rsidP="00263A2B">
            <w:pPr>
              <w:spacing w:before="40"/>
              <w:jc w:val="center"/>
              <w:rPr>
                <w:color w:val="000000"/>
                <w:sz w:val="28"/>
                <w:szCs w:val="28"/>
              </w:rPr>
            </w:pPr>
            <w:r w:rsidRPr="00A92AB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120" w:type="dxa"/>
            <w:vAlign w:val="bottom"/>
          </w:tcPr>
          <w:p w:rsidR="00D217FB" w:rsidRPr="00A92AB5" w:rsidRDefault="00D217FB" w:rsidP="00A92AB5">
            <w:pPr>
              <w:jc w:val="center"/>
            </w:pPr>
            <w:r w:rsidRPr="00A92AB5">
              <w:rPr>
                <w:color w:val="000000"/>
              </w:rPr>
              <w:t xml:space="preserve">Постановление Администрации </w:t>
            </w:r>
            <w:r w:rsidRPr="00A92AB5">
              <w:t xml:space="preserve">Старотитаровского сельского поселения Темрюкского района О внесении изменений в постановление </w:t>
            </w:r>
            <w:r w:rsidRPr="00A92AB5">
              <w:rPr>
                <w:color w:val="000000"/>
              </w:rPr>
              <w:t xml:space="preserve">Администрации </w:t>
            </w:r>
            <w:r w:rsidRPr="00A92AB5">
              <w:t>Старотитаровского сельского поселения Темрюкского района «О мероприятиях, проводимых администрацией Старотитаровского сельского поселения Темрюкского района к праздничным дням и памятным датам» на 2015 год</w:t>
            </w:r>
          </w:p>
          <w:p w:rsidR="00D217FB" w:rsidRPr="00A92AB5" w:rsidRDefault="00D217FB" w:rsidP="00DE2B0D">
            <w:pPr>
              <w:spacing w:before="40"/>
              <w:rPr>
                <w:color w:val="000000"/>
              </w:rPr>
            </w:pPr>
          </w:p>
        </w:tc>
        <w:tc>
          <w:tcPr>
            <w:tcW w:w="1660" w:type="dxa"/>
            <w:noWrap/>
            <w:vAlign w:val="bottom"/>
          </w:tcPr>
          <w:p w:rsidR="00D217FB" w:rsidRPr="00286F40" w:rsidRDefault="00D217F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05.05.2015</w:t>
            </w:r>
          </w:p>
        </w:tc>
        <w:tc>
          <w:tcPr>
            <w:tcW w:w="1540" w:type="dxa"/>
            <w:noWrap/>
            <w:vAlign w:val="bottom"/>
          </w:tcPr>
          <w:p w:rsidR="00D217FB" w:rsidRPr="00286F40" w:rsidRDefault="00D217FB" w:rsidP="00263A2B">
            <w:pPr>
              <w:spacing w:before="40"/>
              <w:rPr>
                <w:color w:val="000000"/>
              </w:rPr>
            </w:pPr>
            <w:r>
              <w:rPr>
                <w:color w:val="000000"/>
              </w:rPr>
              <w:t>166</w:t>
            </w:r>
          </w:p>
        </w:tc>
        <w:tc>
          <w:tcPr>
            <w:tcW w:w="5796" w:type="dxa"/>
            <w:noWrap/>
            <w:vAlign w:val="bottom"/>
          </w:tcPr>
          <w:p w:rsidR="00D217FB" w:rsidRPr="00286F40" w:rsidRDefault="00D217F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  <w:r>
              <w:rPr>
                <w:color w:val="000000"/>
              </w:rPr>
              <w:t>Изменение объема финансирования мероприятий</w:t>
            </w:r>
          </w:p>
        </w:tc>
      </w:tr>
    </w:tbl>
    <w:p w:rsidR="00D217FB" w:rsidRPr="006E4ED9" w:rsidRDefault="00D217FB" w:rsidP="00263A2B">
      <w:pPr>
        <w:sectPr w:rsidR="00D217FB" w:rsidRPr="006E4ED9" w:rsidSect="00CD4C11">
          <w:pgSz w:w="16838" w:h="11906" w:orient="landscape"/>
          <w:pgMar w:top="719" w:right="1418" w:bottom="851" w:left="1418" w:header="709" w:footer="709" w:gutter="0"/>
          <w:cols w:space="708"/>
          <w:titlePg/>
          <w:docGrid w:linePitch="360"/>
        </w:sectPr>
      </w:pPr>
    </w:p>
    <w:p w:rsidR="00D217FB" w:rsidRPr="001E4551" w:rsidRDefault="00D217FB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№5</w:t>
      </w:r>
    </w:p>
    <w:p w:rsidR="00D217FB" w:rsidRPr="001E4551" w:rsidRDefault="00D217FB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_____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D217FB" w:rsidRDefault="00D217FB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Старотитаровского </w:t>
      </w:r>
    </w:p>
    <w:p w:rsidR="00D217FB" w:rsidRPr="001E4551" w:rsidRDefault="00D217FB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D217FB" w:rsidRPr="001E4551" w:rsidRDefault="00D217FB" w:rsidP="00587E76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D217FB" w:rsidRDefault="00D217FB" w:rsidP="00587E76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_____2016 года № </w:t>
      </w:r>
    </w:p>
    <w:p w:rsidR="00D217FB" w:rsidRPr="00587E76" w:rsidRDefault="00D217FB" w:rsidP="00587E76">
      <w:pPr>
        <w:jc w:val="center"/>
        <w:rPr>
          <w:sz w:val="28"/>
          <w:szCs w:val="28"/>
        </w:rPr>
      </w:pPr>
    </w:p>
    <w:p w:rsidR="00D217FB" w:rsidRPr="00587E76" w:rsidRDefault="00D217FB" w:rsidP="00587E76">
      <w:pPr>
        <w:jc w:val="center"/>
        <w:rPr>
          <w:b/>
        </w:rPr>
      </w:pPr>
    </w:p>
    <w:p w:rsidR="00D217FB" w:rsidRPr="003F65B7" w:rsidRDefault="00D217FB" w:rsidP="0032350C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Результаты оценки эффективности муниципальной  программы</w:t>
      </w:r>
      <w:r>
        <w:rPr>
          <w:b/>
          <w:sz w:val="28"/>
          <w:szCs w:val="28"/>
        </w:rPr>
        <w:t xml:space="preserve"> «</w:t>
      </w:r>
      <w:r w:rsidRPr="00A92AB5">
        <w:rPr>
          <w:b/>
          <w:sz w:val="28"/>
          <w:szCs w:val="28"/>
        </w:rPr>
        <w:t>О мероприятиях, проводимых администрацией Старотитаровского сельского поселения Темрюкского района к праздничным дням и памятным датам</w:t>
      </w:r>
      <w:r>
        <w:rPr>
          <w:b/>
          <w:sz w:val="28"/>
          <w:szCs w:val="28"/>
        </w:rPr>
        <w:t>»</w:t>
      </w:r>
      <w:r w:rsidRPr="00033748">
        <w:rPr>
          <w:b/>
          <w:bCs/>
          <w:sz w:val="28"/>
          <w:szCs w:val="28"/>
        </w:rPr>
        <w:t xml:space="preserve"> в Старотитаровском сельском поселении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>Темрюкского района на 201</w:t>
      </w:r>
      <w:r>
        <w:rPr>
          <w:b/>
          <w:bCs/>
          <w:sz w:val="28"/>
          <w:szCs w:val="28"/>
        </w:rPr>
        <w:t>5 год</w:t>
      </w:r>
    </w:p>
    <w:p w:rsidR="00D217FB" w:rsidRDefault="00D217FB" w:rsidP="0032350C">
      <w:pPr>
        <w:rPr>
          <w:sz w:val="28"/>
          <w:szCs w:val="28"/>
        </w:rPr>
      </w:pPr>
    </w:p>
    <w:p w:rsidR="00D217FB" w:rsidRPr="00587E76" w:rsidRDefault="00D217FB" w:rsidP="00587E76">
      <w:pPr>
        <w:jc w:val="center"/>
        <w:rPr>
          <w:b/>
          <w:sz w:val="28"/>
          <w:szCs w:val="28"/>
        </w:rPr>
      </w:pPr>
    </w:p>
    <w:p w:rsidR="00D217FB" w:rsidRPr="00286F40" w:rsidRDefault="00D217FB" w:rsidP="00263A2B">
      <w:pPr>
        <w:tabs>
          <w:tab w:val="left" w:pos="1134"/>
        </w:tabs>
        <w:ind w:left="851"/>
        <w:jc w:val="both"/>
      </w:pPr>
    </w:p>
    <w:tbl>
      <w:tblPr>
        <w:tblW w:w="14220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3600"/>
        <w:gridCol w:w="1620"/>
        <w:gridCol w:w="1980"/>
        <w:gridCol w:w="1620"/>
        <w:gridCol w:w="1620"/>
        <w:gridCol w:w="3780"/>
      </w:tblGrid>
      <w:tr w:rsidR="00D217FB" w:rsidRPr="00286F40" w:rsidTr="001F6C5B">
        <w:tc>
          <w:tcPr>
            <w:tcW w:w="3600" w:type="dxa"/>
            <w:vMerge w:val="restart"/>
            <w:vAlign w:val="center"/>
          </w:tcPr>
          <w:p w:rsidR="00D217FB" w:rsidRPr="00A92AB5" w:rsidRDefault="00D217FB" w:rsidP="00A92AB5">
            <w:pPr>
              <w:tabs>
                <w:tab w:val="left" w:pos="1134"/>
              </w:tabs>
              <w:spacing w:before="40"/>
              <w:rPr>
                <w:sz w:val="20"/>
                <w:szCs w:val="20"/>
              </w:rPr>
            </w:pPr>
            <w:r w:rsidRPr="00A92AB5">
              <w:rPr>
                <w:sz w:val="20"/>
                <w:szCs w:val="20"/>
              </w:rPr>
              <w:t>Муниципальная программа, подпрограмма</w:t>
            </w:r>
          </w:p>
        </w:tc>
        <w:tc>
          <w:tcPr>
            <w:tcW w:w="1620" w:type="dxa"/>
            <w:vAlign w:val="center"/>
          </w:tcPr>
          <w:p w:rsidR="00D217FB" w:rsidRPr="008B475F" w:rsidRDefault="00D217FB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0" w:type="dxa"/>
            <w:vAlign w:val="center"/>
          </w:tcPr>
          <w:p w:rsidR="00D217FB" w:rsidRPr="008B475F" w:rsidRDefault="00D217FB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620" w:type="dxa"/>
            <w:vAlign w:val="center"/>
          </w:tcPr>
          <w:p w:rsidR="00D217FB" w:rsidRPr="008B475F" w:rsidRDefault="00D217FB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Степень реализации мероприятий </w:t>
            </w:r>
          </w:p>
        </w:tc>
        <w:tc>
          <w:tcPr>
            <w:tcW w:w="1620" w:type="dxa"/>
            <w:vAlign w:val="center"/>
          </w:tcPr>
          <w:p w:rsidR="00D217FB" w:rsidRPr="008B475F" w:rsidRDefault="00D217FB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соответствия запланированному уровню расходов</w:t>
            </w:r>
          </w:p>
        </w:tc>
        <w:tc>
          <w:tcPr>
            <w:tcW w:w="3780" w:type="dxa"/>
            <w:vAlign w:val="center"/>
          </w:tcPr>
          <w:p w:rsidR="00D217FB" w:rsidRPr="008B475F" w:rsidRDefault="00D217FB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D217FB" w:rsidRPr="00286F40" w:rsidTr="001F6C5B">
        <w:tc>
          <w:tcPr>
            <w:tcW w:w="3600" w:type="dxa"/>
            <w:vMerge/>
            <w:vAlign w:val="center"/>
          </w:tcPr>
          <w:p w:rsidR="00D217FB" w:rsidRPr="00A92AB5" w:rsidRDefault="00D217FB" w:rsidP="00A92AB5">
            <w:pPr>
              <w:tabs>
                <w:tab w:val="left" w:pos="1134"/>
              </w:tabs>
              <w:spacing w:before="40"/>
              <w:rPr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:rsidR="00D217FB" w:rsidRPr="008B475F" w:rsidRDefault="00D217FB" w:rsidP="008B475F">
            <w:pPr>
              <w:tabs>
                <w:tab w:val="left" w:pos="1134"/>
              </w:tabs>
              <w:spacing w:before="40"/>
              <w:jc w:val="center"/>
            </w:pPr>
            <w:r w:rsidRPr="004B6DE7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270FE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9270F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Р 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2" o:title="" chromakey="white"/>
                </v:shape>
              </w:pict>
            </w:r>
          </w:p>
        </w:tc>
        <w:tc>
          <w:tcPr>
            <w:tcW w:w="1980" w:type="dxa"/>
            <w:vAlign w:val="center"/>
          </w:tcPr>
          <w:p w:rsidR="00D217FB" w:rsidRPr="008B475F" w:rsidRDefault="00D217FB" w:rsidP="008B475F">
            <w:pPr>
              <w:tabs>
                <w:tab w:val="left" w:pos="1134"/>
              </w:tabs>
              <w:spacing w:before="40"/>
              <w:jc w:val="center"/>
            </w:pPr>
            <w:r w:rsidRPr="004B6DE7">
              <w:pict>
                <v:shape id="_x0000_i1026" type="#_x0000_t75" style="width:47.25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405D7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2405D7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џ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D217FB" w:rsidRPr="008B475F" w:rsidRDefault="00D217FB" w:rsidP="008B475F">
            <w:pPr>
              <w:tabs>
                <w:tab w:val="left" w:pos="1134"/>
              </w:tabs>
              <w:spacing w:before="40"/>
              <w:jc w:val="center"/>
            </w:pPr>
            <w:r w:rsidRPr="004B6DE7">
              <w:pict>
                <v:shape id="_x0000_i1027" type="#_x0000_t75" style="width:48pt;height:13.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90DDE&quot;/&gt;&lt;wsp:rsid wsp:val=&quot;00EE0597&quot;/&gt;&lt;wsp:rsid wsp:val=&quot;00F30378&quot;/&gt;&lt;/wsp:rsids&gt;&lt;/w:docPr&gt;&lt;w:body&gt;&lt;w:p wsp:rsidR=&quot;00000000&quot; wsp:rsidRDefault=&quot;00E90DD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њ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D217FB" w:rsidRPr="008B475F" w:rsidRDefault="00D217FB" w:rsidP="008B475F">
            <w:pPr>
              <w:tabs>
                <w:tab w:val="left" w:pos="1134"/>
              </w:tabs>
              <w:spacing w:before="40"/>
              <w:jc w:val="center"/>
            </w:pPr>
            <w:r w:rsidRPr="004B6DE7">
              <w:pict>
                <v:shape id="_x0000_i1028" type="#_x0000_t75" style="width:21.75pt;height:12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B1321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B1321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Ў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ЈР—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" o:title="" chromakey="white"/>
                </v:shape>
              </w:pict>
            </w:r>
          </w:p>
        </w:tc>
        <w:tc>
          <w:tcPr>
            <w:tcW w:w="3780" w:type="dxa"/>
            <w:vAlign w:val="center"/>
          </w:tcPr>
          <w:p w:rsidR="00D217FB" w:rsidRPr="008B475F" w:rsidRDefault="00D217FB" w:rsidP="008B475F">
            <w:pPr>
              <w:tabs>
                <w:tab w:val="left" w:pos="1134"/>
              </w:tabs>
              <w:spacing w:before="40"/>
              <w:jc w:val="center"/>
            </w:pPr>
            <w:r w:rsidRPr="004B6DE7">
              <w:pict>
                <v:shape id="_x0000_i1029" type="#_x0000_t75" style="width:18pt;height:12.75pt" equationxml="&lt;?xml version=&quot;1.0&quot; encoding=&quot;UTF-8&quot; standalone=&quot;yes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?mso-application progid=&quot;Word.Document&quot;?&gt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13CDD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13CDD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РЎ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</w:p>
        </w:tc>
      </w:tr>
      <w:tr w:rsidR="00D217FB" w:rsidRPr="006E4ED9" w:rsidTr="001F6C5B">
        <w:tc>
          <w:tcPr>
            <w:tcW w:w="3600" w:type="dxa"/>
          </w:tcPr>
          <w:p w:rsidR="00D217FB" w:rsidRPr="00A92AB5" w:rsidRDefault="00D217FB" w:rsidP="00A92AB5">
            <w:r>
              <w:t>МП «</w:t>
            </w:r>
            <w:r w:rsidRPr="00A92AB5">
              <w:t xml:space="preserve"> О мероприятиях, проводимых администрацией Старотитаровского сельского поселения Темрюкского района к праздничным дням и памятным датам» на 2015 год</w:t>
            </w:r>
          </w:p>
          <w:p w:rsidR="00D217FB" w:rsidRPr="00A92AB5" w:rsidRDefault="00D217FB" w:rsidP="00A92AB5">
            <w:r w:rsidRPr="00A92AB5">
              <w:t>за счет всех источников финансирования</w:t>
            </w:r>
          </w:p>
          <w:p w:rsidR="00D217FB" w:rsidRPr="00A92AB5" w:rsidRDefault="00D217FB" w:rsidP="00A92AB5">
            <w:pPr>
              <w:rPr>
                <w:sz w:val="20"/>
                <w:szCs w:val="20"/>
              </w:rPr>
            </w:pPr>
          </w:p>
          <w:p w:rsidR="00D217FB" w:rsidRPr="00A92AB5" w:rsidRDefault="00D217FB" w:rsidP="00A92AB5">
            <w:pPr>
              <w:tabs>
                <w:tab w:val="left" w:pos="1134"/>
              </w:tabs>
              <w:spacing w:before="40"/>
              <w:rPr>
                <w:sz w:val="20"/>
                <w:szCs w:val="20"/>
              </w:rPr>
            </w:pPr>
          </w:p>
        </w:tc>
        <w:tc>
          <w:tcPr>
            <w:tcW w:w="1620" w:type="dxa"/>
          </w:tcPr>
          <w:p w:rsidR="00D217FB" w:rsidRPr="00E5770B" w:rsidRDefault="00D217FB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980" w:type="dxa"/>
          </w:tcPr>
          <w:p w:rsidR="00D217FB" w:rsidRPr="00E5770B" w:rsidRDefault="00D217FB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D217FB" w:rsidRPr="00E5770B" w:rsidRDefault="00D217FB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620" w:type="dxa"/>
          </w:tcPr>
          <w:p w:rsidR="00D217FB" w:rsidRPr="00E5770B" w:rsidRDefault="00D217FB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780" w:type="dxa"/>
          </w:tcPr>
          <w:p w:rsidR="00D217FB" w:rsidRPr="00E5770B" w:rsidRDefault="00D217FB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 w:rsidRPr="00E5770B">
              <w:rPr>
                <w:b/>
                <w:sz w:val="18"/>
                <w:szCs w:val="18"/>
              </w:rPr>
              <w:t>1</w:t>
            </w:r>
          </w:p>
        </w:tc>
      </w:tr>
    </w:tbl>
    <w:p w:rsidR="00D217FB" w:rsidRDefault="00D217FB" w:rsidP="00E355B4">
      <w:pPr>
        <w:tabs>
          <w:tab w:val="left" w:pos="1134"/>
        </w:tabs>
        <w:ind w:left="851"/>
        <w:jc w:val="both"/>
      </w:pPr>
    </w:p>
    <w:p w:rsidR="00D217FB" w:rsidRDefault="00D217FB" w:rsidP="00263A2B">
      <w:pPr>
        <w:tabs>
          <w:tab w:val="left" w:pos="1134"/>
        </w:tabs>
        <w:ind w:left="851"/>
        <w:jc w:val="both"/>
      </w:pPr>
    </w:p>
    <w:p w:rsidR="00D217FB" w:rsidRDefault="00D217FB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sectPr w:rsidR="00D217FB" w:rsidSect="00263A2B">
      <w:headerReference w:type="default" r:id="rId17"/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7FB" w:rsidRDefault="00D217FB" w:rsidP="00E1044C">
      <w:r>
        <w:separator/>
      </w:r>
    </w:p>
  </w:endnote>
  <w:endnote w:type="continuationSeparator" w:id="0">
    <w:p w:rsidR="00D217FB" w:rsidRDefault="00D217FB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7FB" w:rsidRDefault="00D217FB" w:rsidP="00E1044C">
      <w:r>
        <w:separator/>
      </w:r>
    </w:p>
  </w:footnote>
  <w:footnote w:type="continuationSeparator" w:id="0">
    <w:p w:rsidR="00D217FB" w:rsidRDefault="00D217FB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7FB" w:rsidRDefault="00D217FB">
    <w:pPr>
      <w:pStyle w:val="Header"/>
      <w:jc w:val="center"/>
    </w:pPr>
    <w:r w:rsidRPr="00486D96">
      <w:rPr>
        <w:sz w:val="28"/>
        <w:szCs w:val="28"/>
      </w:rPr>
      <w:fldChar w:fldCharType="begin"/>
    </w:r>
    <w:r w:rsidRPr="00486D96">
      <w:rPr>
        <w:sz w:val="28"/>
        <w:szCs w:val="28"/>
      </w:rPr>
      <w:instrText>PAGE   \* MERGEFORMAT</w:instrText>
    </w:r>
    <w:r w:rsidRPr="00486D96">
      <w:rPr>
        <w:sz w:val="28"/>
        <w:szCs w:val="28"/>
      </w:rPr>
      <w:fldChar w:fldCharType="separate"/>
    </w:r>
    <w:r>
      <w:rPr>
        <w:noProof/>
        <w:sz w:val="28"/>
        <w:szCs w:val="28"/>
      </w:rPr>
      <w:t>7</w:t>
    </w:r>
    <w:r w:rsidRPr="00486D96">
      <w:rPr>
        <w:sz w:val="28"/>
        <w:szCs w:val="28"/>
      </w:rPr>
      <w:fldChar w:fldCharType="end"/>
    </w:r>
  </w:p>
  <w:p w:rsidR="00D217FB" w:rsidRDefault="00D217F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7FB" w:rsidRDefault="00D217FB">
    <w:pPr>
      <w:pStyle w:val="Header"/>
      <w:jc w:val="center"/>
    </w:pPr>
  </w:p>
  <w:p w:rsidR="00D217FB" w:rsidRDefault="00D217F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  <w:rPr>
        <w:rFonts w:cs="Times New Roman"/>
      </w:r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1C6"/>
    <w:rsid w:val="00003475"/>
    <w:rsid w:val="00011F7C"/>
    <w:rsid w:val="00033748"/>
    <w:rsid w:val="00047A74"/>
    <w:rsid w:val="00074EBB"/>
    <w:rsid w:val="000B28F5"/>
    <w:rsid w:val="001064AA"/>
    <w:rsid w:val="00107AB8"/>
    <w:rsid w:val="001348C0"/>
    <w:rsid w:val="00144ADF"/>
    <w:rsid w:val="00145A22"/>
    <w:rsid w:val="001772B4"/>
    <w:rsid w:val="001A3D6E"/>
    <w:rsid w:val="001B5607"/>
    <w:rsid w:val="001E4551"/>
    <w:rsid w:val="001F6C5B"/>
    <w:rsid w:val="00203CC1"/>
    <w:rsid w:val="002354BB"/>
    <w:rsid w:val="00256EB2"/>
    <w:rsid w:val="0026218A"/>
    <w:rsid w:val="00263A2B"/>
    <w:rsid w:val="002709EC"/>
    <w:rsid w:val="002757CC"/>
    <w:rsid w:val="00276912"/>
    <w:rsid w:val="00286F40"/>
    <w:rsid w:val="00291FB0"/>
    <w:rsid w:val="002A0529"/>
    <w:rsid w:val="002B0DD4"/>
    <w:rsid w:val="002C0E6C"/>
    <w:rsid w:val="002E7AE3"/>
    <w:rsid w:val="00304CE6"/>
    <w:rsid w:val="0032350C"/>
    <w:rsid w:val="00372E4E"/>
    <w:rsid w:val="003732ED"/>
    <w:rsid w:val="003B30CF"/>
    <w:rsid w:val="003C07D1"/>
    <w:rsid w:val="003D424D"/>
    <w:rsid w:val="003E729F"/>
    <w:rsid w:val="003F5067"/>
    <w:rsid w:val="003F65B7"/>
    <w:rsid w:val="0042508C"/>
    <w:rsid w:val="00436361"/>
    <w:rsid w:val="00442A36"/>
    <w:rsid w:val="00473A63"/>
    <w:rsid w:val="00486D96"/>
    <w:rsid w:val="00496101"/>
    <w:rsid w:val="004B4F4A"/>
    <w:rsid w:val="004B6DE7"/>
    <w:rsid w:val="004F4102"/>
    <w:rsid w:val="00562830"/>
    <w:rsid w:val="00587E76"/>
    <w:rsid w:val="005A28CA"/>
    <w:rsid w:val="005B265F"/>
    <w:rsid w:val="005B4E99"/>
    <w:rsid w:val="005F45A4"/>
    <w:rsid w:val="00602478"/>
    <w:rsid w:val="006073EF"/>
    <w:rsid w:val="00624700"/>
    <w:rsid w:val="00632453"/>
    <w:rsid w:val="00663EB6"/>
    <w:rsid w:val="006800DC"/>
    <w:rsid w:val="0069662E"/>
    <w:rsid w:val="006E4ED9"/>
    <w:rsid w:val="00713E71"/>
    <w:rsid w:val="00717C20"/>
    <w:rsid w:val="00720160"/>
    <w:rsid w:val="00756CB9"/>
    <w:rsid w:val="007A0DD2"/>
    <w:rsid w:val="007A3750"/>
    <w:rsid w:val="007C3A7B"/>
    <w:rsid w:val="007D0A21"/>
    <w:rsid w:val="007E44FE"/>
    <w:rsid w:val="007E7EFA"/>
    <w:rsid w:val="007F36A6"/>
    <w:rsid w:val="00804838"/>
    <w:rsid w:val="00850A3C"/>
    <w:rsid w:val="00882A62"/>
    <w:rsid w:val="00885670"/>
    <w:rsid w:val="00886E7B"/>
    <w:rsid w:val="008940AC"/>
    <w:rsid w:val="008A369A"/>
    <w:rsid w:val="008A4228"/>
    <w:rsid w:val="008B475F"/>
    <w:rsid w:val="008D61C1"/>
    <w:rsid w:val="00912C49"/>
    <w:rsid w:val="00927C64"/>
    <w:rsid w:val="00954CEC"/>
    <w:rsid w:val="00976B0E"/>
    <w:rsid w:val="009C5F38"/>
    <w:rsid w:val="009D6FC6"/>
    <w:rsid w:val="009E77C7"/>
    <w:rsid w:val="00A061C6"/>
    <w:rsid w:val="00A2306F"/>
    <w:rsid w:val="00A34D56"/>
    <w:rsid w:val="00A4608F"/>
    <w:rsid w:val="00A54CE3"/>
    <w:rsid w:val="00A837D0"/>
    <w:rsid w:val="00A858B0"/>
    <w:rsid w:val="00A85A55"/>
    <w:rsid w:val="00A92AB5"/>
    <w:rsid w:val="00AA23A9"/>
    <w:rsid w:val="00AC7DAC"/>
    <w:rsid w:val="00AF5C5E"/>
    <w:rsid w:val="00AF7B05"/>
    <w:rsid w:val="00B0091B"/>
    <w:rsid w:val="00B0366E"/>
    <w:rsid w:val="00B0503E"/>
    <w:rsid w:val="00B45B21"/>
    <w:rsid w:val="00B546B2"/>
    <w:rsid w:val="00B60CF2"/>
    <w:rsid w:val="00B64258"/>
    <w:rsid w:val="00B73C78"/>
    <w:rsid w:val="00B76DE6"/>
    <w:rsid w:val="00B84A0D"/>
    <w:rsid w:val="00B90843"/>
    <w:rsid w:val="00BB0BC9"/>
    <w:rsid w:val="00C2318A"/>
    <w:rsid w:val="00C4197A"/>
    <w:rsid w:val="00C4631F"/>
    <w:rsid w:val="00C759F4"/>
    <w:rsid w:val="00C92188"/>
    <w:rsid w:val="00C93822"/>
    <w:rsid w:val="00C939EC"/>
    <w:rsid w:val="00CC73F7"/>
    <w:rsid w:val="00CD1066"/>
    <w:rsid w:val="00CD4C11"/>
    <w:rsid w:val="00CD5D80"/>
    <w:rsid w:val="00D217FB"/>
    <w:rsid w:val="00D34517"/>
    <w:rsid w:val="00D500B6"/>
    <w:rsid w:val="00D5479E"/>
    <w:rsid w:val="00D60E8A"/>
    <w:rsid w:val="00D70EE0"/>
    <w:rsid w:val="00DB7C47"/>
    <w:rsid w:val="00DD0305"/>
    <w:rsid w:val="00DD322D"/>
    <w:rsid w:val="00DE2B0D"/>
    <w:rsid w:val="00DE7187"/>
    <w:rsid w:val="00DF364D"/>
    <w:rsid w:val="00DF5276"/>
    <w:rsid w:val="00E1044C"/>
    <w:rsid w:val="00E27842"/>
    <w:rsid w:val="00E32DE4"/>
    <w:rsid w:val="00E330CB"/>
    <w:rsid w:val="00E339A4"/>
    <w:rsid w:val="00E355B4"/>
    <w:rsid w:val="00E40EDE"/>
    <w:rsid w:val="00E44696"/>
    <w:rsid w:val="00E5770B"/>
    <w:rsid w:val="00E74F97"/>
    <w:rsid w:val="00EA1711"/>
    <w:rsid w:val="00EB29D1"/>
    <w:rsid w:val="00EB712B"/>
    <w:rsid w:val="00EE0597"/>
    <w:rsid w:val="00F2630D"/>
    <w:rsid w:val="00F30378"/>
    <w:rsid w:val="00F369E4"/>
    <w:rsid w:val="00FA0A43"/>
    <w:rsid w:val="00FA180E"/>
    <w:rsid w:val="00FB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4B4F4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aliases w:val="Main heading,H1,Заголов,1,ch,Глава,(раздел),Раздел Договора,&quot;Алмаз&quot;,Head 1,Заголовок главы"/>
    <w:basedOn w:val="Normal"/>
    <w:next w:val="Normal"/>
    <w:link w:val="Heading1Char"/>
    <w:uiPriority w:val="99"/>
    <w:qFormat/>
    <w:rsid w:val="00263A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Heading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Normal"/>
    <w:next w:val="BodyTextIndent"/>
    <w:link w:val="Heading2Char"/>
    <w:uiPriority w:val="9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Main heading Char,H1 Char,Заголов Char,1 Char,ch Char,Глава Char,(раздел) Char,Раздел Договора Char,&quot;Алмаз&quot; Char,Head 1 Char,Заголовок главы Char"/>
    <w:basedOn w:val="DefaultParagraphFont"/>
    <w:link w:val="Heading1"/>
    <w:uiPriority w:val="99"/>
    <w:locked/>
    <w:rsid w:val="00263A2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aliases w:val="Major Char,&quot;Изумруд&quot; Char,H2 Char,Заголовок 2 Знак Знак Знак Знак Знак Знак Знак Знак Знак Знак Знак Знак Char,Заголовок раздела Char,Заголовок для  раздела Char"/>
    <w:basedOn w:val="DefaultParagraphFont"/>
    <w:link w:val="Heading2"/>
    <w:uiPriority w:val="99"/>
    <w:locked/>
    <w:rsid w:val="00263A2B"/>
    <w:rPr>
      <w:rFonts w:ascii="Arial" w:hAnsi="Arial" w:cs="Times New Roman"/>
      <w:b/>
      <w:sz w:val="28"/>
      <w:szCs w:val="28"/>
    </w:rPr>
  </w:style>
  <w:style w:type="paragraph" w:styleId="NormalWeb">
    <w:name w:val="Normal (Web)"/>
    <w:basedOn w:val="Normal"/>
    <w:uiPriority w:val="99"/>
    <w:rsid w:val="00EE0597"/>
    <w:pPr>
      <w:spacing w:before="100" w:beforeAutospacing="1" w:after="100" w:afterAutospacing="1"/>
    </w:pPr>
  </w:style>
  <w:style w:type="paragraph" w:styleId="BodyText">
    <w:name w:val="Body Text"/>
    <w:aliases w:val="Основной текст1,Основной текст Знак Знак,bt"/>
    <w:basedOn w:val="Normal"/>
    <w:link w:val="BodyTextChar"/>
    <w:uiPriority w:val="99"/>
    <w:rsid w:val="004B4F4A"/>
    <w:pPr>
      <w:jc w:val="center"/>
    </w:pPr>
    <w:rPr>
      <w:sz w:val="28"/>
    </w:rPr>
  </w:style>
  <w:style w:type="character" w:customStyle="1" w:styleId="BodyTextChar">
    <w:name w:val="Body Text Char"/>
    <w:aliases w:val="Основной текст1 Char,Основной текст Знак Знак Char,bt Char"/>
    <w:basedOn w:val="DefaultParagraphFont"/>
    <w:link w:val="BodyText"/>
    <w:uiPriority w:val="99"/>
    <w:locked/>
    <w:rsid w:val="004B4F4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uiPriority w:val="99"/>
    <w:rsid w:val="004B4F4A"/>
    <w:rPr>
      <w:rFonts w:eastAsia="Times New Roman"/>
      <w:lang w:eastAsia="en-US"/>
    </w:rPr>
  </w:style>
  <w:style w:type="paragraph" w:customStyle="1" w:styleId="10">
    <w:name w:val="Абзац списка1"/>
    <w:basedOn w:val="Normal"/>
    <w:uiPriority w:val="99"/>
    <w:rsid w:val="004B4F4A"/>
    <w:pPr>
      <w:suppressAutoHyphens/>
      <w:ind w:left="720"/>
    </w:pPr>
    <w:rPr>
      <w:szCs w:val="20"/>
      <w:lang w:eastAsia="zh-CN"/>
    </w:rPr>
  </w:style>
  <w:style w:type="paragraph" w:styleId="NoSpacing">
    <w:name w:val="No Spacing"/>
    <w:uiPriority w:val="99"/>
    <w:qFormat/>
    <w:rsid w:val="00442A36"/>
    <w:rPr>
      <w:rFonts w:ascii="Times New Roman" w:hAnsi="Times New Roman" w:cs="Arial"/>
      <w:sz w:val="28"/>
      <w:szCs w:val="28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E2784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27842"/>
    <w:rPr>
      <w:rFonts w:ascii="Times New Roman" w:hAnsi="Times New Roman" w:cs="Times New Roman"/>
      <w:sz w:val="24"/>
      <w:szCs w:val="24"/>
      <w:lang w:eastAsia="ru-RU"/>
    </w:rPr>
  </w:style>
  <w:style w:type="paragraph" w:styleId="BodyText3">
    <w:name w:val="Body Text 3"/>
    <w:basedOn w:val="Normal"/>
    <w:link w:val="BodyText3Char"/>
    <w:uiPriority w:val="99"/>
    <w:rsid w:val="00E2784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2784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">
    <w:name w:val="Без интервала2"/>
    <w:uiPriority w:val="99"/>
    <w:rsid w:val="00E27842"/>
    <w:rPr>
      <w:rFonts w:eastAsia="Times New Roman"/>
      <w:lang w:eastAsia="en-US"/>
    </w:rPr>
  </w:style>
  <w:style w:type="paragraph" w:customStyle="1" w:styleId="ConsPlusTitle">
    <w:name w:val="ConsPlusTitle"/>
    <w:uiPriority w:val="99"/>
    <w:rsid w:val="00E278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styleId="Emphasis">
    <w:name w:val="Emphasis"/>
    <w:basedOn w:val="DefaultParagraphFont"/>
    <w:uiPriority w:val="99"/>
    <w:qFormat/>
    <w:rsid w:val="00E27842"/>
    <w:rPr>
      <w:rFonts w:cs="Times New Roman"/>
      <w:i/>
    </w:rPr>
  </w:style>
  <w:style w:type="paragraph" w:styleId="BlockText">
    <w:name w:val="Block Text"/>
    <w:basedOn w:val="Normal"/>
    <w:uiPriority w:val="99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632453"/>
    <w:rPr>
      <w:rFonts w:cs="Times New Roman"/>
    </w:rPr>
  </w:style>
  <w:style w:type="paragraph" w:styleId="ListParagraph">
    <w:name w:val="List Paragraph"/>
    <w:basedOn w:val="Normal"/>
    <w:link w:val="ListParagraphChar"/>
    <w:uiPriority w:val="99"/>
    <w:qFormat/>
    <w:rsid w:val="00632453"/>
    <w:pPr>
      <w:ind w:left="720"/>
      <w:contextualSpacing/>
    </w:pPr>
    <w:rPr>
      <w:rFonts w:eastAsia="Calibri"/>
      <w:szCs w:val="20"/>
    </w:rPr>
  </w:style>
  <w:style w:type="character" w:styleId="Strong">
    <w:name w:val="Strong"/>
    <w:basedOn w:val="DefaultParagraphFont"/>
    <w:uiPriority w:val="99"/>
    <w:qFormat/>
    <w:rsid w:val="00632453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632453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961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6101"/>
    <w:rPr>
      <w:rFonts w:ascii="Tahoma" w:hAnsi="Tahoma" w:cs="Tahoma"/>
      <w:sz w:val="16"/>
      <w:szCs w:val="16"/>
      <w:lang w:eastAsia="ru-RU"/>
    </w:rPr>
  </w:style>
  <w:style w:type="character" w:customStyle="1" w:styleId="ListParagraphChar">
    <w:name w:val="List Paragraph Char"/>
    <w:link w:val="ListParagraph"/>
    <w:uiPriority w:val="99"/>
    <w:locked/>
    <w:rsid w:val="00850A3C"/>
    <w:rPr>
      <w:rFonts w:ascii="Times New Roman" w:hAnsi="Times New Roman"/>
      <w:sz w:val="24"/>
      <w:lang w:eastAsia="ru-RU"/>
    </w:rPr>
  </w:style>
  <w:style w:type="table" w:styleId="TableGrid">
    <w:name w:val="Table Grid"/>
    <w:basedOn w:val="TableNormal"/>
    <w:uiPriority w:val="99"/>
    <w:rsid w:val="00A34D5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99"/>
    <w:qFormat/>
    <w:rsid w:val="00263A2B"/>
    <w:pPr>
      <w:outlineLvl w:val="9"/>
    </w:pPr>
    <w:rPr>
      <w:lang w:eastAsia="ru-RU"/>
    </w:rPr>
  </w:style>
  <w:style w:type="paragraph" w:styleId="TOC1">
    <w:name w:val="toc 1"/>
    <w:basedOn w:val="Normal"/>
    <w:next w:val="Normal"/>
    <w:autoRedefine/>
    <w:uiPriority w:val="99"/>
    <w:rsid w:val="00263A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OC2">
    <w:name w:val="toc 2"/>
    <w:basedOn w:val="Normal"/>
    <w:next w:val="Normal"/>
    <w:autoRedefine/>
    <w:uiPriority w:val="99"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0">
    <w:name w:val="Сетка таблицы2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263A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263A2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263A2B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263A2B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Heading1"/>
    <w:next w:val="Heading2"/>
    <w:uiPriority w:val="99"/>
    <w:rsid w:val="00263A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Title">
    <w:name w:val="Title"/>
    <w:basedOn w:val="Normal"/>
    <w:next w:val="Subtitle"/>
    <w:link w:val="TitleChar"/>
    <w:uiPriority w:val="99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TitleChar">
    <w:name w:val="Title Char"/>
    <w:basedOn w:val="DefaultParagraphFont"/>
    <w:link w:val="Title"/>
    <w:uiPriority w:val="99"/>
    <w:locked/>
    <w:rsid w:val="00263A2B"/>
    <w:rPr>
      <w:rFonts w:ascii="Times New Roman" w:hAnsi="Times New Roman" w:cs="Times New Roman"/>
      <w:b/>
      <w:sz w:val="20"/>
      <w:szCs w:val="20"/>
      <w:u w:val="single"/>
      <w:lang w:eastAsia="ar-SA" w:bidi="ar-SA"/>
    </w:rPr>
  </w:style>
  <w:style w:type="paragraph" w:styleId="Subtitle">
    <w:name w:val="Subtitle"/>
    <w:basedOn w:val="Normal"/>
    <w:next w:val="Normal"/>
    <w:link w:val="SubtitleChar"/>
    <w:uiPriority w:val="99"/>
    <w:qFormat/>
    <w:rsid w:val="00263A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63A2B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263A2B"/>
    <w:pPr>
      <w:ind w:firstLine="567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263A2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st">
    <w:name w:val="st"/>
    <w:basedOn w:val="DefaultParagraphFont"/>
    <w:uiPriority w:val="99"/>
    <w:rsid w:val="00263A2B"/>
    <w:rPr>
      <w:rFonts w:cs="Times New Roman"/>
    </w:rPr>
  </w:style>
  <w:style w:type="table" w:customStyle="1" w:styleId="12">
    <w:name w:val="Сетка таблицы12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uiPriority w:val="99"/>
    <w:rsid w:val="00263A2B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рижатый влево"/>
    <w:basedOn w:val="Normal"/>
    <w:next w:val="Normal"/>
    <w:uiPriority w:val="99"/>
    <w:rsid w:val="003B30CF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customStyle="1" w:styleId="a0">
    <w:name w:val="Нормальный (таблица)"/>
    <w:basedOn w:val="Normal"/>
    <w:next w:val="Normal"/>
    <w:uiPriority w:val="99"/>
    <w:rsid w:val="003B30CF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character" w:customStyle="1" w:styleId="a1">
    <w:name w:val="Гипертекстовая ссылка"/>
    <w:basedOn w:val="DefaultParagraphFont"/>
    <w:uiPriority w:val="99"/>
    <w:rsid w:val="00A4608F"/>
    <w:rPr>
      <w:rFonts w:cs="Times New Roman"/>
      <w:b/>
      <w:bCs/>
      <w:color w:val="106BBE"/>
    </w:rPr>
  </w:style>
  <w:style w:type="character" w:styleId="PageNumber">
    <w:name w:val="page number"/>
    <w:basedOn w:val="DefaultParagraphFont"/>
    <w:uiPriority w:val="99"/>
    <w:rsid w:val="00203CC1"/>
    <w:rPr>
      <w:rFonts w:cs="Times New Roman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203CC1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rFonts w:eastAsia="Calibri"/>
      <w:color w:val="333333"/>
      <w:sz w:val="28"/>
      <w:szCs w:val="28"/>
    </w:rPr>
  </w:style>
  <w:style w:type="paragraph" w:customStyle="1" w:styleId="Default">
    <w:name w:val="Default"/>
    <w:uiPriority w:val="99"/>
    <w:rsid w:val="004250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14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2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2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14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142393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728142394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728142396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1728142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16DK3O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395</TotalTime>
  <Pages>8</Pages>
  <Words>1219</Words>
  <Characters>6950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35</cp:revision>
  <cp:lastPrinted>2014-09-16T06:37:00Z</cp:lastPrinted>
  <dcterms:created xsi:type="dcterms:W3CDTF">2014-09-16T06:37:00Z</dcterms:created>
  <dcterms:modified xsi:type="dcterms:W3CDTF">2016-02-18T11:41:00Z</dcterms:modified>
</cp:coreProperties>
</file>