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F323B8" w:rsidRPr="004E6D75" w:rsidTr="00957C3C">
        <w:tc>
          <w:tcPr>
            <w:tcW w:w="9322" w:type="dxa"/>
          </w:tcPr>
          <w:p w:rsidR="00F323B8" w:rsidRPr="004E6D75" w:rsidRDefault="00F323B8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F323B8" w:rsidRPr="00C96AAF" w:rsidRDefault="00F323B8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F323B8" w:rsidRDefault="00F323B8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F323B8" w:rsidRPr="00377C00" w:rsidRDefault="00F323B8" w:rsidP="00377C00">
            <w:pPr>
              <w:jc w:val="right"/>
              <w:rPr>
                <w:szCs w:val="28"/>
              </w:rPr>
            </w:pPr>
            <w:r w:rsidRPr="00377C00">
              <w:rPr>
                <w:szCs w:val="28"/>
              </w:rPr>
              <w:t xml:space="preserve">«Комплексное и устойчивое развитие Старотитаровского  сельского поселения Темрюкского района в сфере строительства, архитектуры и дорожного хозяйства» </w:t>
            </w:r>
          </w:p>
          <w:p w:rsidR="00F323B8" w:rsidRPr="004E6D75" w:rsidRDefault="00F323B8" w:rsidP="00377C00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F323B8" w:rsidRPr="006341E7" w:rsidRDefault="00F323B8" w:rsidP="003E51DA">
      <w:pPr>
        <w:ind w:firstLine="709"/>
        <w:rPr>
          <w:sz w:val="24"/>
          <w:szCs w:val="24"/>
        </w:rPr>
      </w:pPr>
    </w:p>
    <w:p w:rsidR="00F323B8" w:rsidRDefault="00F323B8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F323B8" w:rsidRPr="009674C5" w:rsidRDefault="00F323B8" w:rsidP="00377C00">
      <w:pPr>
        <w:jc w:val="center"/>
        <w:rPr>
          <w:b/>
          <w:szCs w:val="28"/>
        </w:rPr>
      </w:pPr>
      <w:r w:rsidRPr="00377C00">
        <w:rPr>
          <w:b/>
          <w:szCs w:val="28"/>
        </w:rPr>
        <w:t>«</w:t>
      </w:r>
      <w:r w:rsidRPr="00377C00">
        <w:rPr>
          <w:b/>
          <w:bCs/>
          <w:szCs w:val="28"/>
        </w:rPr>
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</w:r>
      <w:r w:rsidRPr="00245B4D">
        <w:rPr>
          <w:bCs/>
          <w:szCs w:val="28"/>
        </w:rPr>
        <w:t xml:space="preserve"> 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F323B8" w:rsidRPr="00DA00D1" w:rsidRDefault="00F323B8" w:rsidP="00377C00">
      <w:pPr>
        <w:jc w:val="center"/>
        <w:rPr>
          <w:b/>
          <w:szCs w:val="28"/>
        </w:rPr>
      </w:pPr>
    </w:p>
    <w:p w:rsidR="00F323B8" w:rsidRDefault="00F323B8" w:rsidP="003E51DA">
      <w:pPr>
        <w:jc w:val="center"/>
        <w:rPr>
          <w:b/>
          <w:szCs w:val="28"/>
        </w:rPr>
      </w:pPr>
    </w:p>
    <w:p w:rsidR="00F323B8" w:rsidRPr="009E44C2" w:rsidRDefault="00F323B8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F323B8" w:rsidRPr="009674C5" w:rsidRDefault="00F323B8" w:rsidP="00377C00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>
        <w:rPr>
          <w:b/>
          <w:szCs w:val="28"/>
        </w:rPr>
        <w:t xml:space="preserve"> </w:t>
      </w:r>
      <w:r w:rsidRPr="00377C00">
        <w:rPr>
          <w:b/>
          <w:szCs w:val="28"/>
        </w:rPr>
        <w:t>«</w:t>
      </w:r>
      <w:r w:rsidRPr="00377C00">
        <w:rPr>
          <w:b/>
          <w:bCs/>
          <w:szCs w:val="28"/>
        </w:rPr>
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</w:r>
      <w:r w:rsidRPr="00245B4D">
        <w:rPr>
          <w:bCs/>
          <w:szCs w:val="28"/>
        </w:rPr>
        <w:t xml:space="preserve"> 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F323B8" w:rsidRPr="009E44C2" w:rsidRDefault="00F323B8" w:rsidP="003E51DA">
      <w:pPr>
        <w:jc w:val="center"/>
        <w:rPr>
          <w:b/>
          <w:szCs w:val="28"/>
        </w:rPr>
      </w:pPr>
    </w:p>
    <w:p w:rsidR="00F323B8" w:rsidRDefault="00F323B8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F323B8" w:rsidRPr="00F470FB" w:rsidRDefault="00F323B8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главы </w:t>
            </w:r>
            <w:r w:rsidRPr="00F470FB"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F323B8" w:rsidRPr="00827FDC" w:rsidRDefault="00F323B8" w:rsidP="00F508F2">
            <w:pPr>
              <w:rPr>
                <w:b/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F323B8" w:rsidRPr="00E6543F" w:rsidRDefault="00F323B8" w:rsidP="00F508F2">
            <w:pPr>
              <w:contextualSpacing/>
              <w:rPr>
                <w:b/>
                <w:szCs w:val="28"/>
              </w:rPr>
            </w:pPr>
            <w:r>
              <w:t>с</w:t>
            </w:r>
            <w:r w:rsidRPr="00FE50AC">
              <w:t xml:space="preserve">одержание и ремонт автомобильных дорог </w:t>
            </w:r>
            <w:r>
              <w:t>общего пользования местного значения Старотитаровского сельского поселения Темрюкского района</w:t>
            </w:r>
            <w:r w:rsidRPr="00FE50AC">
              <w:t xml:space="preserve"> с повышением уровня безопасности, доступности и качества услуг транспортного комплекса для населения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F323B8" w:rsidRDefault="00F323B8" w:rsidP="00F508F2">
            <w:pPr>
              <w:rPr>
                <w:szCs w:val="28"/>
              </w:rPr>
            </w:pPr>
            <w:r w:rsidRPr="0013004E">
              <w:rPr>
                <w:szCs w:val="28"/>
              </w:rPr>
              <w:t>выполнение мероприятий по капитальному ремонту и ремонту автомобильных дорог</w:t>
            </w:r>
            <w:r>
              <w:rPr>
                <w:szCs w:val="28"/>
              </w:rPr>
              <w:t xml:space="preserve"> общего пользования</w:t>
            </w:r>
            <w:r w:rsidRPr="0013004E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местного значения </w:t>
            </w:r>
            <w:r w:rsidRPr="0013004E"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F323B8" w:rsidRPr="00487189" w:rsidRDefault="00F323B8" w:rsidP="00F508F2">
            <w:pPr>
              <w:rPr>
                <w:b/>
                <w:szCs w:val="28"/>
              </w:rPr>
            </w:pP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F323B8" w:rsidRDefault="00F323B8" w:rsidP="00F508F2">
            <w:pPr>
              <w:rPr>
                <w:szCs w:val="28"/>
              </w:rPr>
            </w:pPr>
            <w:r w:rsidRPr="00BF6493">
              <w:rPr>
                <w:szCs w:val="28"/>
              </w:rPr>
              <w:t>Текущий ремонт автомобильной дороги по пер. Ильича от ул. Коммунистической до ул. Ленина в ст. Старотитаровской</w:t>
            </w:r>
            <w:r>
              <w:rPr>
                <w:szCs w:val="28"/>
              </w:rPr>
              <w:t xml:space="preserve"> (</w:t>
            </w:r>
            <w:smartTag w:uri="urn:schemas-microsoft-com:office:smarttags" w:element="metricconverter">
              <w:smartTagPr>
                <w:attr w:name="ProductID" w:val="0,3 км"/>
              </w:smartTagPr>
              <w:r>
                <w:rPr>
                  <w:szCs w:val="28"/>
                </w:rPr>
                <w:t>0,3 км</w:t>
              </w:r>
            </w:smartTag>
            <w:r>
              <w:rPr>
                <w:szCs w:val="28"/>
              </w:rPr>
              <w:t>)</w:t>
            </w:r>
          </w:p>
          <w:p w:rsidR="00F323B8" w:rsidRPr="00A1449D" w:rsidRDefault="00F323B8" w:rsidP="00F508F2">
            <w:pPr>
              <w:rPr>
                <w:szCs w:val="28"/>
              </w:rPr>
            </w:pP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F323B8" w:rsidRDefault="00F323B8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F323B8" w:rsidRPr="002503EF" w:rsidRDefault="00F323B8" w:rsidP="00F508F2">
            <w:pPr>
              <w:rPr>
                <w:szCs w:val="28"/>
              </w:rPr>
            </w:pP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F323B8" w:rsidRPr="009011B8" w:rsidRDefault="00F323B8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F323B8" w:rsidRPr="002940B0" w:rsidRDefault="00F323B8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F323B8" w:rsidRPr="002940B0" w:rsidRDefault="00F323B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F323B8" w:rsidRPr="002940B0" w:rsidRDefault="00F323B8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F323B8" w:rsidRPr="002940B0" w:rsidRDefault="00F323B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F323B8" w:rsidRPr="002940B0" w:rsidRDefault="00F323B8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F323B8" w:rsidRPr="002940B0" w:rsidRDefault="00F323B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F323B8" w:rsidRPr="002940B0" w:rsidRDefault="00F323B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F323B8" w:rsidRPr="002940B0" w:rsidRDefault="00F323B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200,0</w:t>
            </w:r>
          </w:p>
        </w:tc>
        <w:tc>
          <w:tcPr>
            <w:tcW w:w="1808" w:type="dxa"/>
            <w:vAlign w:val="center"/>
          </w:tcPr>
          <w:p w:rsidR="00F323B8" w:rsidRPr="002940B0" w:rsidRDefault="00F323B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323B8" w:rsidRPr="002940B0" w:rsidRDefault="00F323B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323B8" w:rsidRPr="002940B0" w:rsidRDefault="00F323B8" w:rsidP="0096337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200,0</w:t>
            </w:r>
          </w:p>
        </w:tc>
        <w:tc>
          <w:tcPr>
            <w:tcW w:w="2019" w:type="dxa"/>
            <w:vAlign w:val="center"/>
          </w:tcPr>
          <w:p w:rsidR="00F323B8" w:rsidRPr="002940B0" w:rsidRDefault="00F323B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F323B8" w:rsidRPr="002940B0" w:rsidRDefault="00F323B8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F323B8" w:rsidRPr="002940B0" w:rsidRDefault="00F323B8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F323B8" w:rsidRPr="002940B0" w:rsidRDefault="00F323B8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F323B8" w:rsidRPr="002940B0" w:rsidRDefault="00F323B8" w:rsidP="0096337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323B8" w:rsidRPr="002940B0" w:rsidRDefault="00F323B8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F323B8" w:rsidRPr="002940B0" w:rsidRDefault="00F323B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200,0</w:t>
            </w:r>
          </w:p>
        </w:tc>
        <w:tc>
          <w:tcPr>
            <w:tcW w:w="1808" w:type="dxa"/>
            <w:vAlign w:val="center"/>
          </w:tcPr>
          <w:p w:rsidR="00F323B8" w:rsidRPr="002940B0" w:rsidRDefault="00F323B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323B8" w:rsidRPr="002940B0" w:rsidRDefault="00F323B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323B8" w:rsidRPr="002940B0" w:rsidRDefault="00F323B8" w:rsidP="0096337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200,0</w:t>
            </w:r>
          </w:p>
        </w:tc>
        <w:tc>
          <w:tcPr>
            <w:tcW w:w="2019" w:type="dxa"/>
            <w:vAlign w:val="center"/>
          </w:tcPr>
          <w:p w:rsidR="00F323B8" w:rsidRPr="002940B0" w:rsidRDefault="00F323B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323B8" w:rsidRPr="009E44C2" w:rsidTr="00F508F2">
        <w:tc>
          <w:tcPr>
            <w:tcW w:w="14560" w:type="dxa"/>
            <w:gridSpan w:val="6"/>
          </w:tcPr>
          <w:p w:rsidR="00F323B8" w:rsidRPr="002940B0" w:rsidRDefault="00F323B8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F323B8" w:rsidRPr="002940B0" w:rsidRDefault="00F323B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323B8" w:rsidRPr="002940B0" w:rsidRDefault="00F323B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323B8" w:rsidRPr="002940B0" w:rsidRDefault="00F323B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323B8" w:rsidRPr="002940B0" w:rsidRDefault="00F323B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323B8" w:rsidRPr="002940B0" w:rsidRDefault="00F323B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F323B8" w:rsidRPr="002940B0" w:rsidRDefault="00F323B8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F323B8" w:rsidRPr="002940B0" w:rsidRDefault="00F323B8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F323B8" w:rsidRPr="002940B0" w:rsidRDefault="00F323B8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F323B8" w:rsidRPr="002940B0" w:rsidRDefault="00F323B8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323B8" w:rsidRPr="002940B0" w:rsidRDefault="00F323B8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F323B8" w:rsidRPr="002940B0" w:rsidRDefault="00F323B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323B8" w:rsidRPr="002940B0" w:rsidRDefault="00F323B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323B8" w:rsidRPr="002940B0" w:rsidRDefault="00F323B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323B8" w:rsidRPr="002940B0" w:rsidRDefault="00F323B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323B8" w:rsidRPr="002940B0" w:rsidRDefault="00F323B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323B8" w:rsidRPr="009E44C2" w:rsidTr="00F508F2">
        <w:tc>
          <w:tcPr>
            <w:tcW w:w="14560" w:type="dxa"/>
            <w:gridSpan w:val="6"/>
          </w:tcPr>
          <w:p w:rsidR="00F323B8" w:rsidRPr="002940B0" w:rsidRDefault="00F323B8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F323B8" w:rsidRPr="002940B0" w:rsidRDefault="00F323B8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F323B8" w:rsidRPr="002940B0" w:rsidRDefault="00F323B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323B8" w:rsidRPr="002940B0" w:rsidRDefault="00F323B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323B8" w:rsidRPr="002940B0" w:rsidRDefault="00F323B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323B8" w:rsidRPr="002940B0" w:rsidRDefault="00F323B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323B8" w:rsidRPr="002940B0" w:rsidRDefault="00F323B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F323B8" w:rsidRPr="002940B0" w:rsidRDefault="00F323B8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F323B8" w:rsidRPr="002940B0" w:rsidRDefault="00F323B8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F323B8" w:rsidRPr="002940B0" w:rsidRDefault="00F323B8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F323B8" w:rsidRPr="002940B0" w:rsidRDefault="00F323B8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323B8" w:rsidRPr="002940B0" w:rsidRDefault="00F323B8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F323B8" w:rsidRPr="002940B0" w:rsidRDefault="00F323B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323B8" w:rsidRPr="002940B0" w:rsidRDefault="00F323B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323B8" w:rsidRPr="002940B0" w:rsidRDefault="00F323B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323B8" w:rsidRPr="002940B0" w:rsidRDefault="00F323B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323B8" w:rsidRPr="002940B0" w:rsidRDefault="00F323B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F323B8" w:rsidRPr="00500747" w:rsidRDefault="00F323B8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F323B8" w:rsidRPr="009674C5" w:rsidRDefault="00F323B8" w:rsidP="00945872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Pr="00377C00">
        <w:rPr>
          <w:b/>
          <w:szCs w:val="28"/>
        </w:rPr>
        <w:t>«</w:t>
      </w:r>
      <w:r w:rsidRPr="00377C00">
        <w:rPr>
          <w:b/>
          <w:bCs/>
          <w:szCs w:val="28"/>
        </w:rPr>
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</w:r>
      <w:r w:rsidRPr="00245B4D">
        <w:rPr>
          <w:bCs/>
          <w:szCs w:val="28"/>
        </w:rPr>
        <w:t xml:space="preserve"> 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F323B8" w:rsidRPr="00500747" w:rsidRDefault="00F323B8" w:rsidP="007A6F08">
      <w:pPr>
        <w:jc w:val="center"/>
        <w:rPr>
          <w:b/>
          <w:szCs w:val="28"/>
        </w:rPr>
      </w:pPr>
    </w:p>
    <w:p w:rsidR="00F323B8" w:rsidRPr="009D244C" w:rsidRDefault="00F323B8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F323B8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F323B8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DB6469" w:rsidRDefault="00F323B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F323B8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DB6469" w:rsidRDefault="00F323B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F323B8" w:rsidRDefault="00F323B8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F323B8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DB6469" w:rsidRDefault="00F323B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F323B8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945872" w:rsidRDefault="00F323B8" w:rsidP="00945872">
            <w:pPr>
              <w:contextualSpacing/>
              <w:rPr>
                <w:sz w:val="24"/>
                <w:szCs w:val="24"/>
              </w:rPr>
            </w:pPr>
            <w:r w:rsidRPr="00945872">
              <w:rPr>
                <w:sz w:val="24"/>
                <w:szCs w:val="24"/>
              </w:rPr>
              <w:t>содержание и ремонт автомобильных дорог общего пользования местного значения Старотитаровского сельского поселения Темрюкского района с повышением уровня безопасности, доступности и качества услуг транспортного комплекса для населения</w:t>
            </w:r>
          </w:p>
          <w:p w:rsidR="00F323B8" w:rsidRPr="00957C3C" w:rsidRDefault="00F323B8" w:rsidP="00F508F2">
            <w:pPr>
              <w:rPr>
                <w:sz w:val="24"/>
                <w:szCs w:val="24"/>
              </w:rPr>
            </w:pPr>
          </w:p>
        </w:tc>
      </w:tr>
      <w:tr w:rsidR="00F323B8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945872" w:rsidRDefault="00F323B8" w:rsidP="00015613">
            <w:pPr>
              <w:rPr>
                <w:sz w:val="24"/>
                <w:szCs w:val="24"/>
              </w:rPr>
            </w:pPr>
            <w:r w:rsidRPr="00945872">
              <w:rPr>
                <w:sz w:val="24"/>
                <w:szCs w:val="24"/>
              </w:rPr>
              <w:t>выполнение мероприятий по капитальному ремонту и ремонту автомобильных дорог общего пользования местного значения Старотитаровского сельского поселения Темрюкского района</w:t>
            </w:r>
          </w:p>
          <w:p w:rsidR="00F323B8" w:rsidRPr="00945872" w:rsidRDefault="00F323B8" w:rsidP="00015613">
            <w:pPr>
              <w:rPr>
                <w:b/>
                <w:sz w:val="24"/>
                <w:szCs w:val="24"/>
              </w:rPr>
            </w:pPr>
          </w:p>
        </w:tc>
      </w:tr>
      <w:tr w:rsidR="00F323B8" w:rsidRPr="00DB6469" w:rsidTr="00BE71AC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9B1DD2" w:rsidRDefault="00F323B8" w:rsidP="00F508F2">
            <w:pPr>
              <w:pStyle w:val="a0"/>
              <w:rPr>
                <w:rFonts w:ascii="Times New Roman" w:hAnsi="Times New Roman" w:cs="Times New Roman"/>
              </w:rPr>
            </w:pPr>
            <w:r w:rsidRPr="009B1DD2">
              <w:rPr>
                <w:rFonts w:ascii="Times New Roman" w:hAnsi="Times New Roman" w:cs="Times New Roman"/>
              </w:rPr>
              <w:t xml:space="preserve">Проектирование,  ремонт, капитальный ремонт автомобильных дорог общего пользования местного значения </w:t>
            </w:r>
            <w:r>
              <w:rPr>
                <w:rFonts w:ascii="Times New Roman" w:hAnsi="Times New Roman" w:cs="Times New Roman"/>
              </w:rPr>
              <w:t>Старотитаровского сельского поселения Темрюкского района</w:t>
            </w:r>
            <w:r w:rsidRPr="009B1DD2">
              <w:rPr>
                <w:rFonts w:ascii="Times New Roman" w:hAnsi="Times New Roman" w:cs="Times New Roman"/>
              </w:rPr>
              <w:t xml:space="preserve"> и дорожных сооружений, являющихся их технологической частью (искусственных дорожных сооружений)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BE71A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3B8" w:rsidRPr="00A4122D" w:rsidRDefault="00F323B8" w:rsidP="00A4122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A4122D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23B8" w:rsidRPr="009B1DD2" w:rsidRDefault="00F323B8" w:rsidP="00F508F2">
            <w:pPr>
              <w:rPr>
                <w:sz w:val="24"/>
                <w:szCs w:val="24"/>
              </w:rPr>
            </w:pPr>
            <w:r w:rsidRPr="009B1DD2">
              <w:rPr>
                <w:sz w:val="24"/>
                <w:szCs w:val="24"/>
              </w:rPr>
              <w:t>Протяженность отремонтированных дорог</w:t>
            </w:r>
            <w:r>
              <w:rPr>
                <w:sz w:val="24"/>
                <w:szCs w:val="24"/>
              </w:rPr>
              <w:t xml:space="preserve"> – </w:t>
            </w:r>
            <w:smartTag w:uri="urn:schemas-microsoft-com:office:smarttags" w:element="metricconverter">
              <w:smartTagPr>
                <w:attr w:name="ProductID" w:val="0,3 км"/>
              </w:smartTagPr>
              <w:r>
                <w:rPr>
                  <w:sz w:val="24"/>
                  <w:szCs w:val="24"/>
                </w:rPr>
                <w:t>0,3 км</w:t>
              </w:r>
            </w:smartTag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F323B8" w:rsidRPr="00DB6469" w:rsidRDefault="00F323B8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F323B8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DB6469" w:rsidRDefault="00F323B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F323B8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DB6469" w:rsidRDefault="00F323B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F323B8" w:rsidRDefault="00F323B8" w:rsidP="003E51DA">
      <w:pPr>
        <w:jc w:val="center"/>
        <w:rPr>
          <w:b/>
          <w:szCs w:val="28"/>
        </w:rPr>
      </w:pPr>
    </w:p>
    <w:p w:rsidR="00F323B8" w:rsidRPr="009E44C2" w:rsidRDefault="00F323B8" w:rsidP="003E51DA">
      <w:pPr>
        <w:jc w:val="center"/>
        <w:rPr>
          <w:b/>
          <w:szCs w:val="28"/>
        </w:rPr>
      </w:pPr>
    </w:p>
    <w:p w:rsidR="00F323B8" w:rsidRDefault="00F323B8" w:rsidP="007A6F08">
      <w:pPr>
        <w:rPr>
          <w:sz w:val="24"/>
          <w:szCs w:val="24"/>
        </w:rPr>
        <w:sectPr w:rsidR="00F323B8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F323B8" w:rsidRPr="003E51DA" w:rsidRDefault="00F323B8" w:rsidP="00834C77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F323B8" w:rsidRDefault="00F323B8" w:rsidP="003E51DA">
      <w:pPr>
        <w:pStyle w:val="ConsPlusNormal0"/>
        <w:ind w:firstLine="709"/>
        <w:jc w:val="both"/>
      </w:pPr>
    </w:p>
    <w:p w:rsidR="00F323B8" w:rsidRDefault="00F323B8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F323B8" w:rsidRDefault="00F323B8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F323B8" w:rsidRDefault="00F323B8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F323B8" w:rsidRDefault="00F323B8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F323B8" w:rsidRDefault="00F323B8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F323B8" w:rsidRDefault="00F323B8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F323B8" w:rsidRDefault="00F323B8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F323B8" w:rsidRDefault="00F323B8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F323B8" w:rsidRDefault="00F323B8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F323B8" w:rsidRDefault="00F323B8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F323B8" w:rsidRDefault="00F323B8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F323B8" w:rsidRDefault="00F323B8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F323B8" w:rsidRDefault="00F323B8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F323B8" w:rsidRDefault="00F323B8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F323B8" w:rsidRDefault="00F323B8" w:rsidP="00EF6F81">
      <w:pPr>
        <w:jc w:val="center"/>
        <w:rPr>
          <w:b/>
        </w:rPr>
      </w:pPr>
    </w:p>
    <w:p w:rsidR="00F323B8" w:rsidRDefault="00F323B8" w:rsidP="00EF6F81">
      <w:pPr>
        <w:jc w:val="center"/>
        <w:rPr>
          <w:b/>
        </w:rPr>
      </w:pPr>
    </w:p>
    <w:p w:rsidR="00F323B8" w:rsidRDefault="00F323B8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F323B8" w:rsidRDefault="00F323B8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F323B8" w:rsidRDefault="00F323B8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Е.М. Зимина</w:t>
      </w:r>
    </w:p>
    <w:p w:rsidR="00F323B8" w:rsidRDefault="00F323B8" w:rsidP="00834C77">
      <w:pPr>
        <w:rPr>
          <w:szCs w:val="28"/>
        </w:rPr>
      </w:pPr>
    </w:p>
    <w:p w:rsidR="00F323B8" w:rsidRDefault="00F323B8" w:rsidP="00413494">
      <w:pPr>
        <w:jc w:val="both"/>
        <w:rPr>
          <w:szCs w:val="28"/>
        </w:rPr>
      </w:pPr>
    </w:p>
    <w:p w:rsidR="00F323B8" w:rsidRDefault="00F323B8" w:rsidP="00413494">
      <w:pPr>
        <w:jc w:val="both"/>
        <w:rPr>
          <w:szCs w:val="28"/>
        </w:rPr>
      </w:pPr>
    </w:p>
    <w:p w:rsidR="00F323B8" w:rsidRDefault="00F323B8" w:rsidP="00413494">
      <w:pPr>
        <w:jc w:val="both"/>
        <w:rPr>
          <w:szCs w:val="28"/>
        </w:rPr>
      </w:pPr>
    </w:p>
    <w:p w:rsidR="00F323B8" w:rsidRDefault="00F323B8" w:rsidP="00413494">
      <w:pPr>
        <w:jc w:val="both"/>
        <w:rPr>
          <w:szCs w:val="28"/>
        </w:rPr>
      </w:pPr>
    </w:p>
    <w:p w:rsidR="00F323B8" w:rsidRDefault="00F323B8" w:rsidP="00413494">
      <w:pPr>
        <w:jc w:val="both"/>
        <w:rPr>
          <w:szCs w:val="28"/>
        </w:rPr>
      </w:pPr>
    </w:p>
    <w:p w:rsidR="00F323B8" w:rsidRDefault="00F323B8" w:rsidP="00413494">
      <w:pPr>
        <w:jc w:val="both"/>
        <w:rPr>
          <w:b/>
        </w:rPr>
        <w:sectPr w:rsidR="00F323B8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F323B8" w:rsidRDefault="00F323B8" w:rsidP="00E6162A">
      <w:pPr>
        <w:jc w:val="center"/>
        <w:rPr>
          <w:b/>
        </w:rPr>
      </w:pPr>
    </w:p>
    <w:sectPr w:rsidR="00F323B8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23B8" w:rsidRDefault="00F323B8" w:rsidP="00EF6F81">
      <w:r>
        <w:separator/>
      </w:r>
    </w:p>
  </w:endnote>
  <w:endnote w:type="continuationSeparator" w:id="0">
    <w:p w:rsidR="00F323B8" w:rsidRDefault="00F323B8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23B8" w:rsidRDefault="00F323B8" w:rsidP="00EF6F81">
      <w:r>
        <w:separator/>
      </w:r>
    </w:p>
  </w:footnote>
  <w:footnote w:type="continuationSeparator" w:id="0">
    <w:p w:rsidR="00F323B8" w:rsidRDefault="00F323B8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3B8" w:rsidRDefault="00F323B8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3B8" w:rsidRDefault="00F323B8">
    <w:pPr>
      <w:pStyle w:val="Header"/>
      <w:jc w:val="center"/>
    </w:pPr>
  </w:p>
  <w:p w:rsidR="00F323B8" w:rsidRDefault="00F323B8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F323B8" w:rsidRPr="004E6D75" w:rsidRDefault="00F323B8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5613"/>
    <w:rsid w:val="00017FA2"/>
    <w:rsid w:val="00023F4D"/>
    <w:rsid w:val="00031DF9"/>
    <w:rsid w:val="000348BC"/>
    <w:rsid w:val="0003562F"/>
    <w:rsid w:val="00036BA0"/>
    <w:rsid w:val="00046F33"/>
    <w:rsid w:val="000479C4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918"/>
    <w:rsid w:val="000C3FBF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04E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45B4D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A1837"/>
    <w:rsid w:val="002A39F5"/>
    <w:rsid w:val="002A6F59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6BE0"/>
    <w:rsid w:val="00357F42"/>
    <w:rsid w:val="003724CA"/>
    <w:rsid w:val="00374409"/>
    <w:rsid w:val="0037448A"/>
    <w:rsid w:val="00376342"/>
    <w:rsid w:val="00377C00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D3592"/>
    <w:rsid w:val="004D4038"/>
    <w:rsid w:val="004E184B"/>
    <w:rsid w:val="004E660F"/>
    <w:rsid w:val="004E6D75"/>
    <w:rsid w:val="004E7407"/>
    <w:rsid w:val="00500747"/>
    <w:rsid w:val="0050378D"/>
    <w:rsid w:val="0050519C"/>
    <w:rsid w:val="00506C43"/>
    <w:rsid w:val="00510D19"/>
    <w:rsid w:val="00516C80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071B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501D"/>
    <w:rsid w:val="006976D8"/>
    <w:rsid w:val="00697A60"/>
    <w:rsid w:val="006A349B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6EB"/>
    <w:rsid w:val="00911DA9"/>
    <w:rsid w:val="0092378A"/>
    <w:rsid w:val="0092688F"/>
    <w:rsid w:val="009301B7"/>
    <w:rsid w:val="00937318"/>
    <w:rsid w:val="00944B19"/>
    <w:rsid w:val="00944C39"/>
    <w:rsid w:val="00945872"/>
    <w:rsid w:val="00950F83"/>
    <w:rsid w:val="00953D8F"/>
    <w:rsid w:val="00956FDA"/>
    <w:rsid w:val="00957C3C"/>
    <w:rsid w:val="00963375"/>
    <w:rsid w:val="00963C18"/>
    <w:rsid w:val="00965BF5"/>
    <w:rsid w:val="009674C5"/>
    <w:rsid w:val="00970926"/>
    <w:rsid w:val="00972A9E"/>
    <w:rsid w:val="0097458B"/>
    <w:rsid w:val="009745F9"/>
    <w:rsid w:val="009838F0"/>
    <w:rsid w:val="009925D9"/>
    <w:rsid w:val="009927A9"/>
    <w:rsid w:val="00994207"/>
    <w:rsid w:val="00994548"/>
    <w:rsid w:val="0099567A"/>
    <w:rsid w:val="009A1BB1"/>
    <w:rsid w:val="009B1DD2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449D"/>
    <w:rsid w:val="00A1507B"/>
    <w:rsid w:val="00A23788"/>
    <w:rsid w:val="00A30B42"/>
    <w:rsid w:val="00A30FFE"/>
    <w:rsid w:val="00A352A1"/>
    <w:rsid w:val="00A4122D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7874"/>
    <w:rsid w:val="00B76896"/>
    <w:rsid w:val="00B85358"/>
    <w:rsid w:val="00B87A68"/>
    <w:rsid w:val="00B927C3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1AC"/>
    <w:rsid w:val="00BE75CB"/>
    <w:rsid w:val="00BF6493"/>
    <w:rsid w:val="00C0190C"/>
    <w:rsid w:val="00C02CE4"/>
    <w:rsid w:val="00C11F9E"/>
    <w:rsid w:val="00C1286D"/>
    <w:rsid w:val="00C138C6"/>
    <w:rsid w:val="00C23387"/>
    <w:rsid w:val="00C3292C"/>
    <w:rsid w:val="00C36DC8"/>
    <w:rsid w:val="00C4141F"/>
    <w:rsid w:val="00C429D2"/>
    <w:rsid w:val="00C53808"/>
    <w:rsid w:val="00C576C0"/>
    <w:rsid w:val="00C65F6C"/>
    <w:rsid w:val="00C71CC2"/>
    <w:rsid w:val="00C72F57"/>
    <w:rsid w:val="00C75EAF"/>
    <w:rsid w:val="00C76645"/>
    <w:rsid w:val="00C769C5"/>
    <w:rsid w:val="00C8136C"/>
    <w:rsid w:val="00C96AAF"/>
    <w:rsid w:val="00CA247E"/>
    <w:rsid w:val="00CA58FC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4420"/>
    <w:rsid w:val="00CE6B3F"/>
    <w:rsid w:val="00CF500C"/>
    <w:rsid w:val="00D047A4"/>
    <w:rsid w:val="00D07253"/>
    <w:rsid w:val="00D21B4F"/>
    <w:rsid w:val="00D2251E"/>
    <w:rsid w:val="00D341F7"/>
    <w:rsid w:val="00D3506A"/>
    <w:rsid w:val="00D41BAB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64F"/>
    <w:rsid w:val="00DE754D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36DEA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23B8"/>
    <w:rsid w:val="00F36F38"/>
    <w:rsid w:val="00F36F53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E50AC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690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2105</TotalTime>
  <Pages>6</Pages>
  <Words>886</Words>
  <Characters>5056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202</cp:revision>
  <cp:lastPrinted>2021-06-11T06:36:00Z</cp:lastPrinted>
  <dcterms:created xsi:type="dcterms:W3CDTF">2018-08-07T11:48:00Z</dcterms:created>
  <dcterms:modified xsi:type="dcterms:W3CDTF">2022-10-04T07:12:00Z</dcterms:modified>
</cp:coreProperties>
</file>