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B05316" w:rsidRPr="004E6D75" w:rsidTr="00957C3C">
        <w:tc>
          <w:tcPr>
            <w:tcW w:w="9322" w:type="dxa"/>
          </w:tcPr>
          <w:p w:rsidR="00B05316" w:rsidRPr="004E6D75" w:rsidRDefault="00B05316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05316" w:rsidRPr="00C96AAF" w:rsidRDefault="00B05316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05316" w:rsidRDefault="00B05316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05316" w:rsidRDefault="00B0531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B05316" w:rsidRDefault="00B0531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B05316" w:rsidRDefault="00B0531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B05316" w:rsidRPr="004E6D75" w:rsidRDefault="00B05316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B05316" w:rsidRPr="006341E7" w:rsidRDefault="00B05316" w:rsidP="003E51DA">
      <w:pPr>
        <w:ind w:firstLine="709"/>
        <w:rPr>
          <w:sz w:val="24"/>
          <w:szCs w:val="24"/>
        </w:rPr>
      </w:pPr>
    </w:p>
    <w:p w:rsidR="00B05316" w:rsidRDefault="00B0531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05316" w:rsidRPr="009931E8" w:rsidRDefault="00B05316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05316" w:rsidRDefault="00B05316" w:rsidP="003E51DA">
      <w:pPr>
        <w:jc w:val="center"/>
        <w:rPr>
          <w:b/>
          <w:szCs w:val="28"/>
        </w:rPr>
      </w:pPr>
    </w:p>
    <w:p w:rsidR="00B05316" w:rsidRPr="009E44C2" w:rsidRDefault="00B0531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05316" w:rsidRPr="009931E8" w:rsidRDefault="00B05316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05316" w:rsidRPr="009E44C2" w:rsidRDefault="00B0531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05316" w:rsidRDefault="00B05316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B05316" w:rsidRPr="00F470FB" w:rsidRDefault="00B05316" w:rsidP="00F508F2">
            <w:pPr>
              <w:rPr>
                <w:szCs w:val="28"/>
              </w:rPr>
            </w:pP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05316" w:rsidRDefault="00B0531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05316" w:rsidRPr="00827FDC" w:rsidRDefault="00B05316" w:rsidP="00F508F2">
            <w:pPr>
              <w:rPr>
                <w:b/>
                <w:szCs w:val="28"/>
              </w:rPr>
            </w:pP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05316" w:rsidRDefault="00B05316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05316" w:rsidRPr="00B730DE" w:rsidRDefault="00B05316" w:rsidP="00F508F2">
            <w:pPr>
              <w:contextualSpacing/>
              <w:rPr>
                <w:szCs w:val="28"/>
              </w:rPr>
            </w:pP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05316" w:rsidRDefault="00B05316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05316" w:rsidRPr="00A95BD9" w:rsidRDefault="00B05316" w:rsidP="00F508F2">
            <w:pPr>
              <w:rPr>
                <w:szCs w:val="28"/>
              </w:rPr>
            </w:pP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05316" w:rsidRDefault="00B05316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B05316" w:rsidRDefault="00B05316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B05316" w:rsidRDefault="00B05316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B05316" w:rsidRDefault="00B05316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B05316" w:rsidRDefault="00B0531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B05316" w:rsidRDefault="00B05316" w:rsidP="00F508F2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B05316" w:rsidRDefault="00B05316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B05316" w:rsidRPr="00510A00" w:rsidRDefault="00B05316" w:rsidP="00F508F2">
            <w:pPr>
              <w:rPr>
                <w:szCs w:val="28"/>
              </w:rPr>
            </w:pP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05316" w:rsidRDefault="00B0531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05316" w:rsidRPr="002503EF" w:rsidRDefault="00B05316" w:rsidP="00F508F2">
            <w:pPr>
              <w:rPr>
                <w:szCs w:val="28"/>
              </w:rPr>
            </w:pP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05316" w:rsidRPr="009011B8" w:rsidRDefault="00B0531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05316" w:rsidRPr="002940B0" w:rsidRDefault="00B0531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05316" w:rsidRPr="002940B0" w:rsidRDefault="00B053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05316" w:rsidRPr="002940B0" w:rsidRDefault="00B0531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05316" w:rsidRPr="002940B0" w:rsidRDefault="00B053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05316" w:rsidRPr="002940B0" w:rsidRDefault="00B053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05316" w:rsidRPr="002940B0" w:rsidRDefault="00B053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203,5</w:t>
            </w:r>
          </w:p>
        </w:tc>
        <w:tc>
          <w:tcPr>
            <w:tcW w:w="1808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05316" w:rsidRPr="002940B0" w:rsidRDefault="00B05316" w:rsidP="00A425F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203,5</w:t>
            </w:r>
          </w:p>
        </w:tc>
        <w:tc>
          <w:tcPr>
            <w:tcW w:w="2019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05316" w:rsidRPr="002940B0" w:rsidRDefault="00B05316" w:rsidP="00A425F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203,5</w:t>
            </w:r>
          </w:p>
        </w:tc>
        <w:tc>
          <w:tcPr>
            <w:tcW w:w="1808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05316" w:rsidRPr="002940B0" w:rsidRDefault="00B05316" w:rsidP="00A425F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203,5</w:t>
            </w:r>
          </w:p>
        </w:tc>
        <w:tc>
          <w:tcPr>
            <w:tcW w:w="2019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05316" w:rsidRPr="009E44C2" w:rsidTr="00F508F2">
        <w:tc>
          <w:tcPr>
            <w:tcW w:w="14560" w:type="dxa"/>
            <w:gridSpan w:val="6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05316" w:rsidRPr="009E44C2" w:rsidTr="00F508F2">
        <w:tc>
          <w:tcPr>
            <w:tcW w:w="14560" w:type="dxa"/>
            <w:gridSpan w:val="6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05316" w:rsidRPr="009E44C2" w:rsidTr="00F508F2">
        <w:tc>
          <w:tcPr>
            <w:tcW w:w="6012" w:type="dxa"/>
          </w:tcPr>
          <w:p w:rsidR="00B05316" w:rsidRPr="002940B0" w:rsidRDefault="00B0531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05316" w:rsidRPr="002940B0" w:rsidRDefault="00B053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05316" w:rsidRPr="00500747" w:rsidRDefault="00B0531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05316" w:rsidRPr="009931E8" w:rsidRDefault="00B05316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05316" w:rsidRDefault="00B05316" w:rsidP="007A6F08">
      <w:pPr>
        <w:jc w:val="center"/>
        <w:rPr>
          <w:b/>
          <w:szCs w:val="28"/>
        </w:rPr>
      </w:pPr>
    </w:p>
    <w:p w:rsidR="00B05316" w:rsidRPr="00500747" w:rsidRDefault="00B05316" w:rsidP="007A6F08">
      <w:pPr>
        <w:jc w:val="center"/>
        <w:rPr>
          <w:b/>
          <w:szCs w:val="28"/>
        </w:rPr>
      </w:pPr>
    </w:p>
    <w:p w:rsidR="00B05316" w:rsidRPr="009D244C" w:rsidRDefault="00B0531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0531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0531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0531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05316" w:rsidRDefault="00B0531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0531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053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316" w:rsidRPr="00D1751E" w:rsidRDefault="00B05316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05316" w:rsidRPr="00957C3C" w:rsidRDefault="00B05316" w:rsidP="00F508F2">
            <w:pPr>
              <w:rPr>
                <w:sz w:val="24"/>
                <w:szCs w:val="24"/>
              </w:rPr>
            </w:pPr>
          </w:p>
        </w:tc>
      </w:tr>
      <w:tr w:rsidR="00B053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316" w:rsidRPr="00D1751E" w:rsidRDefault="00B05316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05316" w:rsidRPr="00957C3C" w:rsidRDefault="00B05316" w:rsidP="00F508F2">
            <w:pPr>
              <w:rPr>
                <w:sz w:val="24"/>
                <w:szCs w:val="24"/>
              </w:rPr>
            </w:pPr>
          </w:p>
        </w:tc>
      </w:tr>
      <w:tr w:rsidR="00B05316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0F6657" w:rsidRDefault="00B05316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316" w:rsidRPr="00957C3C" w:rsidRDefault="00B05316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053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053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053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05316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B06A7E" w:rsidRDefault="00B05316" w:rsidP="00A9085E">
            <w:pPr>
              <w:jc w:val="center"/>
              <w:rPr>
                <w:sz w:val="24"/>
                <w:szCs w:val="24"/>
              </w:rPr>
            </w:pPr>
            <w:r w:rsidRPr="00B06A7E">
              <w:rPr>
                <w:sz w:val="24"/>
                <w:szCs w:val="24"/>
              </w:rPr>
              <w:t>203,5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B06A7E" w:rsidRDefault="00B05316" w:rsidP="00A425F7">
            <w:pPr>
              <w:jc w:val="center"/>
              <w:rPr>
                <w:sz w:val="24"/>
                <w:szCs w:val="24"/>
              </w:rPr>
            </w:pPr>
            <w:r w:rsidRPr="00B06A7E">
              <w:rPr>
                <w:sz w:val="24"/>
                <w:szCs w:val="24"/>
              </w:rPr>
              <w:t>203,5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5316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B06A7E" w:rsidRDefault="00B05316" w:rsidP="00A9085E">
            <w:pPr>
              <w:jc w:val="center"/>
              <w:rPr>
                <w:sz w:val="24"/>
                <w:szCs w:val="24"/>
              </w:rPr>
            </w:pPr>
            <w:r w:rsidRPr="00B06A7E">
              <w:rPr>
                <w:sz w:val="24"/>
                <w:szCs w:val="24"/>
              </w:rPr>
              <w:t>203,5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B06A7E" w:rsidRDefault="00B05316" w:rsidP="00A425F7">
            <w:pPr>
              <w:jc w:val="center"/>
              <w:rPr>
                <w:sz w:val="24"/>
                <w:szCs w:val="24"/>
              </w:rPr>
            </w:pPr>
            <w:r w:rsidRPr="00B06A7E">
              <w:rPr>
                <w:sz w:val="24"/>
                <w:szCs w:val="24"/>
              </w:rPr>
              <w:t>203,5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316" w:rsidRPr="00DB6469" w:rsidRDefault="00B053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05316" w:rsidRPr="00DB6469" w:rsidRDefault="00B053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05316" w:rsidRDefault="00B05316" w:rsidP="003E51DA">
      <w:pPr>
        <w:jc w:val="center"/>
        <w:rPr>
          <w:b/>
          <w:szCs w:val="28"/>
        </w:rPr>
      </w:pPr>
    </w:p>
    <w:p w:rsidR="00B05316" w:rsidRPr="009E44C2" w:rsidRDefault="00B05316" w:rsidP="003E51DA">
      <w:pPr>
        <w:jc w:val="center"/>
        <w:rPr>
          <w:b/>
          <w:szCs w:val="28"/>
        </w:rPr>
      </w:pPr>
    </w:p>
    <w:p w:rsidR="00B05316" w:rsidRDefault="00B05316" w:rsidP="007A6F08">
      <w:pPr>
        <w:rPr>
          <w:sz w:val="24"/>
          <w:szCs w:val="24"/>
        </w:rPr>
        <w:sectPr w:rsidR="00B0531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05316" w:rsidRPr="003E51DA" w:rsidRDefault="00B05316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B05316" w:rsidRDefault="00B05316" w:rsidP="003E51DA">
      <w:pPr>
        <w:pStyle w:val="ConsPlusNormal0"/>
        <w:ind w:firstLine="709"/>
        <w:jc w:val="both"/>
      </w:pPr>
    </w:p>
    <w:p w:rsidR="00B05316" w:rsidRDefault="00B0531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05316" w:rsidRDefault="00B0531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05316" w:rsidRDefault="00B0531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05316" w:rsidRDefault="00B0531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05316" w:rsidRDefault="00B0531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05316" w:rsidRDefault="00B0531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05316" w:rsidRDefault="00B0531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05316" w:rsidRDefault="00B0531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05316" w:rsidRDefault="00B0531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05316" w:rsidRDefault="00B0531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05316" w:rsidRDefault="00B0531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05316" w:rsidRDefault="00B0531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05316" w:rsidRDefault="00B0531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05316" w:rsidRDefault="00B0531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05316" w:rsidRDefault="00B05316" w:rsidP="00EF6F81">
      <w:pPr>
        <w:jc w:val="center"/>
        <w:rPr>
          <w:b/>
        </w:rPr>
      </w:pPr>
    </w:p>
    <w:p w:rsidR="00B05316" w:rsidRDefault="00B05316" w:rsidP="00EF6F81">
      <w:pPr>
        <w:jc w:val="center"/>
        <w:rPr>
          <w:b/>
        </w:rPr>
      </w:pPr>
    </w:p>
    <w:p w:rsidR="00B05316" w:rsidRDefault="00B0531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05316" w:rsidRDefault="00B0531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05316" w:rsidRDefault="00B05316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B05316" w:rsidRDefault="00B05316" w:rsidP="00413494">
      <w:pPr>
        <w:jc w:val="both"/>
        <w:rPr>
          <w:szCs w:val="28"/>
        </w:rPr>
      </w:pPr>
    </w:p>
    <w:p w:rsidR="00B05316" w:rsidRDefault="00B05316" w:rsidP="00413494">
      <w:pPr>
        <w:jc w:val="both"/>
        <w:rPr>
          <w:szCs w:val="28"/>
        </w:rPr>
      </w:pPr>
    </w:p>
    <w:p w:rsidR="00B05316" w:rsidRDefault="00B05316" w:rsidP="00413494">
      <w:pPr>
        <w:jc w:val="both"/>
        <w:rPr>
          <w:szCs w:val="28"/>
        </w:rPr>
      </w:pPr>
    </w:p>
    <w:p w:rsidR="00B05316" w:rsidRDefault="00B05316" w:rsidP="00413494">
      <w:pPr>
        <w:jc w:val="both"/>
        <w:rPr>
          <w:szCs w:val="28"/>
        </w:rPr>
      </w:pPr>
    </w:p>
    <w:p w:rsidR="00B05316" w:rsidRDefault="00B05316" w:rsidP="00413494">
      <w:pPr>
        <w:jc w:val="both"/>
        <w:rPr>
          <w:szCs w:val="28"/>
        </w:rPr>
      </w:pPr>
    </w:p>
    <w:p w:rsidR="00B05316" w:rsidRDefault="00B05316" w:rsidP="00413494">
      <w:pPr>
        <w:jc w:val="both"/>
        <w:rPr>
          <w:b/>
        </w:rPr>
        <w:sectPr w:rsidR="00B0531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05316" w:rsidRDefault="00B05316" w:rsidP="00E6162A">
      <w:pPr>
        <w:jc w:val="center"/>
        <w:rPr>
          <w:b/>
        </w:rPr>
      </w:pPr>
    </w:p>
    <w:sectPr w:rsidR="00B0531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316" w:rsidRDefault="00B05316" w:rsidP="00EF6F81">
      <w:r>
        <w:separator/>
      </w:r>
    </w:p>
  </w:endnote>
  <w:endnote w:type="continuationSeparator" w:id="0">
    <w:p w:rsidR="00B05316" w:rsidRDefault="00B0531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316" w:rsidRDefault="00B05316" w:rsidP="00EF6F81">
      <w:r>
        <w:separator/>
      </w:r>
    </w:p>
  </w:footnote>
  <w:footnote w:type="continuationSeparator" w:id="0">
    <w:p w:rsidR="00B05316" w:rsidRDefault="00B0531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316" w:rsidRDefault="00B0531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316" w:rsidRDefault="00B05316">
    <w:pPr>
      <w:pStyle w:val="Header"/>
      <w:jc w:val="center"/>
    </w:pPr>
  </w:p>
  <w:p w:rsidR="00B05316" w:rsidRDefault="00B0531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05316" w:rsidRPr="004E6D75" w:rsidRDefault="00B0531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69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2135</TotalTime>
  <Pages>6</Pages>
  <Words>867</Words>
  <Characters>4942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217</cp:revision>
  <cp:lastPrinted>2021-06-11T06:36:00Z</cp:lastPrinted>
  <dcterms:created xsi:type="dcterms:W3CDTF">2018-08-07T11:48:00Z</dcterms:created>
  <dcterms:modified xsi:type="dcterms:W3CDTF">2022-10-04T08:57:00Z</dcterms:modified>
</cp:coreProperties>
</file>