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Default="0062221A" w:rsidP="00251890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  <w:p w:rsidR="0062221A" w:rsidRPr="00F975BE" w:rsidRDefault="0062221A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51890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  <w:p w:rsidR="0062221A" w:rsidRPr="00F975BE" w:rsidRDefault="0062221A" w:rsidP="00251890">
            <w:pPr>
              <w:rPr>
                <w:sz w:val="24"/>
                <w:szCs w:val="24"/>
              </w:rPr>
            </w:pPr>
          </w:p>
        </w:tc>
      </w:tr>
      <w:tr w:rsidR="0062221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F975BE" w:rsidRDefault="0062221A" w:rsidP="00F975BE">
            <w:pPr>
              <w:rPr>
                <w:sz w:val="24"/>
                <w:szCs w:val="24"/>
              </w:rPr>
            </w:pPr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  <w:p w:rsidR="0062221A" w:rsidRPr="000F6657" w:rsidRDefault="0062221A" w:rsidP="00F975BE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21A" w:rsidRPr="00957C3C" w:rsidRDefault="0062221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62221A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62221A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1A" w:rsidRDefault="0062221A" w:rsidP="00EF6F81">
      <w:r>
        <w:separator/>
      </w:r>
    </w:p>
  </w:endnote>
  <w:endnote w:type="continuationSeparator" w:id="0">
    <w:p w:rsidR="0062221A" w:rsidRDefault="0062221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1A" w:rsidRDefault="0062221A" w:rsidP="00EF6F81">
      <w:r>
        <w:separator/>
      </w:r>
    </w:p>
  </w:footnote>
  <w:footnote w:type="continuationSeparator" w:id="0">
    <w:p w:rsidR="0062221A" w:rsidRDefault="0062221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>
    <w:pPr>
      <w:pStyle w:val="Header"/>
      <w:jc w:val="center"/>
    </w:pPr>
  </w:p>
  <w:p w:rsidR="0062221A" w:rsidRDefault="0062221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62221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2166</TotalTime>
  <Pages>6</Pages>
  <Words>811</Words>
  <Characters>4629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2022-10-04T08:16:00Z</dcterms:modified>
</cp:coreProperties>
</file>