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5" w:type="dxa"/>
        <w:tblLook w:val="00A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A96589" w:rsidRDefault="00A96589" w:rsidP="000C41E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</w:p>
    <w:p w:rsidR="00A96589" w:rsidRPr="000C41ED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Pr="002503EF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3 981,9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626FA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3 981,9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96589" w:rsidRPr="002940B0" w:rsidRDefault="00A96589" w:rsidP="00626FAA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3 981,9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626FAA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3 981,9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589" w:rsidRPr="009E44C2" w:rsidTr="000F1BD5">
        <w:tc>
          <w:tcPr>
            <w:tcW w:w="14560" w:type="dxa"/>
            <w:gridSpan w:val="6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589" w:rsidRPr="009E44C2" w:rsidTr="000F1BD5">
        <w:tc>
          <w:tcPr>
            <w:tcW w:w="14560" w:type="dxa"/>
            <w:gridSpan w:val="6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500747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  <w:p w:rsidR="00A96589" w:rsidRPr="00E724E6" w:rsidRDefault="00A96589" w:rsidP="000F1BD5">
            <w:pPr>
              <w:rPr>
                <w:sz w:val="24"/>
                <w:szCs w:val="24"/>
              </w:rPr>
            </w:pP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  <w:p w:rsidR="00A96589" w:rsidRPr="00E724E6" w:rsidRDefault="00A96589" w:rsidP="000F1BD5">
            <w:pPr>
              <w:rPr>
                <w:sz w:val="24"/>
                <w:szCs w:val="24"/>
              </w:rPr>
            </w:pP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626F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626F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E71BC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626F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A96589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0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1BCD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626FA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589" w:rsidRDefault="00A96589" w:rsidP="00EF6F81">
      <w:r>
        <w:separator/>
      </w:r>
    </w:p>
  </w:endnote>
  <w:endnote w:type="continuationSeparator" w:id="0">
    <w:p w:rsidR="00A96589" w:rsidRDefault="00A9658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589" w:rsidRDefault="00A96589" w:rsidP="00EF6F81">
      <w:r>
        <w:separator/>
      </w:r>
    </w:p>
  </w:footnote>
  <w:footnote w:type="continuationSeparator" w:id="0">
    <w:p w:rsidR="00A96589" w:rsidRDefault="00A9658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589" w:rsidRDefault="00A96589">
    <w:pPr>
      <w:pStyle w:val="Header"/>
      <w:jc w:val="center"/>
    </w:pPr>
  </w:p>
  <w:p w:rsidR="00A96589" w:rsidRDefault="00A9658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A9658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0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EA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648B"/>
    <w:rsid w:val="00806B35"/>
    <w:rsid w:val="00812BB6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03F0F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C96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2124</TotalTime>
  <Pages>6</Pages>
  <Words>757</Words>
  <Characters>4321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202</cp:revision>
  <cp:lastPrinted>2021-06-11T06:36:00Z</cp:lastPrinted>
  <dcterms:created xsi:type="dcterms:W3CDTF">2018-08-07T11:48:00Z</dcterms:created>
  <dcterms:modified xsi:type="dcterms:W3CDTF">2022-10-03T11:50:00Z</dcterms:modified>
</cp:coreProperties>
</file>