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452" w:type="dxa"/>
        <w:tblLayout w:type="fixed"/>
        <w:tblLook w:val="0000"/>
      </w:tblPr>
      <w:tblGrid>
        <w:gridCol w:w="851"/>
        <w:gridCol w:w="709"/>
        <w:gridCol w:w="425"/>
        <w:gridCol w:w="2316"/>
        <w:gridCol w:w="1012"/>
        <w:gridCol w:w="4627"/>
      </w:tblGrid>
      <w:tr w:rsidR="003F4564" w:rsidTr="000F49A1">
        <w:trPr>
          <w:cantSplit/>
          <w:trHeight w:val="1078"/>
        </w:trPr>
        <w:tc>
          <w:tcPr>
            <w:tcW w:w="4301" w:type="dxa"/>
            <w:gridSpan w:val="4"/>
          </w:tcPr>
          <w:p w:rsidR="003F4564" w:rsidRDefault="003F4564">
            <w:pPr>
              <w:jc w:val="center"/>
            </w:pPr>
          </w:p>
        </w:tc>
        <w:tc>
          <w:tcPr>
            <w:tcW w:w="1012" w:type="dxa"/>
          </w:tcPr>
          <w:p w:rsidR="003F4564" w:rsidRDefault="003F4564"/>
        </w:tc>
        <w:tc>
          <w:tcPr>
            <w:tcW w:w="4627" w:type="dxa"/>
          </w:tcPr>
          <w:p w:rsidR="003F4564" w:rsidRDefault="003F4564">
            <w:pPr>
              <w:ind w:left="1123"/>
              <w:jc w:val="right"/>
              <w:rPr>
                <w:sz w:val="24"/>
                <w:szCs w:val="24"/>
              </w:rPr>
            </w:pPr>
          </w:p>
          <w:p w:rsidR="003F4564" w:rsidRDefault="003F4564" w:rsidP="006666C0">
            <w:pPr>
              <w:ind w:left="1123"/>
              <w:jc w:val="right"/>
              <w:rPr>
                <w:sz w:val="20"/>
                <w:szCs w:val="20"/>
              </w:rPr>
            </w:pPr>
          </w:p>
        </w:tc>
      </w:tr>
      <w:tr w:rsidR="003F4564" w:rsidTr="000F49A1">
        <w:trPr>
          <w:cantSplit/>
          <w:trHeight w:val="1935"/>
        </w:trPr>
        <w:tc>
          <w:tcPr>
            <w:tcW w:w="4301" w:type="dxa"/>
            <w:gridSpan w:val="4"/>
          </w:tcPr>
          <w:p w:rsidR="003F4564" w:rsidRDefault="003F4564">
            <w:pPr>
              <w:pStyle w:val="Heading3"/>
              <w:spacing w:before="6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МИНФИН РОССИИ</w:t>
            </w:r>
          </w:p>
          <w:p w:rsidR="003F4564" w:rsidRDefault="003F4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ФЕДЕРАЛЬНАЯ НАЛОГОВАЯ СЛУЖБА</w:t>
            </w:r>
          </w:p>
          <w:p w:rsidR="003F4564" w:rsidRDefault="003F4564">
            <w:pPr>
              <w:pStyle w:val="BodyText"/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УФНС РОССИИ ПО КРАСНОДАРСКОМУ КРАЮ</w:t>
            </w:r>
          </w:p>
          <w:p w:rsidR="003F4564" w:rsidRDefault="003F4564">
            <w:pPr>
              <w:pStyle w:val="BodyText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ИНСПЕКЦИЯ  </w:t>
            </w:r>
          </w:p>
          <w:p w:rsidR="003F4564" w:rsidRDefault="003F4564">
            <w:pPr>
              <w:pStyle w:val="BodyText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ФЕДЕРАЛЬНОЙ НАЛОГОВОЙ СЛУЖБЫ </w:t>
            </w:r>
          </w:p>
          <w:p w:rsidR="003F4564" w:rsidRDefault="003F4564">
            <w:pPr>
              <w:pStyle w:val="BodyText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 ТЕМРЮКСКОМУ  РАЙОНУ</w:t>
            </w:r>
          </w:p>
          <w:p w:rsidR="003F4564" w:rsidRDefault="003F4564">
            <w:pPr>
              <w:pStyle w:val="BodyText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КРАСНОДАРСКОГО КРАЯ</w:t>
            </w:r>
          </w:p>
          <w:p w:rsidR="003F4564" w:rsidRDefault="003F4564">
            <w:pPr>
              <w:pStyle w:val="BodyText"/>
              <w:ind w:left="-89" w:right="-15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(ИФНС России по Темрюкскому району </w:t>
            </w:r>
          </w:p>
          <w:p w:rsidR="003F4564" w:rsidRDefault="003F4564">
            <w:pPr>
              <w:pStyle w:val="BodyText"/>
              <w:ind w:left="-89" w:right="-154"/>
              <w:jc w:val="center"/>
              <w:rPr>
                <w:sz w:val="8"/>
                <w:szCs w:val="8"/>
              </w:rPr>
            </w:pPr>
            <w:r>
              <w:rPr>
                <w:sz w:val="16"/>
                <w:szCs w:val="16"/>
              </w:rPr>
              <w:t>Краснодарского края)</w:t>
            </w:r>
          </w:p>
          <w:p w:rsidR="003F4564" w:rsidRDefault="003F4564">
            <w:pPr>
              <w:pStyle w:val="BodyText"/>
              <w:spacing w:before="60" w:after="80"/>
              <w:ind w:left="-91" w:right="-153"/>
              <w:jc w:val="center"/>
              <w:rPr>
                <w:b/>
                <w:bCs/>
                <w:sz w:val="8"/>
                <w:szCs w:val="8"/>
              </w:rPr>
            </w:pPr>
            <w:r>
              <w:rPr>
                <w:b/>
                <w:bCs/>
                <w:sz w:val="16"/>
                <w:szCs w:val="16"/>
              </w:rPr>
              <w:t>ЗАМЕСТИТЕЛЬ НАЧАЛЬНИКА  ИНСПЕКЦИИ</w:t>
            </w:r>
          </w:p>
          <w:p w:rsidR="003F4564" w:rsidRDefault="003F4564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ул. Ленина, 102б, г. Темрюк, 353500,</w:t>
            </w:r>
          </w:p>
          <w:p w:rsidR="003F4564" w:rsidRDefault="003F45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Телефон/факс: (248) 5-16-40;</w:t>
            </w:r>
          </w:p>
          <w:p w:rsidR="003F4564" w:rsidRDefault="003F4564">
            <w:pPr>
              <w:jc w:val="center"/>
              <w:rPr>
                <w:sz w:val="12"/>
                <w:szCs w:val="12"/>
              </w:rPr>
            </w:pPr>
            <w:r>
              <w:rPr>
                <w:bCs/>
                <w:sz w:val="16"/>
                <w:szCs w:val="16"/>
                <w:lang w:val="en-US"/>
              </w:rPr>
              <w:t>www</w:t>
            </w:r>
            <w:r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  <w:lang w:val="en-US"/>
              </w:rPr>
              <w:t>nalog</w:t>
            </w:r>
            <w:r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  <w:lang w:val="en-US"/>
              </w:rPr>
              <w:t>ru</w:t>
            </w:r>
          </w:p>
        </w:tc>
        <w:tc>
          <w:tcPr>
            <w:tcW w:w="1012" w:type="dxa"/>
            <w:vMerge w:val="restart"/>
            <w:tcMar>
              <w:top w:w="0" w:type="dxa"/>
              <w:left w:w="89" w:type="dxa"/>
              <w:bottom w:w="0" w:type="dxa"/>
              <w:right w:w="89" w:type="dxa"/>
            </w:tcMar>
          </w:tcPr>
          <w:p w:rsidR="003F4564" w:rsidRDefault="003F4564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tcMar>
              <w:top w:w="0" w:type="dxa"/>
              <w:left w:w="89" w:type="dxa"/>
              <w:bottom w:w="0" w:type="dxa"/>
              <w:right w:w="89" w:type="dxa"/>
            </w:tcMar>
          </w:tcPr>
          <w:p w:rsidR="003F4564" w:rsidRPr="006773F4" w:rsidRDefault="003F4564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 xml:space="preserve">Администрации </w:t>
            </w:r>
          </w:p>
          <w:p w:rsidR="003F4564" w:rsidRPr="006773F4" w:rsidRDefault="003F4564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Муниципальных Образований</w:t>
            </w:r>
          </w:p>
          <w:p w:rsidR="003F4564" w:rsidRPr="006773F4" w:rsidRDefault="003F4564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сельских поселений</w:t>
            </w:r>
          </w:p>
          <w:p w:rsidR="003F4564" w:rsidRPr="006773F4" w:rsidRDefault="003F4564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Темрюкского района</w:t>
            </w:r>
          </w:p>
          <w:p w:rsidR="003F4564" w:rsidRPr="006773F4" w:rsidRDefault="003F4564" w:rsidP="00EC2D83">
            <w:pPr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(по электронной почте)</w:t>
            </w:r>
          </w:p>
          <w:tbl>
            <w:tblPr>
              <w:tblW w:w="4200" w:type="dxa"/>
              <w:tblInd w:w="93" w:type="dxa"/>
              <w:tblLayout w:type="fixed"/>
              <w:tblLook w:val="0000"/>
            </w:tblPr>
            <w:tblGrid>
              <w:gridCol w:w="4200"/>
            </w:tblGrid>
            <w:tr w:rsidR="003F4564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3F4564" w:rsidRPr="006773F4" w:rsidRDefault="003F4564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7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AdmAxtaniz@mail.ru</w:t>
                    </w:r>
                  </w:hyperlink>
                </w:p>
              </w:tc>
            </w:tr>
            <w:tr w:rsidR="003F4564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3F4564" w:rsidRPr="006773F4" w:rsidRDefault="003F4564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8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adm_histebl@mail.ru</w:t>
                    </w:r>
                  </w:hyperlink>
                </w:p>
              </w:tc>
            </w:tr>
            <w:tr w:rsidR="003F4564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3F4564" w:rsidRPr="006773F4" w:rsidRDefault="003F4564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9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goladm@yandex.ru</w:t>
                    </w:r>
                  </w:hyperlink>
                </w:p>
              </w:tc>
            </w:tr>
            <w:tr w:rsidR="003F4564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3F4564" w:rsidRPr="006773F4" w:rsidRDefault="003F4564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0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gol-finotdel@yandex.ru</w:t>
                    </w:r>
                  </w:hyperlink>
                </w:p>
              </w:tc>
            </w:tr>
            <w:tr w:rsidR="003F4564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3F4564" w:rsidRPr="006773F4" w:rsidRDefault="003F4564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1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temrukadm@yandex.ru</w:t>
                    </w:r>
                  </w:hyperlink>
                </w:p>
              </w:tc>
            </w:tr>
            <w:tr w:rsidR="003F4564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3F4564" w:rsidRPr="006773F4" w:rsidRDefault="003F4564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2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Zaporoz_adm@mail.ru</w:t>
                    </w:r>
                  </w:hyperlink>
                </w:p>
              </w:tc>
            </w:tr>
            <w:tr w:rsidR="003F4564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3F4564" w:rsidRPr="006773F4" w:rsidRDefault="003F4564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3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admi-krasnostrelskay@yandex.ru</w:t>
                    </w:r>
                  </w:hyperlink>
                </w:p>
              </w:tc>
            </w:tr>
            <w:tr w:rsidR="003F4564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3F4564" w:rsidRPr="006773F4" w:rsidRDefault="003F4564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4" w:history="1">
                    <w:r w:rsidRPr="00BE7060">
                      <w:rPr>
                        <w:rStyle w:val="Hyperlink"/>
                        <w:sz w:val="24"/>
                        <w:szCs w:val="24"/>
                      </w:rPr>
                      <w:t>Kurchanka</w:t>
                    </w:r>
                    <w:r w:rsidRPr="00BE7060">
                      <w:rPr>
                        <w:rStyle w:val="Hyperlink"/>
                        <w:sz w:val="24"/>
                        <w:szCs w:val="24"/>
                        <w:lang w:val="en-US"/>
                      </w:rPr>
                      <w:t>sp</w:t>
                    </w:r>
                    <w:r w:rsidRPr="00BE7060">
                      <w:rPr>
                        <w:rStyle w:val="Hyperlink"/>
                        <w:sz w:val="24"/>
                        <w:szCs w:val="24"/>
                      </w:rPr>
                      <w:t>@mail.ru</w:t>
                    </w:r>
                  </w:hyperlink>
                </w:p>
              </w:tc>
            </w:tr>
            <w:tr w:rsidR="003F4564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3F4564" w:rsidRPr="006773F4" w:rsidRDefault="003F4564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5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Admnovotaman@mail.ru</w:t>
                    </w:r>
                  </w:hyperlink>
                </w:p>
              </w:tc>
            </w:tr>
            <w:tr w:rsidR="003F4564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3F4564" w:rsidRPr="006773F4" w:rsidRDefault="003F4564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6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Sennoy@yandex.ru</w:t>
                    </w:r>
                  </w:hyperlink>
                </w:p>
              </w:tc>
            </w:tr>
            <w:tr w:rsidR="003F4564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3F4564" w:rsidRPr="006773F4" w:rsidRDefault="003F4564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7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titso@mail.ru</w:t>
                    </w:r>
                  </w:hyperlink>
                </w:p>
              </w:tc>
            </w:tr>
            <w:tr w:rsidR="003F4564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3F4564" w:rsidRPr="006773F4" w:rsidRDefault="003F4564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8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admtaman@yandex.ru</w:t>
                    </w:r>
                  </w:hyperlink>
                </w:p>
              </w:tc>
            </w:tr>
            <w:tr w:rsidR="003F4564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3F4564" w:rsidRPr="006773F4" w:rsidRDefault="003F4564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9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fontal_adm@mail.ru</w:t>
                    </w:r>
                  </w:hyperlink>
                </w:p>
              </w:tc>
            </w:tr>
          </w:tbl>
          <w:p w:rsidR="003F4564" w:rsidRDefault="003F4564" w:rsidP="00AB62CD">
            <w:pPr>
              <w:jc w:val="center"/>
              <w:rPr>
                <w:sz w:val="14"/>
                <w:szCs w:val="14"/>
              </w:rPr>
            </w:pPr>
          </w:p>
        </w:tc>
      </w:tr>
      <w:tr w:rsidR="003F4564" w:rsidTr="000F49A1">
        <w:trPr>
          <w:cantSplit/>
          <w:trHeight w:val="388"/>
        </w:trPr>
        <w:tc>
          <w:tcPr>
            <w:tcW w:w="1560" w:type="dxa"/>
            <w:gridSpan w:val="2"/>
          </w:tcPr>
          <w:p w:rsidR="003F4564" w:rsidRDefault="003F4564"/>
        </w:tc>
        <w:tc>
          <w:tcPr>
            <w:tcW w:w="425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3F4564" w:rsidRDefault="003F4564">
            <w:pPr>
              <w:rPr>
                <w:sz w:val="10"/>
                <w:szCs w:val="10"/>
              </w:rPr>
            </w:pPr>
          </w:p>
          <w:p w:rsidR="003F4564" w:rsidRDefault="003F45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316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3F4564" w:rsidRPr="00E92A0F" w:rsidRDefault="003F4564" w:rsidP="00EC2D83">
            <w:pPr>
              <w:rPr>
                <w:sz w:val="24"/>
                <w:szCs w:val="24"/>
              </w:rPr>
            </w:pPr>
            <w:r w:rsidRPr="00E92A0F">
              <w:rPr>
                <w:sz w:val="24"/>
                <w:szCs w:val="24"/>
              </w:rPr>
              <w:t>06-58</w:t>
            </w:r>
            <w:r>
              <w:rPr>
                <w:sz w:val="24"/>
                <w:szCs w:val="24"/>
              </w:rPr>
              <w:t>/</w:t>
            </w:r>
          </w:p>
        </w:tc>
        <w:tc>
          <w:tcPr>
            <w:tcW w:w="1012" w:type="dxa"/>
            <w:vMerge/>
            <w:vAlign w:val="center"/>
          </w:tcPr>
          <w:p w:rsidR="003F4564" w:rsidRDefault="003F4564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3F4564" w:rsidRDefault="003F4564">
            <w:pPr>
              <w:rPr>
                <w:sz w:val="20"/>
                <w:szCs w:val="20"/>
              </w:rPr>
            </w:pPr>
          </w:p>
        </w:tc>
      </w:tr>
      <w:tr w:rsidR="003F4564" w:rsidTr="000F49A1">
        <w:trPr>
          <w:cantSplit/>
          <w:trHeight w:val="70"/>
        </w:trPr>
        <w:tc>
          <w:tcPr>
            <w:tcW w:w="4301" w:type="dxa"/>
            <w:gridSpan w:val="4"/>
          </w:tcPr>
          <w:p w:rsidR="003F4564" w:rsidRDefault="003F45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  <w:vMerge/>
            <w:vAlign w:val="center"/>
          </w:tcPr>
          <w:p w:rsidR="003F4564" w:rsidRDefault="003F4564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</w:tcPr>
          <w:p w:rsidR="003F4564" w:rsidRDefault="003F4564">
            <w:pPr>
              <w:rPr>
                <w:sz w:val="16"/>
                <w:szCs w:val="16"/>
              </w:rPr>
            </w:pPr>
          </w:p>
        </w:tc>
      </w:tr>
      <w:tr w:rsidR="003F4564" w:rsidTr="000F49A1">
        <w:trPr>
          <w:cantSplit/>
        </w:trPr>
        <w:tc>
          <w:tcPr>
            <w:tcW w:w="851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3F4564" w:rsidRDefault="003F4564">
            <w:pPr>
              <w:rPr>
                <w:sz w:val="8"/>
                <w:szCs w:val="8"/>
              </w:rPr>
            </w:pPr>
          </w:p>
          <w:p w:rsidR="003F4564" w:rsidRDefault="003F45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№</w:t>
            </w:r>
          </w:p>
        </w:tc>
        <w:tc>
          <w:tcPr>
            <w:tcW w:w="3450" w:type="dxa"/>
            <w:gridSpan w:val="3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3F4564" w:rsidRDefault="003F4564"/>
        </w:tc>
        <w:tc>
          <w:tcPr>
            <w:tcW w:w="1012" w:type="dxa"/>
            <w:vMerge/>
            <w:vAlign w:val="center"/>
          </w:tcPr>
          <w:p w:rsidR="003F4564" w:rsidRDefault="003F4564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vMerge w:val="restart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3F4564" w:rsidRDefault="003F4564">
            <w:pPr>
              <w:rPr>
                <w:sz w:val="20"/>
                <w:szCs w:val="20"/>
              </w:rPr>
            </w:pPr>
          </w:p>
        </w:tc>
      </w:tr>
      <w:tr w:rsidR="003F4564" w:rsidTr="000F49A1">
        <w:trPr>
          <w:cantSplit/>
          <w:trHeight w:val="70"/>
        </w:trPr>
        <w:tc>
          <w:tcPr>
            <w:tcW w:w="4301" w:type="dxa"/>
            <w:gridSpan w:val="4"/>
          </w:tcPr>
          <w:p w:rsidR="003F4564" w:rsidRDefault="003F4564">
            <w:pPr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012" w:type="dxa"/>
            <w:vMerge/>
            <w:vAlign w:val="center"/>
          </w:tcPr>
          <w:p w:rsidR="003F4564" w:rsidRDefault="003F4564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vMerge/>
            <w:vAlign w:val="center"/>
          </w:tcPr>
          <w:p w:rsidR="003F4564" w:rsidRDefault="003F4564">
            <w:pPr>
              <w:rPr>
                <w:sz w:val="20"/>
                <w:szCs w:val="20"/>
              </w:rPr>
            </w:pPr>
          </w:p>
        </w:tc>
      </w:tr>
      <w:tr w:rsidR="003F4564" w:rsidTr="000F49A1">
        <w:trPr>
          <w:cantSplit/>
          <w:trHeight w:val="1155"/>
        </w:trPr>
        <w:tc>
          <w:tcPr>
            <w:tcW w:w="4301" w:type="dxa"/>
            <w:gridSpan w:val="4"/>
            <w:tcMar>
              <w:top w:w="0" w:type="dxa"/>
              <w:left w:w="38" w:type="dxa"/>
              <w:bottom w:w="0" w:type="dxa"/>
              <w:right w:w="38" w:type="dxa"/>
            </w:tcMar>
          </w:tcPr>
          <w:p w:rsidR="003F4564" w:rsidRDefault="003F4564">
            <w:pPr>
              <w:jc w:val="center"/>
              <w:rPr>
                <w:b/>
                <w:bCs/>
                <w:sz w:val="12"/>
                <w:szCs w:val="12"/>
              </w:rPr>
            </w:pPr>
          </w:p>
          <w:p w:rsidR="003F4564" w:rsidRPr="001C0D85" w:rsidRDefault="003F4564" w:rsidP="001C0D85">
            <w:pPr>
              <w:rPr>
                <w:sz w:val="12"/>
                <w:szCs w:val="12"/>
              </w:rPr>
            </w:pPr>
          </w:p>
          <w:p w:rsidR="003F4564" w:rsidRPr="001C0D85" w:rsidRDefault="003F4564" w:rsidP="001C0D85">
            <w:pPr>
              <w:rPr>
                <w:sz w:val="12"/>
                <w:szCs w:val="12"/>
              </w:rPr>
            </w:pPr>
          </w:p>
          <w:p w:rsidR="003F4564" w:rsidRPr="001C0D85" w:rsidRDefault="003F4564" w:rsidP="001C0D85">
            <w:pPr>
              <w:rPr>
                <w:sz w:val="12"/>
                <w:szCs w:val="12"/>
              </w:rPr>
            </w:pPr>
          </w:p>
          <w:p w:rsidR="003F4564" w:rsidRPr="001C0D85" w:rsidRDefault="003F4564" w:rsidP="001C0D85">
            <w:pPr>
              <w:rPr>
                <w:sz w:val="12"/>
                <w:szCs w:val="12"/>
              </w:rPr>
            </w:pPr>
          </w:p>
          <w:p w:rsidR="003F4564" w:rsidRDefault="003F4564" w:rsidP="001C0D85">
            <w:pPr>
              <w:rPr>
                <w:sz w:val="12"/>
                <w:szCs w:val="12"/>
              </w:rPr>
            </w:pPr>
          </w:p>
          <w:p w:rsidR="003F4564" w:rsidRPr="001C0D85" w:rsidRDefault="003F4564" w:rsidP="001C0D85">
            <w:pPr>
              <w:rPr>
                <w:sz w:val="24"/>
                <w:szCs w:val="24"/>
              </w:rPr>
            </w:pPr>
          </w:p>
        </w:tc>
        <w:tc>
          <w:tcPr>
            <w:tcW w:w="1012" w:type="dxa"/>
            <w:vMerge/>
            <w:vAlign w:val="center"/>
          </w:tcPr>
          <w:p w:rsidR="003F4564" w:rsidRDefault="003F4564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vMerge/>
            <w:vAlign w:val="center"/>
          </w:tcPr>
          <w:p w:rsidR="003F4564" w:rsidRDefault="003F4564">
            <w:pPr>
              <w:rPr>
                <w:sz w:val="20"/>
                <w:szCs w:val="20"/>
              </w:rPr>
            </w:pPr>
          </w:p>
        </w:tc>
      </w:tr>
    </w:tbl>
    <w:p w:rsidR="003F4564" w:rsidRDefault="003F4564" w:rsidP="00E92A0F">
      <w:pPr>
        <w:ind w:firstLine="420"/>
        <w:jc w:val="both"/>
        <w:rPr>
          <w:sz w:val="24"/>
          <w:szCs w:val="24"/>
        </w:rPr>
      </w:pPr>
    </w:p>
    <w:p w:rsidR="003F4564" w:rsidRDefault="003F4564" w:rsidP="00E92A0F">
      <w:pPr>
        <w:ind w:firstLine="420"/>
        <w:jc w:val="both"/>
        <w:rPr>
          <w:sz w:val="24"/>
          <w:szCs w:val="24"/>
        </w:rPr>
      </w:pPr>
      <w:r w:rsidRPr="006773F4">
        <w:rPr>
          <w:sz w:val="24"/>
          <w:szCs w:val="24"/>
        </w:rPr>
        <w:t xml:space="preserve">ИФНС России по Темрюкскому району Краснодарского края </w:t>
      </w:r>
      <w:r>
        <w:rPr>
          <w:sz w:val="24"/>
          <w:szCs w:val="24"/>
        </w:rPr>
        <w:t>с</w:t>
      </w:r>
      <w:r w:rsidRPr="006773F4">
        <w:rPr>
          <w:sz w:val="24"/>
          <w:szCs w:val="24"/>
        </w:rPr>
        <w:t xml:space="preserve"> целью </w:t>
      </w:r>
      <w:r w:rsidRPr="0005665F">
        <w:rPr>
          <w:sz w:val="24"/>
          <w:szCs w:val="24"/>
        </w:rPr>
        <w:t xml:space="preserve">информирования </w:t>
      </w:r>
      <w:r w:rsidRPr="00236D98">
        <w:rPr>
          <w:sz w:val="24"/>
          <w:szCs w:val="24"/>
        </w:rPr>
        <w:t xml:space="preserve">налогоплательщиков </w:t>
      </w:r>
      <w:r>
        <w:rPr>
          <w:sz w:val="24"/>
          <w:szCs w:val="24"/>
        </w:rPr>
        <w:t>направляет статью для размещения на стендах и Интернет - сайтах администраций</w:t>
      </w:r>
      <w:r w:rsidRPr="006773F4">
        <w:rPr>
          <w:sz w:val="24"/>
          <w:szCs w:val="24"/>
        </w:rPr>
        <w:t>.</w:t>
      </w:r>
    </w:p>
    <w:p w:rsidR="003F4564" w:rsidRDefault="003F4564" w:rsidP="00EC2D83">
      <w:pPr>
        <w:jc w:val="both"/>
        <w:rPr>
          <w:sz w:val="24"/>
          <w:szCs w:val="24"/>
        </w:rPr>
      </w:pPr>
    </w:p>
    <w:p w:rsidR="003F4564" w:rsidRPr="006F3600" w:rsidRDefault="003F4564" w:rsidP="00EC2D83">
      <w:pPr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 лист</w:t>
      </w:r>
      <w:bookmarkStart w:id="0" w:name="_GoBack"/>
      <w:bookmarkEnd w:id="0"/>
      <w:r>
        <w:rPr>
          <w:sz w:val="24"/>
          <w:szCs w:val="24"/>
        </w:rPr>
        <w:t>.</w:t>
      </w:r>
    </w:p>
    <w:p w:rsidR="003F4564" w:rsidRPr="00550794" w:rsidRDefault="003F4564" w:rsidP="00550794"/>
    <w:p w:rsidR="003F4564" w:rsidRDefault="003F4564" w:rsidP="00DB3E80">
      <w:pPr>
        <w:jc w:val="both"/>
        <w:rPr>
          <w:sz w:val="24"/>
          <w:szCs w:val="24"/>
        </w:rPr>
      </w:pPr>
    </w:p>
    <w:p w:rsidR="003F4564" w:rsidRDefault="003F4564" w:rsidP="00DB3E80">
      <w:pPr>
        <w:jc w:val="both"/>
        <w:rPr>
          <w:sz w:val="24"/>
          <w:szCs w:val="24"/>
        </w:rPr>
      </w:pPr>
    </w:p>
    <w:p w:rsidR="003F4564" w:rsidRPr="00AB62CD" w:rsidRDefault="003F4564" w:rsidP="00DB3E80">
      <w:pPr>
        <w:jc w:val="both"/>
        <w:rPr>
          <w:sz w:val="24"/>
          <w:szCs w:val="24"/>
        </w:rPr>
      </w:pPr>
      <w:r w:rsidRPr="00AB62CD">
        <w:rPr>
          <w:sz w:val="24"/>
          <w:szCs w:val="24"/>
        </w:rPr>
        <w:t>Советник   государственной гражданской службы</w:t>
      </w:r>
    </w:p>
    <w:p w:rsidR="003F4564" w:rsidRPr="00AB62CD" w:rsidRDefault="003F4564" w:rsidP="00DB3E80">
      <w:pPr>
        <w:jc w:val="both"/>
        <w:rPr>
          <w:sz w:val="24"/>
          <w:szCs w:val="24"/>
        </w:rPr>
      </w:pPr>
      <w:r w:rsidRPr="00AB62CD">
        <w:rPr>
          <w:sz w:val="24"/>
          <w:szCs w:val="24"/>
        </w:rPr>
        <w:t xml:space="preserve">Российской Федерации   2 класса                                       </w:t>
      </w:r>
      <w:r>
        <w:rPr>
          <w:sz w:val="24"/>
          <w:szCs w:val="24"/>
        </w:rPr>
        <w:t xml:space="preserve">                                </w:t>
      </w:r>
      <w:r w:rsidRPr="00AB62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С.Е.Кушанина</w:t>
      </w:r>
    </w:p>
    <w:p w:rsidR="003F4564" w:rsidRPr="00ED18B9" w:rsidRDefault="003F4564" w:rsidP="00DB3E80">
      <w:pPr>
        <w:jc w:val="both"/>
      </w:pPr>
    </w:p>
    <w:p w:rsidR="003F4564" w:rsidRDefault="003F4564" w:rsidP="00DB3E80"/>
    <w:p w:rsidR="003F4564" w:rsidRDefault="003F4564" w:rsidP="00DB3E80"/>
    <w:p w:rsidR="003F4564" w:rsidRDefault="003F4564" w:rsidP="00DB3E80"/>
    <w:p w:rsidR="003F4564" w:rsidRDefault="003F4564" w:rsidP="00DB3E80"/>
    <w:p w:rsidR="003F4564" w:rsidRDefault="003F4564" w:rsidP="00DB3E80"/>
    <w:p w:rsidR="003F4564" w:rsidRDefault="003F4564" w:rsidP="00E92A0F"/>
    <w:p w:rsidR="003F4564" w:rsidRDefault="003F4564" w:rsidP="00E92A0F"/>
    <w:p w:rsidR="003F4564" w:rsidRDefault="003F4564" w:rsidP="00E92A0F"/>
    <w:p w:rsidR="003F4564" w:rsidRDefault="003F4564" w:rsidP="00E92A0F">
      <w:pPr>
        <w:rPr>
          <w:sz w:val="20"/>
          <w:szCs w:val="20"/>
        </w:rPr>
      </w:pPr>
      <w:r w:rsidRPr="00E0597D">
        <w:sym w:font="Wingdings" w:char="F03F"/>
      </w:r>
      <w:r>
        <w:rPr>
          <w:sz w:val="20"/>
          <w:szCs w:val="20"/>
        </w:rPr>
        <w:t xml:space="preserve"> </w:t>
      </w:r>
      <w:r w:rsidRPr="00CB408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Лаговская И.Н.</w:t>
      </w:r>
    </w:p>
    <w:p w:rsidR="003F4564" w:rsidRDefault="003F4564" w:rsidP="00DB3E80">
      <w:r w:rsidRPr="00CB4080">
        <w:rPr>
          <w:sz w:val="20"/>
          <w:szCs w:val="20"/>
        </w:rPr>
        <w:sym w:font="Wingdings" w:char="F028"/>
      </w:r>
      <w:r>
        <w:rPr>
          <w:sz w:val="20"/>
          <w:szCs w:val="20"/>
        </w:rPr>
        <w:t xml:space="preserve"> 8(86148) 44370</w:t>
      </w:r>
    </w:p>
    <w:p w:rsidR="003F4564" w:rsidRDefault="003F4564" w:rsidP="00DB3E80"/>
    <w:sectPr w:rsidR="003F4564" w:rsidSect="00D82E0A">
      <w:pgSz w:w="11906" w:h="16838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564" w:rsidRDefault="003F4564">
      <w:r>
        <w:separator/>
      </w:r>
    </w:p>
  </w:endnote>
  <w:endnote w:type="continuationSeparator" w:id="1">
    <w:p w:rsidR="003F4564" w:rsidRDefault="003F4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564" w:rsidRDefault="003F4564">
      <w:r>
        <w:separator/>
      </w:r>
    </w:p>
  </w:footnote>
  <w:footnote w:type="continuationSeparator" w:id="1">
    <w:p w:rsidR="003F4564" w:rsidRDefault="003F45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F1C6E"/>
    <w:multiLevelType w:val="multilevel"/>
    <w:tmpl w:val="D2D86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A969F3"/>
    <w:multiLevelType w:val="multilevel"/>
    <w:tmpl w:val="DB92F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18E307E"/>
    <w:multiLevelType w:val="multilevel"/>
    <w:tmpl w:val="28A0F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4D43C53"/>
    <w:multiLevelType w:val="multilevel"/>
    <w:tmpl w:val="EE6E9C2C"/>
    <w:lvl w:ilvl="0">
      <w:numFmt w:val="decimalZero"/>
      <w:lvlText w:val="%1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29"/>
    <w:rsid w:val="00000598"/>
    <w:rsid w:val="0000154E"/>
    <w:rsid w:val="00016444"/>
    <w:rsid w:val="000174AF"/>
    <w:rsid w:val="00020EE9"/>
    <w:rsid w:val="000337BB"/>
    <w:rsid w:val="00034B05"/>
    <w:rsid w:val="000369D5"/>
    <w:rsid w:val="00042A37"/>
    <w:rsid w:val="00046288"/>
    <w:rsid w:val="00046615"/>
    <w:rsid w:val="0005043A"/>
    <w:rsid w:val="000524DD"/>
    <w:rsid w:val="00055AA9"/>
    <w:rsid w:val="0005665F"/>
    <w:rsid w:val="00081A48"/>
    <w:rsid w:val="00083DDE"/>
    <w:rsid w:val="00084476"/>
    <w:rsid w:val="000910BA"/>
    <w:rsid w:val="00091B10"/>
    <w:rsid w:val="00092C72"/>
    <w:rsid w:val="00093077"/>
    <w:rsid w:val="000957FD"/>
    <w:rsid w:val="000A2F98"/>
    <w:rsid w:val="000A3B73"/>
    <w:rsid w:val="000A6DDE"/>
    <w:rsid w:val="000A71CA"/>
    <w:rsid w:val="000A740A"/>
    <w:rsid w:val="000A7C37"/>
    <w:rsid w:val="000B4781"/>
    <w:rsid w:val="000C05DF"/>
    <w:rsid w:val="000C0B12"/>
    <w:rsid w:val="000C22B1"/>
    <w:rsid w:val="000D1F14"/>
    <w:rsid w:val="000D6E68"/>
    <w:rsid w:val="000E3C13"/>
    <w:rsid w:val="000E6A79"/>
    <w:rsid w:val="000E73A0"/>
    <w:rsid w:val="000E7716"/>
    <w:rsid w:val="000F12A6"/>
    <w:rsid w:val="000F49A1"/>
    <w:rsid w:val="000F72BB"/>
    <w:rsid w:val="001032AC"/>
    <w:rsid w:val="00105D14"/>
    <w:rsid w:val="00107A96"/>
    <w:rsid w:val="00110708"/>
    <w:rsid w:val="0011336B"/>
    <w:rsid w:val="00114331"/>
    <w:rsid w:val="00114D15"/>
    <w:rsid w:val="001150B7"/>
    <w:rsid w:val="00121480"/>
    <w:rsid w:val="001216E6"/>
    <w:rsid w:val="0012700D"/>
    <w:rsid w:val="00131A1A"/>
    <w:rsid w:val="00133005"/>
    <w:rsid w:val="001332E1"/>
    <w:rsid w:val="00134036"/>
    <w:rsid w:val="00140DCC"/>
    <w:rsid w:val="00141F04"/>
    <w:rsid w:val="00144D7F"/>
    <w:rsid w:val="00151F37"/>
    <w:rsid w:val="00152DA6"/>
    <w:rsid w:val="001552ED"/>
    <w:rsid w:val="00165EE3"/>
    <w:rsid w:val="00167D02"/>
    <w:rsid w:val="00172C30"/>
    <w:rsid w:val="00173163"/>
    <w:rsid w:val="00175E20"/>
    <w:rsid w:val="00176B2B"/>
    <w:rsid w:val="0017705E"/>
    <w:rsid w:val="001770FE"/>
    <w:rsid w:val="001773D5"/>
    <w:rsid w:val="001806E5"/>
    <w:rsid w:val="0018075B"/>
    <w:rsid w:val="0018362D"/>
    <w:rsid w:val="0019026B"/>
    <w:rsid w:val="00193141"/>
    <w:rsid w:val="00197F97"/>
    <w:rsid w:val="001A17BC"/>
    <w:rsid w:val="001A455E"/>
    <w:rsid w:val="001A4CF8"/>
    <w:rsid w:val="001A5A9C"/>
    <w:rsid w:val="001B0468"/>
    <w:rsid w:val="001B2828"/>
    <w:rsid w:val="001B55A8"/>
    <w:rsid w:val="001C0D85"/>
    <w:rsid w:val="001C1EA3"/>
    <w:rsid w:val="001C4AFD"/>
    <w:rsid w:val="001D23A5"/>
    <w:rsid w:val="001D6C70"/>
    <w:rsid w:val="001D732B"/>
    <w:rsid w:val="001D7838"/>
    <w:rsid w:val="001E56DC"/>
    <w:rsid w:val="001F1317"/>
    <w:rsid w:val="001F1473"/>
    <w:rsid w:val="001F3358"/>
    <w:rsid w:val="00201132"/>
    <w:rsid w:val="002036D8"/>
    <w:rsid w:val="00204436"/>
    <w:rsid w:val="00207829"/>
    <w:rsid w:val="0021046B"/>
    <w:rsid w:val="0021324A"/>
    <w:rsid w:val="002319D5"/>
    <w:rsid w:val="002345E8"/>
    <w:rsid w:val="00235FB5"/>
    <w:rsid w:val="00236D98"/>
    <w:rsid w:val="002431FF"/>
    <w:rsid w:val="00244EFA"/>
    <w:rsid w:val="00246C08"/>
    <w:rsid w:val="00261A0A"/>
    <w:rsid w:val="002654DD"/>
    <w:rsid w:val="0027069D"/>
    <w:rsid w:val="00277E78"/>
    <w:rsid w:val="0028219D"/>
    <w:rsid w:val="00283248"/>
    <w:rsid w:val="00292D52"/>
    <w:rsid w:val="00292FFB"/>
    <w:rsid w:val="002A50B3"/>
    <w:rsid w:val="002A6BEF"/>
    <w:rsid w:val="002B1192"/>
    <w:rsid w:val="002B3E83"/>
    <w:rsid w:val="002C062C"/>
    <w:rsid w:val="002C118E"/>
    <w:rsid w:val="002C5070"/>
    <w:rsid w:val="002D01F8"/>
    <w:rsid w:val="002D11ED"/>
    <w:rsid w:val="002D2735"/>
    <w:rsid w:val="002D5257"/>
    <w:rsid w:val="002D57C2"/>
    <w:rsid w:val="002D7DBF"/>
    <w:rsid w:val="002E0232"/>
    <w:rsid w:val="002E091D"/>
    <w:rsid w:val="002E3C7F"/>
    <w:rsid w:val="002F50F7"/>
    <w:rsid w:val="00327955"/>
    <w:rsid w:val="00330636"/>
    <w:rsid w:val="00331B41"/>
    <w:rsid w:val="00331FD3"/>
    <w:rsid w:val="00334AED"/>
    <w:rsid w:val="00356A18"/>
    <w:rsid w:val="00365F3E"/>
    <w:rsid w:val="00366144"/>
    <w:rsid w:val="003826BC"/>
    <w:rsid w:val="00383887"/>
    <w:rsid w:val="003B1742"/>
    <w:rsid w:val="003B195D"/>
    <w:rsid w:val="003B335F"/>
    <w:rsid w:val="003B4BAE"/>
    <w:rsid w:val="003D1C14"/>
    <w:rsid w:val="003D2FD6"/>
    <w:rsid w:val="003D3AF5"/>
    <w:rsid w:val="003E08F8"/>
    <w:rsid w:val="003F2F80"/>
    <w:rsid w:val="003F4564"/>
    <w:rsid w:val="003F64A6"/>
    <w:rsid w:val="003F7323"/>
    <w:rsid w:val="003F7834"/>
    <w:rsid w:val="0040483C"/>
    <w:rsid w:val="0040583C"/>
    <w:rsid w:val="00414D53"/>
    <w:rsid w:val="00417F39"/>
    <w:rsid w:val="00421053"/>
    <w:rsid w:val="00423B3F"/>
    <w:rsid w:val="0042541D"/>
    <w:rsid w:val="004308DA"/>
    <w:rsid w:val="00430F29"/>
    <w:rsid w:val="0043117F"/>
    <w:rsid w:val="004442E0"/>
    <w:rsid w:val="00452686"/>
    <w:rsid w:val="00453A4C"/>
    <w:rsid w:val="00460D02"/>
    <w:rsid w:val="004638BC"/>
    <w:rsid w:val="004755B9"/>
    <w:rsid w:val="00491662"/>
    <w:rsid w:val="004965E8"/>
    <w:rsid w:val="004A20F5"/>
    <w:rsid w:val="004A57C6"/>
    <w:rsid w:val="004A61C1"/>
    <w:rsid w:val="004A79C8"/>
    <w:rsid w:val="004B042A"/>
    <w:rsid w:val="004B18E7"/>
    <w:rsid w:val="004B4678"/>
    <w:rsid w:val="004B6F19"/>
    <w:rsid w:val="004C5577"/>
    <w:rsid w:val="004E18F5"/>
    <w:rsid w:val="004E57D0"/>
    <w:rsid w:val="004F3574"/>
    <w:rsid w:val="004F6916"/>
    <w:rsid w:val="00505237"/>
    <w:rsid w:val="00514217"/>
    <w:rsid w:val="00521596"/>
    <w:rsid w:val="0052301D"/>
    <w:rsid w:val="005231A1"/>
    <w:rsid w:val="00531C5C"/>
    <w:rsid w:val="0053437C"/>
    <w:rsid w:val="005347C8"/>
    <w:rsid w:val="00542345"/>
    <w:rsid w:val="00550794"/>
    <w:rsid w:val="005515FE"/>
    <w:rsid w:val="0055526C"/>
    <w:rsid w:val="005559EC"/>
    <w:rsid w:val="00555EE7"/>
    <w:rsid w:val="005579F3"/>
    <w:rsid w:val="005612FF"/>
    <w:rsid w:val="00565FAE"/>
    <w:rsid w:val="005744BA"/>
    <w:rsid w:val="00577CC9"/>
    <w:rsid w:val="005818C6"/>
    <w:rsid w:val="0058611B"/>
    <w:rsid w:val="005906C1"/>
    <w:rsid w:val="00593A6E"/>
    <w:rsid w:val="005942AA"/>
    <w:rsid w:val="005A14DF"/>
    <w:rsid w:val="005A15EC"/>
    <w:rsid w:val="005A611B"/>
    <w:rsid w:val="005B0929"/>
    <w:rsid w:val="005B6013"/>
    <w:rsid w:val="005C4910"/>
    <w:rsid w:val="005D0C15"/>
    <w:rsid w:val="005D3446"/>
    <w:rsid w:val="005D57A6"/>
    <w:rsid w:val="005D5C96"/>
    <w:rsid w:val="005E1A26"/>
    <w:rsid w:val="005F57E5"/>
    <w:rsid w:val="00602328"/>
    <w:rsid w:val="0060532F"/>
    <w:rsid w:val="006072E1"/>
    <w:rsid w:val="00607307"/>
    <w:rsid w:val="00611B10"/>
    <w:rsid w:val="006172E1"/>
    <w:rsid w:val="00620424"/>
    <w:rsid w:val="006207A0"/>
    <w:rsid w:val="006269A1"/>
    <w:rsid w:val="00627113"/>
    <w:rsid w:val="00632821"/>
    <w:rsid w:val="00641232"/>
    <w:rsid w:val="00646C0A"/>
    <w:rsid w:val="00646F3C"/>
    <w:rsid w:val="00650F94"/>
    <w:rsid w:val="006560BC"/>
    <w:rsid w:val="00663BEE"/>
    <w:rsid w:val="006649CC"/>
    <w:rsid w:val="006666C0"/>
    <w:rsid w:val="006735B7"/>
    <w:rsid w:val="00675479"/>
    <w:rsid w:val="006769BA"/>
    <w:rsid w:val="006773F4"/>
    <w:rsid w:val="006819F7"/>
    <w:rsid w:val="00683FBB"/>
    <w:rsid w:val="00684C13"/>
    <w:rsid w:val="00685687"/>
    <w:rsid w:val="00686928"/>
    <w:rsid w:val="00691493"/>
    <w:rsid w:val="00697B21"/>
    <w:rsid w:val="006A51F7"/>
    <w:rsid w:val="006A6E2D"/>
    <w:rsid w:val="006C091E"/>
    <w:rsid w:val="006C2922"/>
    <w:rsid w:val="006C5C65"/>
    <w:rsid w:val="006C6514"/>
    <w:rsid w:val="006D06EF"/>
    <w:rsid w:val="006D323B"/>
    <w:rsid w:val="006D46A1"/>
    <w:rsid w:val="006D72C9"/>
    <w:rsid w:val="006E2395"/>
    <w:rsid w:val="006E27BE"/>
    <w:rsid w:val="006F28AD"/>
    <w:rsid w:val="006F308D"/>
    <w:rsid w:val="006F3600"/>
    <w:rsid w:val="006F6D3A"/>
    <w:rsid w:val="006F7B69"/>
    <w:rsid w:val="006F7E89"/>
    <w:rsid w:val="0070349D"/>
    <w:rsid w:val="00705F83"/>
    <w:rsid w:val="00706FE7"/>
    <w:rsid w:val="00707D79"/>
    <w:rsid w:val="00711B72"/>
    <w:rsid w:val="007146B5"/>
    <w:rsid w:val="00714993"/>
    <w:rsid w:val="0072075C"/>
    <w:rsid w:val="00721948"/>
    <w:rsid w:val="007239C5"/>
    <w:rsid w:val="007312E0"/>
    <w:rsid w:val="00744A40"/>
    <w:rsid w:val="00745BE8"/>
    <w:rsid w:val="00763079"/>
    <w:rsid w:val="0076406B"/>
    <w:rsid w:val="00774AF2"/>
    <w:rsid w:val="00783D14"/>
    <w:rsid w:val="00787742"/>
    <w:rsid w:val="00790247"/>
    <w:rsid w:val="007957CD"/>
    <w:rsid w:val="00797238"/>
    <w:rsid w:val="007A0996"/>
    <w:rsid w:val="007A3706"/>
    <w:rsid w:val="007A3F8A"/>
    <w:rsid w:val="007A46A6"/>
    <w:rsid w:val="007B5922"/>
    <w:rsid w:val="007B6B70"/>
    <w:rsid w:val="007C0E6F"/>
    <w:rsid w:val="007C3632"/>
    <w:rsid w:val="007D52AA"/>
    <w:rsid w:val="007D734A"/>
    <w:rsid w:val="007E2305"/>
    <w:rsid w:val="007E6EA1"/>
    <w:rsid w:val="007E72F4"/>
    <w:rsid w:val="007F649F"/>
    <w:rsid w:val="007F7583"/>
    <w:rsid w:val="008053DE"/>
    <w:rsid w:val="0081456E"/>
    <w:rsid w:val="00815F2E"/>
    <w:rsid w:val="00822432"/>
    <w:rsid w:val="00824431"/>
    <w:rsid w:val="008256CF"/>
    <w:rsid w:val="00827FC4"/>
    <w:rsid w:val="00831D61"/>
    <w:rsid w:val="00831E15"/>
    <w:rsid w:val="00831E1C"/>
    <w:rsid w:val="008320CF"/>
    <w:rsid w:val="00836CBE"/>
    <w:rsid w:val="0084079F"/>
    <w:rsid w:val="00842405"/>
    <w:rsid w:val="008426F7"/>
    <w:rsid w:val="00845807"/>
    <w:rsid w:val="00852EFE"/>
    <w:rsid w:val="00862277"/>
    <w:rsid w:val="00867935"/>
    <w:rsid w:val="00872563"/>
    <w:rsid w:val="00876E2C"/>
    <w:rsid w:val="00876FD7"/>
    <w:rsid w:val="008771EE"/>
    <w:rsid w:val="00880FA6"/>
    <w:rsid w:val="00881B27"/>
    <w:rsid w:val="008842B3"/>
    <w:rsid w:val="008842C0"/>
    <w:rsid w:val="008845DE"/>
    <w:rsid w:val="008A11DD"/>
    <w:rsid w:val="008A473A"/>
    <w:rsid w:val="008A52DB"/>
    <w:rsid w:val="008C1E2A"/>
    <w:rsid w:val="008C2708"/>
    <w:rsid w:val="008D0057"/>
    <w:rsid w:val="008D06D2"/>
    <w:rsid w:val="008D2396"/>
    <w:rsid w:val="008D4AD6"/>
    <w:rsid w:val="008D4E1C"/>
    <w:rsid w:val="008D6650"/>
    <w:rsid w:val="008D68F8"/>
    <w:rsid w:val="008E6FBF"/>
    <w:rsid w:val="008F21D9"/>
    <w:rsid w:val="008F2E63"/>
    <w:rsid w:val="008F6854"/>
    <w:rsid w:val="00903C60"/>
    <w:rsid w:val="00915CEA"/>
    <w:rsid w:val="009228E5"/>
    <w:rsid w:val="009237B8"/>
    <w:rsid w:val="0092712A"/>
    <w:rsid w:val="009279AD"/>
    <w:rsid w:val="00940BCF"/>
    <w:rsid w:val="009436E9"/>
    <w:rsid w:val="00944B41"/>
    <w:rsid w:val="00947C89"/>
    <w:rsid w:val="00950004"/>
    <w:rsid w:val="009574D0"/>
    <w:rsid w:val="009670F7"/>
    <w:rsid w:val="00971982"/>
    <w:rsid w:val="009735A0"/>
    <w:rsid w:val="0097696B"/>
    <w:rsid w:val="0098298B"/>
    <w:rsid w:val="00986004"/>
    <w:rsid w:val="00992428"/>
    <w:rsid w:val="00997FE8"/>
    <w:rsid w:val="009A3E1C"/>
    <w:rsid w:val="009D0251"/>
    <w:rsid w:val="009D14A0"/>
    <w:rsid w:val="009D54D8"/>
    <w:rsid w:val="009D5533"/>
    <w:rsid w:val="009D7A1F"/>
    <w:rsid w:val="009E0E3F"/>
    <w:rsid w:val="009E30FA"/>
    <w:rsid w:val="009E5C68"/>
    <w:rsid w:val="009E7BA8"/>
    <w:rsid w:val="009F00E6"/>
    <w:rsid w:val="009F23A0"/>
    <w:rsid w:val="009F2967"/>
    <w:rsid w:val="009F4480"/>
    <w:rsid w:val="009F6374"/>
    <w:rsid w:val="00A0265A"/>
    <w:rsid w:val="00A11469"/>
    <w:rsid w:val="00A14914"/>
    <w:rsid w:val="00A14EFF"/>
    <w:rsid w:val="00A21AA4"/>
    <w:rsid w:val="00A235F8"/>
    <w:rsid w:val="00A26065"/>
    <w:rsid w:val="00A30314"/>
    <w:rsid w:val="00A3296B"/>
    <w:rsid w:val="00A36821"/>
    <w:rsid w:val="00A405F5"/>
    <w:rsid w:val="00A4785F"/>
    <w:rsid w:val="00A47F25"/>
    <w:rsid w:val="00A50D6D"/>
    <w:rsid w:val="00A51DC1"/>
    <w:rsid w:val="00A55ECA"/>
    <w:rsid w:val="00A56033"/>
    <w:rsid w:val="00A61373"/>
    <w:rsid w:val="00A617C7"/>
    <w:rsid w:val="00A67F61"/>
    <w:rsid w:val="00A714EB"/>
    <w:rsid w:val="00A8023A"/>
    <w:rsid w:val="00A80A97"/>
    <w:rsid w:val="00A816A5"/>
    <w:rsid w:val="00A82F5F"/>
    <w:rsid w:val="00A831C3"/>
    <w:rsid w:val="00A90884"/>
    <w:rsid w:val="00A91079"/>
    <w:rsid w:val="00A948F1"/>
    <w:rsid w:val="00AA2BC1"/>
    <w:rsid w:val="00AA5C27"/>
    <w:rsid w:val="00AA5D3F"/>
    <w:rsid w:val="00AB1D84"/>
    <w:rsid w:val="00AB62CD"/>
    <w:rsid w:val="00AC46E7"/>
    <w:rsid w:val="00AD0ACF"/>
    <w:rsid w:val="00AD77EF"/>
    <w:rsid w:val="00AE17F3"/>
    <w:rsid w:val="00AF1888"/>
    <w:rsid w:val="00AF50EC"/>
    <w:rsid w:val="00AF5E32"/>
    <w:rsid w:val="00B02046"/>
    <w:rsid w:val="00B06CEB"/>
    <w:rsid w:val="00B07C67"/>
    <w:rsid w:val="00B12F02"/>
    <w:rsid w:val="00B140A0"/>
    <w:rsid w:val="00B16B5F"/>
    <w:rsid w:val="00B16C34"/>
    <w:rsid w:val="00B21E69"/>
    <w:rsid w:val="00B230F1"/>
    <w:rsid w:val="00B269D9"/>
    <w:rsid w:val="00B303A6"/>
    <w:rsid w:val="00B3190B"/>
    <w:rsid w:val="00B334EE"/>
    <w:rsid w:val="00B3354D"/>
    <w:rsid w:val="00B41A3B"/>
    <w:rsid w:val="00B43A44"/>
    <w:rsid w:val="00B47850"/>
    <w:rsid w:val="00B553FD"/>
    <w:rsid w:val="00B56563"/>
    <w:rsid w:val="00B579D8"/>
    <w:rsid w:val="00B6611C"/>
    <w:rsid w:val="00B663AA"/>
    <w:rsid w:val="00B7142E"/>
    <w:rsid w:val="00B71D34"/>
    <w:rsid w:val="00B72082"/>
    <w:rsid w:val="00B87250"/>
    <w:rsid w:val="00B87C57"/>
    <w:rsid w:val="00B9161B"/>
    <w:rsid w:val="00B93BCE"/>
    <w:rsid w:val="00BA3310"/>
    <w:rsid w:val="00BA34D3"/>
    <w:rsid w:val="00BB62DA"/>
    <w:rsid w:val="00BC0E0E"/>
    <w:rsid w:val="00BC1D42"/>
    <w:rsid w:val="00BC2D35"/>
    <w:rsid w:val="00BD3670"/>
    <w:rsid w:val="00BD4BEF"/>
    <w:rsid w:val="00BE7060"/>
    <w:rsid w:val="00BF7C34"/>
    <w:rsid w:val="00C0180D"/>
    <w:rsid w:val="00C025C6"/>
    <w:rsid w:val="00C04F5E"/>
    <w:rsid w:val="00C07C41"/>
    <w:rsid w:val="00C11E83"/>
    <w:rsid w:val="00C21B82"/>
    <w:rsid w:val="00C23452"/>
    <w:rsid w:val="00C268AC"/>
    <w:rsid w:val="00C31597"/>
    <w:rsid w:val="00C31C76"/>
    <w:rsid w:val="00C35026"/>
    <w:rsid w:val="00C366D5"/>
    <w:rsid w:val="00C4036A"/>
    <w:rsid w:val="00C4157F"/>
    <w:rsid w:val="00C52D9B"/>
    <w:rsid w:val="00C543CC"/>
    <w:rsid w:val="00C55084"/>
    <w:rsid w:val="00C571E0"/>
    <w:rsid w:val="00C61B31"/>
    <w:rsid w:val="00C662BC"/>
    <w:rsid w:val="00C66B81"/>
    <w:rsid w:val="00C67A9E"/>
    <w:rsid w:val="00C71094"/>
    <w:rsid w:val="00C81EBE"/>
    <w:rsid w:val="00C83C4C"/>
    <w:rsid w:val="00C90ABC"/>
    <w:rsid w:val="00C9149A"/>
    <w:rsid w:val="00C97125"/>
    <w:rsid w:val="00CA7054"/>
    <w:rsid w:val="00CB24CC"/>
    <w:rsid w:val="00CB2A2F"/>
    <w:rsid w:val="00CB4080"/>
    <w:rsid w:val="00CB4F2E"/>
    <w:rsid w:val="00CB5CC2"/>
    <w:rsid w:val="00CC0F62"/>
    <w:rsid w:val="00CC0FCD"/>
    <w:rsid w:val="00CC395A"/>
    <w:rsid w:val="00CC3C3B"/>
    <w:rsid w:val="00CC4134"/>
    <w:rsid w:val="00CC6E9F"/>
    <w:rsid w:val="00CC704F"/>
    <w:rsid w:val="00CD101E"/>
    <w:rsid w:val="00CE479C"/>
    <w:rsid w:val="00CE498D"/>
    <w:rsid w:val="00CE5035"/>
    <w:rsid w:val="00CF3E22"/>
    <w:rsid w:val="00CF4B7F"/>
    <w:rsid w:val="00CF617E"/>
    <w:rsid w:val="00D00E0A"/>
    <w:rsid w:val="00D22DAC"/>
    <w:rsid w:val="00D230C7"/>
    <w:rsid w:val="00D248F3"/>
    <w:rsid w:val="00D264F1"/>
    <w:rsid w:val="00D267E5"/>
    <w:rsid w:val="00D40819"/>
    <w:rsid w:val="00D40E01"/>
    <w:rsid w:val="00D478AC"/>
    <w:rsid w:val="00D542C1"/>
    <w:rsid w:val="00D54B7D"/>
    <w:rsid w:val="00D6670A"/>
    <w:rsid w:val="00D675A7"/>
    <w:rsid w:val="00D70BD3"/>
    <w:rsid w:val="00D71894"/>
    <w:rsid w:val="00D74BF4"/>
    <w:rsid w:val="00D82E0A"/>
    <w:rsid w:val="00D85A5F"/>
    <w:rsid w:val="00D85FD9"/>
    <w:rsid w:val="00D94D06"/>
    <w:rsid w:val="00D96A6C"/>
    <w:rsid w:val="00DA7B1E"/>
    <w:rsid w:val="00DB3E80"/>
    <w:rsid w:val="00DB4159"/>
    <w:rsid w:val="00DB6F2D"/>
    <w:rsid w:val="00DC26E6"/>
    <w:rsid w:val="00DC7D7B"/>
    <w:rsid w:val="00DD0216"/>
    <w:rsid w:val="00DD251A"/>
    <w:rsid w:val="00DD3C31"/>
    <w:rsid w:val="00DD572D"/>
    <w:rsid w:val="00DD706A"/>
    <w:rsid w:val="00DE0864"/>
    <w:rsid w:val="00DE2E67"/>
    <w:rsid w:val="00DF224D"/>
    <w:rsid w:val="00E0074F"/>
    <w:rsid w:val="00E00C3E"/>
    <w:rsid w:val="00E047C7"/>
    <w:rsid w:val="00E0597D"/>
    <w:rsid w:val="00E15436"/>
    <w:rsid w:val="00E21ECE"/>
    <w:rsid w:val="00E22935"/>
    <w:rsid w:val="00E23226"/>
    <w:rsid w:val="00E2322D"/>
    <w:rsid w:val="00E23EBD"/>
    <w:rsid w:val="00E2785E"/>
    <w:rsid w:val="00E319C8"/>
    <w:rsid w:val="00E333E7"/>
    <w:rsid w:val="00E3447E"/>
    <w:rsid w:val="00E344B3"/>
    <w:rsid w:val="00E344CF"/>
    <w:rsid w:val="00E4234A"/>
    <w:rsid w:val="00E45115"/>
    <w:rsid w:val="00E50D17"/>
    <w:rsid w:val="00E518B9"/>
    <w:rsid w:val="00E52CFA"/>
    <w:rsid w:val="00E55900"/>
    <w:rsid w:val="00E60A8A"/>
    <w:rsid w:val="00E62F78"/>
    <w:rsid w:val="00E66E13"/>
    <w:rsid w:val="00E67FB2"/>
    <w:rsid w:val="00E705F1"/>
    <w:rsid w:val="00E70AEF"/>
    <w:rsid w:val="00E90401"/>
    <w:rsid w:val="00E90CAC"/>
    <w:rsid w:val="00E92A0F"/>
    <w:rsid w:val="00EA06B2"/>
    <w:rsid w:val="00EA4E78"/>
    <w:rsid w:val="00EA5D8A"/>
    <w:rsid w:val="00EA5FCA"/>
    <w:rsid w:val="00EB0CD4"/>
    <w:rsid w:val="00EB1E55"/>
    <w:rsid w:val="00EC06D9"/>
    <w:rsid w:val="00EC2C6D"/>
    <w:rsid w:val="00EC2D83"/>
    <w:rsid w:val="00EC3E02"/>
    <w:rsid w:val="00EC6CFF"/>
    <w:rsid w:val="00ED18B9"/>
    <w:rsid w:val="00ED238B"/>
    <w:rsid w:val="00ED7D4E"/>
    <w:rsid w:val="00EE3A50"/>
    <w:rsid w:val="00EE5C28"/>
    <w:rsid w:val="00EE74E1"/>
    <w:rsid w:val="00EF29FE"/>
    <w:rsid w:val="00EF5C77"/>
    <w:rsid w:val="00EF726C"/>
    <w:rsid w:val="00F01094"/>
    <w:rsid w:val="00F049B7"/>
    <w:rsid w:val="00F04FB1"/>
    <w:rsid w:val="00F05070"/>
    <w:rsid w:val="00F128B1"/>
    <w:rsid w:val="00F146C0"/>
    <w:rsid w:val="00F15DC8"/>
    <w:rsid w:val="00F15E85"/>
    <w:rsid w:val="00F17BEE"/>
    <w:rsid w:val="00F20B36"/>
    <w:rsid w:val="00F21E11"/>
    <w:rsid w:val="00F22AAB"/>
    <w:rsid w:val="00F24EAB"/>
    <w:rsid w:val="00F26191"/>
    <w:rsid w:val="00F329AD"/>
    <w:rsid w:val="00F33599"/>
    <w:rsid w:val="00F40916"/>
    <w:rsid w:val="00F43E07"/>
    <w:rsid w:val="00F53A9F"/>
    <w:rsid w:val="00F54C8C"/>
    <w:rsid w:val="00F70695"/>
    <w:rsid w:val="00F70B20"/>
    <w:rsid w:val="00F7127B"/>
    <w:rsid w:val="00F74F70"/>
    <w:rsid w:val="00F81994"/>
    <w:rsid w:val="00F81F4D"/>
    <w:rsid w:val="00F82085"/>
    <w:rsid w:val="00F8277F"/>
    <w:rsid w:val="00F83CAA"/>
    <w:rsid w:val="00F83D2E"/>
    <w:rsid w:val="00F90987"/>
    <w:rsid w:val="00F96169"/>
    <w:rsid w:val="00F96EEF"/>
    <w:rsid w:val="00FA4C6D"/>
    <w:rsid w:val="00FB7B59"/>
    <w:rsid w:val="00FC2846"/>
    <w:rsid w:val="00FC2AB0"/>
    <w:rsid w:val="00FC31E3"/>
    <w:rsid w:val="00FC3394"/>
    <w:rsid w:val="00FC54A4"/>
    <w:rsid w:val="00FD1393"/>
    <w:rsid w:val="00FE0621"/>
    <w:rsid w:val="00FE7167"/>
    <w:rsid w:val="00FF2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574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03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36CBE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0B47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C4AFD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1C4AF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B4781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B478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4B0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34B0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34B05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34B0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34B0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34B05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34B05"/>
    <w:rPr>
      <w:rFonts w:ascii="Calibri" w:hAnsi="Calibri" w:cs="Times New Roman"/>
      <w:i/>
      <w:iCs/>
      <w:sz w:val="24"/>
      <w:szCs w:val="24"/>
    </w:rPr>
  </w:style>
  <w:style w:type="paragraph" w:customStyle="1" w:styleId="1">
    <w:name w:val="Стиль1"/>
    <w:basedOn w:val="Heading1"/>
    <w:next w:val="NormalIndent"/>
    <w:uiPriority w:val="99"/>
    <w:rsid w:val="00A30314"/>
    <w:pPr>
      <w:spacing w:before="0" w:after="120"/>
      <w:jc w:val="center"/>
    </w:pPr>
    <w:rPr>
      <w:rFonts w:ascii="Times New Roman" w:hAnsi="Times New Roman" w:cs="Times New Roman"/>
      <w:kern w:val="0"/>
      <w:sz w:val="28"/>
      <w:szCs w:val="28"/>
      <w:lang w:val="en-US"/>
    </w:rPr>
  </w:style>
  <w:style w:type="paragraph" w:styleId="NormalIndent">
    <w:name w:val="Normal Indent"/>
    <w:basedOn w:val="Normal"/>
    <w:uiPriority w:val="99"/>
    <w:rsid w:val="00A30314"/>
    <w:pPr>
      <w:ind w:left="708"/>
    </w:pPr>
  </w:style>
  <w:style w:type="paragraph" w:customStyle="1" w:styleId="2">
    <w:name w:val="Стиль2"/>
    <w:basedOn w:val="BodyText"/>
    <w:next w:val="Subtitle"/>
    <w:uiPriority w:val="99"/>
    <w:rsid w:val="00ED238B"/>
    <w:pPr>
      <w:spacing w:before="120"/>
      <w:ind w:firstLine="709"/>
      <w:jc w:val="both"/>
    </w:pPr>
  </w:style>
  <w:style w:type="paragraph" w:styleId="BodyText">
    <w:name w:val="Body Text"/>
    <w:basedOn w:val="Normal"/>
    <w:link w:val="BodyTextChar"/>
    <w:uiPriority w:val="99"/>
    <w:rsid w:val="00ED23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34B05"/>
    <w:rPr>
      <w:rFonts w:cs="Times New Roman"/>
      <w:sz w:val="28"/>
      <w:szCs w:val="28"/>
    </w:rPr>
  </w:style>
  <w:style w:type="paragraph" w:styleId="Subtitle">
    <w:name w:val="Subtitle"/>
    <w:basedOn w:val="Normal"/>
    <w:link w:val="SubtitleChar"/>
    <w:uiPriority w:val="99"/>
    <w:qFormat/>
    <w:rsid w:val="00ED238B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34B05"/>
    <w:rPr>
      <w:rFonts w:ascii="Cambria" w:hAnsi="Cambria" w:cs="Times New Roman"/>
      <w:sz w:val="24"/>
      <w:szCs w:val="24"/>
    </w:rPr>
  </w:style>
  <w:style w:type="paragraph" w:customStyle="1" w:styleId="3">
    <w:name w:val="Стиль3"/>
    <w:basedOn w:val="FootnoteText"/>
    <w:uiPriority w:val="99"/>
    <w:rsid w:val="009228E5"/>
  </w:style>
  <w:style w:type="paragraph" w:styleId="FootnoteText">
    <w:name w:val="footnote text"/>
    <w:basedOn w:val="Normal"/>
    <w:link w:val="FootnoteTextChar"/>
    <w:uiPriority w:val="99"/>
    <w:semiHidden/>
    <w:rsid w:val="009228E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34B05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7A09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7A09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081A4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34B05"/>
    <w:rPr>
      <w:rFonts w:cs="Times New Roman"/>
      <w:sz w:val="28"/>
      <w:szCs w:val="28"/>
    </w:rPr>
  </w:style>
  <w:style w:type="paragraph" w:customStyle="1" w:styleId="FR1">
    <w:name w:val="FR1"/>
    <w:uiPriority w:val="99"/>
    <w:rsid w:val="00E319C8"/>
    <w:pPr>
      <w:widowControl w:val="0"/>
      <w:autoSpaceDE w:val="0"/>
      <w:autoSpaceDN w:val="0"/>
      <w:adjustRightInd w:val="0"/>
      <w:spacing w:before="840" w:after="540" w:line="260" w:lineRule="auto"/>
      <w:ind w:left="2680" w:right="3000"/>
      <w:jc w:val="center"/>
    </w:pPr>
    <w:rPr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08447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34B05"/>
    <w:rPr>
      <w:rFonts w:cs="Times New Roman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rsid w:val="00084476"/>
    <w:rPr>
      <w:rFonts w:ascii="Arial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034B05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B47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34B05"/>
    <w:rPr>
      <w:rFonts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E154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4B05"/>
    <w:rPr>
      <w:rFonts w:cs="Times New Roman"/>
      <w:sz w:val="2"/>
    </w:rPr>
  </w:style>
  <w:style w:type="character" w:styleId="PageNumber">
    <w:name w:val="page number"/>
    <w:basedOn w:val="DefaultParagraphFont"/>
    <w:uiPriority w:val="99"/>
    <w:rsid w:val="00283248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3D1C14"/>
    <w:pPr>
      <w:spacing w:line="288" w:lineRule="auto"/>
      <w:ind w:firstLine="567"/>
      <w:jc w:val="center"/>
    </w:pPr>
    <w:rPr>
      <w:b/>
      <w:bCs/>
      <w:kern w:val="32"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99"/>
    <w:locked/>
    <w:rsid w:val="00AB62CD"/>
    <w:rPr>
      <w:rFonts w:cs="Times New Roman"/>
      <w:b/>
      <w:kern w:val="32"/>
      <w:sz w:val="26"/>
    </w:rPr>
  </w:style>
  <w:style w:type="character" w:styleId="Hyperlink">
    <w:name w:val="Hyperlink"/>
    <w:basedOn w:val="DefaultParagraphFont"/>
    <w:uiPriority w:val="99"/>
    <w:rsid w:val="00141F04"/>
    <w:rPr>
      <w:rFonts w:cs="Times New Roman"/>
      <w:color w:val="0000FF"/>
      <w:u w:val="single"/>
    </w:rPr>
  </w:style>
  <w:style w:type="paragraph" w:styleId="Caption">
    <w:name w:val="caption"/>
    <w:basedOn w:val="Normal"/>
    <w:next w:val="Normal"/>
    <w:uiPriority w:val="99"/>
    <w:qFormat/>
    <w:rsid w:val="001B2828"/>
    <w:pPr>
      <w:spacing w:before="120" w:after="240"/>
      <w:jc w:val="center"/>
    </w:pPr>
    <w:rPr>
      <w:b/>
      <w:bCs/>
      <w:sz w:val="24"/>
      <w:szCs w:val="24"/>
    </w:rPr>
  </w:style>
  <w:style w:type="paragraph" w:customStyle="1" w:styleId="10">
    <w:name w:val="Знак1 Знак Знак Знак"/>
    <w:basedOn w:val="Normal"/>
    <w:uiPriority w:val="99"/>
    <w:rsid w:val="00783D14"/>
    <w:pPr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11">
    <w:name w:val="Знак1 Знак Знак Знак1"/>
    <w:basedOn w:val="Normal"/>
    <w:uiPriority w:val="99"/>
    <w:rsid w:val="00D248F3"/>
    <w:pPr>
      <w:spacing w:after="160" w:line="240" w:lineRule="exact"/>
      <w:jc w:val="both"/>
    </w:pPr>
    <w:rPr>
      <w:sz w:val="24"/>
      <w:szCs w:val="20"/>
      <w:lang w:val="en-US" w:eastAsia="en-US"/>
    </w:rPr>
  </w:style>
  <w:style w:type="paragraph" w:customStyle="1" w:styleId="12">
    <w:name w:val="Знак1 Знак Знак Знак Знак Знак Знак"/>
    <w:basedOn w:val="Normal"/>
    <w:uiPriority w:val="99"/>
    <w:semiHidden/>
    <w:rsid w:val="001C0D85"/>
    <w:p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name w:val="Знак"/>
    <w:basedOn w:val="Normal"/>
    <w:uiPriority w:val="99"/>
    <w:semiHidden/>
    <w:rsid w:val="00AB62CD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AB62C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96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_histebl@mail.ru" TargetMode="External"/><Relationship Id="rId13" Type="http://schemas.openxmlformats.org/officeDocument/2006/relationships/hyperlink" Target="mailto:admi-krasnostrelskay@yandex.ru" TargetMode="External"/><Relationship Id="rId18" Type="http://schemas.openxmlformats.org/officeDocument/2006/relationships/hyperlink" Target="mailto:admtaman@yandex.ru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AdmAxtaniz@mail.ru" TargetMode="External"/><Relationship Id="rId12" Type="http://schemas.openxmlformats.org/officeDocument/2006/relationships/hyperlink" Target="mailto:Zaporoz_adm@mail.ru" TargetMode="External"/><Relationship Id="rId17" Type="http://schemas.openxmlformats.org/officeDocument/2006/relationships/hyperlink" Target="mailto:titso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Sennoy@yandex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emrukadm@yandex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dmnovotaman@mail.ru" TargetMode="External"/><Relationship Id="rId10" Type="http://schemas.openxmlformats.org/officeDocument/2006/relationships/hyperlink" Target="mailto:gol-finotdel@yandex.ru" TargetMode="External"/><Relationship Id="rId19" Type="http://schemas.openxmlformats.org/officeDocument/2006/relationships/hyperlink" Target="mailto:fontal_adm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oladm@yandex.ru" TargetMode="External"/><Relationship Id="rId14" Type="http://schemas.openxmlformats.org/officeDocument/2006/relationships/hyperlink" Target="mailto:Kurchankasp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255</Words>
  <Characters>1460</Characters>
  <Application>Microsoft Office Outlook</Application>
  <DocSecurity>0</DocSecurity>
  <Lines>0</Lines>
  <Paragraphs>0</Paragraphs>
  <ScaleCrop>false</ScaleCrop>
  <Company>mns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ПРИЛОЖЕНИЯ</dc:title>
  <dc:subject/>
  <dc:creator>Malyh</dc:creator>
  <cp:keywords/>
  <dc:description/>
  <cp:lastModifiedBy>1</cp:lastModifiedBy>
  <cp:revision>9</cp:revision>
  <cp:lastPrinted>2010-05-31T13:13:00Z</cp:lastPrinted>
  <dcterms:created xsi:type="dcterms:W3CDTF">2016-08-12T14:03:00Z</dcterms:created>
  <dcterms:modified xsi:type="dcterms:W3CDTF">2018-02-12T06:08:00Z</dcterms:modified>
</cp:coreProperties>
</file>