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F16CEE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F16CEE" w:rsidRDefault="00F16CEE">
            <w:pPr>
              <w:jc w:val="center"/>
            </w:pPr>
          </w:p>
        </w:tc>
        <w:tc>
          <w:tcPr>
            <w:tcW w:w="1012" w:type="dxa"/>
          </w:tcPr>
          <w:p w:rsidR="00F16CEE" w:rsidRDefault="00F16CEE"/>
        </w:tc>
        <w:tc>
          <w:tcPr>
            <w:tcW w:w="4627" w:type="dxa"/>
          </w:tcPr>
          <w:p w:rsidR="00F16CEE" w:rsidRDefault="00F16CEE">
            <w:pPr>
              <w:ind w:left="1123"/>
              <w:jc w:val="right"/>
              <w:rPr>
                <w:sz w:val="24"/>
                <w:szCs w:val="24"/>
              </w:rPr>
            </w:pPr>
          </w:p>
          <w:p w:rsidR="00F16CEE" w:rsidRDefault="00F16CEE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F16CEE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F16CEE" w:rsidRDefault="00F16CEE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F16CEE" w:rsidRDefault="00F16C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F16CEE" w:rsidRDefault="00F16CEE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F16CEE" w:rsidRDefault="00F16CEE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F16CEE" w:rsidRDefault="00F16CEE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F16CEE" w:rsidRDefault="00F16CEE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F16CEE" w:rsidRDefault="00F16CEE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F16CEE" w:rsidRDefault="00F16CEE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F16CEE" w:rsidRDefault="00F16CEE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F16CEE" w:rsidRDefault="00F16CEE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F16CEE" w:rsidRDefault="00F16CEE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F16CEE" w:rsidRDefault="00F16C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F16CEE" w:rsidRDefault="00F16CEE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F16CEE" w:rsidRPr="006773F4" w:rsidRDefault="00F16CEE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F16CEE" w:rsidRPr="006773F4" w:rsidRDefault="00F16CEE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F16CEE" w:rsidRPr="006773F4" w:rsidRDefault="00F16CEE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F16CEE" w:rsidRPr="006773F4" w:rsidRDefault="00F16CEE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F16CEE" w:rsidRPr="006773F4" w:rsidRDefault="00F16CEE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F16CEE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F16CEE" w:rsidRPr="006773F4" w:rsidRDefault="00F16CEE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F16CEE" w:rsidRDefault="00F16CEE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F16CEE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F16CEE" w:rsidRDefault="00F16CEE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Default="00F16CEE">
            <w:pPr>
              <w:rPr>
                <w:sz w:val="10"/>
                <w:szCs w:val="10"/>
              </w:rPr>
            </w:pPr>
          </w:p>
          <w:p w:rsidR="00F16CEE" w:rsidRDefault="00F16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Pr="00E92A0F" w:rsidRDefault="00F16CEE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1012" w:type="dxa"/>
            <w:vMerge/>
            <w:vAlign w:val="center"/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Default="00F16CEE">
            <w:pPr>
              <w:rPr>
                <w:sz w:val="20"/>
                <w:szCs w:val="20"/>
              </w:rPr>
            </w:pPr>
          </w:p>
        </w:tc>
      </w:tr>
      <w:tr w:rsidR="00F16CEE" w:rsidTr="000F49A1">
        <w:trPr>
          <w:cantSplit/>
          <w:trHeight w:val="70"/>
        </w:trPr>
        <w:tc>
          <w:tcPr>
            <w:tcW w:w="4301" w:type="dxa"/>
            <w:gridSpan w:val="4"/>
          </w:tcPr>
          <w:p w:rsidR="00F16CEE" w:rsidRDefault="00F16C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F16CEE" w:rsidRDefault="00F16CEE">
            <w:pPr>
              <w:rPr>
                <w:sz w:val="16"/>
                <w:szCs w:val="16"/>
              </w:rPr>
            </w:pPr>
          </w:p>
        </w:tc>
      </w:tr>
      <w:tr w:rsidR="00F16CEE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Default="00F16CEE">
            <w:pPr>
              <w:rPr>
                <w:sz w:val="8"/>
                <w:szCs w:val="8"/>
              </w:rPr>
            </w:pPr>
          </w:p>
          <w:p w:rsidR="00F16CEE" w:rsidRDefault="00F16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Default="00F16CEE"/>
        </w:tc>
        <w:tc>
          <w:tcPr>
            <w:tcW w:w="1012" w:type="dxa"/>
            <w:vMerge/>
            <w:vAlign w:val="center"/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16CEE" w:rsidRDefault="00F16CEE">
            <w:pPr>
              <w:rPr>
                <w:sz w:val="20"/>
                <w:szCs w:val="20"/>
              </w:rPr>
            </w:pPr>
          </w:p>
        </w:tc>
      </w:tr>
      <w:tr w:rsidR="00F16CEE" w:rsidTr="000F49A1">
        <w:trPr>
          <w:cantSplit/>
          <w:trHeight w:val="70"/>
        </w:trPr>
        <w:tc>
          <w:tcPr>
            <w:tcW w:w="4301" w:type="dxa"/>
            <w:gridSpan w:val="4"/>
          </w:tcPr>
          <w:p w:rsidR="00F16CEE" w:rsidRDefault="00F16CEE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F16CEE" w:rsidRDefault="00F16CEE">
            <w:pPr>
              <w:rPr>
                <w:sz w:val="20"/>
                <w:szCs w:val="20"/>
              </w:rPr>
            </w:pPr>
          </w:p>
        </w:tc>
      </w:tr>
      <w:tr w:rsidR="00F16CEE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16CEE" w:rsidRDefault="00F16CEE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F16CEE" w:rsidRPr="001C0D85" w:rsidRDefault="00F16CEE" w:rsidP="001C0D85">
            <w:pPr>
              <w:rPr>
                <w:sz w:val="12"/>
                <w:szCs w:val="12"/>
              </w:rPr>
            </w:pPr>
          </w:p>
          <w:p w:rsidR="00F16CEE" w:rsidRPr="001C0D85" w:rsidRDefault="00F16CEE" w:rsidP="001C0D85">
            <w:pPr>
              <w:rPr>
                <w:sz w:val="12"/>
                <w:szCs w:val="12"/>
              </w:rPr>
            </w:pPr>
          </w:p>
          <w:p w:rsidR="00F16CEE" w:rsidRPr="001C0D85" w:rsidRDefault="00F16CEE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F16CEE" w:rsidRDefault="00F16CEE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F16CEE" w:rsidRDefault="00F16CEE">
            <w:pPr>
              <w:rPr>
                <w:sz w:val="20"/>
                <w:szCs w:val="20"/>
              </w:rPr>
            </w:pPr>
          </w:p>
        </w:tc>
      </w:tr>
    </w:tbl>
    <w:p w:rsidR="00F16CEE" w:rsidRDefault="00F16CEE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листовку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F16CEE" w:rsidRDefault="00F16CEE" w:rsidP="00EC2D83">
      <w:pPr>
        <w:jc w:val="both"/>
        <w:rPr>
          <w:sz w:val="24"/>
          <w:szCs w:val="24"/>
        </w:rPr>
      </w:pPr>
    </w:p>
    <w:p w:rsidR="00F16CEE" w:rsidRPr="006F3600" w:rsidRDefault="00F16CEE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 лист</w:t>
      </w:r>
      <w:bookmarkStart w:id="0" w:name="_GoBack"/>
      <w:bookmarkEnd w:id="0"/>
      <w:r>
        <w:rPr>
          <w:sz w:val="24"/>
          <w:szCs w:val="24"/>
        </w:rPr>
        <w:t>.</w:t>
      </w:r>
    </w:p>
    <w:p w:rsidR="00F16CEE" w:rsidRPr="00550794" w:rsidRDefault="00F16CEE" w:rsidP="00550794"/>
    <w:p w:rsidR="00F16CEE" w:rsidRDefault="00F16CEE" w:rsidP="00DB3E80">
      <w:pPr>
        <w:jc w:val="both"/>
        <w:rPr>
          <w:sz w:val="24"/>
          <w:szCs w:val="24"/>
        </w:rPr>
      </w:pPr>
    </w:p>
    <w:p w:rsidR="00F16CEE" w:rsidRDefault="00F16CEE" w:rsidP="00DB3E80">
      <w:pPr>
        <w:jc w:val="both"/>
        <w:rPr>
          <w:sz w:val="24"/>
          <w:szCs w:val="24"/>
        </w:rPr>
      </w:pPr>
    </w:p>
    <w:p w:rsidR="00F16CEE" w:rsidRPr="00AB62CD" w:rsidRDefault="00F16CEE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F16CEE" w:rsidRPr="00AB62CD" w:rsidRDefault="00F16CEE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С.Е.Кушанина</w:t>
      </w:r>
    </w:p>
    <w:p w:rsidR="00F16CEE" w:rsidRPr="00ED18B9" w:rsidRDefault="00F16CEE" w:rsidP="00DB3E80">
      <w:pPr>
        <w:jc w:val="both"/>
      </w:pPr>
    </w:p>
    <w:p w:rsidR="00F16CEE" w:rsidRDefault="00F16CEE" w:rsidP="00DB3E80"/>
    <w:p w:rsidR="00F16CEE" w:rsidRDefault="00F16CEE" w:rsidP="00DB3E80"/>
    <w:p w:rsidR="00F16CEE" w:rsidRDefault="00F16CEE" w:rsidP="00DB3E80"/>
    <w:p w:rsidR="00F16CEE" w:rsidRDefault="00F16CEE" w:rsidP="00DB3E80"/>
    <w:p w:rsidR="00F16CEE" w:rsidRDefault="00F16CEE" w:rsidP="00DB3E80"/>
    <w:p w:rsidR="00F16CEE" w:rsidRDefault="00F16CEE" w:rsidP="00DB3E80"/>
    <w:p w:rsidR="00F16CEE" w:rsidRDefault="00F16CEE" w:rsidP="00E92A0F"/>
    <w:p w:rsidR="00F16CEE" w:rsidRDefault="00F16CEE" w:rsidP="00E92A0F"/>
    <w:p w:rsidR="00F16CEE" w:rsidRDefault="00F16CEE" w:rsidP="00E92A0F"/>
    <w:p w:rsidR="00F16CEE" w:rsidRDefault="00F16CEE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F16CEE" w:rsidRDefault="00F16CEE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F16CEE" w:rsidRDefault="00F16CEE" w:rsidP="00DB3E80"/>
    <w:sectPr w:rsidR="00F16CEE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CEE" w:rsidRDefault="00F16CEE">
      <w:r>
        <w:separator/>
      </w:r>
    </w:p>
  </w:endnote>
  <w:endnote w:type="continuationSeparator" w:id="1">
    <w:p w:rsidR="00F16CEE" w:rsidRDefault="00F16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CEE" w:rsidRDefault="00F16CEE">
      <w:r>
        <w:separator/>
      </w:r>
    </w:p>
  </w:footnote>
  <w:footnote w:type="continuationSeparator" w:id="1">
    <w:p w:rsidR="00F16CEE" w:rsidRDefault="00F16C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B7988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64A6"/>
    <w:rsid w:val="003F7323"/>
    <w:rsid w:val="003F7834"/>
    <w:rsid w:val="0040483C"/>
    <w:rsid w:val="0040583C"/>
    <w:rsid w:val="00414D53"/>
    <w:rsid w:val="00417F39"/>
    <w:rsid w:val="00420557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1E1C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670F7"/>
    <w:rsid w:val="00971982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41A3B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C704F"/>
    <w:rsid w:val="00CD101E"/>
    <w:rsid w:val="00CE479C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1BFF"/>
    <w:rsid w:val="00E15436"/>
    <w:rsid w:val="00E21ECE"/>
    <w:rsid w:val="00E22935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C6D"/>
    <w:rsid w:val="00EC2D83"/>
    <w:rsid w:val="00EC3E02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46C0"/>
    <w:rsid w:val="00F15DC8"/>
    <w:rsid w:val="00F15E85"/>
    <w:rsid w:val="00F16CEE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055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055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055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055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055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2055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20557"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20557"/>
    <w:rPr>
      <w:rFonts w:cs="Times New Roman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0557"/>
    <w:rPr>
      <w:rFonts w:ascii="Cambria" w:hAnsi="Cambria" w:cs="Times New Roman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055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0557"/>
    <w:rPr>
      <w:rFonts w:cs="Times New Roman"/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0557"/>
    <w:rPr>
      <w:rFonts w:cs="Times New Roman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2055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0557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0557"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rFonts w:cs="Times New Roman"/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255</Words>
  <Characters>1457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6</cp:revision>
  <cp:lastPrinted>2010-05-31T13:13:00Z</cp:lastPrinted>
  <dcterms:created xsi:type="dcterms:W3CDTF">2016-08-12T14:03:00Z</dcterms:created>
  <dcterms:modified xsi:type="dcterms:W3CDTF">2017-03-10T06:41:00Z</dcterms:modified>
</cp:coreProperties>
</file>