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0C5" w:rsidRPr="007B16FF" w:rsidRDefault="003A50C5" w:rsidP="007B16FF">
      <w:pPr>
        <w:jc w:val="center"/>
        <w:rPr>
          <w:color w:val="000000"/>
          <w:sz w:val="36"/>
          <w:szCs w:val="36"/>
        </w:rPr>
      </w:pPr>
      <w:bookmarkStart w:id="0" w:name="_GoBack"/>
      <w:bookmarkEnd w:id="0"/>
      <w:r w:rsidRPr="007B16FF">
        <w:rPr>
          <w:b/>
          <w:bCs/>
          <w:color w:val="000000"/>
          <w:kern w:val="36"/>
          <w:sz w:val="36"/>
          <w:szCs w:val="36"/>
        </w:rPr>
        <w:t>Налоговая служба рекомендует физическим лицам до 1 апреля подать заявление об использовании льгот по налогам на имущество за 2016 год.</w:t>
      </w:r>
    </w:p>
    <w:p w:rsidR="003A50C5" w:rsidRDefault="003A50C5" w:rsidP="007B16FF">
      <w:pPr>
        <w:spacing w:after="100" w:afterAutospacing="1"/>
        <w:ind w:firstLine="708"/>
        <w:jc w:val="both"/>
        <w:rPr>
          <w:color w:val="000000"/>
        </w:rPr>
      </w:pPr>
    </w:p>
    <w:p w:rsidR="003A50C5" w:rsidRPr="007B16FF" w:rsidRDefault="003A50C5" w:rsidP="007B16FF">
      <w:pPr>
        <w:ind w:firstLine="708"/>
        <w:jc w:val="both"/>
        <w:rPr>
          <w:b/>
          <w:color w:val="000000"/>
        </w:rPr>
      </w:pPr>
      <w:r w:rsidRPr="007B16FF">
        <w:rPr>
          <w:b/>
          <w:color w:val="000000"/>
        </w:rPr>
        <w:t xml:space="preserve">Если в 2016 году у физического лица впервые возникло право на налоговую льготу в отношении налогооблагаемого недвижимого имущества или транспортных средств, то налогоплательщик может заявить об этом в любой налоговый орган. </w:t>
      </w:r>
    </w:p>
    <w:p w:rsidR="003A50C5" w:rsidRPr="007B16FF" w:rsidRDefault="003A50C5" w:rsidP="007B16FF">
      <w:pPr>
        <w:ind w:firstLine="708"/>
        <w:jc w:val="both"/>
        <w:rPr>
          <w:b/>
          <w:color w:val="000000"/>
        </w:rPr>
      </w:pPr>
      <w:r w:rsidRPr="007B16FF">
        <w:rPr>
          <w:b/>
          <w:color w:val="000000"/>
        </w:rPr>
        <w:t xml:space="preserve">Федеральная налоговая служба рекомендует сделать это до 1 апреля 2017 года для учета льготы при исчислении имущественных налогов до направления налоговых уведомлений за 2016 год. </w:t>
      </w:r>
    </w:p>
    <w:p w:rsidR="003A50C5" w:rsidRPr="006D58B6" w:rsidRDefault="003A50C5" w:rsidP="007B16FF">
      <w:pPr>
        <w:ind w:firstLine="708"/>
        <w:jc w:val="both"/>
        <w:rPr>
          <w:color w:val="000000"/>
        </w:rPr>
      </w:pPr>
      <w:r w:rsidRPr="006D58B6">
        <w:rPr>
          <w:color w:val="000000"/>
        </w:rPr>
        <w:t xml:space="preserve">Направить </w:t>
      </w:r>
      <w:hyperlink r:id="rId7" w:tgtFrame="_blank" w:history="1">
        <w:r w:rsidRPr="006D58B6">
          <w:rPr>
            <w:color w:val="000000"/>
          </w:rPr>
          <w:t>заявление</w:t>
        </w:r>
      </w:hyperlink>
      <w:r w:rsidRPr="006D58B6">
        <w:rPr>
          <w:color w:val="000000"/>
        </w:rPr>
        <w:t xml:space="preserve"> об использовании налоговой льготы и подтверждающие право на льготу документы можно любым удобным способом: обрати</w:t>
      </w:r>
      <w:r>
        <w:rPr>
          <w:color w:val="000000"/>
        </w:rPr>
        <w:t>ться</w:t>
      </w:r>
      <w:r w:rsidRPr="006D58B6">
        <w:rPr>
          <w:color w:val="000000"/>
        </w:rPr>
        <w:t xml:space="preserve"> в налоговую инспекцию лично</w:t>
      </w:r>
      <w:r>
        <w:rPr>
          <w:color w:val="000000"/>
        </w:rPr>
        <w:t>, направить в ее адрес письмо или же воспользоваться Интернет-сервисом ФНС России</w:t>
      </w:r>
      <w:r w:rsidRPr="006D58B6">
        <w:rPr>
          <w:color w:val="000000"/>
        </w:rPr>
        <w:t xml:space="preserve"> «</w:t>
      </w:r>
      <w:hyperlink r:id="rId8" w:history="1">
        <w:r w:rsidRPr="006D58B6">
          <w:rPr>
            <w:color w:val="000000"/>
          </w:rPr>
          <w:t>Личный кабинет налогоплательщика для физических лиц</w:t>
        </w:r>
      </w:hyperlink>
      <w:r w:rsidRPr="006D58B6">
        <w:rPr>
          <w:color w:val="000000"/>
        </w:rPr>
        <w:t>»</w:t>
      </w:r>
      <w:r>
        <w:rPr>
          <w:color w:val="000000"/>
        </w:rPr>
        <w:t>.</w:t>
      </w:r>
    </w:p>
    <w:p w:rsidR="003A50C5" w:rsidRPr="007B16FF" w:rsidRDefault="003A50C5" w:rsidP="007B16FF">
      <w:pPr>
        <w:ind w:firstLine="708"/>
        <w:jc w:val="both"/>
        <w:rPr>
          <w:b/>
          <w:color w:val="000000"/>
        </w:rPr>
      </w:pPr>
      <w:r w:rsidRPr="007B16FF">
        <w:rPr>
          <w:b/>
          <w:color w:val="000000"/>
        </w:rPr>
        <w:t>Ознакомиться с перечнем налоговых льгот (налоговых вычетов) по всем имущественным налогам, действующим за налоговый период 2016 года, можно с помощью Интернет-сервисаФНС России «</w:t>
      </w:r>
      <w:hyperlink r:id="rId9" w:history="1">
        <w:r w:rsidRPr="007B16FF">
          <w:rPr>
            <w:b/>
            <w:color w:val="000000"/>
          </w:rPr>
          <w:t>Справочная информация о ставках и льготах по имущественным налогам</w:t>
        </w:r>
      </w:hyperlink>
      <w:r w:rsidRPr="007B16FF">
        <w:rPr>
          <w:b/>
          <w:color w:val="000000"/>
        </w:rPr>
        <w:t xml:space="preserve">». </w:t>
      </w:r>
    </w:p>
    <w:p w:rsidR="003A50C5" w:rsidRPr="006D58B6" w:rsidRDefault="003A50C5" w:rsidP="007B16FF">
      <w:pPr>
        <w:ind w:firstLine="708"/>
        <w:jc w:val="both"/>
        <w:rPr>
          <w:color w:val="000000"/>
        </w:rPr>
      </w:pPr>
      <w:r w:rsidRPr="006D58B6">
        <w:rPr>
          <w:color w:val="000000"/>
        </w:rPr>
        <w:t xml:space="preserve">ФНС России напоминает, что по </w:t>
      </w:r>
      <w:r w:rsidRPr="007B16FF">
        <w:rPr>
          <w:b/>
          <w:color w:val="000000"/>
        </w:rPr>
        <w:t xml:space="preserve">налогу на имущество физических лиц налоговые льготы для 15-категорий налогоплательщиков предусмотрены статьей 407 Налогового кодекса РФ. </w:t>
      </w:r>
      <w:r w:rsidRPr="006D58B6">
        <w:rPr>
          <w:color w:val="000000"/>
        </w:rPr>
        <w:t xml:space="preserve">Также льготы могут быть дополнительно установлены нормативными правовыми актами представительных органов муниципальных образований по месту нахождения налогооблагаемого имущества. </w:t>
      </w:r>
    </w:p>
    <w:p w:rsidR="003A50C5" w:rsidRPr="007B16FF" w:rsidRDefault="003A50C5" w:rsidP="007B16FF">
      <w:pPr>
        <w:ind w:firstLine="708"/>
        <w:jc w:val="both"/>
        <w:rPr>
          <w:b/>
          <w:color w:val="000000"/>
        </w:rPr>
      </w:pPr>
      <w:r w:rsidRPr="007B16FF">
        <w:rPr>
          <w:b/>
          <w:color w:val="000000"/>
        </w:rPr>
        <w:t>Льготы по транспортному налогу,</w:t>
      </w:r>
      <w:r w:rsidRPr="006D58B6">
        <w:rPr>
          <w:color w:val="000000"/>
        </w:rPr>
        <w:t xml:space="preserve"> освобождающие полностью или частично от уплаты налога, на федеральном уровне предусмотрены статьей 361.1 НК РФ для физических лиц – владельцев транспортных средств, имеющих разрешенную максимальную массу свыше 12 тонн, зарегистрированных в реестре транспортных средств системы взимания платы. </w:t>
      </w:r>
      <w:r w:rsidRPr="007B16FF">
        <w:rPr>
          <w:b/>
          <w:color w:val="000000"/>
        </w:rPr>
        <w:t xml:space="preserve">На региональном уровне – законами субъектов Российской Федерации для определенных групп налогоплательщиков. </w:t>
      </w:r>
    </w:p>
    <w:p w:rsidR="003A50C5" w:rsidRPr="006D58B6" w:rsidRDefault="003A50C5" w:rsidP="007B16FF">
      <w:pPr>
        <w:ind w:firstLine="708"/>
        <w:jc w:val="both"/>
        <w:rPr>
          <w:color w:val="000000"/>
        </w:rPr>
      </w:pPr>
      <w:r w:rsidRPr="007B16FF">
        <w:rPr>
          <w:b/>
          <w:color w:val="000000"/>
        </w:rPr>
        <w:t>По земельному налогу льготы для физических лиц установлены нормативными правовыми актами представительных органов муниципальных образований по месту нахождения земельных участков.</w:t>
      </w:r>
      <w:r w:rsidRPr="006D58B6">
        <w:rPr>
          <w:color w:val="000000"/>
        </w:rPr>
        <w:t xml:space="preserve"> Кроме того, в соответствии со статьей 391 НК РФ налогоплательщик вправе представить в налоговый орган заявление об уменьшении налоговой базы (кадастровой стоимости земельных участков) на необлагаемую налогом сумму в размере 10 000 рублей или в большем объеме в соответствии с нормативными правовыми актами представительных органов муниципальных образований. </w:t>
      </w:r>
    </w:p>
    <w:p w:rsidR="003A50C5" w:rsidRPr="006D58B6" w:rsidRDefault="003A50C5" w:rsidP="007B16FF">
      <w:pPr>
        <w:jc w:val="both"/>
        <w:rPr>
          <w:color w:val="000000"/>
        </w:rPr>
      </w:pPr>
    </w:p>
    <w:p w:rsidR="003A50C5" w:rsidRDefault="003A50C5" w:rsidP="00F16190">
      <w:pPr>
        <w:ind w:firstLine="708"/>
        <w:jc w:val="center"/>
        <w:rPr>
          <w:b/>
          <w:sz w:val="36"/>
          <w:szCs w:val="36"/>
        </w:rPr>
      </w:pPr>
    </w:p>
    <w:sectPr w:rsidR="003A50C5" w:rsidSect="007B16FF">
      <w:headerReference w:type="even" r:id="rId10"/>
      <w:headerReference w:type="default" r:id="rId11"/>
      <w:pgSz w:w="11906" w:h="16838"/>
      <w:pgMar w:top="719" w:right="851" w:bottom="71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0C5" w:rsidRDefault="003A50C5" w:rsidP="00277079">
      <w:r>
        <w:separator/>
      </w:r>
    </w:p>
  </w:endnote>
  <w:endnote w:type="continuationSeparator" w:id="1">
    <w:p w:rsidR="003A50C5" w:rsidRDefault="003A50C5" w:rsidP="002770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altName w:val="Arial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0C5" w:rsidRDefault="003A50C5" w:rsidP="00277079">
      <w:r>
        <w:separator/>
      </w:r>
    </w:p>
  </w:footnote>
  <w:footnote w:type="continuationSeparator" w:id="1">
    <w:p w:rsidR="003A50C5" w:rsidRDefault="003A50C5" w:rsidP="002770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0C5" w:rsidRDefault="003A50C5" w:rsidP="009D04D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50C5" w:rsidRDefault="003A50C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0C5" w:rsidRDefault="003A50C5" w:rsidP="009D04D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A50C5" w:rsidRDefault="003A50C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F1C6E"/>
    <w:multiLevelType w:val="multilevel"/>
    <w:tmpl w:val="D2D86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A969F3"/>
    <w:multiLevelType w:val="multilevel"/>
    <w:tmpl w:val="DB92F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18E307E"/>
    <w:multiLevelType w:val="multilevel"/>
    <w:tmpl w:val="28A0F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2F7E"/>
    <w:rsid w:val="00021103"/>
    <w:rsid w:val="000A64ED"/>
    <w:rsid w:val="000F7611"/>
    <w:rsid w:val="001E7A43"/>
    <w:rsid w:val="0020717F"/>
    <w:rsid w:val="00211D43"/>
    <w:rsid w:val="00277079"/>
    <w:rsid w:val="003414F8"/>
    <w:rsid w:val="003524A6"/>
    <w:rsid w:val="00362CD4"/>
    <w:rsid w:val="003A4594"/>
    <w:rsid w:val="003A50C5"/>
    <w:rsid w:val="003F737F"/>
    <w:rsid w:val="0045012D"/>
    <w:rsid w:val="00500C8C"/>
    <w:rsid w:val="0054065A"/>
    <w:rsid w:val="00590F8F"/>
    <w:rsid w:val="0064317F"/>
    <w:rsid w:val="006D58B6"/>
    <w:rsid w:val="006F4E77"/>
    <w:rsid w:val="00781CA2"/>
    <w:rsid w:val="007B16FF"/>
    <w:rsid w:val="007C7674"/>
    <w:rsid w:val="008152BF"/>
    <w:rsid w:val="008547A4"/>
    <w:rsid w:val="008555E9"/>
    <w:rsid w:val="009222B9"/>
    <w:rsid w:val="009D04D1"/>
    <w:rsid w:val="00A07307"/>
    <w:rsid w:val="00A746C7"/>
    <w:rsid w:val="00C528E7"/>
    <w:rsid w:val="00C65955"/>
    <w:rsid w:val="00C95D5F"/>
    <w:rsid w:val="00CB634C"/>
    <w:rsid w:val="00D82E0A"/>
    <w:rsid w:val="00F16190"/>
    <w:rsid w:val="00F33CD1"/>
    <w:rsid w:val="00F82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F7E"/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11D43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00C8C"/>
    <w:rPr>
      <w:rFonts w:ascii="Cambria" w:hAnsi="Cambria" w:cs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rsid w:val="00F82F7E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DefaultParagraphFont"/>
    <w:uiPriority w:val="99"/>
    <w:rsid w:val="00211D43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locked/>
    <w:rsid w:val="00C95D5F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95D5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90F8F"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C95D5F"/>
    <w:rPr>
      <w:rFonts w:cs="Times New Roman"/>
    </w:rPr>
  </w:style>
  <w:style w:type="paragraph" w:customStyle="1" w:styleId="ConsNonformat">
    <w:name w:val="ConsNonformat"/>
    <w:uiPriority w:val="99"/>
    <w:rsid w:val="00C95D5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C95D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0F8F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fl.nalog.ru/l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alog.ru/html/sites/www.new.nalog.ru/docs/forms/form0611_m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nalog.ru/rn77/service/tax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389</Words>
  <Characters>2222</Characters>
  <Application>Microsoft Office Outlook</Application>
  <DocSecurity>0</DocSecurity>
  <Lines>0</Lines>
  <Paragraphs>0</Paragraphs>
  <ScaleCrop>false</ScaleCrop>
  <Company>ИФНС 2352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Акишина Елена Аркадьевна</dc:creator>
  <cp:keywords/>
  <dc:description/>
  <cp:lastModifiedBy>1</cp:lastModifiedBy>
  <cp:revision>8</cp:revision>
  <cp:lastPrinted>2017-02-06T13:04:00Z</cp:lastPrinted>
  <dcterms:created xsi:type="dcterms:W3CDTF">2016-08-12T09:58:00Z</dcterms:created>
  <dcterms:modified xsi:type="dcterms:W3CDTF">2017-02-06T13:04:00Z</dcterms:modified>
</cp:coreProperties>
</file>