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303" w:rsidRDefault="00452303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251658240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452303" w:rsidRDefault="00452303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452303" w:rsidRPr="00E32689" w:rsidRDefault="00452303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452303" w:rsidRPr="00CE201A" w:rsidRDefault="00452303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452303" w:rsidRPr="00CE201A" w:rsidRDefault="00452303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52303" w:rsidRDefault="00452303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</w:p>
    <w:p w:rsidR="00452303" w:rsidRPr="00CE201A" w:rsidRDefault="00452303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452303" w:rsidRDefault="0045230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   » ноября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452303" w:rsidRDefault="00452303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52303" w:rsidRPr="00CE201A" w:rsidRDefault="00452303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</w:rPr>
        <w:t xml:space="preserve"> сессии Совета Старотитаровского сельского поселения Темрюкского района от 24 ноября 2017 года № 337   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52303" w:rsidRPr="00CE201A" w:rsidRDefault="00452303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52303" w:rsidRPr="00503B23" w:rsidRDefault="00452303" w:rsidP="0000657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503B23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Уставом Старотитаровского сельского поселения Темрюкского района, Положением о бюджетном процессе в Старотитаровском сельском поселении Темрюкского района, в связи </w:t>
      </w:r>
      <w:r>
        <w:rPr>
          <w:rFonts w:ascii="Times New Roman" w:hAnsi="Times New Roman"/>
          <w:sz w:val="28"/>
          <w:szCs w:val="28"/>
        </w:rPr>
        <w:t xml:space="preserve"> с уменьшением налоговых поступлений в сумме 612,3 тысяч рублей и уменьшением неналоговых поступлений в сумме                  37,1 тысяча рублей, а также необходимостью уменьшения </w:t>
      </w:r>
      <w:r w:rsidRPr="00503B23">
        <w:rPr>
          <w:rFonts w:ascii="Times New Roman" w:hAnsi="Times New Roman"/>
          <w:sz w:val="28"/>
          <w:szCs w:val="28"/>
        </w:rPr>
        <w:t>расходов</w:t>
      </w:r>
      <w:r>
        <w:rPr>
          <w:rFonts w:ascii="Times New Roman" w:hAnsi="Times New Roman"/>
          <w:sz w:val="28"/>
          <w:szCs w:val="28"/>
        </w:rPr>
        <w:t xml:space="preserve"> бюджета в сумме 649,4 тысячи рублей</w:t>
      </w:r>
      <w:r w:rsidRPr="00503B23">
        <w:rPr>
          <w:rFonts w:ascii="Times New Roman" w:hAnsi="Times New Roman"/>
          <w:sz w:val="28"/>
          <w:szCs w:val="28"/>
        </w:rPr>
        <w:t>, Совет Старотитаровского сельского поселения Темрюкского района решил:</w:t>
      </w:r>
    </w:p>
    <w:p w:rsidR="00452303" w:rsidRDefault="00452303" w:rsidP="00351500">
      <w:pPr>
        <w:pStyle w:val="NoSpacing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Style w:val="10"/>
          <w:rFonts w:ascii="Times New Roman" w:hAnsi="Times New Roman"/>
          <w:sz w:val="28"/>
          <w:szCs w:val="28"/>
          <w:lang w:val="en-US"/>
        </w:rPr>
        <w:t>L</w:t>
      </w:r>
      <w:r>
        <w:rPr>
          <w:rStyle w:val="10"/>
          <w:rFonts w:ascii="Times New Roman" w:hAnsi="Times New Roman"/>
          <w:sz w:val="28"/>
          <w:szCs w:val="28"/>
        </w:rPr>
        <w:t xml:space="preserve"> сессии  Совета Старотитаровского сельского поселения Темрюкского района от 24 ноября 2017 года № 337 «О бюджете Старотитаровского сельского поселения Темрюкского района на 2018 год»               (с изменениями от 25.01.2018 г. №348; от 20.02.2018 г. № 353; от 19.04.2018 г. № 379; от 11.05.2018 г. № 383; от 26.06.2018 г. № 391; от 12.07.2018 г. № 395; от 28.08.2018 г. № 398; от 19.09.2018 г. № 400; от 23.10.2018 г. № 404)  следующие изменения:</w:t>
      </w:r>
    </w:p>
    <w:p w:rsidR="00452303" w:rsidRDefault="00452303" w:rsidP="002C6A76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>
        <w:rPr>
          <w:rStyle w:val="10"/>
          <w:rFonts w:ascii="Times New Roman" w:hAnsi="Times New Roman"/>
          <w:sz w:val="28"/>
          <w:szCs w:val="28"/>
        </w:rPr>
        <w:t xml:space="preserve"> 1.1. Изменить основные характеристики бюджета Старотитаровского сельского поселения Темрюкского района на 2018 год:</w:t>
      </w:r>
    </w:p>
    <w:p w:rsidR="00452303" w:rsidRDefault="00452303" w:rsidP="002C6A76">
      <w:pPr>
        <w:pStyle w:val="NormalWeb"/>
        <w:spacing w:before="0" w:beforeAutospacing="0" w:after="0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«56 787,4 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заменить словами «56 138,0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452303" w:rsidRDefault="00452303" w:rsidP="002C6A76">
      <w:pPr>
        <w:pStyle w:val="BodyText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«60 801,1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«60 151,7 тыс. рублей»;</w:t>
      </w:r>
    </w:p>
    <w:p w:rsidR="00452303" w:rsidRDefault="00452303" w:rsidP="00E12EE7">
      <w:pPr>
        <w:pStyle w:val="BodyText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1.2. Приложение №3 «</w:t>
      </w:r>
      <w:r w:rsidRPr="004923A3">
        <w:rPr>
          <w:rStyle w:val="10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201</w:t>
      </w:r>
      <w:r>
        <w:rPr>
          <w:rStyle w:val="10"/>
          <w:sz w:val="28"/>
          <w:szCs w:val="28"/>
        </w:rPr>
        <w:t>8</w:t>
      </w:r>
      <w:r w:rsidRPr="004923A3">
        <w:rPr>
          <w:rStyle w:val="10"/>
          <w:sz w:val="28"/>
          <w:szCs w:val="28"/>
        </w:rPr>
        <w:t xml:space="preserve"> год</w:t>
      </w:r>
      <w:r>
        <w:rPr>
          <w:rStyle w:val="10"/>
          <w:sz w:val="28"/>
          <w:szCs w:val="28"/>
        </w:rPr>
        <w:t xml:space="preserve">» изложить  в новой редакции (приложение 1).  </w:t>
      </w:r>
    </w:p>
    <w:p w:rsidR="00452303" w:rsidRDefault="00452303" w:rsidP="00E12EE7">
      <w:pPr>
        <w:pStyle w:val="BodyText"/>
        <w:tabs>
          <w:tab w:val="left" w:pos="660"/>
        </w:tabs>
      </w:pPr>
      <w:r>
        <w:rPr>
          <w:rStyle w:val="10"/>
          <w:sz w:val="28"/>
          <w:szCs w:val="28"/>
        </w:rPr>
        <w:t xml:space="preserve">         1.3.</w:t>
      </w:r>
      <w:r w:rsidRPr="00F17250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Приложение № 5 «Распределение бюджетных ассигнований по разделам и подразделам классификации расходов бюджетов на 2018 год» изложить  в новой редакции (приложение 2).  </w:t>
      </w:r>
    </w:p>
    <w:p w:rsidR="00452303" w:rsidRDefault="00452303" w:rsidP="000C385D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1.4.Приложение № 6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2018 год» изложить  в новой редакции (приложение 3).</w:t>
      </w:r>
    </w:p>
    <w:p w:rsidR="00452303" w:rsidRDefault="00452303" w:rsidP="00270F3E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1.5.Приложение № 7 «Ведомственная структура расходов бюджета Старотитаровского сельского поселения Темрюкского района на 2018 год»  изложить  в новой редакции (приложение 4).</w:t>
      </w:r>
    </w:p>
    <w:p w:rsidR="00452303" w:rsidRDefault="00452303" w:rsidP="002651D1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1.6.Приложение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2018 год» изложить  в новой редакции (приложение 5).</w:t>
      </w:r>
    </w:p>
    <w:p w:rsidR="00452303" w:rsidRDefault="00452303" w:rsidP="00E93290">
      <w:pPr>
        <w:pStyle w:val="20"/>
        <w:tabs>
          <w:tab w:val="left" w:pos="709"/>
        </w:tabs>
        <w:jc w:val="both"/>
      </w:pPr>
      <w:r>
        <w:rPr>
          <w:rStyle w:val="10"/>
          <w:rFonts w:ascii="Times New Roman" w:hAnsi="Times New Roman"/>
          <w:sz w:val="28"/>
          <w:szCs w:val="28"/>
        </w:rPr>
        <w:t xml:space="preserve">          1.7. В пункте 17 после слов «объем бюджетных ассигнований муниципального дорожного фонда Старотитаровского сельского поселения Темрюкского района на 2018 год в сумме» слова «11 026,9 тыс. рублей» заменить словами «10 770,0 </w:t>
      </w:r>
      <w:r w:rsidRPr="004A1697">
        <w:rPr>
          <w:rStyle w:val="10"/>
          <w:rFonts w:ascii="Times New Roman" w:hAnsi="Times New Roman"/>
          <w:sz w:val="28"/>
          <w:szCs w:val="28"/>
        </w:rPr>
        <w:t>тыс.</w:t>
      </w:r>
      <w:r>
        <w:rPr>
          <w:rStyle w:val="10"/>
          <w:rFonts w:ascii="Times New Roman" w:hAnsi="Times New Roman"/>
          <w:sz w:val="28"/>
          <w:szCs w:val="28"/>
        </w:rPr>
        <w:t xml:space="preserve"> рублей».</w:t>
      </w:r>
    </w:p>
    <w:p w:rsidR="00452303" w:rsidRPr="009E54CB" w:rsidRDefault="00452303" w:rsidP="009E54C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9E54CB">
        <w:rPr>
          <w:rFonts w:ascii="Times New Roman" w:hAnsi="Times New Roman"/>
          <w:sz w:val="28"/>
          <w:szCs w:val="28"/>
        </w:rPr>
        <w:t>2. Контроль  за исполнением данного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(Н.Г.Красницкая).</w:t>
      </w:r>
    </w:p>
    <w:p w:rsidR="00452303" w:rsidRDefault="00452303" w:rsidP="005B49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452303" w:rsidRDefault="00452303" w:rsidP="00814908">
      <w:pPr>
        <w:pStyle w:val="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452303" w:rsidRDefault="00452303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52303" w:rsidRPr="004525A0" w:rsidRDefault="00452303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452303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452303" w:rsidRPr="00D07400" w:rsidRDefault="0045230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452303" w:rsidRPr="00D07400" w:rsidRDefault="0045230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452303" w:rsidRDefault="0045230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452303" w:rsidRDefault="0045230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52303" w:rsidRPr="00D07400" w:rsidRDefault="0045230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__________________А.Г. Титаренко</w:t>
            </w:r>
          </w:p>
          <w:p w:rsidR="00452303" w:rsidRPr="00D07400" w:rsidRDefault="00452303" w:rsidP="006D1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ноября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52303" w:rsidRPr="00D07400" w:rsidRDefault="0045230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452303" w:rsidRDefault="0045230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52303" w:rsidRPr="00D07400" w:rsidRDefault="0045230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452303" w:rsidRPr="00D07400" w:rsidRDefault="00452303" w:rsidP="0032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ноября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452303" w:rsidRPr="004525A0" w:rsidRDefault="00452303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52303" w:rsidRPr="004525A0" w:rsidRDefault="00452303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52303" w:rsidRDefault="00452303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52303" w:rsidRPr="00133802" w:rsidRDefault="00452303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452303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303" w:rsidRDefault="00452303" w:rsidP="00662DB0">
      <w:pPr>
        <w:spacing w:after="0" w:line="240" w:lineRule="auto"/>
      </w:pPr>
      <w:r>
        <w:separator/>
      </w:r>
    </w:p>
  </w:endnote>
  <w:endnote w:type="continuationSeparator" w:id="0">
    <w:p w:rsidR="00452303" w:rsidRDefault="0045230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303" w:rsidRDefault="00452303" w:rsidP="00662DB0">
      <w:pPr>
        <w:spacing w:after="0" w:line="240" w:lineRule="auto"/>
      </w:pPr>
      <w:r>
        <w:separator/>
      </w:r>
    </w:p>
  </w:footnote>
  <w:footnote w:type="continuationSeparator" w:id="0">
    <w:p w:rsidR="00452303" w:rsidRDefault="0045230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303" w:rsidRPr="00662DB0" w:rsidRDefault="00452303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452303" w:rsidRDefault="004523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718C"/>
    <w:rsid w:val="00023ECE"/>
    <w:rsid w:val="0004267F"/>
    <w:rsid w:val="000449DE"/>
    <w:rsid w:val="000505B4"/>
    <w:rsid w:val="000560B4"/>
    <w:rsid w:val="00057CE4"/>
    <w:rsid w:val="000715F2"/>
    <w:rsid w:val="00071CDA"/>
    <w:rsid w:val="00072797"/>
    <w:rsid w:val="0007367A"/>
    <w:rsid w:val="0007533B"/>
    <w:rsid w:val="00084CA0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4225"/>
    <w:rsid w:val="000C7D69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2160"/>
    <w:rsid w:val="001578E3"/>
    <w:rsid w:val="001620E4"/>
    <w:rsid w:val="00171D09"/>
    <w:rsid w:val="0017236F"/>
    <w:rsid w:val="00174BFB"/>
    <w:rsid w:val="001755C8"/>
    <w:rsid w:val="00176E90"/>
    <w:rsid w:val="0018287D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2D28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07386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5002A"/>
    <w:rsid w:val="0025253B"/>
    <w:rsid w:val="002551F9"/>
    <w:rsid w:val="002651D1"/>
    <w:rsid w:val="00265EDD"/>
    <w:rsid w:val="002709E3"/>
    <w:rsid w:val="00270E48"/>
    <w:rsid w:val="00270F3E"/>
    <w:rsid w:val="00271BAE"/>
    <w:rsid w:val="002720A3"/>
    <w:rsid w:val="00273F80"/>
    <w:rsid w:val="00277919"/>
    <w:rsid w:val="0029338C"/>
    <w:rsid w:val="002936C6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C6A76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3981"/>
    <w:rsid w:val="00414EEA"/>
    <w:rsid w:val="00417BEB"/>
    <w:rsid w:val="0042524A"/>
    <w:rsid w:val="00432F8C"/>
    <w:rsid w:val="00435BC8"/>
    <w:rsid w:val="004370DB"/>
    <w:rsid w:val="004405F6"/>
    <w:rsid w:val="00443744"/>
    <w:rsid w:val="00450EEB"/>
    <w:rsid w:val="004515BA"/>
    <w:rsid w:val="00451F1F"/>
    <w:rsid w:val="00452303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735C4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03B23"/>
    <w:rsid w:val="00511FFE"/>
    <w:rsid w:val="00514C92"/>
    <w:rsid w:val="00517DCB"/>
    <w:rsid w:val="005207BD"/>
    <w:rsid w:val="00523443"/>
    <w:rsid w:val="0052560C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86639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6D2F"/>
    <w:rsid w:val="005F7844"/>
    <w:rsid w:val="005F7BAC"/>
    <w:rsid w:val="00600216"/>
    <w:rsid w:val="0060146E"/>
    <w:rsid w:val="0060190D"/>
    <w:rsid w:val="006038CC"/>
    <w:rsid w:val="00607B90"/>
    <w:rsid w:val="00610830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54181"/>
    <w:rsid w:val="00656A85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2D33"/>
    <w:rsid w:val="006E3C66"/>
    <w:rsid w:val="006E4DF6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F2A1C"/>
    <w:rsid w:val="007F5429"/>
    <w:rsid w:val="007F6D76"/>
    <w:rsid w:val="008026B7"/>
    <w:rsid w:val="008104B2"/>
    <w:rsid w:val="00811772"/>
    <w:rsid w:val="00814908"/>
    <w:rsid w:val="00816627"/>
    <w:rsid w:val="00826DAC"/>
    <w:rsid w:val="00832ACE"/>
    <w:rsid w:val="00833E2D"/>
    <w:rsid w:val="0083514C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764"/>
    <w:rsid w:val="008C183F"/>
    <w:rsid w:val="008C5359"/>
    <w:rsid w:val="008D0CAC"/>
    <w:rsid w:val="008D1582"/>
    <w:rsid w:val="008E004A"/>
    <w:rsid w:val="008E3E35"/>
    <w:rsid w:val="008E67C1"/>
    <w:rsid w:val="008E7CD0"/>
    <w:rsid w:val="008F2439"/>
    <w:rsid w:val="008F3C6D"/>
    <w:rsid w:val="008F43CE"/>
    <w:rsid w:val="008F4C60"/>
    <w:rsid w:val="009051D6"/>
    <w:rsid w:val="009065BD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93A46"/>
    <w:rsid w:val="009A00B4"/>
    <w:rsid w:val="009A0D1F"/>
    <w:rsid w:val="009A4CD3"/>
    <w:rsid w:val="009B010E"/>
    <w:rsid w:val="009B5332"/>
    <w:rsid w:val="009B54CA"/>
    <w:rsid w:val="009C2BA6"/>
    <w:rsid w:val="009C47A0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551AE"/>
    <w:rsid w:val="00A572E2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65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6C5A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A98"/>
    <w:rsid w:val="00D577ED"/>
    <w:rsid w:val="00D5796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0E48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47C0D"/>
    <w:rsid w:val="00E5329E"/>
    <w:rsid w:val="00E544C5"/>
    <w:rsid w:val="00E559CD"/>
    <w:rsid w:val="00E55E42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290"/>
    <w:rsid w:val="00E93E33"/>
    <w:rsid w:val="00E9734D"/>
    <w:rsid w:val="00EA57DE"/>
    <w:rsid w:val="00EA7FCD"/>
    <w:rsid w:val="00EB517F"/>
    <w:rsid w:val="00EB523C"/>
    <w:rsid w:val="00ED1683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A6853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ormalWeb">
    <w:name w:val="Normal (Web)"/>
    <w:basedOn w:val="Normal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83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1640</TotalTime>
  <Pages>2</Pages>
  <Words>654</Words>
  <Characters>3732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320</cp:revision>
  <cp:lastPrinted>2014-07-21T05:43:00Z</cp:lastPrinted>
  <dcterms:created xsi:type="dcterms:W3CDTF">2012-12-07T11:21:00Z</dcterms:created>
  <dcterms:modified xsi:type="dcterms:W3CDTF">2018-11-21T05:45:00Z</dcterms:modified>
</cp:coreProperties>
</file>