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0DB" w:rsidRDefault="002940DB" w:rsidP="00485E43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2940DB" w:rsidRDefault="002940DB" w:rsidP="00CE1FBE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</w:t>
      </w:r>
      <w:r w:rsidRPr="00CE1FBE">
        <w:rPr>
          <w:rFonts w:ascii="Times New Roman" w:hAnsi="Times New Roman"/>
          <w:sz w:val="28"/>
          <w:szCs w:val="28"/>
        </w:rPr>
        <w:t>одпрограмм</w:t>
      </w:r>
      <w:r>
        <w:rPr>
          <w:rFonts w:ascii="Times New Roman" w:hAnsi="Times New Roman"/>
          <w:sz w:val="28"/>
          <w:szCs w:val="28"/>
        </w:rPr>
        <w:t>е</w:t>
      </w:r>
      <w:r w:rsidRPr="00CE1FBE">
        <w:rPr>
          <w:rFonts w:ascii="Times New Roman" w:hAnsi="Times New Roman"/>
          <w:sz w:val="28"/>
          <w:szCs w:val="28"/>
        </w:rPr>
        <w:t xml:space="preserve"> «Совершенствование деятельности</w:t>
      </w:r>
    </w:p>
    <w:p w:rsidR="002940DB" w:rsidRDefault="002940DB" w:rsidP="00CE1FBE">
      <w:pPr>
        <w:jc w:val="right"/>
        <w:rPr>
          <w:rFonts w:ascii="Times New Roman" w:hAnsi="Times New Roman"/>
          <w:sz w:val="28"/>
          <w:szCs w:val="28"/>
        </w:rPr>
      </w:pPr>
      <w:r w:rsidRPr="00CE1FBE">
        <w:rPr>
          <w:rFonts w:ascii="Times New Roman" w:hAnsi="Times New Roman"/>
          <w:sz w:val="28"/>
          <w:szCs w:val="28"/>
        </w:rPr>
        <w:t xml:space="preserve"> МБУ «ФОСК «Виктория» по предоставлению</w:t>
      </w:r>
    </w:p>
    <w:p w:rsidR="002940DB" w:rsidRPr="00B73C78" w:rsidRDefault="002940DB" w:rsidP="00954498">
      <w:pPr>
        <w:jc w:val="right"/>
        <w:rPr>
          <w:rFonts w:ascii="Times New Roman" w:hAnsi="Times New Roman"/>
          <w:sz w:val="28"/>
          <w:szCs w:val="28"/>
        </w:rPr>
      </w:pPr>
      <w:r w:rsidRPr="00CE1FBE">
        <w:rPr>
          <w:rFonts w:ascii="Times New Roman" w:hAnsi="Times New Roman"/>
          <w:sz w:val="28"/>
          <w:szCs w:val="28"/>
        </w:rPr>
        <w:t xml:space="preserve"> муниципальных услуг»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sub_990"/>
      <w:r>
        <w:rPr>
          <w:rFonts w:ascii="Times New Roman" w:hAnsi="Times New Roman"/>
          <w:sz w:val="28"/>
          <w:szCs w:val="28"/>
        </w:rPr>
        <w:t>муниципальной</w:t>
      </w:r>
      <w:r w:rsidRPr="00B73C78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 xml:space="preserve">ы                                         </w:t>
      </w:r>
    </w:p>
    <w:p w:rsidR="002940DB" w:rsidRDefault="002940DB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«Развитие физической культуры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и массового спорта на территории </w:t>
      </w:r>
    </w:p>
    <w:p w:rsidR="002940DB" w:rsidRPr="00145A0B" w:rsidRDefault="002940DB" w:rsidP="00485E43">
      <w:pPr>
        <w:jc w:val="right"/>
        <w:rPr>
          <w:rFonts w:ascii="Times New Roman" w:hAnsi="Times New Roman"/>
          <w:sz w:val="28"/>
          <w:szCs w:val="28"/>
        </w:rPr>
      </w:pPr>
      <w:r w:rsidRPr="00145A0B">
        <w:rPr>
          <w:rFonts w:ascii="Times New Roman" w:hAnsi="Times New Roman"/>
          <w:sz w:val="28"/>
          <w:szCs w:val="28"/>
        </w:rPr>
        <w:t>Старотитаровского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Темрюкского района» </w:t>
      </w:r>
    </w:p>
    <w:p w:rsidR="002940DB" w:rsidRDefault="002940DB" w:rsidP="007A6704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___________________ № ______</w:t>
      </w:r>
    </w:p>
    <w:p w:rsidR="002940DB" w:rsidRPr="00CC774C" w:rsidRDefault="002940DB" w:rsidP="00485E4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2940DB" w:rsidRPr="00AA03A8" w:rsidRDefault="002940DB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40DB" w:rsidRPr="00954498" w:rsidRDefault="002940DB" w:rsidP="00954498">
      <w:pPr>
        <w:jc w:val="center"/>
        <w:rPr>
          <w:rFonts w:ascii="Times New Roman" w:hAnsi="Times New Roman"/>
          <w:b/>
          <w:sz w:val="28"/>
          <w:szCs w:val="28"/>
        </w:rPr>
      </w:pPr>
      <w:r w:rsidRPr="0095449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подпрограммы «Совершенствование деятельности МБУ «ФОСК «Виктория» по предоставлению муниципальных услуг» муниципальной программы «Развитие физической культуры и массового спорта на территории Старотитаровского сельского поселения Темрюкского района» </w:t>
      </w:r>
    </w:p>
    <w:p w:rsidR="002940DB" w:rsidRPr="00CC774C" w:rsidRDefault="002940DB" w:rsidP="00CC774C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9960"/>
        <w:gridCol w:w="1800"/>
        <w:gridCol w:w="2340"/>
      </w:tblGrid>
      <w:tr w:rsidR="002940DB" w:rsidRPr="00525A13" w:rsidTr="005858EE">
        <w:trPr>
          <w:trHeight w:val="420"/>
        </w:trPr>
        <w:tc>
          <w:tcPr>
            <w:tcW w:w="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940DB" w:rsidRPr="00525A13" w:rsidRDefault="002940DB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9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0DB" w:rsidRPr="00525A13" w:rsidRDefault="002940DB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0DB" w:rsidRPr="00525A13" w:rsidRDefault="002940DB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</w:tcBorders>
          </w:tcPr>
          <w:p w:rsidR="002940DB" w:rsidRPr="00525A13" w:rsidRDefault="002940DB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  <w:p w:rsidR="002940DB" w:rsidRPr="00525A13" w:rsidRDefault="002940DB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 xml:space="preserve"> </w:t>
            </w:r>
          </w:p>
        </w:tc>
      </w:tr>
      <w:tr w:rsidR="002940DB" w:rsidRPr="00525A13" w:rsidTr="005858EE">
        <w:trPr>
          <w:trHeight w:val="420"/>
        </w:trPr>
        <w:tc>
          <w:tcPr>
            <w:tcW w:w="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940DB" w:rsidRPr="00525A13" w:rsidRDefault="002940DB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DB" w:rsidRPr="00525A13" w:rsidRDefault="002940DB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DB" w:rsidRPr="00525A13" w:rsidRDefault="002940DB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</w:tcBorders>
          </w:tcPr>
          <w:p w:rsidR="002940DB" w:rsidRPr="00525A13" w:rsidRDefault="002940DB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</w:tr>
      <w:tr w:rsidR="002940DB" w:rsidRPr="00525A13" w:rsidTr="00485E4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DB" w:rsidRPr="00525A13" w:rsidRDefault="002940DB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DB" w:rsidRPr="00525A13" w:rsidRDefault="002940DB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DB" w:rsidRPr="00525A13" w:rsidRDefault="002940DB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0DB" w:rsidRPr="00525A13" w:rsidRDefault="002940DB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2940DB" w:rsidRPr="00B73C78" w:rsidTr="00485E4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DB" w:rsidRPr="00704E08" w:rsidRDefault="002940DB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410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2940DB" w:rsidRDefault="002940DB" w:rsidP="00F425CC">
            <w:pPr>
              <w:jc w:val="center"/>
              <w:rPr>
                <w:rFonts w:ascii="Times New Roman" w:hAnsi="Times New Roman"/>
                <w:b/>
              </w:rPr>
            </w:pPr>
            <w:r w:rsidRPr="00F425CC">
              <w:rPr>
                <w:rFonts w:ascii="Times New Roman" w:hAnsi="Times New Roman"/>
                <w:b/>
              </w:rPr>
              <w:t xml:space="preserve">Подпрограмма «Совершенствование деятельности МБУ «ФОСК «Виктория» по предоставлению муниципальных услуг» </w:t>
            </w:r>
          </w:p>
          <w:p w:rsidR="002940DB" w:rsidRPr="00F425CC" w:rsidRDefault="002940DB" w:rsidP="0095449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bookmarkEnd w:id="0"/>
      <w:tr w:rsidR="002940DB" w:rsidRPr="00525A13" w:rsidTr="00485E43">
        <w:trPr>
          <w:trHeight w:val="40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DB" w:rsidRDefault="002940DB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DB" w:rsidRPr="00F425CC" w:rsidRDefault="002940DB" w:rsidP="002B6DF5">
            <w:pPr>
              <w:rPr>
                <w:rFonts w:ascii="Times New Roman" w:hAnsi="Times New Roman"/>
                <w:color w:val="000000"/>
                <w:spacing w:val="1"/>
              </w:rPr>
            </w:pPr>
            <w:r w:rsidRPr="00F425CC">
              <w:rPr>
                <w:rFonts w:ascii="Times New Roman" w:hAnsi="Times New Roman"/>
              </w:rPr>
              <w:t>выплата заработной 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DB" w:rsidRPr="00F425CC" w:rsidRDefault="002940DB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0DB" w:rsidRPr="00F425CC" w:rsidRDefault="002940DB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2940DB" w:rsidRPr="00525A13" w:rsidTr="00485E43">
        <w:trPr>
          <w:trHeight w:val="19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DB" w:rsidRDefault="002940DB" w:rsidP="00C20A12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DB" w:rsidRPr="00F425CC" w:rsidRDefault="002940DB" w:rsidP="002B6DF5">
            <w:pPr>
              <w:rPr>
                <w:rFonts w:ascii="Times New Roman" w:hAnsi="Times New Roman"/>
                <w:color w:val="000000"/>
                <w:spacing w:val="1"/>
              </w:rPr>
            </w:pPr>
            <w:r w:rsidRPr="00F425CC">
              <w:rPr>
                <w:rFonts w:ascii="Times New Roman" w:hAnsi="Times New Roman"/>
              </w:rPr>
              <w:t>оплата услуги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DB" w:rsidRPr="00F425CC" w:rsidRDefault="002940DB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0DB" w:rsidRPr="00F425CC" w:rsidRDefault="002940DB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2940DB" w:rsidRPr="00525A13" w:rsidTr="00F425CC">
        <w:trPr>
          <w:trHeight w:val="393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DB" w:rsidRDefault="002940DB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1.3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DB" w:rsidRPr="00F425CC" w:rsidRDefault="002940DB" w:rsidP="002B6DF5">
            <w:pPr>
              <w:pStyle w:val="a4"/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оплата коммунальных услуг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DB" w:rsidRPr="00F425CC" w:rsidRDefault="002940DB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0DB" w:rsidRPr="00F425CC" w:rsidRDefault="002940DB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2940DB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DB" w:rsidRDefault="002940DB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1.4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DB" w:rsidRPr="00F425CC" w:rsidRDefault="002940DB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уплата налогов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DB" w:rsidRPr="00F425CC" w:rsidRDefault="002940DB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0DB" w:rsidRPr="00F425CC" w:rsidRDefault="002940DB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2940DB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DB" w:rsidRDefault="002940DB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1.5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DB" w:rsidRPr="00F425CC" w:rsidRDefault="002940DB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обслуживание автоматической пожарной сигнализации и систем оповещения и управления эвакуацией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DB" w:rsidRPr="00F425CC" w:rsidRDefault="002940DB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0DB" w:rsidRPr="00F425CC" w:rsidRDefault="002940DB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2940DB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DB" w:rsidRDefault="002940DB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1.6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DB" w:rsidRPr="00F425CC" w:rsidRDefault="002940DB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обслуживание комплекса технических средств системы видеонаблюдения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DB" w:rsidRPr="00F425CC" w:rsidRDefault="002940DB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0DB" w:rsidRPr="00F425CC" w:rsidRDefault="002940DB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2940DB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DB" w:rsidRDefault="002940DB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1.7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DB" w:rsidRPr="00F425CC" w:rsidRDefault="002940DB" w:rsidP="002B6D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средств индивидуальной защиты</w:t>
            </w:r>
            <w:r w:rsidRPr="00F425C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DB" w:rsidRPr="00F425CC" w:rsidRDefault="002940DB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0DB" w:rsidRPr="00F425CC" w:rsidRDefault="002940DB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2940DB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DB" w:rsidRDefault="002940DB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1.8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DB" w:rsidRPr="00F425CC" w:rsidRDefault="002940DB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проведение диспансеризации сотрудников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DB" w:rsidRPr="00F425CC" w:rsidRDefault="002940DB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0DB" w:rsidRPr="00F425CC" w:rsidRDefault="002940DB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2940DB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DB" w:rsidRDefault="002940DB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1.9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DB" w:rsidRPr="00F425CC" w:rsidRDefault="002940DB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приобретение спортинвентаря, спортивной формы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DB" w:rsidRPr="00F425CC" w:rsidRDefault="002940DB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0DB" w:rsidRPr="00F425CC" w:rsidRDefault="002940DB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190</w:t>
            </w:r>
          </w:p>
        </w:tc>
      </w:tr>
      <w:tr w:rsidR="002940DB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DB" w:rsidRDefault="002940DB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1.10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DB" w:rsidRPr="00F425CC" w:rsidRDefault="002940DB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приобретение хозтоваров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DB" w:rsidRDefault="002940DB" w:rsidP="00536646">
            <w:pPr>
              <w:jc w:val="center"/>
            </w:pPr>
            <w:r w:rsidRPr="007775EC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0DB" w:rsidRPr="00F425CC" w:rsidRDefault="002940DB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120</w:t>
            </w:r>
          </w:p>
        </w:tc>
      </w:tr>
      <w:tr w:rsidR="002940DB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DB" w:rsidRDefault="002940DB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DB" w:rsidRPr="00F425CC" w:rsidRDefault="002940DB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приобретение канцтоваров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DB" w:rsidRDefault="002940DB" w:rsidP="00536646">
            <w:pPr>
              <w:jc w:val="center"/>
            </w:pPr>
            <w:r w:rsidRPr="007775EC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0DB" w:rsidRPr="00F425CC" w:rsidRDefault="002940DB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90</w:t>
            </w:r>
          </w:p>
        </w:tc>
      </w:tr>
      <w:tr w:rsidR="002940DB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DB" w:rsidRDefault="002940DB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1.12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DB" w:rsidRPr="00F425CC" w:rsidRDefault="002940DB" w:rsidP="002B6D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закупка картриджей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DB" w:rsidRPr="007775EC" w:rsidRDefault="002940DB" w:rsidP="00536646">
            <w:pPr>
              <w:jc w:val="center"/>
              <w:rPr>
                <w:rFonts w:ascii="Times New Roman" w:hAnsi="Times New Roman"/>
              </w:rPr>
            </w:pPr>
            <w:r w:rsidRPr="007775EC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0DB" w:rsidRDefault="002940DB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</w:t>
            </w:r>
          </w:p>
        </w:tc>
      </w:tr>
      <w:tr w:rsidR="002940DB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DB" w:rsidRDefault="002940DB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1.13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DB" w:rsidRPr="00F425CC" w:rsidRDefault="002940DB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перезарядка огнетушителей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DB" w:rsidRDefault="002940DB" w:rsidP="00536646">
            <w:pPr>
              <w:jc w:val="center"/>
            </w:pPr>
            <w:r w:rsidRPr="007775EC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0DB" w:rsidRPr="00F425CC" w:rsidRDefault="002940DB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8</w:t>
            </w:r>
          </w:p>
        </w:tc>
      </w:tr>
      <w:tr w:rsidR="002940DB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DB" w:rsidRDefault="002940DB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1.14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DB" w:rsidRPr="00F425CC" w:rsidRDefault="002940DB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содержание и обслуживание газонокосилки «Штиль»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DB" w:rsidRPr="00F425CC" w:rsidRDefault="002940DB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0DB" w:rsidRPr="00F425CC" w:rsidRDefault="002940DB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2940DB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DB" w:rsidRDefault="002940DB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DB" w:rsidRPr="00026A04" w:rsidRDefault="002940DB" w:rsidP="002B6DF5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DB" w:rsidRDefault="002940DB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0DB" w:rsidRDefault="002940DB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</w:tbl>
    <w:p w:rsidR="002940DB" w:rsidRDefault="002940DB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2940DB" w:rsidRDefault="002940DB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2940DB" w:rsidRDefault="002940DB" w:rsidP="008545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 ФОСК «Виктория»</w:t>
      </w:r>
    </w:p>
    <w:p w:rsidR="002940DB" w:rsidRDefault="002940DB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940DB" w:rsidRPr="00481C03" w:rsidRDefault="002940DB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4D4870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А.Н.Бойко</w:t>
      </w:r>
    </w:p>
    <w:p w:rsidR="002940DB" w:rsidRDefault="002940DB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sectPr w:rsidR="002940DB" w:rsidSect="00485E43">
      <w:headerReference w:type="default" r:id="rId7"/>
      <w:pgSz w:w="16840" w:h="11907" w:orient="landscape" w:code="9"/>
      <w:pgMar w:top="567" w:right="902" w:bottom="899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40DB" w:rsidRDefault="002940DB">
      <w:r>
        <w:separator/>
      </w:r>
    </w:p>
  </w:endnote>
  <w:endnote w:type="continuationSeparator" w:id="0">
    <w:p w:rsidR="002940DB" w:rsidRDefault="002940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40DB" w:rsidRDefault="002940DB">
      <w:r>
        <w:separator/>
      </w:r>
    </w:p>
  </w:footnote>
  <w:footnote w:type="continuationSeparator" w:id="0">
    <w:p w:rsidR="002940DB" w:rsidRDefault="002940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0DB" w:rsidRDefault="002940DB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940DB" w:rsidRDefault="002940D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40A62"/>
    <w:rsid w:val="00051D95"/>
    <w:rsid w:val="0006155B"/>
    <w:rsid w:val="0006685C"/>
    <w:rsid w:val="000726A5"/>
    <w:rsid w:val="000759BE"/>
    <w:rsid w:val="00083DC5"/>
    <w:rsid w:val="00094359"/>
    <w:rsid w:val="000C13B0"/>
    <w:rsid w:val="000D4DBF"/>
    <w:rsid w:val="000E625F"/>
    <w:rsid w:val="000E75E6"/>
    <w:rsid w:val="001047A9"/>
    <w:rsid w:val="00105934"/>
    <w:rsid w:val="00106736"/>
    <w:rsid w:val="00112F6D"/>
    <w:rsid w:val="00115531"/>
    <w:rsid w:val="00117AE8"/>
    <w:rsid w:val="001329B3"/>
    <w:rsid w:val="00134C5C"/>
    <w:rsid w:val="00141465"/>
    <w:rsid w:val="001424F4"/>
    <w:rsid w:val="00145A0B"/>
    <w:rsid w:val="001560B5"/>
    <w:rsid w:val="00166536"/>
    <w:rsid w:val="001710EE"/>
    <w:rsid w:val="00172D1C"/>
    <w:rsid w:val="00175306"/>
    <w:rsid w:val="0018401A"/>
    <w:rsid w:val="001903B9"/>
    <w:rsid w:val="001A603E"/>
    <w:rsid w:val="001E134E"/>
    <w:rsid w:val="001E6845"/>
    <w:rsid w:val="001F331C"/>
    <w:rsid w:val="00203A4F"/>
    <w:rsid w:val="00207644"/>
    <w:rsid w:val="00207A02"/>
    <w:rsid w:val="00211B64"/>
    <w:rsid w:val="00225EA4"/>
    <w:rsid w:val="00234A77"/>
    <w:rsid w:val="00245972"/>
    <w:rsid w:val="00254740"/>
    <w:rsid w:val="002569A3"/>
    <w:rsid w:val="002613D3"/>
    <w:rsid w:val="00291A18"/>
    <w:rsid w:val="0029386C"/>
    <w:rsid w:val="002940DB"/>
    <w:rsid w:val="002B530D"/>
    <w:rsid w:val="002B6DF5"/>
    <w:rsid w:val="002E26F0"/>
    <w:rsid w:val="002F0BC6"/>
    <w:rsid w:val="0030427E"/>
    <w:rsid w:val="00306CE1"/>
    <w:rsid w:val="003322EB"/>
    <w:rsid w:val="00335C04"/>
    <w:rsid w:val="003364DB"/>
    <w:rsid w:val="00341333"/>
    <w:rsid w:val="00347146"/>
    <w:rsid w:val="00350D0F"/>
    <w:rsid w:val="00361515"/>
    <w:rsid w:val="00365218"/>
    <w:rsid w:val="00380FD1"/>
    <w:rsid w:val="003832F3"/>
    <w:rsid w:val="00385067"/>
    <w:rsid w:val="003B2794"/>
    <w:rsid w:val="003B7D37"/>
    <w:rsid w:val="003C5491"/>
    <w:rsid w:val="003D5A4C"/>
    <w:rsid w:val="003D7EFE"/>
    <w:rsid w:val="003E0EDA"/>
    <w:rsid w:val="003E553F"/>
    <w:rsid w:val="003F61B9"/>
    <w:rsid w:val="00402439"/>
    <w:rsid w:val="00413351"/>
    <w:rsid w:val="0041596C"/>
    <w:rsid w:val="00434466"/>
    <w:rsid w:val="0043595F"/>
    <w:rsid w:val="00436F6E"/>
    <w:rsid w:val="004432CD"/>
    <w:rsid w:val="00447FF9"/>
    <w:rsid w:val="004725AA"/>
    <w:rsid w:val="00481C03"/>
    <w:rsid w:val="00483098"/>
    <w:rsid w:val="00485E43"/>
    <w:rsid w:val="00491DD4"/>
    <w:rsid w:val="004A7082"/>
    <w:rsid w:val="004B3210"/>
    <w:rsid w:val="004B5736"/>
    <w:rsid w:val="004C1660"/>
    <w:rsid w:val="004C4FE7"/>
    <w:rsid w:val="004D4870"/>
    <w:rsid w:val="004F5CD8"/>
    <w:rsid w:val="00504B06"/>
    <w:rsid w:val="00505C02"/>
    <w:rsid w:val="00514CFD"/>
    <w:rsid w:val="00525A13"/>
    <w:rsid w:val="00530099"/>
    <w:rsid w:val="005324F3"/>
    <w:rsid w:val="00532557"/>
    <w:rsid w:val="00536646"/>
    <w:rsid w:val="00536F29"/>
    <w:rsid w:val="00561E7E"/>
    <w:rsid w:val="00566848"/>
    <w:rsid w:val="00571B3C"/>
    <w:rsid w:val="0057575A"/>
    <w:rsid w:val="005800AC"/>
    <w:rsid w:val="005858EE"/>
    <w:rsid w:val="00594020"/>
    <w:rsid w:val="005A1C38"/>
    <w:rsid w:val="005A3755"/>
    <w:rsid w:val="005B302E"/>
    <w:rsid w:val="005B68A3"/>
    <w:rsid w:val="005C0FC6"/>
    <w:rsid w:val="005C5B42"/>
    <w:rsid w:val="005D0C53"/>
    <w:rsid w:val="005D70B2"/>
    <w:rsid w:val="005E0C05"/>
    <w:rsid w:val="005E37F3"/>
    <w:rsid w:val="00603C46"/>
    <w:rsid w:val="00612516"/>
    <w:rsid w:val="0061479A"/>
    <w:rsid w:val="00615189"/>
    <w:rsid w:val="00624DB5"/>
    <w:rsid w:val="00641EE8"/>
    <w:rsid w:val="00654BFA"/>
    <w:rsid w:val="00656CCF"/>
    <w:rsid w:val="00657BA3"/>
    <w:rsid w:val="00665D47"/>
    <w:rsid w:val="00677AB3"/>
    <w:rsid w:val="00690880"/>
    <w:rsid w:val="006C0876"/>
    <w:rsid w:val="006C1908"/>
    <w:rsid w:val="006D12E0"/>
    <w:rsid w:val="006F193B"/>
    <w:rsid w:val="007020E4"/>
    <w:rsid w:val="00703C6F"/>
    <w:rsid w:val="00704E08"/>
    <w:rsid w:val="007079C9"/>
    <w:rsid w:val="00733B8C"/>
    <w:rsid w:val="007428FA"/>
    <w:rsid w:val="00745E50"/>
    <w:rsid w:val="007523B1"/>
    <w:rsid w:val="00754E4A"/>
    <w:rsid w:val="00766BC3"/>
    <w:rsid w:val="007769A7"/>
    <w:rsid w:val="007775EC"/>
    <w:rsid w:val="0078186A"/>
    <w:rsid w:val="00791DE4"/>
    <w:rsid w:val="007927BB"/>
    <w:rsid w:val="007A6384"/>
    <w:rsid w:val="007A6704"/>
    <w:rsid w:val="007B4194"/>
    <w:rsid w:val="007C03F1"/>
    <w:rsid w:val="007C695A"/>
    <w:rsid w:val="007F1424"/>
    <w:rsid w:val="008011C8"/>
    <w:rsid w:val="008078F2"/>
    <w:rsid w:val="00820110"/>
    <w:rsid w:val="00830C34"/>
    <w:rsid w:val="00834B40"/>
    <w:rsid w:val="00850011"/>
    <w:rsid w:val="0085453F"/>
    <w:rsid w:val="00857DFE"/>
    <w:rsid w:val="008620B5"/>
    <w:rsid w:val="00863CB7"/>
    <w:rsid w:val="008716F1"/>
    <w:rsid w:val="00897D68"/>
    <w:rsid w:val="008A3907"/>
    <w:rsid w:val="008D0570"/>
    <w:rsid w:val="008D47F5"/>
    <w:rsid w:val="008E418F"/>
    <w:rsid w:val="008F1DDB"/>
    <w:rsid w:val="008F1FBE"/>
    <w:rsid w:val="008F3336"/>
    <w:rsid w:val="008F523A"/>
    <w:rsid w:val="00904020"/>
    <w:rsid w:val="00905D6D"/>
    <w:rsid w:val="0091283C"/>
    <w:rsid w:val="009156D9"/>
    <w:rsid w:val="00944798"/>
    <w:rsid w:val="00947ED6"/>
    <w:rsid w:val="00954498"/>
    <w:rsid w:val="009561E5"/>
    <w:rsid w:val="00957A20"/>
    <w:rsid w:val="00981ABD"/>
    <w:rsid w:val="00987B0F"/>
    <w:rsid w:val="009B353F"/>
    <w:rsid w:val="009B3CD3"/>
    <w:rsid w:val="009D4504"/>
    <w:rsid w:val="009D6288"/>
    <w:rsid w:val="009E3D0B"/>
    <w:rsid w:val="009E657C"/>
    <w:rsid w:val="009E769C"/>
    <w:rsid w:val="009F4E06"/>
    <w:rsid w:val="009F7097"/>
    <w:rsid w:val="00A02454"/>
    <w:rsid w:val="00A1695C"/>
    <w:rsid w:val="00A36A1F"/>
    <w:rsid w:val="00A3740B"/>
    <w:rsid w:val="00A619B9"/>
    <w:rsid w:val="00A63292"/>
    <w:rsid w:val="00A64653"/>
    <w:rsid w:val="00A646A6"/>
    <w:rsid w:val="00A8753B"/>
    <w:rsid w:val="00A87FA6"/>
    <w:rsid w:val="00A93F62"/>
    <w:rsid w:val="00A94A1D"/>
    <w:rsid w:val="00AA03A8"/>
    <w:rsid w:val="00B017E7"/>
    <w:rsid w:val="00B06BE3"/>
    <w:rsid w:val="00B073C0"/>
    <w:rsid w:val="00B12F0C"/>
    <w:rsid w:val="00B201D1"/>
    <w:rsid w:val="00B32552"/>
    <w:rsid w:val="00B35504"/>
    <w:rsid w:val="00B40A40"/>
    <w:rsid w:val="00B460A7"/>
    <w:rsid w:val="00B61B60"/>
    <w:rsid w:val="00B6664D"/>
    <w:rsid w:val="00B73C78"/>
    <w:rsid w:val="00B73D0F"/>
    <w:rsid w:val="00B76DE8"/>
    <w:rsid w:val="00B77342"/>
    <w:rsid w:val="00B8732B"/>
    <w:rsid w:val="00B934EE"/>
    <w:rsid w:val="00BA6DF6"/>
    <w:rsid w:val="00BA6E01"/>
    <w:rsid w:val="00BB03D8"/>
    <w:rsid w:val="00BD417C"/>
    <w:rsid w:val="00BE6E99"/>
    <w:rsid w:val="00C00096"/>
    <w:rsid w:val="00C0098D"/>
    <w:rsid w:val="00C02651"/>
    <w:rsid w:val="00C20A12"/>
    <w:rsid w:val="00C27F7A"/>
    <w:rsid w:val="00C30BB7"/>
    <w:rsid w:val="00C35519"/>
    <w:rsid w:val="00C3705A"/>
    <w:rsid w:val="00C504DD"/>
    <w:rsid w:val="00C602BF"/>
    <w:rsid w:val="00C726C7"/>
    <w:rsid w:val="00CB1012"/>
    <w:rsid w:val="00CB296B"/>
    <w:rsid w:val="00CB4542"/>
    <w:rsid w:val="00CB61F0"/>
    <w:rsid w:val="00CC774C"/>
    <w:rsid w:val="00CD1BCC"/>
    <w:rsid w:val="00CD22B3"/>
    <w:rsid w:val="00CE1FBE"/>
    <w:rsid w:val="00CE33A2"/>
    <w:rsid w:val="00D03505"/>
    <w:rsid w:val="00D17CCC"/>
    <w:rsid w:val="00D20D24"/>
    <w:rsid w:val="00D222A7"/>
    <w:rsid w:val="00D22CF8"/>
    <w:rsid w:val="00D33AD3"/>
    <w:rsid w:val="00D43877"/>
    <w:rsid w:val="00D5786B"/>
    <w:rsid w:val="00D64B68"/>
    <w:rsid w:val="00D66E15"/>
    <w:rsid w:val="00D77749"/>
    <w:rsid w:val="00D804C8"/>
    <w:rsid w:val="00D808E2"/>
    <w:rsid w:val="00D908AE"/>
    <w:rsid w:val="00D9736F"/>
    <w:rsid w:val="00DA0A23"/>
    <w:rsid w:val="00DA1849"/>
    <w:rsid w:val="00DC12AA"/>
    <w:rsid w:val="00DC12F9"/>
    <w:rsid w:val="00DD3931"/>
    <w:rsid w:val="00DE02F8"/>
    <w:rsid w:val="00DE7844"/>
    <w:rsid w:val="00DF12E9"/>
    <w:rsid w:val="00E10FEC"/>
    <w:rsid w:val="00E159BA"/>
    <w:rsid w:val="00E26412"/>
    <w:rsid w:val="00E268D6"/>
    <w:rsid w:val="00E3323E"/>
    <w:rsid w:val="00E34530"/>
    <w:rsid w:val="00E420C1"/>
    <w:rsid w:val="00E43EB1"/>
    <w:rsid w:val="00E72D28"/>
    <w:rsid w:val="00E81459"/>
    <w:rsid w:val="00E82D20"/>
    <w:rsid w:val="00E85CCB"/>
    <w:rsid w:val="00E86F36"/>
    <w:rsid w:val="00E90159"/>
    <w:rsid w:val="00EA7C72"/>
    <w:rsid w:val="00EC3760"/>
    <w:rsid w:val="00EC3CEF"/>
    <w:rsid w:val="00EC4A70"/>
    <w:rsid w:val="00ED4E0B"/>
    <w:rsid w:val="00ED639C"/>
    <w:rsid w:val="00ED6B33"/>
    <w:rsid w:val="00EE372C"/>
    <w:rsid w:val="00EF6C10"/>
    <w:rsid w:val="00F031F6"/>
    <w:rsid w:val="00F17F62"/>
    <w:rsid w:val="00F23750"/>
    <w:rsid w:val="00F27F5A"/>
    <w:rsid w:val="00F374C5"/>
    <w:rsid w:val="00F4148A"/>
    <w:rsid w:val="00F41761"/>
    <w:rsid w:val="00F425CC"/>
    <w:rsid w:val="00F45829"/>
    <w:rsid w:val="00F62AD5"/>
    <w:rsid w:val="00F62EDA"/>
    <w:rsid w:val="00F6779C"/>
    <w:rsid w:val="00F763E4"/>
    <w:rsid w:val="00FA18FF"/>
    <w:rsid w:val="00FA2A00"/>
    <w:rsid w:val="00FA62FA"/>
    <w:rsid w:val="00FA6A7A"/>
    <w:rsid w:val="00FD078A"/>
    <w:rsid w:val="00FD7228"/>
    <w:rsid w:val="00FD76B3"/>
    <w:rsid w:val="00FF51D6"/>
    <w:rsid w:val="00FF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customStyle="1" w:styleId="2">
    <w:name w:val="Знак2"/>
    <w:basedOn w:val="Normal"/>
    <w:uiPriority w:val="99"/>
    <w:rsid w:val="00FA2A0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3">
    <w:name w:val="Знак3"/>
    <w:basedOn w:val="Normal"/>
    <w:uiPriority w:val="99"/>
    <w:rsid w:val="007F142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Абзац списка1"/>
    <w:basedOn w:val="Normal"/>
    <w:uiPriority w:val="99"/>
    <w:rsid w:val="00E3323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4">
    <w:name w:val="Знак4"/>
    <w:basedOn w:val="Normal"/>
    <w:uiPriority w:val="99"/>
    <w:rsid w:val="00E3323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766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7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76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76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76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766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766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766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6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6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143</TotalTime>
  <Pages>2</Pages>
  <Words>317</Words>
  <Characters>1808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52</cp:revision>
  <cp:lastPrinted>2015-11-10T07:00:00Z</cp:lastPrinted>
  <dcterms:created xsi:type="dcterms:W3CDTF">2014-11-12T06:42:00Z</dcterms:created>
  <dcterms:modified xsi:type="dcterms:W3CDTF">2020-09-25T12:43:00Z</dcterms:modified>
</cp:coreProperties>
</file>