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134" w:rsidRPr="00C3705A" w:rsidRDefault="00586134" w:rsidP="00815230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86134" w:rsidRPr="00B73C78" w:rsidRDefault="00586134" w:rsidP="00815230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586134" w:rsidRDefault="00586134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«Сохранение, использование</w:t>
      </w:r>
    </w:p>
    <w:p w:rsidR="00586134" w:rsidRDefault="00586134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и охрана объектов культурного</w:t>
      </w:r>
    </w:p>
    <w:p w:rsidR="00586134" w:rsidRDefault="00586134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 xml:space="preserve">наследия (памятников истории и </w:t>
      </w:r>
    </w:p>
    <w:p w:rsidR="00586134" w:rsidRDefault="00586134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культуры)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293">
        <w:rPr>
          <w:rFonts w:ascii="Times New Roman" w:hAnsi="Times New Roman"/>
          <w:sz w:val="28"/>
          <w:szCs w:val="28"/>
        </w:rPr>
        <w:t xml:space="preserve">местного значения, </w:t>
      </w:r>
    </w:p>
    <w:p w:rsidR="00586134" w:rsidRDefault="00586134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расположенных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02293">
        <w:rPr>
          <w:rFonts w:ascii="Times New Roman" w:hAnsi="Times New Roman"/>
          <w:sz w:val="28"/>
          <w:szCs w:val="28"/>
        </w:rPr>
        <w:t xml:space="preserve">на территории   </w:t>
      </w:r>
    </w:p>
    <w:p w:rsidR="00586134" w:rsidRDefault="00586134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Старотитаровского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293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586134" w:rsidRDefault="00586134" w:rsidP="00C915BF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Темрюкского района»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586134" w:rsidRDefault="00586134" w:rsidP="00C915BF">
      <w:pPr>
        <w:tabs>
          <w:tab w:val="left" w:pos="4264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_____________________ № ______</w:t>
      </w:r>
    </w:p>
    <w:p w:rsidR="00586134" w:rsidRDefault="00586134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586134" w:rsidRDefault="00586134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586134" w:rsidRDefault="00586134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Старотитаровского сельского поселения Темрюкского района»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86134" w:rsidRPr="00ED639C" w:rsidRDefault="00586134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060"/>
        <w:gridCol w:w="1440"/>
        <w:gridCol w:w="3420"/>
      </w:tblGrid>
      <w:tr w:rsidR="00586134" w:rsidRPr="00525A13" w:rsidTr="001676D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Pr="00525A13" w:rsidRDefault="0058613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Pr="00525A13" w:rsidRDefault="0058613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Pr="00525A13" w:rsidRDefault="0058613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134" w:rsidRPr="00525A13" w:rsidRDefault="0058613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86134" w:rsidRPr="00525A13" w:rsidTr="001676D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Pr="00525A13" w:rsidRDefault="00586134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Pr="00525A13" w:rsidRDefault="00586134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Pr="00525A13" w:rsidRDefault="00586134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134" w:rsidRPr="00525A13" w:rsidRDefault="00586134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586134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Pr="00525A13" w:rsidRDefault="0058613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Pr="00525A13" w:rsidRDefault="0058613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Pr="00525A13" w:rsidRDefault="0058613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134" w:rsidRPr="00525A13" w:rsidRDefault="00586134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86134" w:rsidRPr="00B73C78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Pr="00704E08" w:rsidRDefault="00586134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586134" w:rsidRPr="00D66E15" w:rsidRDefault="00586134" w:rsidP="00D66E15">
            <w:pPr>
              <w:jc w:val="center"/>
              <w:rPr>
                <w:rFonts w:ascii="Times New Roman" w:hAnsi="Times New Roman"/>
                <w:b/>
              </w:rPr>
            </w:pPr>
            <w:r w:rsidRPr="00301483">
              <w:rPr>
                <w:rFonts w:ascii="Times New Roman" w:hAnsi="Times New Roman"/>
                <w:b/>
              </w:rPr>
              <w:t xml:space="preserve">Муниципальная программа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</w:t>
            </w:r>
          </w:p>
        </w:tc>
      </w:tr>
      <w:tr w:rsidR="00586134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Default="00586134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Pr="001676DE" w:rsidRDefault="00586134" w:rsidP="00ED39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F24A6">
              <w:rPr>
                <w:rFonts w:ascii="Times New Roman" w:hAnsi="Times New Roman"/>
              </w:rPr>
              <w:t>количество восстановленных (отремонтированных, благоустроенных) воинских захоронений на территории Старотитаровского сельского поселения Темрюкского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Default="00586134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134" w:rsidRDefault="00586134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86134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Default="00586134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Pr="001676DE" w:rsidRDefault="00586134" w:rsidP="00831510">
            <w:pPr>
              <w:jc w:val="both"/>
              <w:rPr>
                <w:rFonts w:ascii="Times New Roman" w:hAnsi="Times New Roman"/>
              </w:rPr>
            </w:pPr>
            <w:r w:rsidRPr="001676D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ED3983">
              <w:rPr>
                <w:rFonts w:ascii="Times New Roman" w:hAnsi="Times New Roman"/>
              </w:rPr>
              <w:t>содержание, косметический ремонт и ремонт памятников истории и культуры, мест захоронений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34" w:rsidRPr="00B73C78" w:rsidRDefault="00586134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134" w:rsidRPr="00B73C78" w:rsidRDefault="00586134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11</w:t>
            </w:r>
          </w:p>
        </w:tc>
      </w:tr>
      <w:bookmarkEnd w:id="0"/>
    </w:tbl>
    <w:p w:rsidR="00586134" w:rsidRDefault="00586134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586134" w:rsidRDefault="00586134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0C753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0C753B">
        <w:rPr>
          <w:rFonts w:ascii="Times New Roman" w:hAnsi="Times New Roman"/>
          <w:sz w:val="28"/>
          <w:szCs w:val="28"/>
        </w:rPr>
        <w:t xml:space="preserve"> Старотитаровского</w:t>
      </w:r>
    </w:p>
    <w:p w:rsidR="00586134" w:rsidRPr="000C753B" w:rsidRDefault="00586134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C753B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53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0C753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Т.И. Опарина</w:t>
      </w:r>
    </w:p>
    <w:p w:rsidR="00586134" w:rsidRDefault="00586134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586134" w:rsidSect="00CB703C">
      <w:headerReference w:type="default" r:id="rId7"/>
      <w:pgSz w:w="16840" w:h="11907" w:orient="landscape" w:code="9"/>
      <w:pgMar w:top="1797" w:right="902" w:bottom="71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134" w:rsidRDefault="00586134">
      <w:r>
        <w:separator/>
      </w:r>
    </w:p>
  </w:endnote>
  <w:endnote w:type="continuationSeparator" w:id="0">
    <w:p w:rsidR="00586134" w:rsidRDefault="00586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134" w:rsidRDefault="00586134">
      <w:r>
        <w:separator/>
      </w:r>
    </w:p>
  </w:footnote>
  <w:footnote w:type="continuationSeparator" w:id="0">
    <w:p w:rsidR="00586134" w:rsidRDefault="00586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134" w:rsidRDefault="0058613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86134" w:rsidRDefault="005861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4CB7"/>
    <w:rsid w:val="00026A04"/>
    <w:rsid w:val="00031545"/>
    <w:rsid w:val="0006685C"/>
    <w:rsid w:val="000726A5"/>
    <w:rsid w:val="000759BE"/>
    <w:rsid w:val="00081DAA"/>
    <w:rsid w:val="00083DC5"/>
    <w:rsid w:val="000C13B0"/>
    <w:rsid w:val="000C753B"/>
    <w:rsid w:val="000D4DBF"/>
    <w:rsid w:val="000E625F"/>
    <w:rsid w:val="000E75E6"/>
    <w:rsid w:val="001047A9"/>
    <w:rsid w:val="00105934"/>
    <w:rsid w:val="00112F6D"/>
    <w:rsid w:val="00115531"/>
    <w:rsid w:val="00117AE8"/>
    <w:rsid w:val="001239B0"/>
    <w:rsid w:val="001329B3"/>
    <w:rsid w:val="00134C5C"/>
    <w:rsid w:val="00136263"/>
    <w:rsid w:val="00141465"/>
    <w:rsid w:val="001424F4"/>
    <w:rsid w:val="00146C16"/>
    <w:rsid w:val="001560B5"/>
    <w:rsid w:val="00166536"/>
    <w:rsid w:val="001676DE"/>
    <w:rsid w:val="001710EE"/>
    <w:rsid w:val="00175306"/>
    <w:rsid w:val="0018401A"/>
    <w:rsid w:val="001A603E"/>
    <w:rsid w:val="001E134E"/>
    <w:rsid w:val="001E6845"/>
    <w:rsid w:val="00203A4F"/>
    <w:rsid w:val="00207A02"/>
    <w:rsid w:val="00216695"/>
    <w:rsid w:val="00254740"/>
    <w:rsid w:val="002569A3"/>
    <w:rsid w:val="002613D3"/>
    <w:rsid w:val="00291A18"/>
    <w:rsid w:val="0029386C"/>
    <w:rsid w:val="002B530D"/>
    <w:rsid w:val="002E26F0"/>
    <w:rsid w:val="002F0BC6"/>
    <w:rsid w:val="00301483"/>
    <w:rsid w:val="0030427E"/>
    <w:rsid w:val="00306CE1"/>
    <w:rsid w:val="00327A54"/>
    <w:rsid w:val="00341333"/>
    <w:rsid w:val="00347146"/>
    <w:rsid w:val="00350D0F"/>
    <w:rsid w:val="00361515"/>
    <w:rsid w:val="00365218"/>
    <w:rsid w:val="003832F3"/>
    <w:rsid w:val="0038343C"/>
    <w:rsid w:val="003B2794"/>
    <w:rsid w:val="003B7B4F"/>
    <w:rsid w:val="003C09D9"/>
    <w:rsid w:val="003D7EFE"/>
    <w:rsid w:val="003E0EDA"/>
    <w:rsid w:val="003E553F"/>
    <w:rsid w:val="003F61B9"/>
    <w:rsid w:val="00402293"/>
    <w:rsid w:val="00402439"/>
    <w:rsid w:val="00413351"/>
    <w:rsid w:val="00434466"/>
    <w:rsid w:val="0043595F"/>
    <w:rsid w:val="004432CD"/>
    <w:rsid w:val="004725AA"/>
    <w:rsid w:val="004774F7"/>
    <w:rsid w:val="00481C03"/>
    <w:rsid w:val="00483098"/>
    <w:rsid w:val="004A2A9E"/>
    <w:rsid w:val="004A5CC5"/>
    <w:rsid w:val="004B3210"/>
    <w:rsid w:val="004B4A62"/>
    <w:rsid w:val="004C1660"/>
    <w:rsid w:val="004C4FE7"/>
    <w:rsid w:val="004F5CD8"/>
    <w:rsid w:val="00514CFD"/>
    <w:rsid w:val="005227BA"/>
    <w:rsid w:val="00524CF5"/>
    <w:rsid w:val="00525A13"/>
    <w:rsid w:val="00530099"/>
    <w:rsid w:val="005324F3"/>
    <w:rsid w:val="00550E81"/>
    <w:rsid w:val="00561E7E"/>
    <w:rsid w:val="00566848"/>
    <w:rsid w:val="00571B3C"/>
    <w:rsid w:val="0057575A"/>
    <w:rsid w:val="00586134"/>
    <w:rsid w:val="00594020"/>
    <w:rsid w:val="005A1C38"/>
    <w:rsid w:val="005A3755"/>
    <w:rsid w:val="005A6AC3"/>
    <w:rsid w:val="005D0C53"/>
    <w:rsid w:val="005D70B2"/>
    <w:rsid w:val="005E37F3"/>
    <w:rsid w:val="00601CE1"/>
    <w:rsid w:val="00615189"/>
    <w:rsid w:val="00620363"/>
    <w:rsid w:val="00624DB5"/>
    <w:rsid w:val="00631DB2"/>
    <w:rsid w:val="006320C0"/>
    <w:rsid w:val="00654402"/>
    <w:rsid w:val="00654BFA"/>
    <w:rsid w:val="00656CCF"/>
    <w:rsid w:val="00657BA3"/>
    <w:rsid w:val="00665D47"/>
    <w:rsid w:val="00677AB3"/>
    <w:rsid w:val="00686B52"/>
    <w:rsid w:val="00694E2E"/>
    <w:rsid w:val="0069617C"/>
    <w:rsid w:val="006B6AAD"/>
    <w:rsid w:val="006C0876"/>
    <w:rsid w:val="007020E4"/>
    <w:rsid w:val="00703C6F"/>
    <w:rsid w:val="00704E08"/>
    <w:rsid w:val="00714C3F"/>
    <w:rsid w:val="00754E4A"/>
    <w:rsid w:val="007769A7"/>
    <w:rsid w:val="00791DE4"/>
    <w:rsid w:val="007927BB"/>
    <w:rsid w:val="007A6384"/>
    <w:rsid w:val="007A6E4C"/>
    <w:rsid w:val="007B4194"/>
    <w:rsid w:val="007C03F1"/>
    <w:rsid w:val="007D5402"/>
    <w:rsid w:val="007F24A6"/>
    <w:rsid w:val="008011C8"/>
    <w:rsid w:val="008078F2"/>
    <w:rsid w:val="00815230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74D35"/>
    <w:rsid w:val="00897D68"/>
    <w:rsid w:val="008A3907"/>
    <w:rsid w:val="008C18CD"/>
    <w:rsid w:val="008D168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4C09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26856"/>
    <w:rsid w:val="00A36A1F"/>
    <w:rsid w:val="00A3740B"/>
    <w:rsid w:val="00A64653"/>
    <w:rsid w:val="00A646A6"/>
    <w:rsid w:val="00A71AC0"/>
    <w:rsid w:val="00A87FA6"/>
    <w:rsid w:val="00AA03A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77427"/>
    <w:rsid w:val="00B8732B"/>
    <w:rsid w:val="00BA421E"/>
    <w:rsid w:val="00BA6DF6"/>
    <w:rsid w:val="00BA702B"/>
    <w:rsid w:val="00BB1925"/>
    <w:rsid w:val="00BE6E99"/>
    <w:rsid w:val="00C00096"/>
    <w:rsid w:val="00C0098D"/>
    <w:rsid w:val="00C20A12"/>
    <w:rsid w:val="00C30BB7"/>
    <w:rsid w:val="00C35519"/>
    <w:rsid w:val="00C3705A"/>
    <w:rsid w:val="00C57B37"/>
    <w:rsid w:val="00C602BF"/>
    <w:rsid w:val="00C726C7"/>
    <w:rsid w:val="00C915BF"/>
    <w:rsid w:val="00CB296B"/>
    <w:rsid w:val="00CB4542"/>
    <w:rsid w:val="00CB61F0"/>
    <w:rsid w:val="00CB703C"/>
    <w:rsid w:val="00CC2565"/>
    <w:rsid w:val="00CD22B3"/>
    <w:rsid w:val="00D03505"/>
    <w:rsid w:val="00D17CCC"/>
    <w:rsid w:val="00D20D24"/>
    <w:rsid w:val="00D22374"/>
    <w:rsid w:val="00D22CF8"/>
    <w:rsid w:val="00D33AD3"/>
    <w:rsid w:val="00D43877"/>
    <w:rsid w:val="00D511FE"/>
    <w:rsid w:val="00D5786B"/>
    <w:rsid w:val="00D64B68"/>
    <w:rsid w:val="00D66E15"/>
    <w:rsid w:val="00D77749"/>
    <w:rsid w:val="00D808E2"/>
    <w:rsid w:val="00D846B4"/>
    <w:rsid w:val="00D93BBC"/>
    <w:rsid w:val="00DA0A23"/>
    <w:rsid w:val="00DA1849"/>
    <w:rsid w:val="00DA2F71"/>
    <w:rsid w:val="00DC12F9"/>
    <w:rsid w:val="00DE02F8"/>
    <w:rsid w:val="00DE1C4B"/>
    <w:rsid w:val="00E159BA"/>
    <w:rsid w:val="00E26412"/>
    <w:rsid w:val="00E34530"/>
    <w:rsid w:val="00E35357"/>
    <w:rsid w:val="00E420C1"/>
    <w:rsid w:val="00E43EB1"/>
    <w:rsid w:val="00E70A4C"/>
    <w:rsid w:val="00E82D20"/>
    <w:rsid w:val="00E86F36"/>
    <w:rsid w:val="00EA7C72"/>
    <w:rsid w:val="00EC3760"/>
    <w:rsid w:val="00ED3983"/>
    <w:rsid w:val="00ED639C"/>
    <w:rsid w:val="00ED6B33"/>
    <w:rsid w:val="00EE372C"/>
    <w:rsid w:val="00F031F6"/>
    <w:rsid w:val="00F14A4E"/>
    <w:rsid w:val="00F27F5A"/>
    <w:rsid w:val="00F374C5"/>
    <w:rsid w:val="00F4148A"/>
    <w:rsid w:val="00F62AD5"/>
    <w:rsid w:val="00F82973"/>
    <w:rsid w:val="00FA18FF"/>
    <w:rsid w:val="00FA62FA"/>
    <w:rsid w:val="00FA6A7A"/>
    <w:rsid w:val="00FC6F79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</Pages>
  <Words>233</Words>
  <Characters>1333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28</cp:revision>
  <cp:lastPrinted>2015-02-11T10:58:00Z</cp:lastPrinted>
  <dcterms:created xsi:type="dcterms:W3CDTF">2014-11-12T06:42:00Z</dcterms:created>
  <dcterms:modified xsi:type="dcterms:W3CDTF">2020-07-21T06:52:00Z</dcterms:modified>
</cp:coreProperties>
</file>